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F466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C3B4C" w:rsidRPr="00BC3B4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C3B4C" w:rsidRPr="00BC3B4C">
        <w:rPr>
          <w:b/>
          <w:sz w:val="24"/>
        </w:rPr>
        <w:t>BP.271.17.2018.BS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C3B4C" w:rsidRPr="00BC3B4C">
        <w:rPr>
          <w:b/>
        </w:rPr>
        <w:t>przetarg nieograniczony</w:t>
      </w:r>
      <w:r w:rsidR="00753DC1">
        <w:t xml:space="preserve"> na:</w:t>
      </w:r>
    </w:p>
    <w:p w:rsidR="0000184A" w:rsidRDefault="00BC3B4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BC3B4C">
        <w:rPr>
          <w:b/>
          <w:sz w:val="24"/>
          <w:szCs w:val="24"/>
        </w:rPr>
        <w:t>Dostawa i montaż elementów placów zabaw na terenach sołeckich gminy Śrem wraz z przygotowaniem dokumentacji niezbędnej do zgłoszenia robót w Starostwie powiatowym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C3B4C" w:rsidRPr="00BC3B4C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C3B4C" w:rsidRPr="00BC3B4C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C3B4C" w:rsidRPr="00BC3B4C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0E" w:rsidRDefault="00DF160E">
      <w:r>
        <w:separator/>
      </w:r>
    </w:p>
  </w:endnote>
  <w:endnote w:type="continuationSeparator" w:id="0">
    <w:p w:rsidR="00DF160E" w:rsidRDefault="00DF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F466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64E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64E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0E" w:rsidRDefault="00DF160E">
      <w:r>
        <w:separator/>
      </w:r>
    </w:p>
  </w:footnote>
  <w:footnote w:type="continuationSeparator" w:id="0">
    <w:p w:rsidR="00DF160E" w:rsidRDefault="00DF160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0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64E7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C3B4C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DF160E"/>
    <w:rsid w:val="00E37A20"/>
    <w:rsid w:val="00EB5766"/>
    <w:rsid w:val="00EC667E"/>
    <w:rsid w:val="00F46593"/>
    <w:rsid w:val="00F568D6"/>
    <w:rsid w:val="00F70072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AB32-020F-4D25-BA57-BB3ED1CC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2018-04-24T09:49:00Z</dcterms:created>
  <dcterms:modified xsi:type="dcterms:W3CDTF">2018-04-24T09:49:00Z</dcterms:modified>
</cp:coreProperties>
</file>