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91D7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885825"/>
                <wp:effectExtent l="13335" t="9525" r="952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Pr="00162871" w:rsidRDefault="00CB6204" w:rsidP="0016287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6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Pr="00162871" w:rsidRDefault="00CB6204" w:rsidP="0016287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62871">
        <w:rPr>
          <w:b/>
          <w:i w:val="0"/>
        </w:rPr>
        <w:t>2</w:t>
      </w:r>
      <w:bookmarkStart w:id="0" w:name="_GoBack"/>
      <w:bookmarkEnd w:id="0"/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1304D" w:rsidRPr="0081304D">
        <w:rPr>
          <w:b/>
          <w:sz w:val="24"/>
        </w:rPr>
        <w:t>BP.271.27.2018.BS</w:t>
      </w: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1304D" w:rsidRPr="0081304D">
        <w:rPr>
          <w:b/>
        </w:rPr>
        <w:t>przetarg nieograniczony</w:t>
      </w:r>
      <w:r w:rsidR="00753DC1">
        <w:t xml:space="preserve"> na:</w:t>
      </w:r>
    </w:p>
    <w:p w:rsidR="0000184A" w:rsidRDefault="0081304D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1304D">
        <w:rPr>
          <w:b/>
          <w:sz w:val="24"/>
          <w:szCs w:val="24"/>
        </w:rPr>
        <w:t>Zakup i dostawa sprzętu komputerowego i audiowizualnego oraz wykonanie sieci komputerowej w ramach projektu ,,Rozbudowa Zespołu Szkoły Podstawowej i Gimnazjum w Dąbrowie".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1304D" w:rsidRPr="0081304D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1304D" w:rsidRPr="0081304D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1304D" w:rsidRPr="0081304D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68C" w:rsidRDefault="0073068C">
      <w:r>
        <w:separator/>
      </w:r>
    </w:p>
  </w:endnote>
  <w:endnote w:type="continuationSeparator" w:id="0">
    <w:p w:rsidR="0073068C" w:rsidRDefault="0073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91D7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nYEwIAACg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mb5/CkF0+jtLCHlLdBY5z9w3aMwqbAEzZGYHDfOg3SA3iDhHqXXQspo&#10;tlRoqPB8kk9igNNSsHAYYM7ud7W06EhCu8Qv1AHIHmBWHxSLZB0nbHWdeyLkZQ54qQIfpAJyrrNL&#10;P3ybp/PVbDUrRkU+XY2KtGlG79d1MZqus3eT5qmp6yb7HqRlRdkJxrgK6m69mRV/5/31lVy66t6d&#10;9zIkj+wxRRB7+0fR0ctg36URdpqdtzZUI9gK7RjB16cT+v3XdUT9fODLH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c1Bp&#10;2B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91D7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91D7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68C" w:rsidRDefault="0073068C">
      <w:r>
        <w:separator/>
      </w:r>
    </w:p>
  </w:footnote>
  <w:footnote w:type="continuationSeparator" w:id="0">
    <w:p w:rsidR="0073068C" w:rsidRDefault="0073068C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871" w:rsidRDefault="00162871" w:rsidP="00162871">
    <w:pPr>
      <w:tabs>
        <w:tab w:val="center" w:pos="4536"/>
        <w:tab w:val="right" w:pos="9072"/>
      </w:tabs>
      <w:rPr>
        <w:noProof/>
        <w:sz w:val="24"/>
        <w:szCs w:val="24"/>
      </w:rPr>
    </w:pPr>
  </w:p>
  <w:p w:rsidR="00162871" w:rsidRPr="00162871" w:rsidRDefault="00091D79" w:rsidP="00162871">
    <w:pPr>
      <w:tabs>
        <w:tab w:val="center" w:pos="4536"/>
        <w:tab w:val="right" w:pos="9072"/>
      </w:tabs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5753100" cy="571500"/>
          <wp:effectExtent l="0" t="0" r="0" b="0"/>
          <wp:docPr id="16" name="Obraz 16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304D" w:rsidRDefault="0081304D">
    <w:pPr>
      <w:pStyle w:val="Nagwek"/>
    </w:pPr>
  </w:p>
  <w:p w:rsidR="00162871" w:rsidRDefault="00162871">
    <w:pPr>
      <w:pStyle w:val="Nagwek"/>
    </w:pPr>
  </w:p>
  <w:p w:rsidR="00162871" w:rsidRDefault="001628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8C"/>
    <w:rsid w:val="0000184A"/>
    <w:rsid w:val="00012997"/>
    <w:rsid w:val="000621A2"/>
    <w:rsid w:val="00075CEC"/>
    <w:rsid w:val="00091D79"/>
    <w:rsid w:val="00106AC7"/>
    <w:rsid w:val="00111985"/>
    <w:rsid w:val="00147532"/>
    <w:rsid w:val="001614BA"/>
    <w:rsid w:val="00162871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068C"/>
    <w:rsid w:val="00736B31"/>
    <w:rsid w:val="00747C6F"/>
    <w:rsid w:val="00753DC1"/>
    <w:rsid w:val="00775E2B"/>
    <w:rsid w:val="007823E9"/>
    <w:rsid w:val="007951AD"/>
    <w:rsid w:val="007D36CE"/>
    <w:rsid w:val="008032C1"/>
    <w:rsid w:val="0081304D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4FDCB-DE2C-4E63-B0C9-5FC5FD97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2018-05-23T06:13:00Z</dcterms:created>
  <dcterms:modified xsi:type="dcterms:W3CDTF">2018-05-23T06:13:00Z</dcterms:modified>
</cp:coreProperties>
</file>