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637" w:rsidRPr="006049FE" w:rsidRDefault="00CA3637" w:rsidP="00B70C44">
      <w:pPr>
        <w:pStyle w:val="Akapitzlist"/>
        <w:jc w:val="center"/>
        <w:rPr>
          <w:b/>
          <w:bCs/>
          <w:sz w:val="22"/>
          <w:szCs w:val="22"/>
        </w:rPr>
      </w:pPr>
      <w:r w:rsidRPr="006049FE">
        <w:rPr>
          <w:b/>
          <w:sz w:val="22"/>
          <w:szCs w:val="22"/>
        </w:rPr>
        <w:t>SPECYFIKACJE TECHNICZNE</w:t>
      </w:r>
    </w:p>
    <w:p w:rsidR="00CA3637" w:rsidRPr="006049FE" w:rsidRDefault="00CA3637" w:rsidP="00B70C44">
      <w:pPr>
        <w:pStyle w:val="Akapitzlist"/>
        <w:jc w:val="center"/>
        <w:rPr>
          <w:sz w:val="22"/>
          <w:szCs w:val="22"/>
        </w:rPr>
      </w:pPr>
      <w:bookmarkStart w:id="0" w:name="________________________________WYKONANI"/>
      <w:bookmarkEnd w:id="0"/>
      <w:r w:rsidRPr="006049FE">
        <w:rPr>
          <w:b/>
          <w:spacing w:val="-3"/>
          <w:sz w:val="22"/>
          <w:szCs w:val="22"/>
        </w:rPr>
        <w:t>W</w:t>
      </w:r>
      <w:r w:rsidRPr="006049FE">
        <w:rPr>
          <w:b/>
          <w:sz w:val="22"/>
          <w:szCs w:val="22"/>
        </w:rPr>
        <w:t>YKONANIA</w:t>
      </w:r>
      <w:r w:rsidRPr="006049FE">
        <w:rPr>
          <w:b/>
          <w:spacing w:val="-2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I ODBIORU ROBÓT BUDOWLANYCH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1" w:name="----------------------------------------"/>
      <w:bookmarkEnd w:id="1"/>
      <w:r w:rsidRPr="006049FE">
        <w:rPr>
          <w:b/>
          <w:bCs/>
          <w:sz w:val="22"/>
          <w:szCs w:val="22"/>
        </w:rPr>
        <w:t>-----------------------</w:t>
      </w:r>
      <w:r w:rsidRPr="006049FE">
        <w:rPr>
          <w:b/>
          <w:bCs/>
          <w:spacing w:val="-2"/>
          <w:sz w:val="22"/>
          <w:szCs w:val="22"/>
        </w:rPr>
        <w:t>-</w:t>
      </w:r>
      <w:r w:rsidRPr="006049FE">
        <w:rPr>
          <w:b/>
          <w:bCs/>
          <w:sz w:val="22"/>
          <w:szCs w:val="22"/>
        </w:rPr>
        <w:t>----------------------</w:t>
      </w:r>
      <w:r w:rsidRPr="006049FE">
        <w:rPr>
          <w:b/>
          <w:bCs/>
          <w:spacing w:val="-2"/>
          <w:sz w:val="22"/>
          <w:szCs w:val="22"/>
        </w:rPr>
        <w:t>-</w:t>
      </w:r>
      <w:r w:rsidRPr="006049FE">
        <w:rPr>
          <w:b/>
          <w:bCs/>
          <w:sz w:val="22"/>
          <w:szCs w:val="22"/>
        </w:rPr>
        <w:t>---------------------</w:t>
      </w:r>
      <w:r w:rsidRPr="006049FE">
        <w:rPr>
          <w:b/>
          <w:bCs/>
          <w:spacing w:val="-2"/>
          <w:sz w:val="22"/>
          <w:szCs w:val="22"/>
        </w:rPr>
        <w:t>-</w:t>
      </w:r>
      <w:r w:rsidRPr="006049FE">
        <w:rPr>
          <w:b/>
          <w:bCs/>
          <w:sz w:val="22"/>
          <w:szCs w:val="22"/>
        </w:rPr>
        <w:t>---------------------</w:t>
      </w:r>
      <w:r w:rsidRPr="006049FE">
        <w:rPr>
          <w:b/>
          <w:bCs/>
          <w:spacing w:val="-2"/>
          <w:sz w:val="22"/>
          <w:szCs w:val="22"/>
        </w:rPr>
        <w:t>-</w:t>
      </w:r>
      <w:r w:rsidR="00B70C44" w:rsidRPr="006049FE">
        <w:rPr>
          <w:b/>
          <w:bCs/>
          <w:sz w:val="22"/>
          <w:szCs w:val="22"/>
        </w:rPr>
        <w:t>-----------------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-2"/>
          <w:sz w:val="22"/>
          <w:szCs w:val="22"/>
        </w:rPr>
      </w:pPr>
      <w:bookmarkStart w:id="2" w:name="OBIEKT:__BUDOWA_KOMPLEKSU_SPORTOWEGO_w_C"/>
      <w:bookmarkEnd w:id="2"/>
      <w:r w:rsidRPr="006049FE">
        <w:rPr>
          <w:sz w:val="22"/>
          <w:szCs w:val="22"/>
        </w:rPr>
        <w:t>OBIEKT:</w:t>
      </w:r>
      <w:r w:rsidRPr="006049FE">
        <w:rPr>
          <w:spacing w:val="57"/>
          <w:sz w:val="22"/>
          <w:szCs w:val="22"/>
        </w:rPr>
        <w:t xml:space="preserve"> </w:t>
      </w:r>
      <w:r w:rsidR="00B70C44" w:rsidRPr="006049FE">
        <w:rPr>
          <w:spacing w:val="57"/>
          <w:sz w:val="22"/>
          <w:szCs w:val="22"/>
        </w:rPr>
        <w:tab/>
      </w:r>
      <w:r w:rsidR="00B70C44" w:rsidRPr="006049FE">
        <w:rPr>
          <w:spacing w:val="57"/>
          <w:sz w:val="22"/>
          <w:szCs w:val="22"/>
        </w:rPr>
        <w:tab/>
      </w:r>
      <w:r w:rsidR="00B70C44" w:rsidRPr="006049FE">
        <w:rPr>
          <w:spacing w:val="57"/>
          <w:sz w:val="22"/>
          <w:szCs w:val="22"/>
        </w:rPr>
        <w:tab/>
      </w:r>
      <w:r w:rsidRPr="006049FE">
        <w:rPr>
          <w:sz w:val="22"/>
          <w:szCs w:val="22"/>
        </w:rPr>
        <w:t>BUDOWA</w:t>
      </w:r>
      <w:r w:rsidR="007B1501">
        <w:rPr>
          <w:spacing w:val="-2"/>
          <w:sz w:val="22"/>
          <w:szCs w:val="22"/>
        </w:rPr>
        <w:t xml:space="preserve"> BOISKA WIELOFUNCYJNEGO</w:t>
      </w:r>
    </w:p>
    <w:p w:rsidR="002B1FB8" w:rsidRPr="006049FE" w:rsidRDefault="002B1FB8" w:rsidP="00746A47">
      <w:pPr>
        <w:pStyle w:val="Akapitzlist"/>
        <w:rPr>
          <w:spacing w:val="-2"/>
          <w:sz w:val="22"/>
          <w:szCs w:val="22"/>
        </w:rPr>
      </w:pPr>
      <w:r w:rsidRPr="006049FE">
        <w:rPr>
          <w:spacing w:val="-2"/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ab/>
        <w:t xml:space="preserve">PRZY </w:t>
      </w:r>
      <w:r w:rsidR="006A11DB" w:rsidRPr="006049FE">
        <w:rPr>
          <w:spacing w:val="-2"/>
          <w:sz w:val="22"/>
          <w:szCs w:val="22"/>
        </w:rPr>
        <w:t>SZKO</w:t>
      </w:r>
      <w:r w:rsidR="006049FE">
        <w:rPr>
          <w:spacing w:val="-2"/>
          <w:sz w:val="22"/>
          <w:szCs w:val="22"/>
        </w:rPr>
        <w:t>LE</w:t>
      </w:r>
      <w:r w:rsidR="006A11DB" w:rsidRPr="006049FE">
        <w:rPr>
          <w:spacing w:val="-2"/>
          <w:sz w:val="22"/>
          <w:szCs w:val="22"/>
        </w:rPr>
        <w:t xml:space="preserve"> PODSTAWOWEJ </w:t>
      </w:r>
      <w:r w:rsidR="00AE5F0D">
        <w:rPr>
          <w:spacing w:val="-2"/>
          <w:sz w:val="22"/>
          <w:szCs w:val="22"/>
        </w:rPr>
        <w:t>W ZBRUDZEWIE</w:t>
      </w:r>
    </w:p>
    <w:p w:rsidR="00CA3637" w:rsidRPr="006049FE" w:rsidRDefault="00B70C44" w:rsidP="00066129">
      <w:pPr>
        <w:pStyle w:val="Bezodstpw"/>
        <w:rPr>
          <w:sz w:val="22"/>
          <w:szCs w:val="22"/>
        </w:rPr>
      </w:pPr>
      <w:bookmarkStart w:id="3" w:name="ADRES_:__CHOCZ,_Dz._nr_304,_305,_306/1__"/>
      <w:bookmarkEnd w:id="3"/>
      <w:r w:rsidRPr="006049FE">
        <w:rPr>
          <w:sz w:val="22"/>
          <w:szCs w:val="22"/>
        </w:rPr>
        <w:t>ADRES</w:t>
      </w:r>
      <w:r w:rsidR="00CA3637" w:rsidRPr="006049FE">
        <w:rPr>
          <w:sz w:val="22"/>
          <w:szCs w:val="22"/>
        </w:rPr>
        <w:t xml:space="preserve">: </w:t>
      </w:r>
      <w:r w:rsidRPr="006049FE">
        <w:rPr>
          <w:sz w:val="22"/>
          <w:szCs w:val="22"/>
        </w:rPr>
        <w:tab/>
      </w:r>
      <w:r w:rsidRPr="006049FE">
        <w:rPr>
          <w:sz w:val="22"/>
          <w:szCs w:val="22"/>
        </w:rPr>
        <w:tab/>
      </w:r>
      <w:r w:rsidR="00066129" w:rsidRPr="006049FE">
        <w:rPr>
          <w:sz w:val="22"/>
          <w:szCs w:val="22"/>
        </w:rPr>
        <w:tab/>
      </w:r>
      <w:r w:rsidR="00AE5F0D">
        <w:rPr>
          <w:sz w:val="22"/>
          <w:szCs w:val="22"/>
        </w:rPr>
        <w:t xml:space="preserve">Zbrudzewo, </w:t>
      </w:r>
      <w:r w:rsidR="00066129" w:rsidRPr="006049FE">
        <w:rPr>
          <w:sz w:val="22"/>
          <w:szCs w:val="22"/>
        </w:rPr>
        <w:t xml:space="preserve">ul. </w:t>
      </w:r>
      <w:r w:rsidR="00AE5F0D">
        <w:rPr>
          <w:sz w:val="22"/>
          <w:szCs w:val="22"/>
        </w:rPr>
        <w:t>Śremska</w:t>
      </w:r>
      <w:r w:rsidR="00CA3637" w:rsidRPr="006049FE">
        <w:rPr>
          <w:sz w:val="22"/>
          <w:szCs w:val="22"/>
        </w:rPr>
        <w:t xml:space="preserve">, </w:t>
      </w:r>
      <w:r w:rsidRPr="006049FE">
        <w:rPr>
          <w:sz w:val="22"/>
          <w:szCs w:val="22"/>
        </w:rPr>
        <w:t>d</w:t>
      </w:r>
      <w:r w:rsidR="00CA3637" w:rsidRPr="006049FE">
        <w:rPr>
          <w:sz w:val="22"/>
          <w:szCs w:val="22"/>
        </w:rPr>
        <w:t xml:space="preserve">z. nr </w:t>
      </w:r>
      <w:r w:rsidR="00AE5F0D">
        <w:rPr>
          <w:sz w:val="22"/>
          <w:szCs w:val="22"/>
        </w:rPr>
        <w:t>55</w:t>
      </w:r>
      <w:r w:rsidR="006049FE">
        <w:rPr>
          <w:sz w:val="22"/>
          <w:szCs w:val="22"/>
        </w:rPr>
        <w:t>/2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4" w:name="INWESTOR_:__GMINA_CHOCZ_"/>
      <w:bookmarkEnd w:id="4"/>
      <w:r w:rsidRPr="006049FE">
        <w:rPr>
          <w:sz w:val="22"/>
          <w:szCs w:val="22"/>
        </w:rPr>
        <w:t>IN</w:t>
      </w:r>
      <w:r w:rsidRPr="006049FE">
        <w:rPr>
          <w:spacing w:val="-3"/>
          <w:sz w:val="22"/>
          <w:szCs w:val="22"/>
        </w:rPr>
        <w:t>W</w:t>
      </w:r>
      <w:r w:rsidR="00B70C44" w:rsidRPr="006049FE">
        <w:rPr>
          <w:sz w:val="22"/>
          <w:szCs w:val="22"/>
        </w:rPr>
        <w:t>ESTOR</w:t>
      </w:r>
      <w:r w:rsidRPr="006049FE">
        <w:rPr>
          <w:sz w:val="22"/>
          <w:szCs w:val="22"/>
        </w:rPr>
        <w:t>:</w:t>
      </w:r>
      <w:r w:rsidRPr="006049FE">
        <w:rPr>
          <w:spacing w:val="59"/>
          <w:sz w:val="22"/>
          <w:szCs w:val="22"/>
        </w:rPr>
        <w:t xml:space="preserve"> </w:t>
      </w:r>
      <w:r w:rsidR="00B70C44" w:rsidRPr="006049FE">
        <w:rPr>
          <w:spacing w:val="59"/>
          <w:sz w:val="22"/>
          <w:szCs w:val="22"/>
        </w:rPr>
        <w:tab/>
      </w:r>
      <w:r w:rsidR="00B70C44" w:rsidRPr="006049FE">
        <w:rPr>
          <w:spacing w:val="59"/>
          <w:sz w:val="22"/>
          <w:szCs w:val="22"/>
        </w:rPr>
        <w:tab/>
      </w:r>
      <w:r w:rsidR="006049FE">
        <w:rPr>
          <w:spacing w:val="59"/>
          <w:sz w:val="22"/>
          <w:szCs w:val="22"/>
        </w:rPr>
        <w:tab/>
      </w:r>
      <w:r w:rsidRPr="006049FE">
        <w:rPr>
          <w:sz w:val="22"/>
          <w:szCs w:val="22"/>
        </w:rPr>
        <w:t>GMINA</w:t>
      </w:r>
      <w:r w:rsidRPr="006049FE">
        <w:rPr>
          <w:spacing w:val="-2"/>
          <w:sz w:val="22"/>
          <w:szCs w:val="22"/>
        </w:rPr>
        <w:t xml:space="preserve"> </w:t>
      </w:r>
      <w:r w:rsidR="00B70C44" w:rsidRPr="006049FE">
        <w:rPr>
          <w:sz w:val="22"/>
          <w:szCs w:val="22"/>
        </w:rPr>
        <w:t>ŚREM,</w:t>
      </w:r>
    </w:p>
    <w:p w:rsidR="00CA3637" w:rsidRPr="006049FE" w:rsidRDefault="00CA3637" w:rsidP="00746A47">
      <w:pPr>
        <w:pStyle w:val="Akapitzlist"/>
        <w:rPr>
          <w:spacing w:val="-2"/>
          <w:sz w:val="22"/>
          <w:szCs w:val="22"/>
        </w:rPr>
      </w:pPr>
      <w:bookmarkStart w:id="5" w:name="ADRES_INWESTORA_:_63-313_CHOCZ,_ul._Ryne"/>
      <w:bookmarkEnd w:id="5"/>
      <w:r w:rsidRPr="006049FE">
        <w:rPr>
          <w:sz w:val="22"/>
          <w:szCs w:val="22"/>
        </w:rPr>
        <w:t>ADRES</w:t>
      </w:r>
      <w:r w:rsidRPr="006049FE">
        <w:rPr>
          <w:spacing w:val="-2"/>
          <w:sz w:val="22"/>
          <w:szCs w:val="22"/>
        </w:rPr>
        <w:t xml:space="preserve"> </w:t>
      </w:r>
      <w:r w:rsidR="00B70C44" w:rsidRPr="006049FE">
        <w:rPr>
          <w:sz w:val="22"/>
          <w:szCs w:val="22"/>
        </w:rPr>
        <w:t>INWESTORA</w:t>
      </w:r>
      <w:r w:rsidRPr="006049FE">
        <w:rPr>
          <w:sz w:val="22"/>
          <w:szCs w:val="22"/>
        </w:rPr>
        <w:t>:</w:t>
      </w:r>
      <w:r w:rsidRPr="006049FE">
        <w:rPr>
          <w:spacing w:val="-2"/>
          <w:sz w:val="22"/>
          <w:szCs w:val="22"/>
        </w:rPr>
        <w:t xml:space="preserve"> </w:t>
      </w:r>
      <w:r w:rsidR="00B70C44" w:rsidRPr="006049FE">
        <w:rPr>
          <w:spacing w:val="-2"/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Pl. 20 Października 1, 63-100 Śrem</w:t>
      </w:r>
      <w:r w:rsidR="00B70C44" w:rsidRPr="006049FE">
        <w:rPr>
          <w:spacing w:val="-2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6" w:name="KODY_CPV_:_"/>
      <w:bookmarkStart w:id="7" w:name="Grupy_robót:_"/>
      <w:bookmarkEnd w:id="6"/>
      <w:bookmarkEnd w:id="7"/>
      <w:r w:rsidRPr="006049FE">
        <w:rPr>
          <w:b/>
          <w:bCs/>
          <w:sz w:val="22"/>
          <w:szCs w:val="22"/>
        </w:rPr>
        <w:t>Grupy robót: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8" w:name="451_–_Przygotowanie_terenu_pod_budowę_"/>
      <w:bookmarkEnd w:id="8"/>
      <w:r w:rsidRPr="006049FE">
        <w:rPr>
          <w:sz w:val="22"/>
          <w:szCs w:val="22"/>
        </w:rPr>
        <w:t>451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budowę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9" w:name="452_–_Roboty_budowlane_w_zakresie_wznosz"/>
      <w:bookmarkEnd w:id="9"/>
      <w:r w:rsidRPr="006049FE">
        <w:rPr>
          <w:sz w:val="22"/>
          <w:szCs w:val="22"/>
        </w:rPr>
        <w:t>452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noszenia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pletnych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obiektów</w:t>
      </w:r>
      <w:r w:rsidRPr="006049FE">
        <w:rPr>
          <w:w w:val="99"/>
          <w:sz w:val="22"/>
          <w:szCs w:val="22"/>
        </w:rPr>
        <w:t xml:space="preserve"> </w:t>
      </w:r>
      <w:bookmarkStart w:id="10" w:name="__________budowlanych_lub_ich_części_ora"/>
      <w:bookmarkEnd w:id="10"/>
      <w:r w:rsidRPr="006049FE">
        <w:rPr>
          <w:sz w:val="22"/>
          <w:szCs w:val="22"/>
        </w:rPr>
        <w:t>budowlanych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ęści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ty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inż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nierii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lądowej</w:t>
      </w:r>
      <w:r w:rsidRPr="006049FE">
        <w:rPr>
          <w:w w:val="99"/>
          <w:sz w:val="22"/>
          <w:szCs w:val="22"/>
        </w:rPr>
        <w:t xml:space="preserve"> </w:t>
      </w:r>
      <w:bookmarkStart w:id="11" w:name="__________i_wodnej_"/>
      <w:bookmarkEnd w:id="11"/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wodnej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12" w:name="453_–_Roboty_w_zakresie_instalacji_budow"/>
      <w:bookmarkStart w:id="13" w:name="454_–_Roboty_wykończeniowe_w_zakresie_ob"/>
      <w:bookmarkEnd w:id="12"/>
      <w:bookmarkEnd w:id="13"/>
      <w:r w:rsidRPr="006049FE">
        <w:rPr>
          <w:sz w:val="22"/>
          <w:szCs w:val="22"/>
        </w:rPr>
        <w:t>454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wykończeniowe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14" w:name="Klasy_robót:_"/>
      <w:bookmarkEnd w:id="14"/>
      <w:r w:rsidRPr="006049FE">
        <w:rPr>
          <w:b/>
          <w:bCs/>
          <w:sz w:val="22"/>
          <w:szCs w:val="22"/>
        </w:rPr>
        <w:t>Klasy robót: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15" w:name="4511_–_Roboty_w_zakresie_w_zakresie_przy"/>
      <w:bookmarkEnd w:id="15"/>
      <w:r w:rsidRPr="006049FE">
        <w:rPr>
          <w:sz w:val="22"/>
          <w:szCs w:val="22"/>
        </w:rPr>
        <w:t>4511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budowę</w:t>
      </w:r>
      <w:r w:rsidRPr="006049FE">
        <w:rPr>
          <w:w w:val="99"/>
          <w:sz w:val="22"/>
          <w:szCs w:val="22"/>
        </w:rPr>
        <w:t xml:space="preserve"> </w:t>
      </w:r>
      <w:bookmarkStart w:id="16" w:name="4521_-_Roboty_budowlane_w_zakresie_budow"/>
      <w:bookmarkEnd w:id="16"/>
      <w:r w:rsidRPr="006049FE">
        <w:rPr>
          <w:sz w:val="22"/>
          <w:szCs w:val="22"/>
        </w:rPr>
        <w:t>4521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sportowych </w:t>
      </w:r>
      <w:bookmarkStart w:id="17" w:name="4522_–_Roboty_inżynieryjne_i_budowlane_"/>
      <w:bookmarkEnd w:id="17"/>
      <w:r w:rsidRPr="006049FE">
        <w:rPr>
          <w:sz w:val="22"/>
          <w:szCs w:val="22"/>
        </w:rPr>
        <w:t>4522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inżynieryjne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18" w:name="4523_–_Roboty_w_zakresie_chodników_i_naw"/>
      <w:bookmarkEnd w:id="18"/>
      <w:r w:rsidRPr="006049FE">
        <w:rPr>
          <w:sz w:val="22"/>
          <w:szCs w:val="22"/>
        </w:rPr>
        <w:t>4523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w w:val="99"/>
          <w:sz w:val="22"/>
          <w:szCs w:val="22"/>
        </w:rPr>
        <w:t xml:space="preserve"> </w:t>
      </w:r>
      <w:bookmarkStart w:id="19" w:name="4524_–_Konstrukcje_murowane_"/>
      <w:bookmarkEnd w:id="19"/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20" w:name="4526_–_Roboty_w_zakresie_wykonywania_pok"/>
      <w:bookmarkStart w:id="21" w:name="4531_–_Roboty_w_zakresie_robót_elektrycz"/>
      <w:bookmarkStart w:id="22" w:name="4532_–_Roboty_izolacyjne_"/>
      <w:bookmarkStart w:id="23" w:name="4534_–_Wznoszenie_ogrodzeń_"/>
      <w:bookmarkEnd w:id="20"/>
      <w:bookmarkEnd w:id="21"/>
      <w:bookmarkEnd w:id="22"/>
      <w:bookmarkEnd w:id="23"/>
      <w:r w:rsidRPr="006049FE">
        <w:rPr>
          <w:sz w:val="22"/>
          <w:szCs w:val="22"/>
        </w:rPr>
        <w:t>4534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znoszenie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ogrodzeń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24" w:name="4544_–_Roboty_malarskie_"/>
      <w:bookmarkStart w:id="25" w:name="Kategorie_robót:_"/>
      <w:bookmarkEnd w:id="24"/>
      <w:bookmarkEnd w:id="25"/>
      <w:r w:rsidRPr="006049FE">
        <w:rPr>
          <w:b/>
          <w:bCs/>
          <w:sz w:val="22"/>
          <w:szCs w:val="22"/>
        </w:rPr>
        <w:t>Kategorie robót: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26" w:name="45111_–_Roboty_w_zakresie_przygotowania_"/>
      <w:bookmarkEnd w:id="26"/>
      <w:r w:rsidRPr="006049FE">
        <w:rPr>
          <w:sz w:val="22"/>
          <w:szCs w:val="22"/>
        </w:rPr>
        <w:t>45111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ne</w:t>
      </w:r>
      <w:r w:rsidRPr="006049FE">
        <w:rPr>
          <w:w w:val="99"/>
          <w:sz w:val="22"/>
          <w:szCs w:val="22"/>
        </w:rPr>
        <w:t xml:space="preserve"> </w:t>
      </w:r>
      <w:bookmarkStart w:id="27" w:name="45212_-_Roboty_budowlane_w_zakresie_budo"/>
      <w:bookmarkEnd w:id="27"/>
      <w:r w:rsidRPr="006049FE">
        <w:rPr>
          <w:sz w:val="22"/>
          <w:szCs w:val="22"/>
        </w:rPr>
        <w:t>45212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sportowych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28" w:name="45221_-__Roboty_inżynieryjne_i_budowlane"/>
      <w:bookmarkEnd w:id="28"/>
      <w:r w:rsidRPr="006049FE">
        <w:rPr>
          <w:sz w:val="22"/>
          <w:szCs w:val="22"/>
        </w:rPr>
        <w:t>45221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inżynieryjne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29" w:name="45233_–_Roboty_w_zakresie_chodników_i_na"/>
      <w:bookmarkEnd w:id="29"/>
      <w:r w:rsidRPr="006049FE">
        <w:rPr>
          <w:sz w:val="22"/>
          <w:szCs w:val="22"/>
        </w:rPr>
        <w:t>45233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30" w:name="45260_-__Roboty_w_zakresie_wykonywania_p"/>
      <w:bookmarkStart w:id="31" w:name="45262_–_Montaż_i_demontaż_rusztowań_"/>
      <w:bookmarkEnd w:id="30"/>
      <w:bookmarkEnd w:id="31"/>
      <w:r w:rsidRPr="006049FE">
        <w:rPr>
          <w:sz w:val="22"/>
          <w:szCs w:val="22"/>
        </w:rPr>
        <w:t>45342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noszenie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ogrodzeń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32" w:name="45442_–_Roboty_malarskie__"/>
      <w:bookmarkEnd w:id="32"/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9A13B5" w:rsidRPr="00E14C15" w:rsidRDefault="00CA3637" w:rsidP="00746A47">
      <w:pPr>
        <w:pStyle w:val="Akapitzlist"/>
        <w:rPr>
          <w:spacing w:val="-2"/>
          <w:sz w:val="22"/>
          <w:szCs w:val="22"/>
        </w:rPr>
        <w:sectPr w:rsidR="009A13B5" w:rsidRPr="00E14C15" w:rsidSect="00B70C44">
          <w:pgSz w:w="11905" w:h="16840"/>
          <w:pgMar w:top="1160" w:right="780" w:bottom="280" w:left="993" w:header="708" w:footer="708" w:gutter="0"/>
          <w:cols w:space="708"/>
          <w:noEndnote/>
        </w:sectPr>
      </w:pPr>
      <w:r w:rsidRPr="006049FE">
        <w:rPr>
          <w:sz w:val="22"/>
          <w:szCs w:val="22"/>
        </w:rPr>
        <w:t xml:space="preserve">Śrem, </w:t>
      </w:r>
      <w:r w:rsidR="00AE5F0D">
        <w:rPr>
          <w:sz w:val="22"/>
          <w:szCs w:val="22"/>
        </w:rPr>
        <w:t>listopad 2017</w:t>
      </w:r>
      <w:r w:rsidRPr="006049FE">
        <w:rPr>
          <w:sz w:val="22"/>
          <w:szCs w:val="22"/>
        </w:rPr>
        <w:t>r.</w:t>
      </w:r>
      <w:r w:rsidRPr="006049FE">
        <w:rPr>
          <w:sz w:val="22"/>
          <w:szCs w:val="22"/>
        </w:rPr>
        <w:tab/>
        <w:t>Opr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cow</w:t>
      </w:r>
      <w:r w:rsidRPr="006049FE">
        <w:rPr>
          <w:spacing w:val="-4"/>
          <w:sz w:val="22"/>
          <w:szCs w:val="22"/>
        </w:rPr>
        <w:t>a</w:t>
      </w:r>
      <w:r w:rsidRPr="006049FE">
        <w:rPr>
          <w:sz w:val="22"/>
          <w:szCs w:val="22"/>
        </w:rPr>
        <w:t>ł:</w:t>
      </w:r>
      <w:r w:rsidRPr="006049FE">
        <w:rPr>
          <w:spacing w:val="-2"/>
          <w:sz w:val="22"/>
          <w:szCs w:val="22"/>
        </w:rPr>
        <w:t xml:space="preserve"> </w:t>
      </w:r>
      <w:r w:rsidR="006A11DB" w:rsidRPr="006049FE">
        <w:rPr>
          <w:spacing w:val="-2"/>
          <w:sz w:val="22"/>
          <w:szCs w:val="22"/>
        </w:rPr>
        <w:t xml:space="preserve">inż. </w:t>
      </w:r>
      <w:r w:rsidR="009A13B5">
        <w:rPr>
          <w:spacing w:val="-2"/>
          <w:sz w:val="22"/>
          <w:szCs w:val="22"/>
        </w:rPr>
        <w:t>Mi</w:t>
      </w:r>
      <w:r w:rsidR="00E7191C">
        <w:rPr>
          <w:spacing w:val="-2"/>
          <w:sz w:val="22"/>
          <w:szCs w:val="22"/>
        </w:rPr>
        <w:t>chał Ostojski</w:t>
      </w: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bookmarkStart w:id="33" w:name="Zawartość_opracowania_specyf_techn_BOISK"/>
      <w:bookmarkStart w:id="34" w:name="___________________________________ZAWAR"/>
      <w:bookmarkEnd w:id="33"/>
      <w:bookmarkEnd w:id="34"/>
      <w:r w:rsidRPr="006049FE">
        <w:rPr>
          <w:bCs/>
          <w:sz w:val="22"/>
          <w:szCs w:val="22"/>
          <w:u w:val="single"/>
        </w:rPr>
        <w:lastRenderedPageBreak/>
        <w:t>ZAWARTOŚĆ</w:t>
      </w:r>
      <w:r w:rsidRPr="006049FE">
        <w:rPr>
          <w:bCs/>
          <w:spacing w:val="-41"/>
          <w:sz w:val="22"/>
          <w:szCs w:val="22"/>
          <w:u w:val="single"/>
        </w:rPr>
        <w:t xml:space="preserve"> </w:t>
      </w:r>
      <w:r w:rsidRPr="006049FE">
        <w:rPr>
          <w:bCs/>
          <w:sz w:val="22"/>
          <w:szCs w:val="22"/>
          <w:u w:val="single"/>
        </w:rPr>
        <w:t>OPRACO</w:t>
      </w:r>
      <w:r w:rsidRPr="006049FE">
        <w:rPr>
          <w:bCs/>
          <w:spacing w:val="1"/>
          <w:sz w:val="22"/>
          <w:szCs w:val="22"/>
          <w:u w:val="single"/>
        </w:rPr>
        <w:t>W</w:t>
      </w:r>
      <w:r w:rsidRPr="006049FE">
        <w:rPr>
          <w:bCs/>
          <w:sz w:val="22"/>
          <w:szCs w:val="22"/>
          <w:u w:val="single"/>
        </w:rPr>
        <w:t>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1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0"/>
        <w:gridCol w:w="4500"/>
        <w:gridCol w:w="2340"/>
        <w:gridCol w:w="720"/>
      </w:tblGrid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0.00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agania</w:t>
            </w:r>
            <w:r w:rsidRPr="006049FE">
              <w:rPr>
                <w:spacing w:val="-1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ogólne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  <w:tr w:rsidR="00CA3637" w:rsidRPr="006049FE" w:rsidTr="00B70C44">
        <w:trPr>
          <w:trHeight w:hRule="exact" w:val="28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Roboty</w:t>
            </w:r>
            <w:r w:rsidRPr="006049FE">
              <w:rPr>
                <w:spacing w:val="-2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przygotowawcze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451 )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26</w:t>
            </w:r>
          </w:p>
        </w:tc>
      </w:tr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Roboty</w:t>
            </w:r>
            <w:r w:rsidRPr="006049FE">
              <w:rPr>
                <w:spacing w:val="-2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rozbiórkowe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451 )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31</w:t>
            </w:r>
          </w:p>
        </w:tc>
      </w:tr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Roboty</w:t>
            </w:r>
            <w:r w:rsidRPr="006049FE">
              <w:rPr>
                <w:spacing w:val="-1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ziemne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451 )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35</w:t>
            </w:r>
          </w:p>
        </w:tc>
      </w:tr>
      <w:tr w:rsidR="00CA3637" w:rsidRPr="006049FE" w:rsidTr="00B70C44">
        <w:trPr>
          <w:trHeight w:hRule="exact" w:val="563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3.10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Wykonanie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koryta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profilowaniem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podbudowy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38</w:t>
            </w:r>
          </w:p>
        </w:tc>
      </w:tr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3.20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Warstwy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odsączające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43</w:t>
            </w:r>
          </w:p>
        </w:tc>
      </w:tr>
      <w:tr w:rsidR="00CA3637" w:rsidRPr="006049FE" w:rsidTr="00B70C44">
        <w:trPr>
          <w:trHeight w:hRule="exact"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3.30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Podbudowy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kruszyw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ła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anych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stabilizowa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ych</w:t>
            </w:r>
            <w:r w:rsidRPr="006049FE">
              <w:rPr>
                <w:spacing w:val="-29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echanicznie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49</w:t>
            </w:r>
          </w:p>
        </w:tc>
      </w:tr>
      <w:tr w:rsidR="00CA3637" w:rsidRPr="006049FE" w:rsidTr="00B70C44">
        <w:trPr>
          <w:trHeight w:hRule="exact" w:val="287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3.40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Podbudowy z kruszyw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59</w:t>
            </w:r>
          </w:p>
        </w:tc>
      </w:tr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Obrzeża</w:t>
            </w:r>
            <w:r w:rsidRPr="006049FE">
              <w:rPr>
                <w:spacing w:val="-1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betonowe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65</w:t>
            </w:r>
          </w:p>
        </w:tc>
      </w:tr>
      <w:tr w:rsidR="00CA3637" w:rsidRPr="006049FE" w:rsidTr="00B70C44">
        <w:trPr>
          <w:trHeight w:val="323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5.00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Nawierzchnia</w:t>
            </w:r>
            <w:r w:rsidRPr="006049FE">
              <w:rPr>
                <w:spacing w:val="-2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poliuretanowa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70</w:t>
            </w:r>
          </w:p>
        </w:tc>
      </w:tr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6.00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Roboty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betonowe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452 )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75</w:t>
            </w:r>
          </w:p>
        </w:tc>
      </w:tr>
      <w:tr w:rsidR="00CA3637" w:rsidRPr="006049FE" w:rsidTr="00B70C44">
        <w:trPr>
          <w:trHeight w:hRule="exact" w:val="286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7.00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Ogrodzenia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453 )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85</w:t>
            </w:r>
          </w:p>
        </w:tc>
      </w:tr>
      <w:tr w:rsidR="00CA3637" w:rsidRPr="006049FE" w:rsidTr="00B70C44">
        <w:trPr>
          <w:trHeight w:hRule="exact" w:val="562"/>
        </w:trPr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</w:t>
            </w:r>
            <w:r w:rsidRPr="006049FE">
              <w:rPr>
                <w:spacing w:val="5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8.00</w:t>
            </w:r>
          </w:p>
        </w:tc>
        <w:tc>
          <w:tcPr>
            <w:tcW w:w="4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Ele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enty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małej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Architektury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–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sprzęt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sportowy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grupa CPV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454 )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87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60" w:right="1200" w:bottom="280" w:left="1120" w:header="708" w:footer="708" w:gutter="0"/>
          <w:cols w:space="708" w:equalWidth="0">
            <w:col w:w="9585"/>
          </w:cols>
          <w:noEndnote/>
        </w:sect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35" w:name="SPEC_TECH__BOISKA_SPORT_ORLIK_2012_CHOCZ"/>
      <w:bookmarkEnd w:id="35"/>
      <w:r w:rsidRPr="006049FE">
        <w:rPr>
          <w:spacing w:val="-4"/>
          <w:sz w:val="22"/>
          <w:szCs w:val="22"/>
        </w:rPr>
        <w:lastRenderedPageBreak/>
        <w:t>S</w:t>
      </w:r>
      <w:r w:rsidRPr="006049FE">
        <w:rPr>
          <w:sz w:val="22"/>
          <w:szCs w:val="22"/>
        </w:rPr>
        <w:t>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0.0</w:t>
      </w:r>
      <w:r w:rsidRPr="006049FE">
        <w:rPr>
          <w:sz w:val="22"/>
          <w:szCs w:val="22"/>
        </w:rPr>
        <w:t>0</w:t>
      </w:r>
      <w:r w:rsidRPr="006049FE">
        <w:rPr>
          <w:sz w:val="22"/>
          <w:szCs w:val="22"/>
        </w:rPr>
        <w:tab/>
      </w:r>
      <w:r w:rsidRPr="006049FE">
        <w:rPr>
          <w:spacing w:val="-4"/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4"/>
          <w:sz w:val="22"/>
          <w:szCs w:val="22"/>
          <w:u w:val="thick"/>
        </w:rPr>
        <w:t>WS</w:t>
      </w:r>
      <w:r w:rsidRPr="006049FE">
        <w:rPr>
          <w:bCs/>
          <w:spacing w:val="-3"/>
          <w:sz w:val="22"/>
          <w:szCs w:val="22"/>
          <w:u w:val="thick"/>
        </w:rPr>
        <w:t>T</w:t>
      </w:r>
      <w:r w:rsidRPr="006049FE">
        <w:rPr>
          <w:bCs/>
          <w:spacing w:val="-5"/>
          <w:sz w:val="22"/>
          <w:szCs w:val="22"/>
          <w:u w:val="thick"/>
        </w:rPr>
        <w:t>Ę</w:t>
      </w:r>
      <w:r w:rsidRPr="006049FE">
        <w:rPr>
          <w:bCs/>
          <w:sz w:val="22"/>
          <w:szCs w:val="22"/>
          <w:u w:val="thick"/>
        </w:rPr>
        <w:t>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P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edmiot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Specyfikacji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Technic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nej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(ST)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pacing w:val="18"/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iotem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ogólne,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przestrzega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ę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ścisł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</w:t>
      </w:r>
      <w:r w:rsidRPr="006049FE">
        <w:rPr>
          <w:sz w:val="22"/>
          <w:szCs w:val="22"/>
        </w:rPr>
        <w:t>iązaniu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Sz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ó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owy</w:t>
      </w:r>
      <w:r w:rsidRPr="006049FE">
        <w:rPr>
          <w:sz w:val="22"/>
          <w:szCs w:val="22"/>
        </w:rPr>
        <w:t>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Specyfikacjam</w:t>
      </w:r>
      <w:r w:rsidRPr="006049FE">
        <w:rPr>
          <w:sz w:val="22"/>
          <w:szCs w:val="22"/>
        </w:rPr>
        <w:t>i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niczny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.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okr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śl</w:t>
      </w:r>
      <w:r w:rsidRPr="006049FE">
        <w:rPr>
          <w:sz w:val="22"/>
          <w:szCs w:val="22"/>
        </w:rPr>
        <w:t>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wspóln</w:t>
      </w:r>
      <w:r w:rsidRPr="006049FE">
        <w:rPr>
          <w:sz w:val="22"/>
          <w:szCs w:val="22"/>
        </w:rPr>
        <w:t>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zystkic</w:t>
      </w:r>
      <w:r w:rsidRPr="006049FE">
        <w:rPr>
          <w:sz w:val="22"/>
          <w:szCs w:val="22"/>
        </w:rPr>
        <w:t>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ele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entó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dotycz</w:t>
      </w:r>
      <w:r w:rsidRPr="006049FE">
        <w:rPr>
          <w:sz w:val="22"/>
          <w:szCs w:val="22"/>
        </w:rPr>
        <w:t>ące wykonania i odbio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1"/>
          <w:sz w:val="22"/>
          <w:szCs w:val="22"/>
        </w:rPr>
        <w:t>wykonywanyc</w:t>
      </w:r>
      <w:r w:rsidRPr="006049FE">
        <w:rPr>
          <w:sz w:val="22"/>
          <w:szCs w:val="22"/>
        </w:rPr>
        <w:t xml:space="preserve">h </w:t>
      </w:r>
      <w:r w:rsidRPr="006049FE">
        <w:rPr>
          <w:b/>
          <w:bCs/>
          <w:sz w:val="22"/>
          <w:szCs w:val="22"/>
        </w:rPr>
        <w:t xml:space="preserve">w </w:t>
      </w:r>
      <w:r w:rsidRPr="006049FE">
        <w:rPr>
          <w:b/>
          <w:bCs/>
          <w:spacing w:val="11"/>
          <w:sz w:val="22"/>
          <w:szCs w:val="22"/>
        </w:rPr>
        <w:t>ramac</w:t>
      </w:r>
      <w:r w:rsidRPr="006049FE">
        <w:rPr>
          <w:b/>
          <w:bCs/>
          <w:sz w:val="22"/>
          <w:szCs w:val="22"/>
        </w:rPr>
        <w:t>h</w:t>
      </w:r>
      <w:r w:rsidRPr="006049FE">
        <w:rPr>
          <w:b/>
          <w:bCs/>
          <w:spacing w:val="18"/>
          <w:sz w:val="22"/>
          <w:szCs w:val="22"/>
        </w:rPr>
        <w:t xml:space="preserve"> </w:t>
      </w:r>
      <w:r w:rsidRPr="006049FE">
        <w:rPr>
          <w:b/>
          <w:bCs/>
          <w:spacing w:val="11"/>
          <w:sz w:val="22"/>
          <w:szCs w:val="22"/>
        </w:rPr>
        <w:t>realizacj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19"/>
          <w:sz w:val="22"/>
          <w:szCs w:val="22"/>
        </w:rPr>
        <w:t xml:space="preserve"> </w:t>
      </w:r>
      <w:r w:rsidRPr="006049FE">
        <w:rPr>
          <w:b/>
          <w:bCs/>
          <w:spacing w:val="11"/>
          <w:sz w:val="22"/>
          <w:szCs w:val="22"/>
        </w:rPr>
        <w:t>budow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18"/>
          <w:sz w:val="22"/>
          <w:szCs w:val="22"/>
        </w:rPr>
        <w:t xml:space="preserve"> boiska wielofunkcyjnego </w:t>
      </w:r>
      <w:r w:rsidR="004B29A7" w:rsidRPr="006049FE">
        <w:rPr>
          <w:b/>
          <w:bCs/>
          <w:spacing w:val="18"/>
          <w:sz w:val="22"/>
          <w:szCs w:val="22"/>
        </w:rPr>
        <w:t xml:space="preserve">przy </w:t>
      </w:r>
      <w:r w:rsidR="00AE5F0D">
        <w:rPr>
          <w:b/>
          <w:bCs/>
          <w:spacing w:val="18"/>
          <w:sz w:val="22"/>
          <w:szCs w:val="22"/>
        </w:rPr>
        <w:t>szkole podstawowej w Zbrudzewie</w:t>
      </w:r>
      <w:r w:rsidR="006A11DB" w:rsidRPr="006049FE">
        <w:rPr>
          <w:b/>
          <w:bCs/>
          <w:spacing w:val="18"/>
          <w:sz w:val="22"/>
          <w:szCs w:val="22"/>
        </w:rPr>
        <w:t>.</w:t>
      </w:r>
      <w:r w:rsidRPr="006049FE">
        <w:rPr>
          <w:b/>
          <w:bCs/>
          <w:spacing w:val="18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przypadk</w:t>
      </w:r>
      <w:r w:rsidRPr="006049FE">
        <w:rPr>
          <w:sz w:val="22"/>
          <w:szCs w:val="22"/>
        </w:rPr>
        <w:t>u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ie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ni</w:t>
      </w:r>
      <w:r w:rsidRPr="006049FE">
        <w:rPr>
          <w:spacing w:val="1"/>
          <w:sz w:val="22"/>
          <w:szCs w:val="22"/>
        </w:rPr>
        <w:t>ez</w:t>
      </w:r>
      <w:r w:rsidRPr="006049FE">
        <w:rPr>
          <w:sz w:val="22"/>
          <w:szCs w:val="22"/>
        </w:rPr>
        <w:t>godn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nymi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zczegółowy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ost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teczne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znaczenie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ędą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iały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ślone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sz w:val="22"/>
          <w:szCs w:val="22"/>
        </w:rPr>
      </w:pPr>
      <w:r w:rsidRPr="006049FE">
        <w:rPr>
          <w:b/>
          <w:spacing w:val="5"/>
          <w:sz w:val="22"/>
          <w:szCs w:val="22"/>
        </w:rPr>
        <w:t>Z</w:t>
      </w:r>
      <w:r w:rsidRPr="006049FE">
        <w:rPr>
          <w:b/>
          <w:spacing w:val="6"/>
          <w:sz w:val="22"/>
          <w:szCs w:val="22"/>
        </w:rPr>
        <w:t>akre</w:t>
      </w:r>
      <w:r w:rsidRPr="006049FE">
        <w:rPr>
          <w:b/>
          <w:sz w:val="22"/>
          <w:szCs w:val="22"/>
        </w:rPr>
        <w:t>s</w:t>
      </w:r>
      <w:r w:rsidRPr="006049FE">
        <w:rPr>
          <w:b/>
          <w:spacing w:val="7"/>
          <w:sz w:val="22"/>
          <w:szCs w:val="22"/>
        </w:rPr>
        <w:t xml:space="preserve"> </w:t>
      </w:r>
      <w:r w:rsidRPr="006049FE">
        <w:rPr>
          <w:b/>
          <w:spacing w:val="6"/>
          <w:sz w:val="22"/>
          <w:szCs w:val="22"/>
        </w:rPr>
        <w:t>st</w:t>
      </w:r>
      <w:r w:rsidRPr="006049FE">
        <w:rPr>
          <w:b/>
          <w:spacing w:val="4"/>
          <w:sz w:val="22"/>
          <w:szCs w:val="22"/>
        </w:rPr>
        <w:t>o</w:t>
      </w:r>
      <w:r w:rsidRPr="006049FE">
        <w:rPr>
          <w:b/>
          <w:spacing w:val="5"/>
          <w:sz w:val="22"/>
          <w:szCs w:val="22"/>
        </w:rPr>
        <w:t>s</w:t>
      </w:r>
      <w:r w:rsidRPr="006049FE">
        <w:rPr>
          <w:b/>
          <w:spacing w:val="6"/>
          <w:sz w:val="22"/>
          <w:szCs w:val="22"/>
        </w:rPr>
        <w:t>o</w:t>
      </w:r>
      <w:r w:rsidRPr="006049FE">
        <w:rPr>
          <w:b/>
          <w:spacing w:val="5"/>
          <w:sz w:val="22"/>
          <w:szCs w:val="22"/>
        </w:rPr>
        <w:t>w</w:t>
      </w:r>
      <w:r w:rsidRPr="006049FE">
        <w:rPr>
          <w:b/>
          <w:spacing w:val="6"/>
          <w:sz w:val="22"/>
          <w:szCs w:val="22"/>
        </w:rPr>
        <w:t>ani</w:t>
      </w:r>
      <w:r w:rsidRPr="006049FE">
        <w:rPr>
          <w:b/>
          <w:sz w:val="22"/>
          <w:szCs w:val="22"/>
        </w:rPr>
        <w:t>a</w:t>
      </w:r>
      <w:r w:rsidRPr="006049FE">
        <w:rPr>
          <w:b/>
          <w:spacing w:val="8"/>
          <w:sz w:val="22"/>
          <w:szCs w:val="22"/>
        </w:rPr>
        <w:t xml:space="preserve"> </w:t>
      </w:r>
      <w:r w:rsidRPr="006049FE">
        <w:rPr>
          <w:b/>
          <w:spacing w:val="5"/>
          <w:sz w:val="22"/>
          <w:szCs w:val="22"/>
        </w:rPr>
        <w:t>S</w:t>
      </w:r>
      <w:r w:rsidRPr="006049FE">
        <w:rPr>
          <w:b/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Specyfikacje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Dok</w:t>
      </w:r>
      <w:r w:rsidRPr="006049FE">
        <w:rPr>
          <w:spacing w:val="-2"/>
          <w:sz w:val="22"/>
          <w:szCs w:val="22"/>
        </w:rPr>
        <w:t>um</w:t>
      </w:r>
      <w:r w:rsidRPr="006049FE">
        <w:rPr>
          <w:sz w:val="22"/>
          <w:szCs w:val="22"/>
        </w:rPr>
        <w:t>entów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etargowych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zlecaniu,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wykonaniu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Zastosowanie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bót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ateriał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rozw</w:t>
      </w:r>
      <w:r w:rsidRPr="006049FE">
        <w:rPr>
          <w:sz w:val="22"/>
          <w:szCs w:val="22"/>
        </w:rPr>
        <w:t>iązań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iż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</w:t>
      </w:r>
      <w:r w:rsidRPr="006049FE">
        <w:rPr>
          <w:sz w:val="22"/>
          <w:szCs w:val="22"/>
        </w:rPr>
        <w:t>eś</w:t>
      </w:r>
      <w:r w:rsidRPr="006049FE">
        <w:rPr>
          <w:spacing w:val="-2"/>
          <w:sz w:val="22"/>
          <w:szCs w:val="22"/>
        </w:rPr>
        <w:t>lon</w:t>
      </w:r>
      <w:r w:rsidRPr="006049FE">
        <w:rPr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projekcie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wc</w:t>
      </w:r>
      <w:r w:rsidRPr="006049FE">
        <w:rPr>
          <w:sz w:val="22"/>
          <w:szCs w:val="22"/>
        </w:rPr>
        <w:t>zy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ożliwe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akceptacji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nta.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innych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</w:t>
      </w:r>
      <w:r w:rsidRPr="006049FE">
        <w:rPr>
          <w:spacing w:val="-2"/>
          <w:sz w:val="22"/>
          <w:szCs w:val="22"/>
        </w:rPr>
        <w:t>dz</w:t>
      </w:r>
      <w:r w:rsidRPr="006049FE">
        <w:rPr>
          <w:sz w:val="22"/>
          <w:szCs w:val="22"/>
        </w:rPr>
        <w:t>eń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uniewa</w:t>
      </w:r>
      <w:r w:rsidRPr="006049FE">
        <w:rPr>
          <w:sz w:val="22"/>
          <w:szCs w:val="22"/>
        </w:rPr>
        <w:t>żnia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zobow</w:t>
      </w:r>
      <w:r w:rsidRPr="006049FE">
        <w:rPr>
          <w:sz w:val="22"/>
          <w:szCs w:val="22"/>
        </w:rPr>
        <w:t>iązany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opracować: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pla</w:t>
      </w:r>
      <w:r w:rsidRPr="006049FE">
        <w:rPr>
          <w:sz w:val="22"/>
          <w:szCs w:val="22"/>
        </w:rPr>
        <w:t>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BIOZ,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szczeg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wyka</w:t>
      </w:r>
      <w:r w:rsidRPr="006049FE">
        <w:rPr>
          <w:sz w:val="22"/>
          <w:szCs w:val="22"/>
        </w:rPr>
        <w:t>z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materi</w:t>
      </w:r>
      <w:r w:rsidRPr="006049FE">
        <w:rPr>
          <w:sz w:val="22"/>
          <w:szCs w:val="22"/>
        </w:rPr>
        <w:t>ał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zawiera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specyfikacj</w:t>
      </w:r>
      <w:r w:rsidRPr="006049FE">
        <w:rPr>
          <w:sz w:val="22"/>
          <w:szCs w:val="22"/>
        </w:rPr>
        <w:t>ę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wiadect</w:t>
      </w:r>
      <w:r w:rsidRPr="006049FE">
        <w:rPr>
          <w:sz w:val="22"/>
          <w:szCs w:val="22"/>
        </w:rPr>
        <w:t>w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</w:t>
      </w:r>
      <w:r w:rsidRPr="006049FE">
        <w:rPr>
          <w:sz w:val="22"/>
          <w:szCs w:val="22"/>
        </w:rPr>
        <w:t>oś</w:t>
      </w:r>
      <w:r w:rsidRPr="006049FE">
        <w:rPr>
          <w:spacing w:val="-2"/>
          <w:sz w:val="22"/>
          <w:szCs w:val="22"/>
        </w:rPr>
        <w:t>ci</w:t>
      </w:r>
      <w:r w:rsidRPr="006049FE">
        <w:rPr>
          <w:sz w:val="22"/>
          <w:szCs w:val="22"/>
        </w:rPr>
        <w:t>,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atestów,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certyfikatów,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świadectw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gwarancyj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aprobat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aszyn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70C44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="00CA3637" w:rsidRPr="006049FE">
        <w:rPr>
          <w:spacing w:val="-2"/>
          <w:sz w:val="22"/>
          <w:szCs w:val="22"/>
        </w:rPr>
        <w:t>yka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34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pr</w:t>
      </w:r>
      <w:r w:rsidR="00CA3637" w:rsidRPr="006049FE">
        <w:rPr>
          <w:sz w:val="22"/>
          <w:szCs w:val="22"/>
        </w:rPr>
        <w:t>ac</w:t>
      </w:r>
      <w:r w:rsidR="00CA3637" w:rsidRPr="006049FE">
        <w:rPr>
          <w:spacing w:val="-2"/>
          <w:sz w:val="22"/>
          <w:szCs w:val="22"/>
        </w:rPr>
        <w:t>ownikó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34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kieruj</w:t>
      </w:r>
      <w:r w:rsidR="00CA3637" w:rsidRPr="006049FE">
        <w:rPr>
          <w:sz w:val="22"/>
          <w:szCs w:val="22"/>
        </w:rPr>
        <w:t>ących</w:t>
      </w:r>
      <w:r w:rsidR="00CA3637" w:rsidRPr="006049FE">
        <w:rPr>
          <w:spacing w:val="3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robota</w:t>
      </w:r>
      <w:r w:rsidR="00CA3637" w:rsidRPr="006049FE">
        <w:rPr>
          <w:spacing w:val="-5"/>
          <w:sz w:val="22"/>
          <w:szCs w:val="22"/>
        </w:rPr>
        <w:t>m</w:t>
      </w:r>
      <w:r w:rsidR="00CA3637" w:rsidRPr="006049FE">
        <w:rPr>
          <w:sz w:val="22"/>
          <w:szCs w:val="22"/>
        </w:rPr>
        <w:t>i,</w:t>
      </w:r>
      <w:r w:rsidR="00CA3637" w:rsidRPr="006049FE">
        <w:rPr>
          <w:spacing w:val="3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nadzorują</w:t>
      </w:r>
      <w:r w:rsidR="00CA3637" w:rsidRPr="006049FE">
        <w:rPr>
          <w:spacing w:val="-2"/>
          <w:sz w:val="22"/>
          <w:szCs w:val="22"/>
        </w:rPr>
        <w:t>cyc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3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34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wykonu</w:t>
      </w:r>
      <w:r w:rsidR="00CA3637" w:rsidRPr="006049FE">
        <w:rPr>
          <w:sz w:val="22"/>
          <w:szCs w:val="22"/>
        </w:rPr>
        <w:t>jących</w:t>
      </w:r>
      <w:r w:rsidR="00CA3637" w:rsidRPr="006049FE">
        <w:rPr>
          <w:spacing w:val="3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roboty,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pacing w:val="8"/>
          <w:sz w:val="22"/>
          <w:szCs w:val="22"/>
        </w:rPr>
        <w:t>zawiera</w:t>
      </w:r>
      <w:r w:rsidR="00CA3637" w:rsidRPr="006049FE">
        <w:rPr>
          <w:spacing w:val="9"/>
          <w:sz w:val="22"/>
          <w:szCs w:val="22"/>
        </w:rPr>
        <w:t>j</w:t>
      </w:r>
      <w:r w:rsidR="00CA3637" w:rsidRPr="006049FE">
        <w:rPr>
          <w:spacing w:val="10"/>
          <w:sz w:val="22"/>
          <w:szCs w:val="22"/>
        </w:rPr>
        <w:t>ą</w:t>
      </w:r>
      <w:r w:rsidR="00CA3637" w:rsidRPr="006049FE">
        <w:rPr>
          <w:spacing w:val="9"/>
          <w:sz w:val="22"/>
          <w:szCs w:val="22"/>
        </w:rPr>
        <w:t>c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53"/>
          <w:sz w:val="22"/>
          <w:szCs w:val="22"/>
        </w:rPr>
        <w:t xml:space="preserve"> </w:t>
      </w:r>
      <w:r w:rsidR="00CA3637" w:rsidRPr="006049FE">
        <w:rPr>
          <w:spacing w:val="10"/>
          <w:sz w:val="22"/>
          <w:szCs w:val="22"/>
        </w:rPr>
        <w:t>i</w:t>
      </w:r>
      <w:r w:rsidR="00CA3637" w:rsidRPr="006049FE">
        <w:rPr>
          <w:spacing w:val="9"/>
          <w:sz w:val="22"/>
          <w:szCs w:val="22"/>
        </w:rPr>
        <w:t>nfo</w:t>
      </w:r>
      <w:r w:rsidR="00CA3637" w:rsidRPr="006049FE">
        <w:rPr>
          <w:spacing w:val="10"/>
          <w:sz w:val="22"/>
          <w:szCs w:val="22"/>
        </w:rPr>
        <w:t>r</w:t>
      </w:r>
      <w:r w:rsidR="00CA3637" w:rsidRPr="006049FE">
        <w:rPr>
          <w:spacing w:val="7"/>
          <w:sz w:val="22"/>
          <w:szCs w:val="22"/>
        </w:rPr>
        <w:t>m</w:t>
      </w:r>
      <w:r w:rsidR="00CA3637" w:rsidRPr="006049FE">
        <w:rPr>
          <w:spacing w:val="9"/>
          <w:sz w:val="22"/>
          <w:szCs w:val="22"/>
        </w:rPr>
        <w:t>acj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5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</w:t>
      </w:r>
      <w:r w:rsidR="00CA3637" w:rsidRPr="006049FE">
        <w:rPr>
          <w:spacing w:val="53"/>
          <w:sz w:val="22"/>
          <w:szCs w:val="22"/>
        </w:rPr>
        <w:t xml:space="preserve"> </w:t>
      </w:r>
      <w:r w:rsidR="00CA3637" w:rsidRPr="006049FE">
        <w:rPr>
          <w:spacing w:val="9"/>
          <w:sz w:val="22"/>
          <w:szCs w:val="22"/>
        </w:rPr>
        <w:t>kwal</w:t>
      </w:r>
      <w:r w:rsidR="00CA3637" w:rsidRPr="006049FE">
        <w:rPr>
          <w:spacing w:val="10"/>
          <w:sz w:val="22"/>
          <w:szCs w:val="22"/>
        </w:rPr>
        <w:t>i</w:t>
      </w:r>
      <w:r w:rsidR="00CA3637" w:rsidRPr="006049FE">
        <w:rPr>
          <w:spacing w:val="7"/>
          <w:sz w:val="22"/>
          <w:szCs w:val="22"/>
        </w:rPr>
        <w:t>f</w:t>
      </w:r>
      <w:r w:rsidR="00CA3637" w:rsidRPr="006049FE">
        <w:rPr>
          <w:spacing w:val="9"/>
          <w:sz w:val="22"/>
          <w:szCs w:val="22"/>
        </w:rPr>
        <w:t>ikacjac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53"/>
          <w:sz w:val="22"/>
          <w:szCs w:val="22"/>
        </w:rPr>
        <w:t xml:space="preserve"> </w:t>
      </w:r>
      <w:r w:rsidR="00CA3637" w:rsidRPr="006049FE">
        <w:rPr>
          <w:spacing w:val="9"/>
          <w:sz w:val="22"/>
          <w:szCs w:val="22"/>
        </w:rPr>
        <w:t>zawodo</w:t>
      </w:r>
      <w:r w:rsidR="00CA3637" w:rsidRPr="006049FE">
        <w:rPr>
          <w:spacing w:val="7"/>
          <w:sz w:val="22"/>
          <w:szCs w:val="22"/>
        </w:rPr>
        <w:t>w</w:t>
      </w:r>
      <w:r w:rsidR="00CA3637" w:rsidRPr="006049FE">
        <w:rPr>
          <w:spacing w:val="9"/>
          <w:sz w:val="22"/>
          <w:szCs w:val="22"/>
        </w:rPr>
        <w:t>ych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54"/>
          <w:sz w:val="22"/>
          <w:szCs w:val="22"/>
        </w:rPr>
        <w:t xml:space="preserve"> </w:t>
      </w:r>
      <w:r w:rsidR="00CA3637" w:rsidRPr="006049FE">
        <w:rPr>
          <w:spacing w:val="9"/>
          <w:sz w:val="22"/>
          <w:szCs w:val="22"/>
        </w:rPr>
        <w:t>uprawnieniac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54"/>
          <w:sz w:val="22"/>
          <w:szCs w:val="22"/>
        </w:rPr>
        <w:t xml:space="preserve"> </w:t>
      </w:r>
      <w:r w:rsidR="00CA3637" w:rsidRPr="006049FE">
        <w:rPr>
          <w:spacing w:val="9"/>
          <w:sz w:val="22"/>
          <w:szCs w:val="22"/>
        </w:rPr>
        <w:t xml:space="preserve">do </w:t>
      </w:r>
      <w:r w:rsidR="00CA3637" w:rsidRPr="006049FE">
        <w:rPr>
          <w:spacing w:val="4"/>
          <w:sz w:val="22"/>
          <w:szCs w:val="22"/>
        </w:rPr>
        <w:t>wykonywani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5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robót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15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kierowani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5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robot</w:t>
      </w:r>
      <w:r w:rsidR="00CA3637" w:rsidRPr="006049FE">
        <w:rPr>
          <w:spacing w:val="6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m</w:t>
      </w:r>
      <w:r w:rsidR="00CA3637" w:rsidRPr="006049FE">
        <w:rPr>
          <w:spacing w:val="4"/>
          <w:sz w:val="22"/>
          <w:szCs w:val="22"/>
        </w:rPr>
        <w:t>i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16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ob</w:t>
      </w:r>
      <w:r w:rsidR="00CA3637" w:rsidRPr="006049FE">
        <w:rPr>
          <w:spacing w:val="6"/>
          <w:sz w:val="22"/>
          <w:szCs w:val="22"/>
        </w:rPr>
        <w:t>s</w:t>
      </w:r>
      <w:r w:rsidR="00CA3637" w:rsidRPr="006049FE">
        <w:rPr>
          <w:spacing w:val="5"/>
          <w:sz w:val="22"/>
          <w:szCs w:val="22"/>
        </w:rPr>
        <w:t>ług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15"/>
          <w:sz w:val="22"/>
          <w:szCs w:val="22"/>
        </w:rPr>
        <w:t xml:space="preserve"> </w:t>
      </w:r>
      <w:r w:rsidR="00CA3637" w:rsidRPr="006049FE">
        <w:rPr>
          <w:spacing w:val="5"/>
          <w:sz w:val="22"/>
          <w:szCs w:val="22"/>
        </w:rPr>
        <w:t>spr</w:t>
      </w:r>
      <w:r w:rsidR="00CA3637" w:rsidRPr="006049FE">
        <w:rPr>
          <w:spacing w:val="4"/>
          <w:sz w:val="22"/>
          <w:szCs w:val="22"/>
        </w:rPr>
        <w:t>z</w:t>
      </w:r>
      <w:r w:rsidR="00CA3637" w:rsidRPr="006049FE">
        <w:rPr>
          <w:spacing w:val="5"/>
          <w:sz w:val="22"/>
          <w:szCs w:val="22"/>
        </w:rPr>
        <w:t>ę</w:t>
      </w:r>
      <w:r w:rsidR="00CA3637" w:rsidRPr="006049FE">
        <w:rPr>
          <w:spacing w:val="4"/>
          <w:sz w:val="22"/>
          <w:szCs w:val="22"/>
        </w:rPr>
        <w:t>tu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16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m</w:t>
      </w:r>
      <w:r w:rsidR="00CA3637" w:rsidRPr="006049FE">
        <w:rPr>
          <w:spacing w:val="5"/>
          <w:sz w:val="22"/>
          <w:szCs w:val="22"/>
        </w:rPr>
        <w:t>a</w:t>
      </w:r>
      <w:r w:rsidR="00CA3637" w:rsidRPr="006049FE">
        <w:rPr>
          <w:spacing w:val="4"/>
          <w:sz w:val="22"/>
          <w:szCs w:val="22"/>
        </w:rPr>
        <w:t>szy</w:t>
      </w:r>
      <w:r w:rsidR="00CA3637" w:rsidRPr="006049FE">
        <w:rPr>
          <w:sz w:val="22"/>
          <w:szCs w:val="22"/>
        </w:rPr>
        <w:t>n</w:t>
      </w:r>
      <w:r w:rsidR="00CA3637" w:rsidRPr="006049FE">
        <w:rPr>
          <w:spacing w:val="16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15"/>
          <w:sz w:val="22"/>
          <w:szCs w:val="22"/>
        </w:rPr>
        <w:t xml:space="preserve"> </w:t>
      </w:r>
      <w:r w:rsidR="00CA3637" w:rsidRPr="006049FE">
        <w:rPr>
          <w:spacing w:val="5"/>
          <w:sz w:val="22"/>
          <w:szCs w:val="22"/>
        </w:rPr>
        <w:t>ś</w:t>
      </w:r>
      <w:r w:rsidR="00CA3637" w:rsidRPr="006049FE">
        <w:rPr>
          <w:spacing w:val="4"/>
          <w:sz w:val="22"/>
          <w:szCs w:val="22"/>
        </w:rPr>
        <w:t>rodkó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16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transportu</w:t>
      </w:r>
      <w:r w:rsidR="00CA3637" w:rsidRPr="006049FE">
        <w:rPr>
          <w:spacing w:val="4"/>
          <w:w w:val="99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ja</w:t>
      </w:r>
      <w:r w:rsidR="00CA3637" w:rsidRPr="006049FE">
        <w:rPr>
          <w:sz w:val="22"/>
          <w:szCs w:val="22"/>
        </w:rPr>
        <w:t>k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równie</w:t>
      </w:r>
      <w:r w:rsidR="00CA3637" w:rsidRPr="006049FE">
        <w:rPr>
          <w:sz w:val="22"/>
          <w:szCs w:val="22"/>
        </w:rPr>
        <w:t>ż</w:t>
      </w:r>
      <w:r w:rsidR="00CA3637" w:rsidRPr="006049FE">
        <w:rPr>
          <w:spacing w:val="3"/>
          <w:sz w:val="22"/>
          <w:szCs w:val="22"/>
        </w:rPr>
        <w:t xml:space="preserve"> info</w:t>
      </w:r>
      <w:r w:rsidR="00CA3637" w:rsidRPr="006049FE">
        <w:rPr>
          <w:spacing w:val="5"/>
          <w:sz w:val="22"/>
          <w:szCs w:val="22"/>
        </w:rPr>
        <w:t>r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acj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2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dotycz</w:t>
      </w:r>
      <w:r w:rsidR="00CA3637" w:rsidRPr="006049FE">
        <w:rPr>
          <w:spacing w:val="4"/>
          <w:sz w:val="22"/>
          <w:szCs w:val="22"/>
        </w:rPr>
        <w:t>ą</w:t>
      </w:r>
      <w:r w:rsidR="00CA3637" w:rsidRPr="006049FE">
        <w:rPr>
          <w:spacing w:val="3"/>
          <w:sz w:val="22"/>
          <w:szCs w:val="22"/>
        </w:rPr>
        <w:t>c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2"/>
          <w:sz w:val="22"/>
          <w:szCs w:val="22"/>
        </w:rPr>
        <w:t xml:space="preserve"> </w:t>
      </w:r>
      <w:r w:rsidR="00CA3637" w:rsidRPr="006049FE">
        <w:rPr>
          <w:spacing w:val="5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ktualny</w:t>
      </w:r>
      <w:r w:rsidR="00CA3637" w:rsidRPr="006049FE">
        <w:rPr>
          <w:spacing w:val="5"/>
          <w:sz w:val="22"/>
          <w:szCs w:val="22"/>
        </w:rPr>
        <w:t>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2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s</w:t>
      </w:r>
      <w:r w:rsidR="00CA3637" w:rsidRPr="006049FE">
        <w:rPr>
          <w:spacing w:val="3"/>
          <w:sz w:val="22"/>
          <w:szCs w:val="22"/>
        </w:rPr>
        <w:t>zkole</w:t>
      </w:r>
      <w:r w:rsidR="00CA3637" w:rsidRPr="006049FE">
        <w:rPr>
          <w:sz w:val="22"/>
          <w:szCs w:val="22"/>
        </w:rPr>
        <w:t>ń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2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ins</w:t>
      </w:r>
      <w:r w:rsidR="00CA3637" w:rsidRPr="006049FE">
        <w:rPr>
          <w:spacing w:val="5"/>
          <w:sz w:val="22"/>
          <w:szCs w:val="22"/>
        </w:rPr>
        <w:t>t</w:t>
      </w:r>
      <w:r w:rsidR="00CA3637" w:rsidRPr="006049FE">
        <w:rPr>
          <w:spacing w:val="3"/>
          <w:sz w:val="22"/>
          <w:szCs w:val="22"/>
        </w:rPr>
        <w:t>rukta</w:t>
      </w:r>
      <w:r w:rsidR="00CA3637" w:rsidRPr="006049FE">
        <w:rPr>
          <w:spacing w:val="4"/>
          <w:sz w:val="22"/>
          <w:szCs w:val="22"/>
        </w:rPr>
        <w:t>ż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2"/>
          <w:sz w:val="22"/>
          <w:szCs w:val="22"/>
        </w:rPr>
        <w:t xml:space="preserve"> </w:t>
      </w:r>
      <w:r w:rsidR="00CA3637" w:rsidRPr="006049FE">
        <w:rPr>
          <w:spacing w:val="-11"/>
          <w:sz w:val="22"/>
          <w:szCs w:val="22"/>
        </w:rPr>
        <w:t>z</w:t>
      </w:r>
      <w:r w:rsidR="00CA3637" w:rsidRPr="006049FE">
        <w:rPr>
          <w:spacing w:val="-12"/>
          <w:sz w:val="22"/>
          <w:szCs w:val="22"/>
        </w:rPr>
        <w:t>a</w:t>
      </w:r>
      <w:r w:rsidR="00CA3637" w:rsidRPr="006049FE">
        <w:rPr>
          <w:spacing w:val="-13"/>
          <w:sz w:val="22"/>
          <w:szCs w:val="22"/>
        </w:rPr>
        <w:t>kresi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25"/>
          <w:sz w:val="22"/>
          <w:szCs w:val="22"/>
        </w:rPr>
        <w:t xml:space="preserve"> </w:t>
      </w:r>
      <w:r w:rsidR="00CA3637" w:rsidRPr="006049FE">
        <w:rPr>
          <w:spacing w:val="-12"/>
          <w:sz w:val="22"/>
          <w:szCs w:val="22"/>
        </w:rPr>
        <w:t>BHP.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Szczegó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wyka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ateriałów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sprzę</w:t>
      </w:r>
      <w:r w:rsidRPr="006049FE">
        <w:rPr>
          <w:sz w:val="22"/>
          <w:szCs w:val="22"/>
        </w:rPr>
        <w:t>tu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szyn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plan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BIOZ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ak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ep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ac</w:t>
      </w:r>
      <w:r w:rsidRPr="006049FE">
        <w:rPr>
          <w:sz w:val="22"/>
          <w:szCs w:val="22"/>
        </w:rPr>
        <w:t>ji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Inspektora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Nad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oru.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akres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robót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objętych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Zakre</w:t>
      </w:r>
      <w:r w:rsidRPr="006049FE">
        <w:rPr>
          <w:sz w:val="22"/>
          <w:szCs w:val="22"/>
        </w:rPr>
        <w:t>s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objętyc</w:t>
      </w:r>
      <w:r w:rsidRPr="006049FE">
        <w:rPr>
          <w:sz w:val="22"/>
          <w:szCs w:val="22"/>
        </w:rPr>
        <w:t>h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niniejszy</w:t>
      </w:r>
      <w:r w:rsidRPr="006049FE">
        <w:rPr>
          <w:sz w:val="22"/>
          <w:szCs w:val="22"/>
        </w:rPr>
        <w:t>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opracowanie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>: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b/>
          <w:bCs/>
          <w:spacing w:val="3"/>
          <w:sz w:val="22"/>
          <w:szCs w:val="22"/>
        </w:rPr>
        <w:t>w</w:t>
      </w:r>
      <w:r w:rsidRPr="006049FE">
        <w:rPr>
          <w:b/>
          <w:bCs/>
          <w:spacing w:val="4"/>
          <w:sz w:val="22"/>
          <w:szCs w:val="22"/>
        </w:rPr>
        <w:t>y</w:t>
      </w:r>
      <w:r w:rsidRPr="006049FE">
        <w:rPr>
          <w:b/>
          <w:bCs/>
          <w:spacing w:val="5"/>
          <w:sz w:val="22"/>
          <w:szCs w:val="22"/>
        </w:rPr>
        <w:t>k</w:t>
      </w:r>
      <w:r w:rsidRPr="006049FE">
        <w:rPr>
          <w:b/>
          <w:bCs/>
          <w:spacing w:val="6"/>
          <w:sz w:val="22"/>
          <w:szCs w:val="22"/>
        </w:rPr>
        <w:t>o</w:t>
      </w:r>
      <w:r w:rsidRPr="006049FE">
        <w:rPr>
          <w:b/>
          <w:bCs/>
          <w:spacing w:val="5"/>
          <w:sz w:val="22"/>
          <w:szCs w:val="22"/>
        </w:rPr>
        <w:t>nani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29"/>
          <w:sz w:val="22"/>
          <w:szCs w:val="22"/>
        </w:rPr>
        <w:t xml:space="preserve"> </w:t>
      </w:r>
      <w:r w:rsidRPr="006049FE">
        <w:rPr>
          <w:b/>
          <w:bCs/>
          <w:spacing w:val="5"/>
          <w:sz w:val="22"/>
          <w:szCs w:val="22"/>
        </w:rPr>
        <w:t>c</w:t>
      </w:r>
      <w:r w:rsidRPr="006049FE">
        <w:rPr>
          <w:b/>
          <w:bCs/>
          <w:spacing w:val="4"/>
          <w:sz w:val="22"/>
          <w:szCs w:val="22"/>
        </w:rPr>
        <w:t>a</w:t>
      </w:r>
      <w:r w:rsidRPr="006049FE">
        <w:rPr>
          <w:b/>
          <w:bCs/>
          <w:spacing w:val="5"/>
          <w:sz w:val="22"/>
          <w:szCs w:val="22"/>
        </w:rPr>
        <w:t>ł</w:t>
      </w:r>
      <w:r w:rsidRPr="006049FE">
        <w:rPr>
          <w:b/>
          <w:bCs/>
          <w:spacing w:val="4"/>
          <w:sz w:val="22"/>
          <w:szCs w:val="22"/>
        </w:rPr>
        <w:t>o</w:t>
      </w:r>
      <w:r w:rsidRPr="006049FE">
        <w:rPr>
          <w:b/>
          <w:bCs/>
          <w:spacing w:val="6"/>
          <w:sz w:val="22"/>
          <w:szCs w:val="22"/>
        </w:rPr>
        <w:t>ś</w:t>
      </w:r>
      <w:r w:rsidRPr="006049FE">
        <w:rPr>
          <w:b/>
          <w:bCs/>
          <w:spacing w:val="4"/>
          <w:sz w:val="22"/>
          <w:szCs w:val="22"/>
        </w:rPr>
        <w:t>c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30"/>
          <w:sz w:val="22"/>
          <w:szCs w:val="22"/>
        </w:rPr>
        <w:t xml:space="preserve"> </w:t>
      </w:r>
      <w:r w:rsidRPr="006049FE">
        <w:rPr>
          <w:b/>
          <w:bCs/>
          <w:spacing w:val="4"/>
          <w:sz w:val="22"/>
          <w:szCs w:val="22"/>
        </w:rPr>
        <w:t>pra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29"/>
          <w:sz w:val="22"/>
          <w:szCs w:val="22"/>
        </w:rPr>
        <w:t xml:space="preserve"> </w:t>
      </w:r>
      <w:r w:rsidRPr="006049FE">
        <w:rPr>
          <w:b/>
          <w:bCs/>
          <w:spacing w:val="4"/>
          <w:sz w:val="22"/>
          <w:szCs w:val="22"/>
        </w:rPr>
        <w:t>o</w:t>
      </w:r>
      <w:r w:rsidRPr="006049FE">
        <w:rPr>
          <w:b/>
          <w:bCs/>
          <w:spacing w:val="6"/>
          <w:sz w:val="22"/>
          <w:szCs w:val="22"/>
        </w:rPr>
        <w:t>k</w:t>
      </w:r>
      <w:r w:rsidRPr="006049FE">
        <w:rPr>
          <w:b/>
          <w:bCs/>
          <w:spacing w:val="4"/>
          <w:sz w:val="22"/>
          <w:szCs w:val="22"/>
        </w:rPr>
        <w:t>r</w:t>
      </w:r>
      <w:r w:rsidRPr="006049FE">
        <w:rPr>
          <w:b/>
          <w:bCs/>
          <w:spacing w:val="5"/>
          <w:sz w:val="22"/>
          <w:szCs w:val="22"/>
        </w:rPr>
        <w:t>eślonyc</w:t>
      </w:r>
      <w:r w:rsidRPr="006049FE">
        <w:rPr>
          <w:b/>
          <w:bCs/>
          <w:sz w:val="22"/>
          <w:szCs w:val="22"/>
        </w:rPr>
        <w:t>h</w:t>
      </w:r>
      <w:r w:rsidRPr="006049FE">
        <w:rPr>
          <w:b/>
          <w:bCs/>
          <w:spacing w:val="30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 xml:space="preserve">w </w:t>
      </w:r>
      <w:r w:rsidRPr="006049FE">
        <w:rPr>
          <w:b/>
          <w:bCs/>
          <w:spacing w:val="4"/>
          <w:sz w:val="22"/>
          <w:szCs w:val="22"/>
        </w:rPr>
        <w:t>pkt</w:t>
      </w:r>
      <w:r w:rsidRPr="006049FE">
        <w:rPr>
          <w:b/>
          <w:bCs/>
          <w:sz w:val="22"/>
          <w:szCs w:val="22"/>
        </w:rPr>
        <w:t>.</w:t>
      </w:r>
      <w:r w:rsidRPr="006049FE">
        <w:rPr>
          <w:b/>
          <w:bCs/>
          <w:spacing w:val="9"/>
          <w:sz w:val="22"/>
          <w:szCs w:val="22"/>
        </w:rPr>
        <w:t xml:space="preserve"> </w:t>
      </w:r>
      <w:r w:rsidRPr="006049FE">
        <w:rPr>
          <w:b/>
          <w:bCs/>
          <w:spacing w:val="4"/>
          <w:sz w:val="22"/>
          <w:szCs w:val="22"/>
        </w:rPr>
        <w:t>1.1</w:t>
      </w:r>
      <w:r w:rsidRPr="006049FE">
        <w:rPr>
          <w:b/>
          <w:bCs/>
          <w:sz w:val="22"/>
          <w:szCs w:val="22"/>
        </w:rPr>
        <w:t>.</w:t>
      </w:r>
      <w:r w:rsidRPr="006049FE">
        <w:rPr>
          <w:b/>
          <w:bCs/>
          <w:spacing w:val="9"/>
          <w:sz w:val="22"/>
          <w:szCs w:val="22"/>
        </w:rPr>
        <w:t xml:space="preserve"> </w:t>
      </w:r>
      <w:r w:rsidRPr="006049FE">
        <w:rPr>
          <w:b/>
          <w:bCs/>
          <w:spacing w:val="4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Okreś</w:t>
      </w:r>
      <w:r w:rsidRPr="006049FE">
        <w:rPr>
          <w:spacing w:val="-2"/>
          <w:sz w:val="22"/>
          <w:szCs w:val="22"/>
        </w:rPr>
        <w:t>leni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podst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skróty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yt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okre</w:t>
      </w:r>
      <w:r w:rsidRPr="006049FE">
        <w:rPr>
          <w:sz w:val="22"/>
          <w:szCs w:val="22"/>
        </w:rPr>
        <w:t>ślenia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rozumieć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nas</w:t>
      </w:r>
      <w:r w:rsidRPr="006049FE">
        <w:rPr>
          <w:sz w:val="22"/>
          <w:szCs w:val="22"/>
        </w:rPr>
        <w:t>tę</w:t>
      </w:r>
      <w:r w:rsidRPr="006049FE">
        <w:rPr>
          <w:spacing w:val="-2"/>
          <w:sz w:val="22"/>
          <w:szCs w:val="22"/>
        </w:rPr>
        <w:t>pu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co: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Aprobat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24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Techni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stwierdza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ący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przydatn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wyrobó</w:t>
      </w:r>
      <w:r w:rsidRPr="006049FE">
        <w:rPr>
          <w:sz w:val="22"/>
          <w:szCs w:val="22"/>
        </w:rPr>
        <w:t>w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budowlany</w:t>
      </w:r>
      <w:r w:rsidRPr="006049FE">
        <w:rPr>
          <w:sz w:val="22"/>
          <w:szCs w:val="22"/>
        </w:rPr>
        <w:t>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 z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erzoneg</w:t>
      </w:r>
      <w:r w:rsidRPr="006049FE">
        <w:rPr>
          <w:sz w:val="22"/>
          <w:szCs w:val="22"/>
        </w:rPr>
        <w:t>o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stosowan</w:t>
      </w:r>
      <w:r w:rsidRPr="006049FE">
        <w:rPr>
          <w:sz w:val="22"/>
          <w:szCs w:val="22"/>
        </w:rPr>
        <w:t>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D</w:t>
      </w:r>
      <w:r w:rsidRPr="006049FE">
        <w:rPr>
          <w:b/>
          <w:bCs/>
          <w:spacing w:val="-4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nni</w:t>
      </w:r>
      <w:r w:rsidRPr="006049FE">
        <w:rPr>
          <w:b/>
          <w:bCs/>
          <w:sz w:val="22"/>
          <w:szCs w:val="22"/>
        </w:rPr>
        <w:t>k</w:t>
      </w:r>
      <w:r w:rsidRPr="006049FE">
        <w:rPr>
          <w:b/>
          <w:bCs/>
          <w:spacing w:val="8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bud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opatrzon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piecz</w:t>
      </w:r>
      <w:r w:rsidRPr="006049FE">
        <w:rPr>
          <w:sz w:val="22"/>
          <w:szCs w:val="22"/>
        </w:rPr>
        <w:t>ęcią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Organu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Ad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inistracji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zeszyt,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ponu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erowany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</w:t>
      </w:r>
      <w:r w:rsidRPr="006049FE">
        <w:rPr>
          <w:sz w:val="22"/>
          <w:szCs w:val="22"/>
        </w:rPr>
        <w:t>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noto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wydarze</w:t>
      </w:r>
      <w:r w:rsidRPr="006049FE">
        <w:rPr>
          <w:sz w:val="22"/>
          <w:szCs w:val="22"/>
        </w:rPr>
        <w:t>ń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ał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wykony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zadani</w:t>
      </w:r>
      <w:r w:rsidRPr="006049FE">
        <w:rPr>
          <w:sz w:val="22"/>
          <w:szCs w:val="22"/>
        </w:rPr>
        <w:t>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budowlanego,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rejestrowani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dokonywanyc</w:t>
      </w:r>
      <w:r w:rsidRPr="006049FE">
        <w:rPr>
          <w:sz w:val="22"/>
          <w:szCs w:val="22"/>
        </w:rPr>
        <w:t>h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odb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oró</w:t>
      </w:r>
      <w:r w:rsidRPr="006049FE">
        <w:rPr>
          <w:sz w:val="22"/>
          <w:szCs w:val="22"/>
        </w:rPr>
        <w:t>w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t,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przekazywani</w:t>
      </w:r>
      <w:r w:rsidRPr="006049FE">
        <w:rPr>
          <w:sz w:val="22"/>
          <w:szCs w:val="22"/>
        </w:rPr>
        <w:t>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polec</w:t>
      </w:r>
      <w:r w:rsidRPr="006049FE">
        <w:rPr>
          <w:sz w:val="22"/>
          <w:szCs w:val="22"/>
        </w:rPr>
        <w:t>eń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innej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korespondencji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projektantem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1"/>
          <w:sz w:val="22"/>
          <w:szCs w:val="22"/>
        </w:rPr>
        <w:t>Kiero</w:t>
      </w:r>
      <w:r w:rsidRPr="006049FE">
        <w:rPr>
          <w:b/>
          <w:bCs/>
          <w:sz w:val="22"/>
          <w:szCs w:val="22"/>
        </w:rPr>
        <w:t>wn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 xml:space="preserve">k </w:t>
      </w:r>
      <w:r w:rsidRPr="006049FE">
        <w:rPr>
          <w:b/>
          <w:bCs/>
          <w:spacing w:val="1"/>
          <w:sz w:val="22"/>
          <w:szCs w:val="22"/>
        </w:rPr>
        <w:t>budo</w:t>
      </w:r>
      <w:r w:rsidRPr="006049FE">
        <w:rPr>
          <w:b/>
          <w:bCs/>
          <w:sz w:val="22"/>
          <w:szCs w:val="22"/>
        </w:rPr>
        <w:t xml:space="preserve">wy </w:t>
      </w:r>
      <w:r w:rsidRPr="006049FE">
        <w:rPr>
          <w:sz w:val="22"/>
          <w:szCs w:val="22"/>
        </w:rPr>
        <w:t xml:space="preserve">- </w:t>
      </w:r>
      <w:r w:rsidRPr="006049FE">
        <w:rPr>
          <w:spacing w:val="1"/>
          <w:sz w:val="22"/>
          <w:szCs w:val="22"/>
        </w:rPr>
        <w:t>osob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wyznaczon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wykonaw</w:t>
      </w:r>
      <w:r w:rsidRPr="006049FE">
        <w:rPr>
          <w:sz w:val="22"/>
          <w:szCs w:val="22"/>
        </w:rPr>
        <w:t>cę, upow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ona do k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ani</w:t>
      </w:r>
      <w:r w:rsidRPr="006049FE">
        <w:rPr>
          <w:sz w:val="22"/>
          <w:szCs w:val="22"/>
        </w:rPr>
        <w:t>a robota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 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występowania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ieniu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kontraktu.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lastRenderedPageBreak/>
        <w:t>Inspekto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Nadzo</w:t>
      </w:r>
      <w:r w:rsidRPr="006049FE">
        <w:rPr>
          <w:b/>
          <w:bCs/>
          <w:sz w:val="22"/>
          <w:szCs w:val="22"/>
        </w:rPr>
        <w:t>ru</w:t>
      </w:r>
      <w:r w:rsidRPr="006049FE">
        <w:rPr>
          <w:b/>
          <w:bCs/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osob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(lu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grup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osób</w:t>
      </w:r>
      <w:r w:rsidRPr="006049FE">
        <w:rPr>
          <w:sz w:val="22"/>
          <w:szCs w:val="22"/>
        </w:rPr>
        <w:t>)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wyst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pu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Inwestor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wykonuj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nadzór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wykonywan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inwes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yc</w:t>
      </w:r>
      <w:r w:rsidRPr="006049FE">
        <w:rPr>
          <w:sz w:val="22"/>
          <w:szCs w:val="22"/>
        </w:rPr>
        <w:t>ją.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2"/>
          <w:sz w:val="22"/>
          <w:szCs w:val="22"/>
        </w:rPr>
        <w:t>Polecen</w:t>
      </w:r>
      <w:r w:rsidRPr="006049FE">
        <w:rPr>
          <w:b/>
          <w:bCs/>
          <w:spacing w:val="3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2"/>
          <w:sz w:val="22"/>
          <w:szCs w:val="22"/>
        </w:rPr>
        <w:t xml:space="preserve"> Inspekt</w:t>
      </w:r>
      <w:r w:rsidRPr="006049FE">
        <w:rPr>
          <w:b/>
          <w:bCs/>
          <w:spacing w:val="1"/>
          <w:sz w:val="22"/>
          <w:szCs w:val="22"/>
        </w:rPr>
        <w:t>o</w:t>
      </w:r>
      <w:r w:rsidRPr="006049FE">
        <w:rPr>
          <w:b/>
          <w:bCs/>
          <w:spacing w:val="2"/>
          <w:sz w:val="22"/>
          <w:szCs w:val="22"/>
        </w:rPr>
        <w:t>r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2"/>
          <w:sz w:val="22"/>
          <w:szCs w:val="22"/>
        </w:rPr>
        <w:t xml:space="preserve"> Nadzor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wszelki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poleceni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przekazywan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ykonawc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nsp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ra</w:t>
      </w:r>
      <w:r w:rsidRPr="006049FE">
        <w:rPr>
          <w:sz w:val="22"/>
          <w:szCs w:val="22"/>
        </w:rPr>
        <w:t>, 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fo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mi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pis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nej</w:t>
      </w:r>
      <w:r w:rsidRPr="006049FE">
        <w:rPr>
          <w:sz w:val="22"/>
          <w:szCs w:val="22"/>
        </w:rPr>
        <w:t>,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dotyc</w:t>
      </w:r>
      <w:r w:rsidRPr="006049FE">
        <w:rPr>
          <w:spacing w:val="5"/>
          <w:sz w:val="22"/>
          <w:szCs w:val="22"/>
        </w:rPr>
        <w:t>zą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sposob</w:t>
      </w:r>
      <w:r w:rsidRPr="006049FE">
        <w:rPr>
          <w:sz w:val="22"/>
          <w:szCs w:val="22"/>
        </w:rPr>
        <w:t>u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realizacj</w:t>
      </w:r>
      <w:r w:rsidRPr="006049FE">
        <w:rPr>
          <w:sz w:val="22"/>
          <w:szCs w:val="22"/>
        </w:rPr>
        <w:t>i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bó</w:t>
      </w:r>
      <w:r w:rsidRPr="006049FE">
        <w:rPr>
          <w:sz w:val="22"/>
          <w:szCs w:val="22"/>
        </w:rPr>
        <w:t>t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innyc</w:t>
      </w:r>
      <w:r w:rsidRPr="006049FE">
        <w:rPr>
          <w:sz w:val="22"/>
          <w:szCs w:val="22"/>
        </w:rPr>
        <w:t>h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spra</w:t>
      </w:r>
      <w:r w:rsidRPr="006049FE">
        <w:rPr>
          <w:sz w:val="22"/>
          <w:szCs w:val="22"/>
        </w:rPr>
        <w:t>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iązanych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prowadzenie</w:t>
      </w:r>
      <w:r w:rsidRPr="006049FE">
        <w:rPr>
          <w:sz w:val="22"/>
          <w:szCs w:val="22"/>
        </w:rPr>
        <w:t>m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5"/>
          <w:sz w:val="22"/>
          <w:szCs w:val="22"/>
        </w:rPr>
        <w:t>Projektan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uprawnion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osob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wn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 xml:space="preserve"> fi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yczn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bę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ąc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autore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Dokumentacj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Pro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we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Materiały</w:t>
      </w:r>
      <w:r w:rsidRPr="006049FE">
        <w:rPr>
          <w:b/>
          <w:bCs/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two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y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acją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je</w:t>
      </w:r>
      <w:r w:rsidRPr="006049FE">
        <w:rPr>
          <w:sz w:val="22"/>
          <w:szCs w:val="22"/>
        </w:rPr>
        <w:t>ktową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cy</w:t>
      </w:r>
      <w:r w:rsidRPr="006049FE">
        <w:rPr>
          <w:sz w:val="22"/>
          <w:szCs w:val="22"/>
        </w:rPr>
        <w:t>f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ka</w:t>
      </w:r>
      <w:r w:rsidRPr="006049FE">
        <w:rPr>
          <w:spacing w:val="1"/>
          <w:sz w:val="22"/>
          <w:szCs w:val="22"/>
        </w:rPr>
        <w:t>cja</w:t>
      </w:r>
      <w:r w:rsidRPr="006049FE">
        <w:rPr>
          <w:sz w:val="22"/>
          <w:szCs w:val="22"/>
        </w:rPr>
        <w:t>mi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ch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ny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Odpo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iednia</w:t>
      </w:r>
      <w:r w:rsidRPr="006049FE">
        <w:rPr>
          <w:b/>
          <w:bCs/>
          <w:spacing w:val="12"/>
          <w:sz w:val="22"/>
          <w:szCs w:val="22"/>
        </w:rPr>
        <w:t xml:space="preserve"> 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godn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z w:val="22"/>
          <w:szCs w:val="22"/>
        </w:rPr>
        <w:t>ść</w:t>
      </w:r>
      <w:r w:rsidRPr="006049FE">
        <w:rPr>
          <w:b/>
          <w:bCs/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zgodno</w:t>
      </w:r>
      <w:r w:rsidRPr="006049FE">
        <w:rPr>
          <w:sz w:val="22"/>
          <w:szCs w:val="22"/>
        </w:rPr>
        <w:t>ść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puszczonym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tolerancja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i, przyjmowany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zwyczajowo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danego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-3"/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Obiekt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18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bud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l</w:t>
      </w:r>
      <w:r w:rsidRPr="006049FE">
        <w:rPr>
          <w:b/>
          <w:bCs/>
          <w:spacing w:val="-2"/>
          <w:sz w:val="22"/>
          <w:szCs w:val="22"/>
        </w:rPr>
        <w:t>an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stałe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ty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czasowe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budynki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ące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bazę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echniczno-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ży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kow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ą w 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ns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alac</w:t>
      </w:r>
      <w:r w:rsidRPr="006049FE">
        <w:rPr>
          <w:spacing w:val="4"/>
          <w:sz w:val="22"/>
          <w:szCs w:val="22"/>
        </w:rPr>
        <w:t>j</w:t>
      </w:r>
      <w:r w:rsidRPr="006049FE">
        <w:rPr>
          <w:sz w:val="22"/>
          <w:szCs w:val="22"/>
        </w:rPr>
        <w:t>e 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urz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ez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ędn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-3"/>
          <w:sz w:val="22"/>
          <w:szCs w:val="22"/>
        </w:rPr>
        <w:t>przeznaczonyc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funk</w:t>
      </w:r>
      <w:r w:rsidRPr="006049FE">
        <w:rPr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ji.</w:t>
      </w:r>
    </w:p>
    <w:p w:rsidR="00CA3637" w:rsidRPr="006049FE" w:rsidRDefault="00CA3637" w:rsidP="00746A47">
      <w:pPr>
        <w:pStyle w:val="Akapitzlist"/>
        <w:rPr>
          <w:b/>
          <w:bCs/>
          <w:spacing w:val="9"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9"/>
          <w:sz w:val="22"/>
          <w:szCs w:val="22"/>
        </w:rPr>
        <w:t>Pod</w:t>
      </w:r>
      <w:r w:rsidRPr="006049FE">
        <w:rPr>
          <w:b/>
          <w:bCs/>
          <w:spacing w:val="11"/>
          <w:sz w:val="22"/>
          <w:szCs w:val="22"/>
        </w:rPr>
        <w:t>ł</w:t>
      </w:r>
      <w:r w:rsidRPr="006049FE">
        <w:rPr>
          <w:b/>
          <w:bCs/>
          <w:spacing w:val="10"/>
          <w:sz w:val="22"/>
          <w:szCs w:val="22"/>
        </w:rPr>
        <w:t>o</w:t>
      </w:r>
      <w:r w:rsidRPr="006049FE">
        <w:rPr>
          <w:b/>
          <w:bCs/>
          <w:spacing w:val="8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grun</w:t>
      </w:r>
      <w:r w:rsidRPr="006049FE">
        <w:rPr>
          <w:sz w:val="22"/>
          <w:szCs w:val="22"/>
        </w:rPr>
        <w:t>t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rodz</w:t>
      </w:r>
      <w:r w:rsidRPr="006049FE">
        <w:rPr>
          <w:spacing w:val="11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nasypowy</w:t>
      </w:r>
      <w:r w:rsidRPr="006049FE">
        <w:rPr>
          <w:sz w:val="22"/>
          <w:szCs w:val="22"/>
        </w:rPr>
        <w:t>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l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ż</w:t>
      </w:r>
      <w:r w:rsidRPr="006049FE">
        <w:rPr>
          <w:spacing w:val="10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wierzchn</w:t>
      </w:r>
      <w:r w:rsidRPr="006049FE">
        <w:rPr>
          <w:spacing w:val="10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g</w:t>
      </w:r>
      <w:r w:rsidRPr="006049FE">
        <w:rPr>
          <w:spacing w:val="10"/>
          <w:sz w:val="22"/>
          <w:szCs w:val="22"/>
        </w:rPr>
        <w:t>łębok</w:t>
      </w:r>
      <w:r w:rsidRPr="006049FE">
        <w:rPr>
          <w:spacing w:val="9"/>
          <w:sz w:val="22"/>
          <w:szCs w:val="22"/>
        </w:rPr>
        <w:t>ości</w:t>
      </w:r>
      <w:r w:rsidRPr="006049FE">
        <w:rPr>
          <w:spacing w:val="9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rz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3"/>
          <w:sz w:val="22"/>
          <w:szCs w:val="22"/>
        </w:rPr>
        <w:t>P</w:t>
      </w:r>
      <w:r w:rsidRPr="006049FE">
        <w:rPr>
          <w:b/>
          <w:bCs/>
          <w:spacing w:val="5"/>
          <w:sz w:val="22"/>
          <w:szCs w:val="22"/>
        </w:rPr>
        <w:t>r</w:t>
      </w:r>
      <w:r w:rsidRPr="006049FE">
        <w:rPr>
          <w:b/>
          <w:bCs/>
          <w:spacing w:val="3"/>
          <w:sz w:val="22"/>
          <w:szCs w:val="22"/>
        </w:rPr>
        <w:t>zeds</w:t>
      </w:r>
      <w:r w:rsidRPr="006049FE">
        <w:rPr>
          <w:b/>
          <w:bCs/>
          <w:spacing w:val="4"/>
          <w:sz w:val="22"/>
          <w:szCs w:val="22"/>
        </w:rPr>
        <w:t>i</w:t>
      </w:r>
      <w:r w:rsidRPr="006049FE">
        <w:rPr>
          <w:b/>
          <w:bCs/>
          <w:spacing w:val="5"/>
          <w:sz w:val="22"/>
          <w:szCs w:val="22"/>
        </w:rPr>
        <w:t>ę</w:t>
      </w:r>
      <w:r w:rsidRPr="006049FE">
        <w:rPr>
          <w:b/>
          <w:bCs/>
          <w:spacing w:val="3"/>
          <w:sz w:val="22"/>
          <w:szCs w:val="22"/>
        </w:rPr>
        <w:t>wz</w:t>
      </w:r>
      <w:r w:rsidRPr="006049FE">
        <w:rPr>
          <w:b/>
          <w:bCs/>
          <w:spacing w:val="4"/>
          <w:sz w:val="22"/>
          <w:szCs w:val="22"/>
        </w:rPr>
        <w:t>ięci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39"/>
          <w:sz w:val="22"/>
          <w:szCs w:val="22"/>
        </w:rPr>
        <w:t xml:space="preserve"> </w:t>
      </w:r>
      <w:r w:rsidRPr="006049FE">
        <w:rPr>
          <w:b/>
          <w:bCs/>
          <w:spacing w:val="4"/>
          <w:sz w:val="22"/>
          <w:szCs w:val="22"/>
        </w:rPr>
        <w:t>budo</w:t>
      </w: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pacing w:val="4"/>
          <w:sz w:val="22"/>
          <w:szCs w:val="22"/>
        </w:rPr>
        <w:t>lan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komplek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ow</w:t>
      </w:r>
      <w:r w:rsidRPr="006049FE">
        <w:rPr>
          <w:sz w:val="22"/>
          <w:szCs w:val="22"/>
        </w:rPr>
        <w:t>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alizacj</w:t>
      </w:r>
      <w:r w:rsidRPr="006049FE">
        <w:rPr>
          <w:sz w:val="22"/>
          <w:szCs w:val="22"/>
        </w:rPr>
        <w:t>a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now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budowl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ko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ita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modernizac</w:t>
      </w:r>
      <w:r w:rsidRPr="006049FE">
        <w:rPr>
          <w:sz w:val="22"/>
          <w:szCs w:val="22"/>
        </w:rPr>
        <w:t>ja</w:t>
      </w:r>
      <w:r w:rsidRPr="006049FE">
        <w:rPr>
          <w:spacing w:val="-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istniej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danie</w:t>
      </w:r>
      <w:r w:rsidRPr="006049FE">
        <w:rPr>
          <w:b/>
          <w:bCs/>
          <w:spacing w:val="4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bud</w:t>
      </w:r>
      <w:r w:rsidRPr="006049FE">
        <w:rPr>
          <w:b/>
          <w:bCs/>
          <w:spacing w:val="1"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lane</w:t>
      </w:r>
      <w:r w:rsidRPr="006049FE">
        <w:rPr>
          <w:b/>
          <w:bCs/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część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rzedsięwzięcia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budowlanego,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stanowiąca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drębną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całość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konstrukcyjn</w:t>
      </w:r>
      <w:r w:rsidRPr="006049FE">
        <w:rPr>
          <w:sz w:val="22"/>
          <w:szCs w:val="22"/>
        </w:rPr>
        <w:t>ą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echno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ogi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zn</w:t>
      </w:r>
      <w:r w:rsidRPr="006049FE">
        <w:rPr>
          <w:spacing w:val="4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zdo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sa</w:t>
      </w:r>
      <w:r w:rsidRPr="006049FE">
        <w:rPr>
          <w:spacing w:val="2"/>
          <w:sz w:val="22"/>
          <w:szCs w:val="22"/>
        </w:rPr>
        <w:t>modzie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</w:t>
      </w:r>
      <w:r w:rsidRPr="006049FE">
        <w:rPr>
          <w:spacing w:val="4"/>
          <w:sz w:val="22"/>
          <w:szCs w:val="22"/>
        </w:rPr>
        <w:t>ze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yw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funkcji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techniczno-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ytkowych</w:t>
      </w:r>
      <w:r w:rsidRPr="006049FE">
        <w:rPr>
          <w:sz w:val="22"/>
          <w:szCs w:val="22"/>
        </w:rPr>
        <w:t>.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Zadani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mo</w:t>
      </w:r>
      <w:r w:rsidRPr="006049FE">
        <w:rPr>
          <w:sz w:val="22"/>
          <w:szCs w:val="22"/>
        </w:rPr>
        <w:t>że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wykonywani</w:t>
      </w:r>
      <w:r w:rsidRPr="006049FE">
        <w:rPr>
          <w:sz w:val="22"/>
          <w:szCs w:val="22"/>
        </w:rPr>
        <w:t>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iązanych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budową, modernizacją,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utrzy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Skrót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żyte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ają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nas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pu</w:t>
      </w:r>
      <w:r w:rsidRPr="006049FE">
        <w:rPr>
          <w:sz w:val="22"/>
          <w:szCs w:val="22"/>
        </w:rPr>
        <w:t>jące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znaczenie: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9"/>
          <w:sz w:val="22"/>
          <w:szCs w:val="22"/>
        </w:rPr>
        <w:t>P</w:t>
      </w:r>
      <w:r w:rsidRPr="006049FE">
        <w:rPr>
          <w:sz w:val="22"/>
          <w:szCs w:val="22"/>
        </w:rPr>
        <w:t>N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Polsk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No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B</w:t>
      </w:r>
      <w:r w:rsidRPr="006049FE">
        <w:rPr>
          <w:sz w:val="22"/>
          <w:szCs w:val="22"/>
        </w:rPr>
        <w:t>N -</w:t>
      </w:r>
      <w:r w:rsidRPr="006049FE">
        <w:rPr>
          <w:spacing w:val="-2"/>
          <w:sz w:val="22"/>
          <w:szCs w:val="22"/>
        </w:rPr>
        <w:t xml:space="preserve"> B</w:t>
      </w:r>
      <w:r w:rsidRPr="006049FE">
        <w:rPr>
          <w:sz w:val="22"/>
          <w:szCs w:val="22"/>
        </w:rPr>
        <w:t>ra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No</w:t>
      </w:r>
      <w:r w:rsidRPr="006049FE">
        <w:rPr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J-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Program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Zapewnienia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opracowan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ykon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cę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przedstawion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zatwi</w:t>
      </w:r>
      <w:r w:rsidRPr="006049FE">
        <w:rPr>
          <w:sz w:val="22"/>
          <w:szCs w:val="22"/>
        </w:rPr>
        <w:t>er</w:t>
      </w:r>
      <w:r w:rsidRPr="006049FE">
        <w:rPr>
          <w:spacing w:val="-2"/>
          <w:sz w:val="22"/>
          <w:szCs w:val="22"/>
        </w:rPr>
        <w:t>dzeni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Inspektorow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dzor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program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zagwarantowania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ISO 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konstrukcyjne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każ</w:t>
      </w:r>
      <w:r w:rsidRPr="006049FE">
        <w:rPr>
          <w:spacing w:val="-2"/>
          <w:sz w:val="22"/>
          <w:szCs w:val="22"/>
        </w:rPr>
        <w:t>deg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obiektu.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Sz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2"/>
          <w:sz w:val="22"/>
          <w:szCs w:val="22"/>
        </w:rPr>
        <w:t>zegó</w:t>
      </w:r>
      <w:r w:rsidRPr="006049FE">
        <w:rPr>
          <w:b/>
          <w:bCs/>
          <w:sz w:val="22"/>
          <w:szCs w:val="22"/>
        </w:rPr>
        <w:t>ły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zna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2"/>
          <w:sz w:val="22"/>
          <w:szCs w:val="22"/>
        </w:rPr>
        <w:t>zeni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info</w:t>
      </w:r>
      <w:r w:rsidRPr="006049FE">
        <w:rPr>
          <w:b/>
          <w:bCs/>
          <w:sz w:val="22"/>
          <w:szCs w:val="22"/>
        </w:rPr>
        <w:t>rm</w:t>
      </w:r>
      <w:r w:rsidRPr="006049FE">
        <w:rPr>
          <w:b/>
          <w:bCs/>
          <w:spacing w:val="-2"/>
          <w:sz w:val="22"/>
          <w:szCs w:val="22"/>
        </w:rPr>
        <w:t>acyjnym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Inwestor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swobodny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dostęp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szczegółów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zebranych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awiaj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tema</w:t>
      </w:r>
      <w:r w:rsidRPr="006049FE">
        <w:rPr>
          <w:sz w:val="22"/>
          <w:szCs w:val="22"/>
        </w:rPr>
        <w:t>t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istnie</w:t>
      </w:r>
      <w:r w:rsidRPr="006049FE">
        <w:rPr>
          <w:spacing w:val="1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ącyc</w:t>
      </w:r>
      <w:r w:rsidRPr="006049FE">
        <w:rPr>
          <w:sz w:val="22"/>
          <w:szCs w:val="22"/>
        </w:rPr>
        <w:t>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arunkó</w:t>
      </w:r>
      <w:r w:rsidRPr="006049FE">
        <w:rPr>
          <w:sz w:val="22"/>
          <w:szCs w:val="22"/>
        </w:rPr>
        <w:t>w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grunt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ącyc</w:t>
      </w:r>
      <w:r w:rsidRPr="006049FE">
        <w:rPr>
          <w:sz w:val="22"/>
          <w:szCs w:val="22"/>
        </w:rPr>
        <w:t>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obiektów</w:t>
      </w:r>
      <w:r w:rsidRPr="006049FE">
        <w:rPr>
          <w:sz w:val="22"/>
          <w:szCs w:val="22"/>
        </w:rPr>
        <w:t>.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tęp do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tych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ułatwi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dokładną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ocenę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szczegółów.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oce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łów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konsekwencje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wynikające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takiej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oceny.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Do</w:t>
      </w:r>
      <w:r w:rsidRPr="006049FE">
        <w:rPr>
          <w:b/>
          <w:bCs/>
          <w:spacing w:val="-2"/>
          <w:sz w:val="22"/>
          <w:szCs w:val="22"/>
        </w:rPr>
        <w:t>k</w:t>
      </w:r>
      <w:r w:rsidRPr="006049FE">
        <w:rPr>
          <w:b/>
          <w:bCs/>
          <w:spacing w:val="-3"/>
          <w:sz w:val="22"/>
          <w:szCs w:val="22"/>
        </w:rPr>
        <w:t>u</w:t>
      </w:r>
      <w:r w:rsidRPr="006049FE">
        <w:rPr>
          <w:b/>
          <w:bCs/>
          <w:spacing w:val="-2"/>
          <w:sz w:val="22"/>
          <w:szCs w:val="22"/>
        </w:rPr>
        <w:t>m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3"/>
          <w:sz w:val="22"/>
          <w:szCs w:val="22"/>
        </w:rPr>
        <w:t>n</w:t>
      </w:r>
      <w:r w:rsidRPr="006049FE">
        <w:rPr>
          <w:b/>
          <w:bCs/>
          <w:spacing w:val="-2"/>
          <w:sz w:val="22"/>
          <w:szCs w:val="22"/>
        </w:rPr>
        <w:t>ta</w:t>
      </w:r>
      <w:r w:rsidRPr="006049FE">
        <w:rPr>
          <w:b/>
          <w:bCs/>
          <w:spacing w:val="-3"/>
          <w:sz w:val="22"/>
          <w:szCs w:val="22"/>
        </w:rPr>
        <w:t>c</w:t>
      </w:r>
      <w:r w:rsidRPr="006049FE">
        <w:rPr>
          <w:b/>
          <w:bCs/>
          <w:spacing w:val="-2"/>
          <w:sz w:val="22"/>
          <w:szCs w:val="22"/>
        </w:rPr>
        <w:t>j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>bo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Jeśl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wy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ga</w:t>
      </w:r>
      <w:r w:rsidRPr="006049FE">
        <w:rPr>
          <w:spacing w:val="4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teg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Szczegó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Specyfikacj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Techniczn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zypadku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gd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jes</w:t>
      </w:r>
      <w:r w:rsidRPr="006049FE">
        <w:rPr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to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koniec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dl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wykonani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ąz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alte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natywny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aproponowany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2"/>
          <w:sz w:val="22"/>
          <w:szCs w:val="22"/>
        </w:rPr>
        <w:t>prz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ykonawcę</w:t>
      </w:r>
      <w:r w:rsidRPr="006049FE">
        <w:rPr>
          <w:sz w:val="22"/>
          <w:szCs w:val="22"/>
        </w:rPr>
        <w:t>,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doku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entac</w:t>
      </w:r>
      <w:r w:rsidRPr="006049FE">
        <w:rPr>
          <w:sz w:val="22"/>
          <w:szCs w:val="22"/>
        </w:rPr>
        <w:t>ję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robocz</w:t>
      </w:r>
      <w:r w:rsidRPr="006049FE">
        <w:rPr>
          <w:sz w:val="22"/>
          <w:szCs w:val="22"/>
        </w:rPr>
        <w:t>ą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stawiaj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ą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zczeg</w:t>
      </w:r>
      <w:r w:rsidRPr="006049FE">
        <w:rPr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 rozwiązań,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bę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rob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t.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Koszty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związane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uzgodnienia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mus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łączone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cen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jednostkowych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Powyższa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uzgodniona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Projektante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P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eka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nie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placu budo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wiaj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zapewn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przekazani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budow</w:t>
      </w:r>
      <w:r w:rsidRPr="006049FE">
        <w:rPr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Wykonawcy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pote</w:t>
      </w:r>
      <w:r w:rsidRPr="006049FE">
        <w:rPr>
          <w:sz w:val="22"/>
          <w:szCs w:val="22"/>
        </w:rPr>
        <w:t>m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zorganizuj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jny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przeg</w:t>
      </w:r>
      <w:r w:rsidRPr="006049FE">
        <w:rPr>
          <w:spacing w:val="4"/>
          <w:sz w:val="22"/>
          <w:szCs w:val="22"/>
        </w:rPr>
        <w:t>lą</w:t>
      </w:r>
      <w:r w:rsidRPr="006049FE">
        <w:rPr>
          <w:sz w:val="22"/>
          <w:szCs w:val="22"/>
        </w:rPr>
        <w:t>d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ac</w:t>
      </w:r>
      <w:r w:rsidRPr="006049FE">
        <w:rPr>
          <w:sz w:val="22"/>
          <w:szCs w:val="22"/>
        </w:rPr>
        <w:t>u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budowy</w:t>
      </w:r>
      <w:r w:rsidRPr="006049FE">
        <w:rPr>
          <w:sz w:val="22"/>
          <w:szCs w:val="22"/>
        </w:rPr>
        <w:t>,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przeg</w:t>
      </w:r>
      <w:r w:rsidRPr="006049FE">
        <w:rPr>
          <w:spacing w:val="4"/>
          <w:sz w:val="22"/>
          <w:szCs w:val="22"/>
        </w:rPr>
        <w:t>lą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teg</w:t>
      </w:r>
      <w:r w:rsidRPr="006049FE">
        <w:rPr>
          <w:sz w:val="22"/>
          <w:szCs w:val="22"/>
        </w:rPr>
        <w:t>o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zostani</w:t>
      </w:r>
      <w:r w:rsidRPr="006049FE">
        <w:rPr>
          <w:sz w:val="22"/>
          <w:szCs w:val="22"/>
        </w:rPr>
        <w:t>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spor</w:t>
      </w:r>
      <w:r w:rsidRPr="006049FE">
        <w:rPr>
          <w:spacing w:val="4"/>
          <w:sz w:val="22"/>
          <w:szCs w:val="22"/>
        </w:rPr>
        <w:t>zą</w:t>
      </w:r>
      <w:r w:rsidRPr="006049FE">
        <w:rPr>
          <w:spacing w:val="3"/>
          <w:sz w:val="22"/>
          <w:szCs w:val="22"/>
        </w:rPr>
        <w:t>dzon</w:t>
      </w:r>
      <w:r w:rsidRPr="006049FE">
        <w:rPr>
          <w:sz w:val="22"/>
          <w:szCs w:val="22"/>
        </w:rPr>
        <w:t>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protokó</w:t>
      </w:r>
      <w:r w:rsidRPr="006049FE">
        <w:rPr>
          <w:sz w:val="22"/>
          <w:szCs w:val="22"/>
        </w:rPr>
        <w:t>ł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określają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warunki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placu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lastRenderedPageBreak/>
        <w:t>b</w:t>
      </w:r>
      <w:r w:rsidRPr="006049FE">
        <w:rPr>
          <w:sz w:val="22"/>
          <w:szCs w:val="22"/>
        </w:rPr>
        <w:t>ędzie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ło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podstaw</w:t>
      </w:r>
      <w:r w:rsidRPr="006049FE">
        <w:rPr>
          <w:sz w:val="22"/>
          <w:szCs w:val="22"/>
        </w:rPr>
        <w:t>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uzgodnienia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późniejsze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szkody.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Tab</w:t>
      </w:r>
      <w:r w:rsidRPr="006049FE">
        <w:rPr>
          <w:b/>
          <w:bCs/>
          <w:sz w:val="22"/>
          <w:szCs w:val="22"/>
        </w:rPr>
        <w:t>lice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form</w:t>
      </w:r>
      <w:r w:rsidRPr="006049FE">
        <w:rPr>
          <w:b/>
          <w:bCs/>
          <w:spacing w:val="-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2"/>
          <w:sz w:val="22"/>
          <w:szCs w:val="22"/>
        </w:rPr>
        <w:t>y</w:t>
      </w:r>
      <w:r w:rsidRPr="006049FE">
        <w:rPr>
          <w:b/>
          <w:bCs/>
          <w:sz w:val="22"/>
          <w:szCs w:val="22"/>
        </w:rPr>
        <w:t>j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roz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oczęciem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zainstal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je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infor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cyjne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oga</w:t>
      </w:r>
      <w:r w:rsidRPr="006049FE">
        <w:rPr>
          <w:sz w:val="22"/>
          <w:szCs w:val="22"/>
        </w:rPr>
        <w:t>mi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Rozporz</w:t>
      </w:r>
      <w:r w:rsidRPr="006049FE">
        <w:rPr>
          <w:spacing w:val="1"/>
          <w:sz w:val="22"/>
          <w:szCs w:val="22"/>
        </w:rPr>
        <w:t>ądzen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Min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str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Infrastruk</w:t>
      </w:r>
      <w:r w:rsidRPr="006049FE">
        <w:rPr>
          <w:spacing w:val="2"/>
          <w:sz w:val="22"/>
          <w:szCs w:val="22"/>
        </w:rPr>
        <w:t>tur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2</w:t>
      </w:r>
      <w:r w:rsidRPr="006049FE">
        <w:rPr>
          <w:sz w:val="22"/>
          <w:szCs w:val="22"/>
        </w:rPr>
        <w:t>6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czerwc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2"/>
          <w:sz w:val="22"/>
          <w:szCs w:val="22"/>
        </w:rPr>
        <w:t>002r</w:t>
      </w:r>
      <w:r w:rsidRPr="006049FE">
        <w:rPr>
          <w:sz w:val="22"/>
          <w:szCs w:val="22"/>
        </w:rPr>
        <w:t>.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sprawi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zie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budowy</w:t>
      </w:r>
      <w:r w:rsidRPr="006049FE">
        <w:rPr>
          <w:sz w:val="22"/>
          <w:szCs w:val="22"/>
        </w:rPr>
        <w:t>,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mont</w:t>
      </w:r>
      <w:r w:rsidRPr="006049FE">
        <w:rPr>
          <w:sz w:val="22"/>
          <w:szCs w:val="22"/>
        </w:rPr>
        <w:t>ażu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rozbiórki,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fo</w:t>
      </w:r>
      <w:r w:rsidRPr="006049FE">
        <w:rPr>
          <w:sz w:val="22"/>
          <w:szCs w:val="22"/>
        </w:rPr>
        <w:t>rmacyjnej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łoszenia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zawierającego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dane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ące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bezpieczeństwa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zdrowia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108,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953).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B</w:t>
      </w:r>
      <w:r w:rsidRPr="006049FE">
        <w:rPr>
          <w:b/>
          <w:bCs/>
          <w:spacing w:val="1"/>
          <w:sz w:val="22"/>
          <w:szCs w:val="22"/>
        </w:rPr>
        <w:t>e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pie</w:t>
      </w:r>
      <w:r w:rsidRPr="006049FE">
        <w:rPr>
          <w:b/>
          <w:bCs/>
          <w:spacing w:val="1"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eń</w:t>
      </w:r>
      <w:r w:rsidRPr="006049FE">
        <w:rPr>
          <w:b/>
          <w:bCs/>
          <w:spacing w:val="1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na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pla</w:t>
      </w:r>
      <w:r w:rsidRPr="006049FE">
        <w:rPr>
          <w:b/>
          <w:bCs/>
          <w:spacing w:val="1"/>
          <w:sz w:val="22"/>
          <w:szCs w:val="22"/>
        </w:rPr>
        <w:t>c</w:t>
      </w:r>
      <w:r w:rsidRPr="006049FE">
        <w:rPr>
          <w:b/>
          <w:bCs/>
          <w:sz w:val="22"/>
          <w:szCs w:val="22"/>
        </w:rPr>
        <w:t>u budo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przekazani</w:t>
      </w:r>
      <w:r w:rsidRPr="006049FE">
        <w:rPr>
          <w:sz w:val="22"/>
          <w:szCs w:val="22"/>
        </w:rPr>
        <w:t>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teren</w:t>
      </w:r>
      <w:r w:rsidRPr="006049FE">
        <w:rPr>
          <w:sz w:val="22"/>
          <w:szCs w:val="22"/>
        </w:rPr>
        <w:t>u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</w:t>
      </w:r>
      <w:r w:rsidRPr="006049FE">
        <w:rPr>
          <w:spacing w:val="-3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ędzie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</w:t>
      </w:r>
      <w:r w:rsidRPr="006049FE">
        <w:rPr>
          <w:spacing w:val="-2"/>
          <w:sz w:val="22"/>
          <w:szCs w:val="22"/>
        </w:rPr>
        <w:t>eń</w:t>
      </w:r>
      <w:r w:rsidRPr="006049FE">
        <w:rPr>
          <w:sz w:val="22"/>
          <w:szCs w:val="22"/>
        </w:rPr>
        <w:t xml:space="preserve">stwo </w:t>
      </w:r>
      <w:r w:rsidRPr="006049FE">
        <w:rPr>
          <w:spacing w:val="3"/>
          <w:sz w:val="22"/>
          <w:szCs w:val="22"/>
        </w:rPr>
        <w:t>wszystkic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zatrudnionyc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ób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ochron</w:t>
      </w:r>
      <w:r w:rsidRPr="006049FE">
        <w:rPr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wandali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kradzi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 xml:space="preserve"> 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ał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ęt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ezpiecz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ń</w:t>
      </w:r>
      <w:r w:rsidRPr="006049FE">
        <w:rPr>
          <w:spacing w:val="1"/>
          <w:sz w:val="22"/>
          <w:szCs w:val="22"/>
        </w:rPr>
        <w:t>stw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>ruch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publiczneg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wew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ty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te</w:t>
      </w:r>
      <w:r w:rsidRPr="006049FE">
        <w:rPr>
          <w:spacing w:val="2"/>
          <w:sz w:val="22"/>
          <w:szCs w:val="22"/>
        </w:rPr>
        <w:t>re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cały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okre</w:t>
      </w:r>
      <w:r w:rsidRPr="006049FE">
        <w:rPr>
          <w:sz w:val="22"/>
          <w:szCs w:val="22"/>
        </w:rPr>
        <w:t>s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prowadzeni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zainstaluje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całym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znaki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informujące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</w:t>
      </w:r>
      <w:r w:rsidR="00B70C44" w:rsidRPr="006049FE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budowlany</w:t>
      </w:r>
      <w:r w:rsidRPr="006049FE">
        <w:rPr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bezpiecz</w:t>
      </w:r>
      <w:r w:rsidRPr="006049FE">
        <w:rPr>
          <w:sz w:val="22"/>
          <w:szCs w:val="22"/>
        </w:rPr>
        <w:t>eń</w:t>
      </w:r>
      <w:r w:rsidRPr="006049FE">
        <w:rPr>
          <w:spacing w:val="1"/>
          <w:sz w:val="22"/>
          <w:szCs w:val="22"/>
        </w:rPr>
        <w:t>stw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publiczneg</w:t>
      </w:r>
      <w:r w:rsidRPr="006049FE">
        <w:rPr>
          <w:sz w:val="22"/>
          <w:szCs w:val="22"/>
        </w:rPr>
        <w:t>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zainstaluj</w:t>
      </w:r>
      <w:r w:rsidRPr="006049FE">
        <w:rPr>
          <w:sz w:val="22"/>
          <w:szCs w:val="22"/>
        </w:rPr>
        <w:t>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czasow</w:t>
      </w:r>
      <w:r w:rsidRPr="006049FE">
        <w:rPr>
          <w:sz w:val="22"/>
          <w:szCs w:val="22"/>
        </w:rPr>
        <w:t>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ądzenia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zabezp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ecza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ce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ty</w:t>
      </w:r>
      <w:r w:rsidRPr="006049FE">
        <w:rPr>
          <w:sz w:val="22"/>
          <w:szCs w:val="22"/>
        </w:rPr>
        <w:t>m: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ro</w:t>
      </w:r>
      <w:r w:rsidRPr="006049FE">
        <w:rPr>
          <w:spacing w:val="1"/>
          <w:sz w:val="22"/>
          <w:szCs w:val="22"/>
        </w:rPr>
        <w:t>dz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cze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wietlenie</w:t>
      </w:r>
      <w:r w:rsidRPr="006049FE">
        <w:rPr>
          <w:sz w:val="22"/>
          <w:szCs w:val="22"/>
        </w:rPr>
        <w:t>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sygna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ostrzega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ze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dozorców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ienia.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Kosz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zabezpieczeni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ter</w:t>
      </w:r>
      <w:r w:rsidRPr="006049FE">
        <w:rPr>
          <w:spacing w:val="3"/>
          <w:sz w:val="22"/>
          <w:szCs w:val="22"/>
        </w:rPr>
        <w:t>en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"/>
          <w:sz w:val="22"/>
          <w:szCs w:val="22"/>
        </w:rPr>
        <w:t>budo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podleg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od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bne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ac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zy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uj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ę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ż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jest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łączony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D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ie</w:t>
      </w:r>
      <w:r w:rsidRPr="006049FE">
        <w:rPr>
          <w:b/>
          <w:bCs/>
          <w:spacing w:val="-2"/>
          <w:sz w:val="22"/>
          <w:szCs w:val="22"/>
        </w:rPr>
        <w:t>nn</w:t>
      </w:r>
      <w:r w:rsidRPr="006049FE">
        <w:rPr>
          <w:b/>
          <w:bCs/>
          <w:sz w:val="22"/>
          <w:szCs w:val="22"/>
        </w:rPr>
        <w:t>ik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B</w:t>
      </w:r>
      <w:r w:rsidRPr="006049FE">
        <w:rPr>
          <w:b/>
          <w:bCs/>
          <w:spacing w:val="-2"/>
          <w:sz w:val="22"/>
          <w:szCs w:val="22"/>
        </w:rPr>
        <w:t>ud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ponos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odpowiedzialn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ika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Rozporz</w:t>
      </w:r>
      <w:r w:rsidRPr="006049FE">
        <w:rPr>
          <w:spacing w:val="1"/>
          <w:sz w:val="22"/>
          <w:szCs w:val="22"/>
        </w:rPr>
        <w:t>ądzen</w:t>
      </w:r>
      <w:r w:rsidRPr="006049FE">
        <w:rPr>
          <w:spacing w:val="2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Ministr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Infrastruktu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2</w:t>
      </w:r>
      <w:r w:rsidRPr="006049FE">
        <w:rPr>
          <w:sz w:val="22"/>
          <w:szCs w:val="22"/>
        </w:rPr>
        <w:t>6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czerwc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2002r</w:t>
      </w:r>
      <w:r w:rsidRPr="006049FE">
        <w:rPr>
          <w:sz w:val="22"/>
          <w:szCs w:val="22"/>
        </w:rPr>
        <w:t>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spra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dziennik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 xml:space="preserve">budowy,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onta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u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ta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lic</w:t>
      </w:r>
      <w:r w:rsidRPr="006049FE">
        <w:rPr>
          <w:sz w:val="22"/>
          <w:szCs w:val="22"/>
        </w:rPr>
        <w:t>y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for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oszen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zaw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era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dotycz</w:t>
      </w:r>
      <w:r w:rsidRPr="006049FE">
        <w:rPr>
          <w:sz w:val="22"/>
          <w:szCs w:val="22"/>
        </w:rPr>
        <w:t>ące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bezpiecze</w:t>
      </w:r>
      <w:r w:rsidRPr="006049FE">
        <w:rPr>
          <w:spacing w:val="-2"/>
          <w:sz w:val="22"/>
          <w:szCs w:val="22"/>
        </w:rPr>
        <w:t>ństw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ochron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zdrowi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(D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.U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 xml:space="preserve">r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108,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poz.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953).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 xml:space="preserve">konawca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uzgodnieni</w:t>
      </w:r>
      <w:r w:rsidRPr="006049FE">
        <w:rPr>
          <w:sz w:val="22"/>
          <w:szCs w:val="22"/>
        </w:rPr>
        <w:t>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proponowan</w:t>
      </w:r>
      <w:r w:rsidRPr="006049FE">
        <w:rPr>
          <w:sz w:val="22"/>
          <w:szCs w:val="22"/>
        </w:rPr>
        <w:t>ą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for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ę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is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tr</w:t>
      </w:r>
      <w:r w:rsidRPr="006049FE">
        <w:rPr>
          <w:sz w:val="22"/>
          <w:szCs w:val="22"/>
        </w:rPr>
        <w:t>eści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Budowy. Dziennik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języku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Oc</w:t>
      </w:r>
      <w:r w:rsidRPr="006049FE">
        <w:rPr>
          <w:b/>
          <w:bCs/>
          <w:spacing w:val="-2"/>
          <w:sz w:val="22"/>
          <w:szCs w:val="22"/>
        </w:rPr>
        <w:t>h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on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mie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ia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-2"/>
          <w:sz w:val="22"/>
          <w:szCs w:val="22"/>
        </w:rPr>
        <w:t>b</w:t>
      </w:r>
      <w:r w:rsidRPr="006049FE">
        <w:rPr>
          <w:b/>
          <w:bCs/>
          <w:sz w:val="22"/>
          <w:szCs w:val="22"/>
        </w:rPr>
        <w:t>lic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g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2"/>
          <w:sz w:val="22"/>
          <w:szCs w:val="22"/>
        </w:rPr>
        <w:t xml:space="preserve"> p</w:t>
      </w:r>
      <w:r w:rsidRPr="006049FE">
        <w:rPr>
          <w:b/>
          <w:bCs/>
          <w:sz w:val="22"/>
          <w:szCs w:val="22"/>
        </w:rPr>
        <w:t>ryw</w:t>
      </w:r>
      <w:r w:rsidRPr="006049FE">
        <w:rPr>
          <w:b/>
          <w:bCs/>
          <w:spacing w:val="-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go</w:t>
      </w:r>
      <w:r w:rsidRPr="006049FE">
        <w:rPr>
          <w:b/>
          <w:b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zabezpieczenie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publiczn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prywatnego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szkoda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ący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konsekwencją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prowadzonych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instalacj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urz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dze</w:t>
      </w:r>
      <w:r w:rsidRPr="006049FE">
        <w:rPr>
          <w:sz w:val="22"/>
          <w:szCs w:val="22"/>
        </w:rPr>
        <w:t>ń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zlokalizowany</w:t>
      </w:r>
      <w:r w:rsidRPr="006049FE">
        <w:rPr>
          <w:sz w:val="22"/>
          <w:szCs w:val="22"/>
        </w:rPr>
        <w:t>ch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powie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zchn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teren</w:t>
      </w:r>
      <w:r w:rsidRPr="006049FE">
        <w:rPr>
          <w:sz w:val="22"/>
          <w:szCs w:val="22"/>
        </w:rPr>
        <w:t>u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jeg</w:t>
      </w:r>
      <w:r w:rsidRPr="006049FE">
        <w:rPr>
          <w:sz w:val="22"/>
          <w:szCs w:val="22"/>
        </w:rPr>
        <w:t>o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poziom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takic</w:t>
      </w:r>
      <w:r w:rsidRPr="006049FE">
        <w:rPr>
          <w:sz w:val="22"/>
          <w:szCs w:val="22"/>
        </w:rPr>
        <w:t>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jak</w:t>
      </w:r>
      <w:r w:rsidRPr="006049FE">
        <w:rPr>
          <w:sz w:val="22"/>
          <w:szCs w:val="22"/>
        </w:rPr>
        <w:t>: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ruro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gi,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kable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itp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zapewn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ła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ci</w:t>
      </w:r>
      <w:r w:rsidRPr="006049FE">
        <w:rPr>
          <w:sz w:val="22"/>
          <w:szCs w:val="22"/>
        </w:rPr>
        <w:t>we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oznaczeni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zabezpieczeni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zed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szkodzeniem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tych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instalacji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zeń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trwania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spowodowane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łanie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instalacji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powierzchn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zie</w:t>
      </w:r>
      <w:r w:rsidRPr="006049FE">
        <w:rPr>
          <w:sz w:val="22"/>
          <w:szCs w:val="22"/>
        </w:rPr>
        <w:t>mi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ur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dz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zi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</w:t>
      </w:r>
      <w:r w:rsidRPr="006049FE">
        <w:rPr>
          <w:spacing w:val="2"/>
          <w:sz w:val="22"/>
          <w:szCs w:val="22"/>
        </w:rPr>
        <w:t>ka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en</w:t>
      </w:r>
      <w:r w:rsidRPr="006049FE">
        <w:rPr>
          <w:spacing w:val="1"/>
          <w:sz w:val="22"/>
          <w:szCs w:val="22"/>
        </w:rPr>
        <w:t>ta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</w:t>
      </w:r>
      <w:r w:rsidRPr="006049FE">
        <w:rPr>
          <w:spacing w:val="1"/>
          <w:sz w:val="22"/>
          <w:szCs w:val="22"/>
        </w:rPr>
        <w:t>st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rcz</w:t>
      </w:r>
      <w:r w:rsidRPr="006049FE">
        <w:rPr>
          <w:spacing w:val="2"/>
          <w:sz w:val="22"/>
          <w:szCs w:val="22"/>
        </w:rPr>
        <w:t>on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razi</w:t>
      </w:r>
      <w:r w:rsidRPr="006049FE">
        <w:rPr>
          <w:sz w:val="22"/>
          <w:szCs w:val="22"/>
        </w:rPr>
        <w:t>e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roszczeni</w:t>
      </w:r>
      <w:r w:rsidRPr="006049FE">
        <w:rPr>
          <w:sz w:val="22"/>
          <w:szCs w:val="22"/>
        </w:rPr>
        <w:t>a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str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trzecie</w:t>
      </w:r>
      <w:r w:rsidRPr="006049FE">
        <w:rPr>
          <w:sz w:val="22"/>
          <w:szCs w:val="22"/>
        </w:rPr>
        <w:t>j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</w:t>
      </w:r>
      <w:r w:rsidRPr="006049FE">
        <w:rPr>
          <w:spacing w:val="-2"/>
          <w:sz w:val="22"/>
          <w:szCs w:val="22"/>
        </w:rPr>
        <w:t>zk</w:t>
      </w:r>
      <w:r w:rsidRPr="006049FE">
        <w:rPr>
          <w:sz w:val="22"/>
          <w:szCs w:val="22"/>
        </w:rPr>
        <w:t>u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taki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szkod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wra</w:t>
      </w:r>
      <w:r w:rsidRPr="006049FE">
        <w:rPr>
          <w:sz w:val="22"/>
          <w:szCs w:val="22"/>
        </w:rPr>
        <w:t>z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swo</w:t>
      </w:r>
      <w:r w:rsidRPr="006049FE">
        <w:rPr>
          <w:sz w:val="22"/>
          <w:szCs w:val="22"/>
        </w:rPr>
        <w:t>im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towarzystwem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ubezpieczeniowym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podej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natych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iastowe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rozstrzygn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cia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roszczenia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ędzie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fo</w:t>
      </w:r>
      <w:r w:rsidRPr="006049FE">
        <w:rPr>
          <w:sz w:val="22"/>
          <w:szCs w:val="22"/>
        </w:rPr>
        <w:t>rmow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</w:t>
      </w:r>
      <w:r w:rsidRPr="006049FE">
        <w:rPr>
          <w:sz w:val="22"/>
          <w:szCs w:val="22"/>
        </w:rPr>
        <w:t>tępach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sprawie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szczegółach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</w:t>
      </w:r>
      <w:r w:rsidRPr="006049FE">
        <w:rPr>
          <w:sz w:val="22"/>
          <w:szCs w:val="22"/>
        </w:rPr>
        <w:t>ią</w:t>
      </w:r>
      <w:r w:rsidRPr="006049FE">
        <w:rPr>
          <w:spacing w:val="-2"/>
          <w:sz w:val="22"/>
          <w:szCs w:val="22"/>
        </w:rPr>
        <w:t>gn</w:t>
      </w:r>
      <w:r w:rsidRPr="006049FE">
        <w:rPr>
          <w:sz w:val="22"/>
          <w:szCs w:val="22"/>
        </w:rPr>
        <w:t>iętego</w:t>
      </w:r>
      <w:r w:rsidRPr="006049FE">
        <w:rPr>
          <w:spacing w:val="-28"/>
          <w:sz w:val="22"/>
          <w:szCs w:val="22"/>
        </w:rPr>
        <w:t xml:space="preserve"> </w:t>
      </w:r>
      <w:r w:rsidRPr="006049FE">
        <w:rPr>
          <w:sz w:val="22"/>
          <w:szCs w:val="22"/>
        </w:rPr>
        <w:t>porozu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B70C44">
      <w:pPr>
        <w:pStyle w:val="Akapitzlist"/>
        <w:rPr>
          <w:b/>
          <w:bCs/>
          <w:spacing w:val="-3"/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Koordynac</w:t>
      </w:r>
      <w:r w:rsidRPr="006049FE">
        <w:rPr>
          <w:b/>
          <w:bCs/>
          <w:sz w:val="22"/>
          <w:szCs w:val="22"/>
        </w:rPr>
        <w:t xml:space="preserve">ja </w:t>
      </w:r>
      <w:r w:rsidRPr="006049FE">
        <w:rPr>
          <w:b/>
          <w:bCs/>
          <w:spacing w:val="4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 xml:space="preserve">z </w:t>
      </w:r>
      <w:r w:rsidRPr="006049FE">
        <w:rPr>
          <w:b/>
          <w:bCs/>
          <w:spacing w:val="48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 xml:space="preserve">ładzami </w:t>
      </w:r>
      <w:r w:rsidRPr="006049FE">
        <w:rPr>
          <w:b/>
          <w:bCs/>
          <w:spacing w:val="4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odpo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ied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ia</w:t>
      </w:r>
      <w:r w:rsidRPr="006049FE">
        <w:rPr>
          <w:b/>
          <w:bCs/>
          <w:spacing w:val="1"/>
          <w:sz w:val="22"/>
          <w:szCs w:val="22"/>
        </w:rPr>
        <w:t>l</w:t>
      </w:r>
      <w:r w:rsidR="00E14C15">
        <w:rPr>
          <w:b/>
          <w:bCs/>
          <w:sz w:val="22"/>
          <w:szCs w:val="22"/>
        </w:rPr>
        <w:t xml:space="preserve">nymi 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 ur</w:t>
      </w:r>
      <w:r w:rsidRPr="006049FE">
        <w:rPr>
          <w:b/>
          <w:bCs/>
          <w:spacing w:val="-2"/>
          <w:sz w:val="22"/>
          <w:szCs w:val="22"/>
        </w:rPr>
        <w:t>zą</w:t>
      </w:r>
      <w:r w:rsidRPr="006049FE">
        <w:rPr>
          <w:b/>
          <w:bCs/>
          <w:sz w:val="22"/>
          <w:szCs w:val="22"/>
        </w:rPr>
        <w:t>d</w:t>
      </w:r>
      <w:r w:rsidRPr="006049FE">
        <w:rPr>
          <w:b/>
          <w:bCs/>
          <w:spacing w:val="-3"/>
          <w:sz w:val="22"/>
          <w:szCs w:val="22"/>
        </w:rPr>
        <w:t>z</w:t>
      </w:r>
      <w:r w:rsidR="00B70C44" w:rsidRPr="006049FE">
        <w:rPr>
          <w:b/>
          <w:bCs/>
          <w:sz w:val="22"/>
          <w:szCs w:val="22"/>
        </w:rPr>
        <w:t>enia p</w:t>
      </w:r>
      <w:r w:rsidRPr="006049FE">
        <w:rPr>
          <w:b/>
          <w:bCs/>
          <w:sz w:val="22"/>
          <w:szCs w:val="22"/>
        </w:rPr>
        <w:t>od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iemne</w:t>
      </w:r>
      <w:r w:rsidR="00B70C44" w:rsidRPr="006049FE">
        <w:rPr>
          <w:b/>
          <w:bCs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w w:val="99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nap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pacing w:val="-5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3"/>
          <w:sz w:val="22"/>
          <w:szCs w:val="22"/>
        </w:rPr>
        <w:t>et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zne.</w:t>
      </w:r>
    </w:p>
    <w:p w:rsidR="00B70C44" w:rsidRPr="006049FE" w:rsidRDefault="00B70C44" w:rsidP="00B70C44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ponos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odpowiedzialno</w:t>
      </w:r>
      <w:r w:rsidRPr="006049FE">
        <w:rPr>
          <w:sz w:val="22"/>
          <w:szCs w:val="22"/>
        </w:rPr>
        <w:t>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koordynację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iązanych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koniecznymi</w:t>
      </w:r>
      <w:r w:rsidRPr="006049FE">
        <w:rPr>
          <w:w w:val="99"/>
          <w:sz w:val="22"/>
          <w:szCs w:val="22"/>
        </w:rPr>
        <w:t xml:space="preserve">  </w:t>
      </w:r>
      <w:r w:rsidRPr="006049FE">
        <w:rPr>
          <w:spacing w:val="2"/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enia</w:t>
      </w:r>
      <w:r w:rsidRPr="006049FE">
        <w:rPr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urz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dz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podzie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napo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tr</w:t>
      </w:r>
      <w:r w:rsidRPr="006049FE">
        <w:rPr>
          <w:spacing w:val="2"/>
          <w:sz w:val="22"/>
          <w:szCs w:val="22"/>
        </w:rPr>
        <w:t>zn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cze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wszy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ich progra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ów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W 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razie 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uszkodzenia 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</w:t>
      </w:r>
      <w:r w:rsidRPr="006049FE">
        <w:rPr>
          <w:spacing w:val="-2"/>
          <w:sz w:val="22"/>
          <w:szCs w:val="22"/>
        </w:rPr>
        <w:t>dz</w:t>
      </w:r>
      <w:r w:rsidRPr="006049FE">
        <w:rPr>
          <w:sz w:val="22"/>
          <w:szCs w:val="22"/>
        </w:rPr>
        <w:t xml:space="preserve">eń 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podzie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 xml:space="preserve">nych 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lub 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napowietrznych 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 xml:space="preserve">ykonawca 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natych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iast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odnośne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władze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współpracował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niezbędnych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powstałe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ten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E14C15" w:rsidRDefault="00E14C15" w:rsidP="00746A47">
      <w:pPr>
        <w:pStyle w:val="Akapitzlist"/>
        <w:rPr>
          <w:b/>
          <w:bCs/>
          <w:sz w:val="22"/>
          <w:szCs w:val="22"/>
        </w:rPr>
      </w:pPr>
    </w:p>
    <w:p w:rsidR="00E14C15" w:rsidRDefault="00E14C15" w:rsidP="00746A47">
      <w:pPr>
        <w:pStyle w:val="Akapitzlist"/>
        <w:rPr>
          <w:b/>
          <w:bCs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lastRenderedPageBreak/>
        <w:t>Oc</w:t>
      </w:r>
      <w:r w:rsidRPr="006049FE">
        <w:rPr>
          <w:b/>
          <w:bCs/>
          <w:spacing w:val="-2"/>
          <w:sz w:val="22"/>
          <w:szCs w:val="22"/>
        </w:rPr>
        <w:t>h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on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śr</w:t>
      </w:r>
      <w:r w:rsidRPr="006049FE">
        <w:rPr>
          <w:b/>
          <w:bCs/>
          <w:spacing w:val="-2"/>
          <w:sz w:val="22"/>
          <w:szCs w:val="22"/>
        </w:rPr>
        <w:t>od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iska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wykonywani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obowi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zn</w:t>
      </w:r>
      <w:r w:rsidRPr="006049FE">
        <w:rPr>
          <w:sz w:val="22"/>
          <w:szCs w:val="22"/>
        </w:rPr>
        <w:t>ać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stosowa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przepisy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</w:t>
      </w:r>
      <w:r w:rsidRPr="006049FE">
        <w:rPr>
          <w:spacing w:val="-2"/>
          <w:sz w:val="22"/>
          <w:szCs w:val="22"/>
        </w:rPr>
        <w:t>ce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ochron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środowiska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nat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ralnego.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podej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wszelk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konieczn</w:t>
      </w:r>
      <w:r w:rsidRPr="006049FE">
        <w:rPr>
          <w:sz w:val="22"/>
          <w:szCs w:val="22"/>
        </w:rPr>
        <w:t>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kro</w:t>
      </w:r>
      <w:r w:rsidRPr="006049FE">
        <w:rPr>
          <w:spacing w:val="4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zape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nieni</w:t>
      </w:r>
      <w:r w:rsidRPr="006049FE">
        <w:rPr>
          <w:sz w:val="22"/>
          <w:szCs w:val="22"/>
        </w:rPr>
        <w:t>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ochron</w:t>
      </w:r>
      <w:r w:rsidRPr="006049FE">
        <w:rPr>
          <w:sz w:val="22"/>
          <w:szCs w:val="22"/>
        </w:rPr>
        <w:t>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rodo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isk</w:t>
      </w:r>
      <w:r w:rsidRPr="006049FE">
        <w:rPr>
          <w:sz w:val="22"/>
          <w:szCs w:val="22"/>
        </w:rPr>
        <w:t>a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cały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cza</w:t>
      </w:r>
      <w:r w:rsidRPr="006049FE">
        <w:rPr>
          <w:sz w:val="22"/>
          <w:szCs w:val="22"/>
        </w:rPr>
        <w:t>s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trwani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robót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ty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Sk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ad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ateri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agazyn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onię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widoki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publiczny</w:t>
      </w:r>
      <w:r w:rsidRPr="006049FE">
        <w:rPr>
          <w:sz w:val="22"/>
          <w:szCs w:val="22"/>
        </w:rPr>
        <w:t>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oraz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ulokowane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iejscu,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hałas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przeniknie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lokalnego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środowiska.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szelki</w:t>
      </w:r>
      <w:r w:rsidRPr="006049FE">
        <w:rPr>
          <w:sz w:val="22"/>
          <w:szCs w:val="22"/>
        </w:rPr>
        <w:t>e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czasow</w:t>
      </w:r>
      <w:r w:rsidRPr="006049FE">
        <w:rPr>
          <w:sz w:val="22"/>
          <w:szCs w:val="22"/>
        </w:rPr>
        <w:t>e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  <w:r w:rsidRPr="006049FE">
        <w:rPr>
          <w:sz w:val="22"/>
          <w:szCs w:val="22"/>
        </w:rPr>
        <w:t>ałe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odprowadzeni</w:t>
      </w:r>
      <w:r w:rsidRPr="006049FE">
        <w:rPr>
          <w:sz w:val="22"/>
          <w:szCs w:val="22"/>
        </w:rPr>
        <w:t>a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ściekó</w:t>
      </w:r>
      <w:r w:rsidRPr="006049FE">
        <w:rPr>
          <w:sz w:val="22"/>
          <w:szCs w:val="22"/>
        </w:rPr>
        <w:t>w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ęd</w:t>
      </w:r>
      <w:r w:rsidRPr="006049FE">
        <w:rPr>
          <w:sz w:val="22"/>
          <w:szCs w:val="22"/>
        </w:rPr>
        <w:t>ą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wykonan</w:t>
      </w:r>
      <w:r w:rsidRPr="006049FE">
        <w:rPr>
          <w:sz w:val="22"/>
          <w:szCs w:val="22"/>
        </w:rPr>
        <w:t>e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odpowiedn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zabezpieczenia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zanieczyszczenie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4"/>
          <w:sz w:val="22"/>
          <w:szCs w:val="22"/>
        </w:rPr>
        <w:t>naturalnyc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4"/>
          <w:sz w:val="22"/>
          <w:szCs w:val="22"/>
        </w:rPr>
        <w:t>cieków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wodnyc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łyc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syste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odwodnieni</w:t>
      </w:r>
      <w:r w:rsidRPr="006049FE">
        <w:rPr>
          <w:sz w:val="22"/>
          <w:szCs w:val="22"/>
        </w:rPr>
        <w:t>a.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Dotycz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równi</w:t>
      </w:r>
      <w:r w:rsidRPr="006049FE">
        <w:rPr>
          <w:sz w:val="22"/>
          <w:szCs w:val="22"/>
        </w:rPr>
        <w:t>eż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jakichkolwiek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zanieczyszczeń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powstałych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Wszelkie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wytwórnie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mas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źródła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hałasu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zaopatrzone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systemy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ograniczają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is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h</w:t>
      </w:r>
      <w:r w:rsidRPr="006049FE">
        <w:rPr>
          <w:sz w:val="22"/>
          <w:szCs w:val="22"/>
        </w:rPr>
        <w:t>ałasu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om.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wolno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żywać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żad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posiadających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(nowych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od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sk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)</w:t>
      </w:r>
      <w:r w:rsidRPr="006049FE">
        <w:rPr>
          <w:sz w:val="22"/>
          <w:szCs w:val="22"/>
        </w:rPr>
        <w:t>,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ór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>mog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yb</w:t>
      </w:r>
      <w:r w:rsidRPr="006049FE">
        <w:rPr>
          <w:sz w:val="22"/>
          <w:szCs w:val="22"/>
        </w:rPr>
        <w:t>y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stwarz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eb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zp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ńs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środowiska;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stos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zalece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Wykonaw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winie</w:t>
      </w:r>
      <w:r w:rsidRPr="006049FE">
        <w:rPr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odpowiad</w:t>
      </w:r>
      <w:r w:rsidRPr="006049FE">
        <w:rPr>
          <w:spacing w:val="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ca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kowici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usuwani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odpadó</w:t>
      </w:r>
      <w:r w:rsidRPr="006049FE">
        <w:rPr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ś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iec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z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zys</w:t>
      </w:r>
      <w:r w:rsidRPr="006049FE">
        <w:rPr>
          <w:spacing w:val="10"/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>ki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j</w:t>
      </w:r>
      <w:r w:rsidRPr="006049FE">
        <w:rPr>
          <w:spacing w:val="8"/>
          <w:sz w:val="22"/>
          <w:szCs w:val="22"/>
        </w:rPr>
        <w:t>s</w:t>
      </w:r>
      <w:r w:rsidRPr="006049FE">
        <w:rPr>
          <w:sz w:val="22"/>
          <w:szCs w:val="22"/>
        </w:rPr>
        <w:t>c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pl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budow</w:t>
      </w:r>
      <w:r w:rsidRPr="006049FE">
        <w:rPr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>ejs</w:t>
      </w:r>
      <w:r w:rsidRPr="006049FE">
        <w:rPr>
          <w:sz w:val="22"/>
          <w:szCs w:val="22"/>
        </w:rPr>
        <w:t>c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zanyc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pro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adzony</w:t>
      </w:r>
      <w:r w:rsidRPr="006049FE">
        <w:rPr>
          <w:spacing w:val="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czym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zawsze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ściśle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przestrzegać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przepisów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odnośnych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władz.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rakci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real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zacj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Wykonawc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win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dop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ści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eczyszczen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środowiska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zarówno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placu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bud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otoczeniu.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winien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zabezpiecz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wszelkie 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rodzaje 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odpadów 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wraz </w:t>
      </w:r>
      <w:r w:rsidRPr="006049FE">
        <w:rPr>
          <w:spacing w:val="54"/>
          <w:sz w:val="22"/>
          <w:szCs w:val="22"/>
        </w:rPr>
        <w:t xml:space="preserve"> </w:t>
      </w:r>
      <w:r w:rsidR="00E14C15">
        <w:rPr>
          <w:sz w:val="22"/>
          <w:szCs w:val="22"/>
        </w:rPr>
        <w:t xml:space="preserve">ze 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iecia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z w:val="22"/>
          <w:szCs w:val="22"/>
        </w:rPr>
        <w:tab/>
        <w:t>odpadka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na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,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st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pni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przetransportow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ypi</w:t>
      </w:r>
      <w:r w:rsidRPr="006049FE">
        <w:rPr>
          <w:spacing w:val="3"/>
          <w:sz w:val="22"/>
          <w:szCs w:val="22"/>
        </w:rPr>
        <w:t>sk</w:t>
      </w:r>
      <w:r w:rsidRPr="006049FE">
        <w:rPr>
          <w:sz w:val="22"/>
          <w:szCs w:val="22"/>
        </w:rPr>
        <w:t>o ś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ieci.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szelkie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tym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ponos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tere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zabudowanym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zobowiązany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ograniczenia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czasu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godzinach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7,00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22,00.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VIII.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ykonyw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ży</w:t>
      </w:r>
      <w:r w:rsidRPr="006049FE">
        <w:rPr>
          <w:sz w:val="22"/>
          <w:szCs w:val="22"/>
        </w:rPr>
        <w:t>m,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długotrw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ły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natę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eni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asu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mog</w:t>
      </w:r>
      <w:r w:rsidRPr="006049FE">
        <w:rPr>
          <w:spacing w:val="1"/>
          <w:sz w:val="22"/>
          <w:szCs w:val="22"/>
        </w:rPr>
        <w:t>ący</w:t>
      </w:r>
      <w:r w:rsidRPr="006049FE">
        <w:rPr>
          <w:sz w:val="22"/>
          <w:szCs w:val="22"/>
        </w:rPr>
        <w:t>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utrudn</w:t>
      </w:r>
      <w:r w:rsidRPr="006049FE">
        <w:rPr>
          <w:sz w:val="22"/>
          <w:szCs w:val="22"/>
        </w:rPr>
        <w:t>ić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urzędu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budynku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ad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inistracji,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dostosow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godzin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B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zpie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eńs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higien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pra</w:t>
      </w:r>
      <w:r w:rsidRPr="006049FE">
        <w:rPr>
          <w:b/>
          <w:bCs/>
          <w:sz w:val="22"/>
          <w:szCs w:val="22"/>
        </w:rPr>
        <w:t>cy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Podczas realizacji robót Wykonawca będzie przestrzegać przepisów dotyczących bezpieczeństwa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hi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ieny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szczególn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obowiązek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zadbać,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aby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personel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wykonywał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warunkach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ezpiecznych,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szkodliwych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zdrowia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ełniających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odpowiednich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sanitarnych.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zapewn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bę</w:t>
      </w:r>
      <w:r w:rsidRPr="006049FE">
        <w:rPr>
          <w:spacing w:val="-2"/>
          <w:sz w:val="22"/>
          <w:szCs w:val="22"/>
        </w:rPr>
        <w:t>dzi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utrzymyw</w:t>
      </w:r>
      <w:r w:rsidRPr="006049FE">
        <w:rPr>
          <w:sz w:val="22"/>
          <w:szCs w:val="22"/>
        </w:rPr>
        <w:t>ał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ądzenia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zabezpieczające,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socjalne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odzież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życia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zdrowia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osób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zatrudnionych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budowie.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Uznaje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się,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szty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wypełnieniem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wymagań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określonych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powyżej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podlega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</w:t>
      </w:r>
      <w:r w:rsidRPr="006049FE">
        <w:rPr>
          <w:sz w:val="22"/>
          <w:szCs w:val="22"/>
        </w:rPr>
        <w:t>rębnej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łacie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uwzg</w:t>
      </w:r>
      <w:r w:rsidRPr="006049FE">
        <w:rPr>
          <w:sz w:val="22"/>
          <w:szCs w:val="22"/>
        </w:rPr>
        <w:t>lędnione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umownej.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Oc</w:t>
      </w:r>
      <w:r w:rsidRPr="006049FE">
        <w:rPr>
          <w:b/>
          <w:bCs/>
          <w:spacing w:val="-2"/>
          <w:sz w:val="22"/>
          <w:szCs w:val="22"/>
        </w:rPr>
        <w:t>h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on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1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eci</w:t>
      </w:r>
      <w:r w:rsidRPr="006049FE">
        <w:rPr>
          <w:b/>
          <w:bCs/>
          <w:spacing w:val="-2"/>
          <w:sz w:val="22"/>
          <w:szCs w:val="22"/>
        </w:rPr>
        <w:t>wp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>aro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winien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możliwe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bez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iecz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ństw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żarowego</w:t>
      </w:r>
      <w:r w:rsidRPr="006049FE">
        <w:rPr>
          <w:sz w:val="22"/>
          <w:szCs w:val="22"/>
        </w:rPr>
        <w:t>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nien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przestrzeg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epis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le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odno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ładz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przeciwpoż</w:t>
      </w:r>
      <w:r w:rsidRPr="006049FE">
        <w:rPr>
          <w:spacing w:val="-2"/>
          <w:sz w:val="22"/>
          <w:szCs w:val="22"/>
        </w:rPr>
        <w:t>arowej.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dzi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utrzymyw</w:t>
      </w:r>
      <w:r w:rsidRPr="006049FE">
        <w:rPr>
          <w:sz w:val="22"/>
          <w:szCs w:val="22"/>
        </w:rPr>
        <w:t>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sprawn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sprz</w:t>
      </w:r>
      <w:r w:rsidRPr="006049FE">
        <w:rPr>
          <w:sz w:val="22"/>
          <w:szCs w:val="22"/>
        </w:rPr>
        <w:t>ęt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przeciwp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arowy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gan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odpowiedni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przepisa</w:t>
      </w:r>
      <w:r w:rsidRPr="006049FE">
        <w:rPr>
          <w:sz w:val="22"/>
          <w:szCs w:val="22"/>
        </w:rPr>
        <w:t>mi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tereni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budow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ieszczeniac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biuro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ych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agazynowyc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tereni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Materi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7"/>
          <w:sz w:val="22"/>
          <w:szCs w:val="22"/>
        </w:rPr>
        <w:t>atwopal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>ęd</w:t>
      </w:r>
      <w:r w:rsidRPr="006049FE">
        <w:rPr>
          <w:sz w:val="22"/>
          <w:szCs w:val="22"/>
        </w:rPr>
        <w:t>ą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sk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7"/>
          <w:sz w:val="22"/>
          <w:szCs w:val="22"/>
        </w:rPr>
        <w:t>adowan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zgodn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odpo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iedni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przepisa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zabezp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eczon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dos</w:t>
      </w:r>
      <w:r w:rsidRPr="006049FE">
        <w:rPr>
          <w:spacing w:val="2"/>
          <w:sz w:val="22"/>
          <w:szCs w:val="22"/>
        </w:rPr>
        <w:t>tępe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osó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trzecich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awc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iedzial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szelki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straty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spowodo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an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oż</w:t>
      </w:r>
      <w:r w:rsidRPr="006049FE">
        <w:rPr>
          <w:spacing w:val="2"/>
          <w:sz w:val="22"/>
          <w:szCs w:val="22"/>
        </w:rPr>
        <w:t>are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wywo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any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jak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rezulta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realizacj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alb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pe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on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l </w:t>
      </w:r>
      <w:r w:rsidRPr="006049FE">
        <w:rPr>
          <w:spacing w:val="-3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wcy.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Obcią</w:t>
      </w:r>
      <w:r w:rsidRPr="006049FE">
        <w:rPr>
          <w:b/>
          <w:bCs/>
          <w:spacing w:val="-2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>enie na oś dla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transportu koło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Wykonaw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zapewni</w:t>
      </w:r>
      <w:r w:rsidRPr="006049FE">
        <w:rPr>
          <w:sz w:val="22"/>
          <w:szCs w:val="22"/>
        </w:rPr>
        <w:t>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cał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ruc</w:t>
      </w:r>
      <w:r w:rsidRPr="006049FE">
        <w:rPr>
          <w:sz w:val="22"/>
          <w:szCs w:val="22"/>
        </w:rPr>
        <w:t>h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oł</w:t>
      </w:r>
      <w:r w:rsidRPr="006049FE">
        <w:rPr>
          <w:spacing w:val="5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zw</w:t>
      </w:r>
      <w:r w:rsidRPr="006049FE">
        <w:rPr>
          <w:spacing w:val="6"/>
          <w:sz w:val="22"/>
          <w:szCs w:val="22"/>
        </w:rPr>
        <w:t>iązan</w:t>
      </w:r>
      <w:r w:rsidRPr="006049FE">
        <w:rPr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robota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łączni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dostaw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eri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ów</w:t>
      </w:r>
      <w:r w:rsidRPr="006049FE">
        <w:rPr>
          <w:sz w:val="22"/>
          <w:szCs w:val="22"/>
        </w:rPr>
        <w:t>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zekro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obc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2"/>
          <w:sz w:val="22"/>
          <w:szCs w:val="22"/>
        </w:rPr>
        <w:t>dopuszcza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drogac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3"/>
          <w:sz w:val="22"/>
          <w:szCs w:val="22"/>
        </w:rPr>
        <w:t>publicznyc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placu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budo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przekracz</w:t>
      </w:r>
      <w:r w:rsidRPr="006049FE">
        <w:rPr>
          <w:spacing w:val="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dopuszczalnyc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obc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ą</w:t>
      </w:r>
      <w:r w:rsidRPr="006049FE">
        <w:rPr>
          <w:spacing w:val="7"/>
          <w:sz w:val="22"/>
          <w:szCs w:val="22"/>
        </w:rPr>
        <w:t>że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warstwac</w:t>
      </w:r>
      <w:r w:rsidRPr="006049FE">
        <w:rPr>
          <w:sz w:val="22"/>
          <w:szCs w:val="22"/>
        </w:rPr>
        <w:t>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nawierzchni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jezdnych</w:t>
      </w:r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ykonawc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zape</w:t>
      </w:r>
      <w:r w:rsidRPr="006049FE">
        <w:rPr>
          <w:spacing w:val="2"/>
          <w:sz w:val="22"/>
          <w:szCs w:val="22"/>
        </w:rPr>
        <w:t>wn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zę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budow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an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dzi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powodow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ł </w:t>
      </w:r>
      <w:r w:rsidRPr="006049FE">
        <w:rPr>
          <w:spacing w:val="2"/>
          <w:sz w:val="22"/>
          <w:szCs w:val="22"/>
        </w:rPr>
        <w:t>przekroczen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dopuszczalnyc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obc</w:t>
      </w:r>
      <w:r w:rsidRPr="006049FE">
        <w:rPr>
          <w:sz w:val="22"/>
          <w:szCs w:val="22"/>
        </w:rPr>
        <w:t>iążeń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ruchu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obie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tach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przepustach.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Wsze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ki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kod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drogac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3"/>
          <w:sz w:val="22"/>
          <w:szCs w:val="22"/>
        </w:rPr>
        <w:t>publi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znyc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3"/>
          <w:sz w:val="22"/>
          <w:szCs w:val="22"/>
        </w:rPr>
        <w:t>spo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odowan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tr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nsport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3"/>
          <w:sz w:val="22"/>
          <w:szCs w:val="22"/>
        </w:rPr>
        <w:t>budowlany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zostan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zlikwidow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lastRenderedPageBreak/>
        <w:t>prze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Wykonawc</w:t>
      </w:r>
      <w:r w:rsidRPr="006049FE">
        <w:rPr>
          <w:spacing w:val="5"/>
          <w:sz w:val="22"/>
          <w:szCs w:val="22"/>
        </w:rPr>
        <w:t>ę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postępowan</w:t>
      </w:r>
      <w:r w:rsidRPr="006049FE">
        <w:rPr>
          <w:spacing w:val="6"/>
          <w:sz w:val="22"/>
          <w:szCs w:val="22"/>
        </w:rPr>
        <w:t>ie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5"/>
          <w:sz w:val="22"/>
          <w:szCs w:val="22"/>
        </w:rPr>
        <w:t>przewidziany</w:t>
      </w:r>
      <w:r w:rsidRPr="006049FE">
        <w:rPr>
          <w:sz w:val="22"/>
          <w:szCs w:val="22"/>
        </w:rPr>
        <w:t xml:space="preserve">m </w:t>
      </w:r>
      <w:r w:rsidRPr="006049FE">
        <w:rPr>
          <w:spacing w:val="5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roszcz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-3"/>
          <w:sz w:val="22"/>
          <w:szCs w:val="22"/>
        </w:rPr>
        <w:t>stron trzecich.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Aprobat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-2"/>
          <w:sz w:val="22"/>
          <w:szCs w:val="22"/>
        </w:rPr>
        <w:t xml:space="preserve"> Techni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Wykonawca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winien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uzyskać 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Aprobaty 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Techniczne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wyroby 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określone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Specyf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kacj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</w:t>
      </w:r>
      <w:r w:rsidRPr="006049FE">
        <w:rPr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hnic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plecz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Wykonawcy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trakci</w:t>
      </w:r>
      <w:r w:rsidRPr="006049FE">
        <w:rPr>
          <w:sz w:val="22"/>
          <w:szCs w:val="22"/>
        </w:rPr>
        <w:t>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realizacj</w:t>
      </w:r>
      <w:r w:rsidRPr="006049FE">
        <w:rPr>
          <w:sz w:val="22"/>
          <w:szCs w:val="22"/>
        </w:rPr>
        <w:t>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obiek</w:t>
      </w:r>
      <w:r w:rsidRPr="006049FE">
        <w:rPr>
          <w:spacing w:val="7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inie</w:t>
      </w:r>
      <w:r w:rsidRPr="006049FE">
        <w:rPr>
          <w:sz w:val="22"/>
          <w:szCs w:val="22"/>
        </w:rPr>
        <w:t>n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zape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g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izow</w:t>
      </w:r>
      <w:r w:rsidRPr="006049FE">
        <w:rPr>
          <w:spacing w:val="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oim</w:t>
      </w:r>
      <w:r w:rsidRPr="006049FE">
        <w:rPr>
          <w:spacing w:val="8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pracowniko</w:t>
      </w:r>
      <w:r w:rsidRPr="006049FE">
        <w:rPr>
          <w:sz w:val="22"/>
          <w:szCs w:val="22"/>
        </w:rPr>
        <w:t>m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odpowiedni</w:t>
      </w:r>
      <w:r w:rsidRPr="006049FE">
        <w:rPr>
          <w:sz w:val="22"/>
          <w:szCs w:val="22"/>
        </w:rPr>
        <w:t>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biura</w:t>
      </w:r>
      <w:r w:rsidRPr="006049FE">
        <w:rPr>
          <w:sz w:val="22"/>
          <w:szCs w:val="22"/>
        </w:rPr>
        <w:t>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jad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lnie</w:t>
      </w:r>
      <w:r w:rsidRPr="006049FE">
        <w:rPr>
          <w:sz w:val="22"/>
          <w:szCs w:val="22"/>
        </w:rPr>
        <w:t>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umywalnie</w:t>
      </w:r>
      <w:r w:rsidRPr="006049FE">
        <w:rPr>
          <w:sz w:val="22"/>
          <w:szCs w:val="22"/>
        </w:rPr>
        <w:t>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ubikacj</w:t>
      </w:r>
      <w:r w:rsidRPr="006049FE">
        <w:rPr>
          <w:sz w:val="22"/>
          <w:szCs w:val="22"/>
        </w:rPr>
        <w:t>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itp</w:t>
      </w:r>
      <w:r w:rsidRPr="006049FE">
        <w:rPr>
          <w:sz w:val="22"/>
          <w:szCs w:val="22"/>
        </w:rPr>
        <w:t>.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szelki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rzeczy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ist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kos</w:t>
      </w:r>
      <w:r w:rsidRPr="006049FE">
        <w:rPr>
          <w:sz w:val="22"/>
          <w:szCs w:val="22"/>
        </w:rPr>
        <w:t xml:space="preserve">zty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iązane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utrz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aniem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(oświetlenie,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ogrzewanie,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zaopatrz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nie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 xml:space="preserve">ę, </w:t>
      </w:r>
      <w:r w:rsidRPr="006049FE">
        <w:rPr>
          <w:spacing w:val="-2"/>
          <w:sz w:val="22"/>
          <w:szCs w:val="22"/>
        </w:rPr>
        <w:t>odprowadz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ścieków,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łączn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itp.</w:t>
      </w:r>
      <w:r w:rsidRPr="006049FE">
        <w:rPr>
          <w:sz w:val="22"/>
          <w:szCs w:val="22"/>
        </w:rPr>
        <w:t>)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ponos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Dokumentacj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po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ykonaw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2"/>
          <w:sz w:val="22"/>
          <w:szCs w:val="22"/>
        </w:rPr>
        <w:t>za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zobow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ązany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dokumentację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powykonawc</w:t>
      </w:r>
      <w:r w:rsidRPr="006049FE">
        <w:rPr>
          <w:sz w:val="22"/>
          <w:szCs w:val="22"/>
        </w:rPr>
        <w:t>zą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polskim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prawem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: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Rozporządzenie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istra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Wewnętrznych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Ad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inistracji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19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października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1998r</w:t>
      </w:r>
      <w:r w:rsidRPr="006049FE">
        <w:rPr>
          <w:sz w:val="22"/>
          <w:szCs w:val="22"/>
        </w:rPr>
        <w:t>.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ra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ks</w:t>
      </w:r>
      <w:r w:rsidRPr="006049FE">
        <w:rPr>
          <w:sz w:val="22"/>
          <w:szCs w:val="22"/>
        </w:rPr>
        <w:t>iąż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obiekt</w:t>
      </w:r>
      <w:r w:rsidRPr="006049FE">
        <w:rPr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budowlaneg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2"/>
          <w:sz w:val="22"/>
          <w:szCs w:val="22"/>
        </w:rPr>
        <w:t>Dz.U</w:t>
      </w:r>
      <w:r w:rsidRPr="006049FE">
        <w:rPr>
          <w:sz w:val="22"/>
          <w:szCs w:val="22"/>
        </w:rPr>
        <w:t>.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135,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882)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Rozporządzenia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Ministra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Gospodarki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Przestrzennej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Budownictwa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2</w:t>
      </w:r>
      <w:r w:rsidRPr="006049FE">
        <w:rPr>
          <w:sz w:val="22"/>
          <w:szCs w:val="22"/>
        </w:rPr>
        <w:t>1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luteg</w:t>
      </w:r>
      <w:r w:rsidRPr="006049FE">
        <w:rPr>
          <w:sz w:val="22"/>
          <w:szCs w:val="22"/>
        </w:rPr>
        <w:t>o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1995r</w:t>
      </w:r>
      <w:r w:rsidRPr="006049FE">
        <w:rPr>
          <w:sz w:val="22"/>
          <w:szCs w:val="22"/>
        </w:rPr>
        <w:t>.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ra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rod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aj</w:t>
      </w:r>
      <w:r w:rsidRPr="006049FE">
        <w:rPr>
          <w:sz w:val="22"/>
          <w:szCs w:val="22"/>
        </w:rPr>
        <w:t>u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>s</w:t>
      </w:r>
      <w:r w:rsidRPr="006049FE">
        <w:rPr>
          <w:sz w:val="22"/>
          <w:szCs w:val="22"/>
        </w:rPr>
        <w:t xml:space="preserve">u </w:t>
      </w:r>
      <w:r w:rsidRPr="006049FE">
        <w:rPr>
          <w:spacing w:val="6"/>
          <w:sz w:val="22"/>
          <w:szCs w:val="22"/>
        </w:rPr>
        <w:t>opracowa</w:t>
      </w:r>
      <w:r w:rsidRPr="006049FE">
        <w:rPr>
          <w:sz w:val="22"/>
          <w:szCs w:val="22"/>
        </w:rPr>
        <w:t>ń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geodezyjno-kartograficznyc</w:t>
      </w:r>
      <w:r w:rsidRPr="006049FE">
        <w:rPr>
          <w:sz w:val="22"/>
          <w:szCs w:val="22"/>
        </w:rPr>
        <w:t>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czynn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geodezyjnych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obowiązując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 budownictwie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25,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133).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MATERI</w:t>
      </w:r>
      <w:r w:rsidRPr="006049FE">
        <w:rPr>
          <w:bCs/>
          <w:sz w:val="22"/>
          <w:szCs w:val="22"/>
          <w:u w:val="thick"/>
        </w:rPr>
        <w:t>A</w:t>
      </w:r>
      <w:r w:rsidRPr="006049FE">
        <w:rPr>
          <w:bCs/>
          <w:spacing w:val="-2"/>
          <w:sz w:val="22"/>
          <w:szCs w:val="22"/>
          <w:u w:val="thick"/>
        </w:rPr>
        <w:t>Ł</w:t>
      </w:r>
      <w:r w:rsidRPr="006049FE">
        <w:rPr>
          <w:bCs/>
          <w:sz w:val="22"/>
          <w:szCs w:val="22"/>
          <w:u w:val="thick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ykonawc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 xml:space="preserve"> w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nie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uzysk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probat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echni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 xml:space="preserve"> 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ws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ki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 xml:space="preserve"> mater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ł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okr</w:t>
      </w:r>
      <w:r w:rsidRPr="006049FE">
        <w:rPr>
          <w:spacing w:val="2"/>
          <w:sz w:val="22"/>
          <w:szCs w:val="22"/>
        </w:rPr>
        <w:t>eś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on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-3"/>
          <w:sz w:val="22"/>
          <w:szCs w:val="22"/>
        </w:rPr>
        <w:t>Szczegó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owyc</w:t>
      </w:r>
      <w:r w:rsidRPr="006049FE">
        <w:rPr>
          <w:sz w:val="22"/>
          <w:szCs w:val="22"/>
        </w:rPr>
        <w:t>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Ź</w:t>
      </w:r>
      <w:r w:rsidRPr="006049FE">
        <w:rPr>
          <w:b/>
          <w:bCs/>
          <w:sz w:val="22"/>
          <w:szCs w:val="22"/>
        </w:rPr>
        <w:t>ródła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zaopat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en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materiały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ymagania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jak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z w:val="22"/>
          <w:szCs w:val="22"/>
        </w:rPr>
        <w:t>ści</w:t>
      </w:r>
      <w:r w:rsidRPr="006049FE">
        <w:rPr>
          <w:b/>
          <w:bCs/>
          <w:spacing w:val="-2"/>
          <w:sz w:val="22"/>
          <w:szCs w:val="22"/>
        </w:rPr>
        <w:t>ow</w:t>
      </w:r>
      <w:r w:rsidRPr="006049FE">
        <w:rPr>
          <w:b/>
          <w:bCs/>
          <w:sz w:val="22"/>
          <w:szCs w:val="22"/>
        </w:rPr>
        <w:t>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Wszystki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ateri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żyt</w:t>
      </w:r>
      <w:r w:rsidRPr="006049FE">
        <w:rPr>
          <w:sz w:val="22"/>
          <w:szCs w:val="22"/>
        </w:rPr>
        <w:t>e</w:t>
      </w:r>
      <w:r w:rsidR="00DB6D02" w:rsidRPr="006049FE">
        <w:rPr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pobran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ykonawc</w:t>
      </w:r>
      <w:r w:rsidRPr="006049FE">
        <w:rPr>
          <w:sz w:val="22"/>
          <w:szCs w:val="22"/>
        </w:rPr>
        <w:t>ę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ź</w:t>
      </w:r>
      <w:r w:rsidRPr="006049FE">
        <w:rPr>
          <w:spacing w:val="-2"/>
          <w:sz w:val="22"/>
          <w:szCs w:val="22"/>
        </w:rPr>
        <w:t>ród</w:t>
      </w:r>
      <w:r w:rsidRPr="006049FE">
        <w:rPr>
          <w:sz w:val="22"/>
          <w:szCs w:val="22"/>
        </w:rPr>
        <w:t>eł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wybranyc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zbadanych.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Dopuszcz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stosowani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materia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ów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elemen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wyrob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zarówn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krajowych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b</w:t>
      </w:r>
      <w:r w:rsidRPr="006049FE">
        <w:rPr>
          <w:sz w:val="22"/>
          <w:szCs w:val="22"/>
        </w:rPr>
        <w:t xml:space="preserve">o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portu</w:t>
      </w:r>
      <w:r w:rsidRPr="006049FE">
        <w:rPr>
          <w:sz w:val="22"/>
          <w:szCs w:val="22"/>
        </w:rPr>
        <w:t xml:space="preserve">,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zy</w:t>
      </w:r>
      <w:r w:rsidRPr="006049FE">
        <w:rPr>
          <w:sz w:val="22"/>
          <w:szCs w:val="22"/>
        </w:rPr>
        <w:t xml:space="preserve">m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ma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eri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ł</w:t>
      </w:r>
      <w:r w:rsidRPr="006049FE">
        <w:rPr>
          <w:sz w:val="22"/>
          <w:szCs w:val="22"/>
        </w:rPr>
        <w:t xml:space="preserve">y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portowan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usz</w:t>
      </w:r>
      <w:r w:rsidRPr="006049FE">
        <w:rPr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pos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ad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3"/>
          <w:sz w:val="22"/>
          <w:szCs w:val="22"/>
        </w:rPr>
        <w:t xml:space="preserve"> ś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ad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zgodno</w:t>
      </w:r>
      <w:r w:rsidRPr="006049FE">
        <w:rPr>
          <w:sz w:val="22"/>
          <w:szCs w:val="22"/>
        </w:rPr>
        <w:t>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(BN)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aprobata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technicznymi.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Zastosowan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specyf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kacjac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szczeg</w:t>
      </w:r>
      <w:r w:rsidRPr="006049FE">
        <w:rPr>
          <w:spacing w:val="5"/>
          <w:sz w:val="22"/>
          <w:szCs w:val="22"/>
        </w:rPr>
        <w:t>ółowyc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okr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śleni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5"/>
          <w:sz w:val="22"/>
          <w:szCs w:val="22"/>
        </w:rPr>
        <w:t>przed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iot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5"/>
          <w:sz w:val="22"/>
          <w:szCs w:val="22"/>
        </w:rPr>
        <w:t>za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5"/>
          <w:sz w:val="22"/>
          <w:szCs w:val="22"/>
        </w:rPr>
        <w:t>wienia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azanie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azwy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celu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jedynie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recyzowanie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ówienia</w:t>
      </w:r>
      <w:r w:rsidRPr="006049FE">
        <w:rPr>
          <w:sz w:val="22"/>
          <w:szCs w:val="22"/>
        </w:rPr>
        <w:t>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awia</w:t>
      </w:r>
      <w:r w:rsidRPr="006049FE">
        <w:rPr>
          <w:sz w:val="22"/>
          <w:szCs w:val="22"/>
        </w:rPr>
        <w:t>ją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dopuszcz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mo</w:t>
      </w:r>
      <w:r w:rsidRPr="006049FE">
        <w:rPr>
          <w:spacing w:val="1"/>
          <w:sz w:val="22"/>
          <w:szCs w:val="22"/>
        </w:rPr>
        <w:t>żliwo</w:t>
      </w:r>
      <w:r w:rsidRPr="006049FE">
        <w:rPr>
          <w:sz w:val="22"/>
          <w:szCs w:val="22"/>
        </w:rPr>
        <w:t>ść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sk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ada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of</w:t>
      </w:r>
      <w:r w:rsidRPr="006049FE">
        <w:rPr>
          <w:spacing w:val="1"/>
          <w:sz w:val="22"/>
          <w:szCs w:val="22"/>
        </w:rPr>
        <w:t>er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równo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aż</w:t>
      </w:r>
      <w:r w:rsidRPr="006049FE">
        <w:rPr>
          <w:sz w:val="22"/>
          <w:szCs w:val="22"/>
        </w:rPr>
        <w:t>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 warunkie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zaproponowane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urządzenia)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będą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para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gorsze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przedstawione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dok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d)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przypadku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gd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doku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entac</w:t>
      </w:r>
      <w:r w:rsidRPr="006049FE">
        <w:rPr>
          <w:spacing w:val="6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projektowe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lu</w:t>
      </w:r>
      <w:r w:rsidRPr="006049FE">
        <w:rPr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specyfikacj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szczeg</w:t>
      </w:r>
      <w:r w:rsidRPr="006049FE">
        <w:rPr>
          <w:spacing w:val="3"/>
          <w:sz w:val="22"/>
          <w:szCs w:val="22"/>
        </w:rPr>
        <w:t>ó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owe</w:t>
      </w:r>
      <w:r w:rsidRPr="006049FE">
        <w:rPr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 xml:space="preserve"> nie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wyrobów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albo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ogó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ny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alb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dokonuj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ian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inn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 xml:space="preserve"> okr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ślon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proj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kcie,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nal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aż</w:t>
      </w:r>
      <w:r w:rsidRPr="006049FE">
        <w:rPr>
          <w:spacing w:val="4"/>
          <w:sz w:val="22"/>
          <w:szCs w:val="22"/>
        </w:rPr>
        <w:t>dorazow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dokon</w:t>
      </w:r>
      <w:r w:rsidRPr="006049FE">
        <w:rPr>
          <w:spacing w:val="5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odpowiednic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uzgodni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Inspektore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dzor</w:t>
      </w:r>
      <w:r w:rsidRPr="006049FE">
        <w:rPr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Projektantem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dokonać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wpisu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Kontro</w:t>
      </w:r>
      <w:r w:rsidRPr="006049FE">
        <w:rPr>
          <w:b/>
          <w:bCs/>
          <w:sz w:val="22"/>
          <w:szCs w:val="22"/>
        </w:rPr>
        <w:t>la</w:t>
      </w:r>
      <w:r w:rsidRPr="006049FE">
        <w:rPr>
          <w:b/>
          <w:bCs/>
          <w:spacing w:val="-2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materi</w:t>
      </w:r>
      <w:r w:rsidRPr="006049FE">
        <w:rPr>
          <w:b/>
          <w:bCs/>
          <w:sz w:val="22"/>
          <w:szCs w:val="22"/>
        </w:rPr>
        <w:t>ał</w:t>
      </w:r>
      <w:r w:rsidRPr="006049FE">
        <w:rPr>
          <w:b/>
          <w:bCs/>
          <w:spacing w:val="-2"/>
          <w:sz w:val="22"/>
          <w:szCs w:val="22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Wszystki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materi</w:t>
      </w:r>
      <w:r w:rsidRPr="006049FE">
        <w:rPr>
          <w:sz w:val="22"/>
          <w:szCs w:val="22"/>
        </w:rPr>
        <w:t>ały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przewidzian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życia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bę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z w:val="22"/>
          <w:szCs w:val="22"/>
        </w:rPr>
        <w:t>zed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doprow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dzeni</w:t>
      </w:r>
      <w:r w:rsidRPr="006049FE">
        <w:rPr>
          <w:sz w:val="22"/>
          <w:szCs w:val="22"/>
        </w:rPr>
        <w:t>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 xml:space="preserve"> podlega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kontroli</w:t>
      </w:r>
      <w:r w:rsidRPr="006049FE">
        <w:rPr>
          <w:sz w:val="22"/>
          <w:szCs w:val="22"/>
        </w:rPr>
        <w:t>,</w:t>
      </w:r>
      <w:r w:rsidRPr="006049FE">
        <w:rPr>
          <w:spacing w:val="6"/>
          <w:sz w:val="22"/>
          <w:szCs w:val="22"/>
        </w:rPr>
        <w:t xml:space="preserve"> pobierani</w:t>
      </w:r>
      <w:r w:rsidRPr="006049FE">
        <w:rPr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próbe</w:t>
      </w:r>
      <w:r w:rsidRPr="006049FE">
        <w:rPr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 xml:space="preserve"> ora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badanio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 xml:space="preserve">. </w:t>
      </w:r>
      <w:r w:rsidRPr="006049FE">
        <w:rPr>
          <w:spacing w:val="6"/>
          <w:sz w:val="22"/>
          <w:szCs w:val="22"/>
        </w:rPr>
        <w:t xml:space="preserve"> Materiał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sp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nia</w:t>
      </w:r>
      <w:r w:rsidRPr="006049FE">
        <w:rPr>
          <w:spacing w:val="7"/>
          <w:sz w:val="22"/>
          <w:szCs w:val="22"/>
        </w:rPr>
        <w:t>j</w:t>
      </w:r>
      <w:r w:rsidRPr="006049FE">
        <w:rPr>
          <w:spacing w:val="6"/>
          <w:sz w:val="22"/>
          <w:szCs w:val="22"/>
        </w:rPr>
        <w:t>ące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wy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aga</w:t>
      </w:r>
      <w:r w:rsidRPr="006049FE">
        <w:rPr>
          <w:sz w:val="22"/>
          <w:szCs w:val="22"/>
        </w:rPr>
        <w:t>ń</w:t>
      </w:r>
      <w:r w:rsidRPr="006049FE">
        <w:rPr>
          <w:spacing w:val="7"/>
          <w:sz w:val="22"/>
          <w:szCs w:val="22"/>
        </w:rPr>
        <w:t xml:space="preserve"> okre</w:t>
      </w:r>
      <w:r w:rsidRPr="006049FE">
        <w:rPr>
          <w:spacing w:val="6"/>
          <w:sz w:val="22"/>
          <w:szCs w:val="22"/>
        </w:rPr>
        <w:t>ś</w:t>
      </w:r>
      <w:r w:rsidRPr="006049FE">
        <w:rPr>
          <w:spacing w:val="7"/>
          <w:sz w:val="22"/>
          <w:szCs w:val="22"/>
        </w:rPr>
        <w:t>lo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S</w:t>
      </w:r>
      <w:r w:rsidRPr="006049FE">
        <w:rPr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og</w:t>
      </w:r>
      <w:r w:rsidRPr="006049FE">
        <w:rPr>
          <w:sz w:val="22"/>
          <w:szCs w:val="22"/>
        </w:rPr>
        <w:t>ą</w:t>
      </w:r>
      <w:r w:rsidRPr="006049FE">
        <w:rPr>
          <w:spacing w:val="7"/>
          <w:sz w:val="22"/>
          <w:szCs w:val="22"/>
        </w:rPr>
        <w:t xml:space="preserve"> z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sta</w:t>
      </w:r>
      <w:r w:rsidRPr="006049FE">
        <w:rPr>
          <w:sz w:val="22"/>
          <w:szCs w:val="22"/>
        </w:rPr>
        <w:t>ć</w:t>
      </w:r>
      <w:r w:rsidRPr="006049FE">
        <w:rPr>
          <w:spacing w:val="7"/>
          <w:sz w:val="22"/>
          <w:szCs w:val="22"/>
        </w:rPr>
        <w:t xml:space="preserve"> wykorzystan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realizacj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za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ierzenia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inwestycyjnego.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Wykonaw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przedst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Inspek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orow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Nad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or</w:t>
      </w:r>
      <w:r w:rsidRPr="006049FE">
        <w:rPr>
          <w:sz w:val="22"/>
          <w:szCs w:val="22"/>
        </w:rPr>
        <w:t>u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wiadec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zgodnośc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poszc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egó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nych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atesta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Aprobata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3"/>
          <w:sz w:val="22"/>
          <w:szCs w:val="22"/>
        </w:rPr>
        <w:t>chowywani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</w:t>
      </w:r>
      <w:r w:rsidRPr="006049FE">
        <w:rPr>
          <w:b/>
          <w:bCs/>
          <w:spacing w:val="-3"/>
          <w:sz w:val="22"/>
          <w:szCs w:val="22"/>
        </w:rPr>
        <w:t>ateri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łó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b</w:t>
      </w:r>
      <w:r w:rsidRPr="006049FE">
        <w:rPr>
          <w:b/>
          <w:bCs/>
          <w:spacing w:val="-3"/>
          <w:sz w:val="22"/>
          <w:szCs w:val="22"/>
        </w:rPr>
        <w:t>ud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la</w:t>
      </w:r>
      <w:r w:rsidRPr="006049FE">
        <w:rPr>
          <w:b/>
          <w:bCs/>
          <w:spacing w:val="-3"/>
          <w:sz w:val="22"/>
          <w:szCs w:val="22"/>
        </w:rPr>
        <w:t>n</w:t>
      </w:r>
      <w:r w:rsidRPr="006049FE">
        <w:rPr>
          <w:b/>
          <w:bCs/>
          <w:spacing w:val="-2"/>
          <w:sz w:val="22"/>
          <w:szCs w:val="22"/>
        </w:rPr>
        <w:t>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8"/>
          <w:sz w:val="22"/>
          <w:szCs w:val="22"/>
        </w:rPr>
        <w:t>Materi</w:t>
      </w:r>
      <w:r w:rsidRPr="006049FE">
        <w:rPr>
          <w:spacing w:val="7"/>
          <w:sz w:val="22"/>
          <w:szCs w:val="22"/>
        </w:rPr>
        <w:t>ał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przechowywan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zapewniaj</w:t>
      </w:r>
      <w:r w:rsidRPr="006049FE">
        <w:rPr>
          <w:spacing w:val="8"/>
          <w:sz w:val="22"/>
          <w:szCs w:val="22"/>
        </w:rPr>
        <w:t>ą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zachowan</w:t>
      </w:r>
      <w:r w:rsidRPr="006049FE">
        <w:rPr>
          <w:spacing w:val="9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h jakości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przydatności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lastRenderedPageBreak/>
        <w:t>robót.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żeli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nawet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były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rozpoc</w:t>
      </w:r>
      <w:r w:rsidRPr="006049FE">
        <w:rPr>
          <w:spacing w:val="5"/>
          <w:sz w:val="22"/>
          <w:szCs w:val="22"/>
        </w:rPr>
        <w:t>zę</w:t>
      </w:r>
      <w:r w:rsidRPr="006049FE">
        <w:rPr>
          <w:spacing w:val="4"/>
          <w:sz w:val="22"/>
          <w:szCs w:val="22"/>
        </w:rPr>
        <w:t>cie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przechowywania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mo</w:t>
      </w:r>
      <w:r w:rsidRPr="006049FE">
        <w:rPr>
          <w:spacing w:val="5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powtórni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badan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włączenie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 xml:space="preserve">do </w:t>
      </w:r>
      <w:r w:rsidRPr="006049FE">
        <w:rPr>
          <w:spacing w:val="3"/>
          <w:sz w:val="22"/>
          <w:szCs w:val="22"/>
        </w:rPr>
        <w:t>robót</w:t>
      </w:r>
      <w:r w:rsidRPr="006049FE">
        <w:rPr>
          <w:sz w:val="22"/>
          <w:szCs w:val="22"/>
        </w:rPr>
        <w:t>.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Sk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dowani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powinn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prow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dzon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umo</w:t>
      </w:r>
      <w:r w:rsidRPr="006049FE">
        <w:rPr>
          <w:spacing w:val="4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liwia</w:t>
      </w:r>
      <w:r w:rsidRPr="006049FE">
        <w:rPr>
          <w:spacing w:val="5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kontro</w:t>
      </w:r>
      <w:r w:rsidRPr="006049FE">
        <w:rPr>
          <w:spacing w:val="4"/>
          <w:sz w:val="22"/>
          <w:szCs w:val="22"/>
        </w:rPr>
        <w:t>l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materia</w:t>
      </w:r>
      <w:r w:rsidRPr="006049FE">
        <w:rPr>
          <w:spacing w:val="-2"/>
          <w:sz w:val="22"/>
          <w:szCs w:val="22"/>
        </w:rPr>
        <w:t>łó</w:t>
      </w:r>
      <w:r w:rsidRPr="006049FE">
        <w:rPr>
          <w:spacing w:val="-4"/>
          <w:sz w:val="22"/>
          <w:szCs w:val="22"/>
        </w:rPr>
        <w:t>w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Składowanie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odbywać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wyłącznie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placu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Bazy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konawcy.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Wszystkie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czasowego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lokalizacji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órni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zak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ńczeni</w:t>
      </w:r>
      <w:r w:rsidRPr="006049FE">
        <w:rPr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doprow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dzon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ykonaw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ę</w:t>
      </w:r>
      <w:r w:rsidR="00DB6D02" w:rsidRPr="006049FE">
        <w:rPr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pierwotneg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an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 xml:space="preserve">, </w:t>
      </w:r>
      <w:r w:rsidRPr="006049FE">
        <w:rPr>
          <w:spacing w:val="-3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dodatkowy</w:t>
      </w:r>
      <w:r w:rsidRPr="006049FE">
        <w:rPr>
          <w:sz w:val="22"/>
          <w:szCs w:val="22"/>
        </w:rPr>
        <w:t>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pł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stron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wia</w:t>
      </w:r>
      <w:r w:rsidRPr="006049FE">
        <w:rPr>
          <w:spacing w:val="-2"/>
          <w:sz w:val="22"/>
          <w:szCs w:val="22"/>
        </w:rPr>
        <w:t>ją</w:t>
      </w:r>
      <w:r w:rsidRPr="006049FE">
        <w:rPr>
          <w:spacing w:val="-3"/>
          <w:sz w:val="22"/>
          <w:szCs w:val="22"/>
        </w:rPr>
        <w:t>cego,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Poszcz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gó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grupy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odgrup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sortyment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kruszy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pochodz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mi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mo</w:t>
      </w:r>
      <w:r w:rsidRPr="006049FE">
        <w:rPr>
          <w:spacing w:val="5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liwo</w:t>
      </w:r>
      <w:r w:rsidRPr="006049FE">
        <w:rPr>
          <w:spacing w:val="5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jedneg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źró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ła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ielk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częstotliw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dosta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powinn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zapewn</w:t>
      </w:r>
      <w:r w:rsidRPr="006049FE">
        <w:rPr>
          <w:spacing w:val="7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ożliwoś</w:t>
      </w:r>
      <w:r w:rsidRPr="006049FE">
        <w:rPr>
          <w:sz w:val="22"/>
          <w:szCs w:val="22"/>
        </w:rPr>
        <w:t>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zgro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adzenia</w:t>
      </w:r>
      <w:r w:rsidRPr="006049FE">
        <w:rPr>
          <w:sz w:val="22"/>
          <w:szCs w:val="22"/>
        </w:rPr>
        <w:t>,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uprzednio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uzgodnionych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kładowiskach</w:t>
      </w:r>
      <w:r w:rsidRPr="006049FE">
        <w:rPr>
          <w:sz w:val="22"/>
          <w:szCs w:val="22"/>
        </w:rPr>
        <w:t>,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zapasów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gwar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ntu</w:t>
      </w:r>
      <w:r w:rsidRPr="006049FE">
        <w:rPr>
          <w:spacing w:val="4"/>
          <w:sz w:val="22"/>
          <w:szCs w:val="22"/>
        </w:rPr>
        <w:t>jąc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aśc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ę</w:t>
      </w:r>
      <w:r w:rsidRPr="006049FE">
        <w:rPr>
          <w:sz w:val="22"/>
          <w:szCs w:val="22"/>
        </w:rPr>
        <w:t xml:space="preserve">p 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godn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 xml:space="preserve">e z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erdzony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ha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onogr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ykonawcy.</w:t>
      </w:r>
    </w:p>
    <w:p w:rsidR="00CA3637" w:rsidRPr="006049FE" w:rsidRDefault="00B70C44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Transport </w:t>
      </w:r>
      <w:r w:rsidR="00CA3637" w:rsidRPr="006049FE">
        <w:rPr>
          <w:sz w:val="22"/>
          <w:szCs w:val="22"/>
        </w:rPr>
        <w:t>i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</w:t>
      </w:r>
      <w:r w:rsidR="00CA3637" w:rsidRPr="006049FE">
        <w:rPr>
          <w:spacing w:val="1"/>
          <w:sz w:val="22"/>
          <w:szCs w:val="22"/>
        </w:rPr>
        <w:t>k</w:t>
      </w:r>
      <w:r w:rsidR="00CA3637" w:rsidRPr="006049FE">
        <w:rPr>
          <w:sz w:val="22"/>
          <w:szCs w:val="22"/>
        </w:rPr>
        <w:t>ładowanie</w:t>
      </w:r>
      <w:r w:rsidRPr="006049FE">
        <w:rPr>
          <w:sz w:val="22"/>
          <w:szCs w:val="22"/>
        </w:rPr>
        <w:t xml:space="preserve"> kruszywa </w:t>
      </w:r>
      <w:r w:rsidR="00CA3637" w:rsidRPr="006049FE">
        <w:rPr>
          <w:sz w:val="22"/>
          <w:szCs w:val="22"/>
        </w:rPr>
        <w:t>powinny</w:t>
      </w:r>
      <w:r w:rsidR="00DB6D02"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odbywać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się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warunkach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zabezpieczających </w:t>
      </w:r>
      <w:r w:rsidRPr="006049FE">
        <w:rPr>
          <w:sz w:val="22"/>
          <w:szCs w:val="22"/>
        </w:rPr>
        <w:t xml:space="preserve">je </w:t>
      </w:r>
      <w:r w:rsidR="00CA3637" w:rsidRPr="006049FE">
        <w:rPr>
          <w:sz w:val="22"/>
          <w:szCs w:val="22"/>
        </w:rPr>
        <w:t>przed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</w:t>
      </w:r>
      <w:r w:rsidR="00CA3637"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 xml:space="preserve">ieczyszczeniem i </w:t>
      </w:r>
      <w:r w:rsidR="00CA3637" w:rsidRPr="006049FE">
        <w:rPr>
          <w:sz w:val="22"/>
          <w:szCs w:val="22"/>
        </w:rPr>
        <w:t>wy</w:t>
      </w:r>
      <w:r w:rsidR="00CA3637"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ieszaniem</w:t>
      </w:r>
      <w:r w:rsidR="00DB6D02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="00CA3637" w:rsidRPr="006049FE">
        <w:rPr>
          <w:sz w:val="22"/>
          <w:szCs w:val="22"/>
        </w:rPr>
        <w:t>inny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asorty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enta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53"/>
          <w:sz w:val="22"/>
          <w:szCs w:val="22"/>
        </w:rPr>
        <w:t xml:space="preserve"> </w:t>
      </w:r>
      <w:r w:rsidR="00CA3637" w:rsidRPr="006049FE">
        <w:rPr>
          <w:b/>
          <w:bCs/>
          <w:sz w:val="22"/>
          <w:szCs w:val="22"/>
        </w:rPr>
        <w:t>krus</w:t>
      </w:r>
      <w:r w:rsidR="00CA3637" w:rsidRPr="006049FE">
        <w:rPr>
          <w:b/>
          <w:bCs/>
          <w:spacing w:val="-3"/>
          <w:sz w:val="22"/>
          <w:szCs w:val="22"/>
        </w:rPr>
        <w:t>z</w:t>
      </w:r>
      <w:r w:rsidR="00CA3637" w:rsidRPr="006049FE">
        <w:rPr>
          <w:b/>
          <w:bCs/>
          <w:spacing w:val="1"/>
          <w:sz w:val="22"/>
          <w:szCs w:val="22"/>
        </w:rPr>
        <w:t>y</w:t>
      </w:r>
      <w:r w:rsidR="00CA3637" w:rsidRPr="006049FE">
        <w:rPr>
          <w:b/>
          <w:bCs/>
          <w:spacing w:val="-2"/>
          <w:sz w:val="22"/>
          <w:szCs w:val="22"/>
        </w:rPr>
        <w:t>w</w:t>
      </w:r>
      <w:r w:rsidR="00CA3637"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lub</w:t>
      </w:r>
      <w:r w:rsidR="00CA3637" w:rsidRPr="006049FE">
        <w:rPr>
          <w:spacing w:val="5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jego</w:t>
      </w:r>
      <w:r w:rsidR="00CA3637" w:rsidRPr="006049FE">
        <w:rPr>
          <w:spacing w:val="5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frakcja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 xml:space="preserve">i. </w:t>
      </w:r>
      <w:r w:rsidR="00CA3637" w:rsidRPr="006049FE">
        <w:rPr>
          <w:spacing w:val="5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Powierzchnia </w:t>
      </w:r>
      <w:r w:rsidR="00CA3637" w:rsidRPr="006049FE">
        <w:rPr>
          <w:spacing w:val="5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składowisk</w:t>
      </w:r>
      <w:r w:rsidR="00CA3637" w:rsidRPr="006049FE">
        <w:rPr>
          <w:spacing w:val="5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powinna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zapewn</w:t>
      </w:r>
      <w:r w:rsidR="00CA3637" w:rsidRPr="006049FE">
        <w:rPr>
          <w:spacing w:val="4"/>
          <w:sz w:val="22"/>
          <w:szCs w:val="22"/>
        </w:rPr>
        <w:t>i</w:t>
      </w:r>
      <w:r w:rsidR="00CA3637" w:rsidRPr="006049FE">
        <w:rPr>
          <w:sz w:val="22"/>
          <w:szCs w:val="22"/>
        </w:rPr>
        <w:t xml:space="preserve">ć </w:t>
      </w:r>
      <w:r w:rsidR="00CA3637" w:rsidRPr="006049FE">
        <w:rPr>
          <w:spacing w:val="4"/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o</w:t>
      </w:r>
      <w:r w:rsidR="00CA3637" w:rsidRPr="006049FE">
        <w:rPr>
          <w:spacing w:val="4"/>
          <w:sz w:val="22"/>
          <w:szCs w:val="22"/>
        </w:rPr>
        <w:t>ż</w:t>
      </w:r>
      <w:r w:rsidR="00CA3637" w:rsidRPr="006049FE">
        <w:rPr>
          <w:spacing w:val="3"/>
          <w:sz w:val="22"/>
          <w:szCs w:val="22"/>
        </w:rPr>
        <w:t>liwo</w:t>
      </w:r>
      <w:r w:rsidR="00CA3637" w:rsidRPr="006049FE">
        <w:rPr>
          <w:spacing w:val="5"/>
          <w:sz w:val="22"/>
          <w:szCs w:val="22"/>
        </w:rPr>
        <w:t>ś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zgro</w:t>
      </w:r>
      <w:r w:rsidR="00CA3637" w:rsidRPr="006049FE">
        <w:rPr>
          <w:spacing w:val="1"/>
          <w:sz w:val="22"/>
          <w:szCs w:val="22"/>
        </w:rPr>
        <w:t>m</w:t>
      </w:r>
      <w:r w:rsidR="00CA3637" w:rsidRPr="006049FE">
        <w:rPr>
          <w:spacing w:val="5"/>
          <w:sz w:val="22"/>
          <w:szCs w:val="22"/>
        </w:rPr>
        <w:t>a</w:t>
      </w:r>
      <w:r w:rsidR="00CA3637" w:rsidRPr="006049FE">
        <w:rPr>
          <w:spacing w:val="4"/>
          <w:sz w:val="22"/>
          <w:szCs w:val="22"/>
        </w:rPr>
        <w:t>dzeni</w:t>
      </w:r>
      <w:r w:rsidR="00CA3637" w:rsidRPr="006049FE">
        <w:rPr>
          <w:sz w:val="22"/>
          <w:szCs w:val="22"/>
        </w:rPr>
        <w:t xml:space="preserve">a </w:t>
      </w:r>
      <w:r w:rsidR="00CA3637" w:rsidRPr="006049FE">
        <w:rPr>
          <w:spacing w:val="4"/>
          <w:sz w:val="22"/>
          <w:szCs w:val="22"/>
        </w:rPr>
        <w:t>n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s</w:t>
      </w:r>
      <w:r w:rsidR="00CA3637" w:rsidRPr="006049FE">
        <w:rPr>
          <w:spacing w:val="3"/>
          <w:sz w:val="22"/>
          <w:szCs w:val="22"/>
        </w:rPr>
        <w:t>k</w:t>
      </w:r>
      <w:r w:rsidR="00CA3637" w:rsidRPr="006049FE">
        <w:rPr>
          <w:spacing w:val="4"/>
          <w:sz w:val="22"/>
          <w:szCs w:val="22"/>
        </w:rPr>
        <w:t>ł</w:t>
      </w:r>
      <w:r w:rsidR="00CA3637" w:rsidRPr="006049FE">
        <w:rPr>
          <w:spacing w:val="5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dow</w:t>
      </w:r>
      <w:r w:rsidR="00CA3637" w:rsidRPr="006049FE">
        <w:rPr>
          <w:spacing w:val="5"/>
          <w:sz w:val="22"/>
          <w:szCs w:val="22"/>
        </w:rPr>
        <w:t>i</w:t>
      </w:r>
      <w:r w:rsidR="00CA3637" w:rsidRPr="006049FE">
        <w:rPr>
          <w:spacing w:val="3"/>
          <w:sz w:val="22"/>
          <w:szCs w:val="22"/>
        </w:rPr>
        <w:t>skac</w:t>
      </w:r>
      <w:r w:rsidR="00CA3637" w:rsidRPr="006049FE">
        <w:rPr>
          <w:sz w:val="22"/>
          <w:szCs w:val="22"/>
        </w:rPr>
        <w:t xml:space="preserve">h </w:t>
      </w:r>
      <w:r w:rsidR="00CA3637" w:rsidRPr="006049FE">
        <w:rPr>
          <w:spacing w:val="5"/>
          <w:sz w:val="22"/>
          <w:szCs w:val="22"/>
        </w:rPr>
        <w:t>c</w:t>
      </w:r>
      <w:r w:rsidR="00CA3637" w:rsidRPr="006049FE">
        <w:rPr>
          <w:sz w:val="22"/>
          <w:szCs w:val="22"/>
        </w:rPr>
        <w:t xml:space="preserve">o </w:t>
      </w:r>
      <w:r w:rsidR="00CA3637" w:rsidRPr="006049FE">
        <w:rPr>
          <w:spacing w:val="3"/>
          <w:sz w:val="22"/>
          <w:szCs w:val="22"/>
        </w:rPr>
        <w:t>n</w:t>
      </w:r>
      <w:r w:rsidR="00CA3637" w:rsidRPr="006049FE">
        <w:rPr>
          <w:spacing w:val="5"/>
          <w:sz w:val="22"/>
          <w:szCs w:val="22"/>
        </w:rPr>
        <w:t>aj</w:t>
      </w:r>
      <w:r w:rsidR="00CA3637" w:rsidRPr="006049FE">
        <w:rPr>
          <w:spacing w:val="1"/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nie</w:t>
      </w:r>
      <w:r w:rsidR="00CA3637" w:rsidRPr="006049FE">
        <w:rPr>
          <w:sz w:val="22"/>
          <w:szCs w:val="22"/>
        </w:rPr>
        <w:t xml:space="preserve">j </w:t>
      </w:r>
      <w:r w:rsidR="00CA3637" w:rsidRPr="006049FE">
        <w:rPr>
          <w:spacing w:val="3"/>
          <w:sz w:val="22"/>
          <w:szCs w:val="22"/>
        </w:rPr>
        <w:t>wy</w:t>
      </w:r>
      <w:r w:rsidR="00CA3637" w:rsidRPr="006049FE">
        <w:rPr>
          <w:spacing w:val="4"/>
          <w:sz w:val="22"/>
          <w:szCs w:val="22"/>
        </w:rPr>
        <w:t>ż</w:t>
      </w:r>
      <w:r w:rsidR="00CA3637" w:rsidRPr="006049FE">
        <w:rPr>
          <w:spacing w:val="5"/>
          <w:sz w:val="22"/>
          <w:szCs w:val="22"/>
        </w:rPr>
        <w:t>e</w:t>
      </w:r>
      <w:r w:rsidR="00CA3637" w:rsidRPr="006049FE">
        <w:rPr>
          <w:sz w:val="22"/>
          <w:szCs w:val="22"/>
        </w:rPr>
        <w:t>j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pod</w:t>
      </w:r>
      <w:r w:rsidR="00CA3637" w:rsidRPr="006049FE">
        <w:rPr>
          <w:spacing w:val="5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nyc</w:t>
      </w:r>
      <w:r w:rsidR="00CA3637" w:rsidRPr="006049FE">
        <w:rPr>
          <w:sz w:val="22"/>
          <w:szCs w:val="22"/>
        </w:rPr>
        <w:t xml:space="preserve">h </w:t>
      </w:r>
      <w:r w:rsidR="00CA3637" w:rsidRPr="006049FE">
        <w:rPr>
          <w:spacing w:val="3"/>
          <w:sz w:val="22"/>
          <w:szCs w:val="22"/>
        </w:rPr>
        <w:t>il</w:t>
      </w:r>
      <w:r w:rsidR="00CA3637" w:rsidRPr="006049FE">
        <w:rPr>
          <w:spacing w:val="1"/>
          <w:sz w:val="22"/>
          <w:szCs w:val="22"/>
        </w:rPr>
        <w:t>o</w:t>
      </w:r>
      <w:r w:rsidR="00CA3637" w:rsidRPr="006049FE">
        <w:rPr>
          <w:spacing w:val="2"/>
          <w:sz w:val="22"/>
          <w:szCs w:val="22"/>
        </w:rPr>
        <w:t>ści</w:t>
      </w:r>
      <w:r w:rsidR="00CA3637" w:rsidRPr="006049FE">
        <w:rPr>
          <w:spacing w:val="2"/>
          <w:w w:val="99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a</w:t>
      </w:r>
      <w:r w:rsidR="00CA3637" w:rsidRPr="006049FE">
        <w:rPr>
          <w:spacing w:val="4"/>
          <w:sz w:val="22"/>
          <w:szCs w:val="22"/>
        </w:rPr>
        <w:t>t</w:t>
      </w:r>
      <w:r w:rsidR="00CA3637" w:rsidRPr="006049FE">
        <w:rPr>
          <w:spacing w:val="2"/>
          <w:sz w:val="22"/>
          <w:szCs w:val="22"/>
        </w:rPr>
        <w:t>eri</w:t>
      </w:r>
      <w:r w:rsidR="00CA3637" w:rsidRPr="006049FE">
        <w:rPr>
          <w:spacing w:val="3"/>
          <w:sz w:val="22"/>
          <w:szCs w:val="22"/>
        </w:rPr>
        <w:t>a</w:t>
      </w:r>
      <w:r w:rsidR="00CA3637" w:rsidRPr="006049FE">
        <w:rPr>
          <w:spacing w:val="4"/>
          <w:sz w:val="22"/>
          <w:szCs w:val="22"/>
        </w:rPr>
        <w:t>ł</w:t>
      </w:r>
      <w:r w:rsidR="00CA3637" w:rsidRPr="006049FE">
        <w:rPr>
          <w:spacing w:val="2"/>
          <w:sz w:val="22"/>
          <w:szCs w:val="22"/>
        </w:rPr>
        <w:t>ó</w:t>
      </w:r>
      <w:r w:rsidR="00CA3637" w:rsidRPr="006049FE">
        <w:rPr>
          <w:spacing w:val="1"/>
          <w:sz w:val="22"/>
          <w:szCs w:val="22"/>
        </w:rPr>
        <w:t>w</w:t>
      </w:r>
      <w:r w:rsidR="00CA3637" w:rsidRPr="006049FE">
        <w:rPr>
          <w:sz w:val="22"/>
          <w:szCs w:val="22"/>
        </w:rPr>
        <w:t>.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N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sk</w:t>
      </w:r>
      <w:r w:rsidR="00CA3637" w:rsidRPr="006049FE">
        <w:rPr>
          <w:spacing w:val="3"/>
          <w:sz w:val="22"/>
          <w:szCs w:val="22"/>
        </w:rPr>
        <w:t>ła</w:t>
      </w:r>
      <w:r w:rsidR="00CA3637" w:rsidRPr="006049FE">
        <w:rPr>
          <w:spacing w:val="2"/>
          <w:sz w:val="22"/>
          <w:szCs w:val="22"/>
        </w:rPr>
        <w:t>dowi</w:t>
      </w:r>
      <w:r w:rsidR="00CA3637" w:rsidRPr="006049FE">
        <w:rPr>
          <w:spacing w:val="3"/>
          <w:sz w:val="22"/>
          <w:szCs w:val="22"/>
        </w:rPr>
        <w:t>s</w:t>
      </w:r>
      <w:r w:rsidR="00CA3637" w:rsidRPr="006049FE">
        <w:rPr>
          <w:spacing w:val="2"/>
          <w:sz w:val="22"/>
          <w:szCs w:val="22"/>
        </w:rPr>
        <w:t>ka</w:t>
      </w:r>
      <w:r w:rsidR="00CA3637" w:rsidRPr="006049FE">
        <w:rPr>
          <w:spacing w:val="3"/>
          <w:sz w:val="22"/>
          <w:szCs w:val="22"/>
        </w:rPr>
        <w:t>c</w:t>
      </w:r>
      <w:r w:rsidR="00CA3637" w:rsidRPr="006049FE">
        <w:rPr>
          <w:sz w:val="22"/>
          <w:szCs w:val="22"/>
        </w:rPr>
        <w:t xml:space="preserve">h </w:t>
      </w:r>
      <w:r w:rsidR="00CA3637" w:rsidRPr="006049FE">
        <w:rPr>
          <w:spacing w:val="2"/>
          <w:sz w:val="22"/>
          <w:szCs w:val="22"/>
        </w:rPr>
        <w:t>powinn</w:t>
      </w:r>
      <w:r w:rsidR="00CA3637" w:rsidRPr="006049FE">
        <w:rPr>
          <w:sz w:val="22"/>
          <w:szCs w:val="22"/>
        </w:rPr>
        <w:t xml:space="preserve">y </w:t>
      </w:r>
      <w:r w:rsidR="00CA3637" w:rsidRPr="006049FE">
        <w:rPr>
          <w:spacing w:val="2"/>
          <w:sz w:val="22"/>
          <w:szCs w:val="22"/>
        </w:rPr>
        <w:t>b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wyzn</w:t>
      </w:r>
      <w:r w:rsidR="00CA3637" w:rsidRPr="006049FE">
        <w:rPr>
          <w:spacing w:val="3"/>
          <w:sz w:val="22"/>
          <w:szCs w:val="22"/>
        </w:rPr>
        <w:t>a</w:t>
      </w:r>
      <w:r w:rsidR="00CA3637" w:rsidRPr="006049FE">
        <w:rPr>
          <w:spacing w:val="2"/>
          <w:sz w:val="22"/>
          <w:szCs w:val="22"/>
        </w:rPr>
        <w:t>czon</w:t>
      </w:r>
      <w:r w:rsidR="00CA3637" w:rsidRPr="006049FE">
        <w:rPr>
          <w:sz w:val="22"/>
          <w:szCs w:val="22"/>
        </w:rPr>
        <w:t xml:space="preserve">e </w:t>
      </w:r>
      <w:r w:rsidR="00CA3637" w:rsidRPr="006049FE">
        <w:rPr>
          <w:spacing w:val="2"/>
          <w:sz w:val="22"/>
          <w:szCs w:val="22"/>
        </w:rPr>
        <w:t>d</w:t>
      </w:r>
      <w:r w:rsidR="00CA3637" w:rsidRPr="006049FE">
        <w:rPr>
          <w:spacing w:val="4"/>
          <w:sz w:val="22"/>
          <w:szCs w:val="22"/>
        </w:rPr>
        <w:t>r</w:t>
      </w:r>
      <w:r w:rsidR="00CA3637" w:rsidRPr="006049FE">
        <w:rPr>
          <w:spacing w:val="2"/>
          <w:sz w:val="22"/>
          <w:szCs w:val="22"/>
        </w:rPr>
        <w:t>og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o </w:t>
      </w:r>
      <w:r w:rsidR="00CA3637" w:rsidRPr="006049FE">
        <w:rPr>
          <w:spacing w:val="2"/>
          <w:sz w:val="22"/>
          <w:szCs w:val="22"/>
        </w:rPr>
        <w:t>par</w:t>
      </w:r>
      <w:r w:rsidR="00CA3637" w:rsidRPr="006049FE">
        <w:rPr>
          <w:spacing w:val="4"/>
          <w:sz w:val="22"/>
          <w:szCs w:val="22"/>
        </w:rPr>
        <w:t>a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pacing w:val="4"/>
          <w:sz w:val="22"/>
          <w:szCs w:val="22"/>
        </w:rPr>
        <w:t>e</w:t>
      </w:r>
      <w:r w:rsidR="00CA3637" w:rsidRPr="006049FE">
        <w:rPr>
          <w:spacing w:val="2"/>
          <w:sz w:val="22"/>
          <w:szCs w:val="22"/>
        </w:rPr>
        <w:t>tra</w:t>
      </w:r>
      <w:r w:rsidR="00CA3637" w:rsidRPr="006049FE">
        <w:rPr>
          <w:spacing w:val="4"/>
          <w:sz w:val="22"/>
          <w:szCs w:val="22"/>
        </w:rPr>
        <w:t>c</w:t>
      </w:r>
      <w:r w:rsidR="00CA3637" w:rsidRPr="006049FE">
        <w:rPr>
          <w:sz w:val="22"/>
          <w:szCs w:val="22"/>
        </w:rPr>
        <w:t xml:space="preserve">h </w:t>
      </w:r>
      <w:r w:rsidR="00CA3637" w:rsidRPr="006049FE">
        <w:rPr>
          <w:spacing w:val="-2"/>
          <w:sz w:val="22"/>
          <w:szCs w:val="22"/>
        </w:rPr>
        <w:t>zapewnia</w:t>
      </w:r>
      <w:r w:rsidR="00CA3637" w:rsidRPr="006049FE">
        <w:rPr>
          <w:sz w:val="22"/>
          <w:szCs w:val="22"/>
        </w:rPr>
        <w:t>jących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swobodny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przejazd</w:t>
      </w:r>
      <w:r w:rsidR="00CA3637" w:rsidRPr="006049FE">
        <w:rPr>
          <w:spacing w:val="-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ł</w:t>
      </w:r>
      <w:r w:rsidR="00CA3637" w:rsidRPr="006049FE">
        <w:rPr>
          <w:spacing w:val="-2"/>
          <w:sz w:val="22"/>
          <w:szCs w:val="22"/>
        </w:rPr>
        <w:t>adoware</w:t>
      </w:r>
      <w:r w:rsidR="00CA3637" w:rsidRPr="006049FE">
        <w:rPr>
          <w:sz w:val="22"/>
          <w:szCs w:val="22"/>
        </w:rPr>
        <w:t>k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ś</w:t>
      </w:r>
      <w:r w:rsidR="00CA3637" w:rsidRPr="006049FE">
        <w:rPr>
          <w:spacing w:val="-2"/>
          <w:sz w:val="22"/>
          <w:szCs w:val="22"/>
        </w:rPr>
        <w:t>rodkó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transportu</w:t>
      </w:r>
      <w:r w:rsidR="00CA3637" w:rsidRPr="006049FE">
        <w:rPr>
          <w:sz w:val="22"/>
          <w:szCs w:val="22"/>
        </w:rPr>
        <w:t>.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Kru</w:t>
      </w:r>
      <w:r w:rsidR="00CA3637" w:rsidRPr="006049FE">
        <w:rPr>
          <w:sz w:val="22"/>
          <w:szCs w:val="22"/>
        </w:rPr>
        <w:t>s</w:t>
      </w:r>
      <w:r w:rsidR="00CA3637" w:rsidRPr="006049FE">
        <w:rPr>
          <w:spacing w:val="-2"/>
          <w:sz w:val="22"/>
          <w:szCs w:val="22"/>
        </w:rPr>
        <w:t>zyw</w:t>
      </w:r>
      <w:r w:rsidR="00CA3637" w:rsidRPr="006049FE">
        <w:rPr>
          <w:sz w:val="22"/>
          <w:szCs w:val="22"/>
        </w:rPr>
        <w:t>o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nal</w:t>
      </w:r>
      <w:r w:rsidR="00CA3637" w:rsidRPr="006049FE">
        <w:rPr>
          <w:sz w:val="22"/>
          <w:szCs w:val="22"/>
        </w:rPr>
        <w:t xml:space="preserve">eży </w:t>
      </w:r>
      <w:r w:rsidR="00CA3637" w:rsidRPr="006049FE">
        <w:rPr>
          <w:spacing w:val="2"/>
          <w:sz w:val="22"/>
          <w:szCs w:val="22"/>
        </w:rPr>
        <w:t>s</w:t>
      </w:r>
      <w:r w:rsidR="00CA3637" w:rsidRPr="006049FE">
        <w:rPr>
          <w:spacing w:val="1"/>
          <w:sz w:val="22"/>
          <w:szCs w:val="22"/>
        </w:rPr>
        <w:t>k</w:t>
      </w:r>
      <w:r w:rsidR="00CA3637" w:rsidRPr="006049FE">
        <w:rPr>
          <w:spacing w:val="3"/>
          <w:sz w:val="22"/>
          <w:szCs w:val="22"/>
        </w:rPr>
        <w:t>ł</w:t>
      </w:r>
      <w:r w:rsidR="00CA3637" w:rsidRPr="006049FE">
        <w:rPr>
          <w:spacing w:val="2"/>
          <w:sz w:val="22"/>
          <w:szCs w:val="22"/>
        </w:rPr>
        <w:t>adow</w:t>
      </w:r>
      <w:r w:rsidR="00CA3637" w:rsidRPr="006049FE">
        <w:rPr>
          <w:spacing w:val="1"/>
          <w:sz w:val="22"/>
          <w:szCs w:val="22"/>
        </w:rPr>
        <w:t>a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oddzielni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w</w:t>
      </w:r>
      <w:r w:rsidR="00CA3637" w:rsidRPr="006049FE">
        <w:rPr>
          <w:sz w:val="22"/>
          <w:szCs w:val="22"/>
        </w:rPr>
        <w:t>g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prz</w:t>
      </w:r>
      <w:r w:rsidR="00CA3637" w:rsidRPr="006049FE">
        <w:rPr>
          <w:spacing w:val="2"/>
          <w:sz w:val="22"/>
          <w:szCs w:val="22"/>
        </w:rPr>
        <w:t>e</w:t>
      </w:r>
      <w:r w:rsidR="00CA3637" w:rsidRPr="006049FE">
        <w:rPr>
          <w:spacing w:val="1"/>
          <w:sz w:val="22"/>
          <w:szCs w:val="22"/>
        </w:rPr>
        <w:t>w</w:t>
      </w:r>
      <w:r w:rsidR="00CA3637" w:rsidRPr="006049FE">
        <w:rPr>
          <w:spacing w:val="2"/>
          <w:sz w:val="22"/>
          <w:szCs w:val="22"/>
        </w:rPr>
        <w:t>i</w:t>
      </w:r>
      <w:r w:rsidR="00CA3637" w:rsidRPr="006049FE">
        <w:rPr>
          <w:spacing w:val="1"/>
          <w:sz w:val="22"/>
          <w:szCs w:val="22"/>
        </w:rPr>
        <w:t>dzianyc</w:t>
      </w:r>
      <w:r w:rsidR="00CA3637" w:rsidRPr="006049FE">
        <w:rPr>
          <w:sz w:val="22"/>
          <w:szCs w:val="22"/>
        </w:rPr>
        <w:t>h w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recep</w:t>
      </w:r>
      <w:r w:rsidR="00CA3637" w:rsidRPr="006049FE">
        <w:rPr>
          <w:spacing w:val="3"/>
          <w:sz w:val="22"/>
          <w:szCs w:val="22"/>
        </w:rPr>
        <w:t>t</w:t>
      </w:r>
      <w:r w:rsidR="00CA3637" w:rsidRPr="006049FE">
        <w:rPr>
          <w:spacing w:val="1"/>
          <w:sz w:val="22"/>
          <w:szCs w:val="22"/>
        </w:rPr>
        <w:t>u</w:t>
      </w:r>
      <w:r w:rsidR="00CA3637" w:rsidRPr="006049FE">
        <w:rPr>
          <w:spacing w:val="2"/>
          <w:sz w:val="22"/>
          <w:szCs w:val="22"/>
        </w:rPr>
        <w:t>r</w:t>
      </w:r>
      <w:r w:rsidR="00CA3637" w:rsidRPr="006049FE">
        <w:rPr>
          <w:spacing w:val="1"/>
          <w:sz w:val="22"/>
          <w:szCs w:val="22"/>
        </w:rPr>
        <w:t>ac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asor</w:t>
      </w:r>
      <w:r w:rsidR="00CA3637" w:rsidRPr="006049FE">
        <w:rPr>
          <w:spacing w:val="2"/>
          <w:sz w:val="22"/>
          <w:szCs w:val="22"/>
        </w:rPr>
        <w:t>t</w:t>
      </w:r>
      <w:r w:rsidR="00CA3637" w:rsidRPr="006049FE">
        <w:rPr>
          <w:spacing w:val="4"/>
          <w:sz w:val="22"/>
          <w:szCs w:val="22"/>
        </w:rPr>
        <w:t>y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2"/>
          <w:sz w:val="22"/>
          <w:szCs w:val="22"/>
        </w:rPr>
        <w:t>entó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f</w:t>
      </w:r>
      <w:r w:rsidR="00CA3637" w:rsidRPr="006049FE">
        <w:rPr>
          <w:spacing w:val="2"/>
          <w:sz w:val="22"/>
          <w:szCs w:val="22"/>
        </w:rPr>
        <w:t>rakcj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ora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 zasie</w:t>
      </w:r>
      <w:r w:rsidR="00CA3637" w:rsidRPr="006049FE">
        <w:rPr>
          <w:spacing w:val="-2"/>
          <w:sz w:val="22"/>
          <w:szCs w:val="22"/>
        </w:rPr>
        <w:t>k</w:t>
      </w:r>
      <w:r w:rsidR="00CA3637" w:rsidRPr="006049FE">
        <w:rPr>
          <w:sz w:val="22"/>
          <w:szCs w:val="22"/>
        </w:rPr>
        <w:t xml:space="preserve">ach </w:t>
      </w:r>
      <w:r w:rsidR="00CA3637" w:rsidRPr="006049FE">
        <w:rPr>
          <w:spacing w:val="4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unie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 xml:space="preserve">ożliwiających </w:t>
      </w:r>
      <w:r w:rsidR="00CA3637" w:rsidRPr="006049FE">
        <w:rPr>
          <w:spacing w:val="5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-2"/>
          <w:sz w:val="22"/>
          <w:szCs w:val="22"/>
        </w:rPr>
        <w:t>ym</w:t>
      </w:r>
      <w:r w:rsidR="00CA3637" w:rsidRPr="006049FE">
        <w:rPr>
          <w:sz w:val="22"/>
          <w:szCs w:val="22"/>
        </w:rPr>
        <w:t xml:space="preserve">ieszanie </w:t>
      </w:r>
      <w:r w:rsidR="00CA3637" w:rsidRPr="006049FE">
        <w:rPr>
          <w:spacing w:val="5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się </w:t>
      </w:r>
      <w:r w:rsidR="00CA3637" w:rsidRPr="006049FE">
        <w:rPr>
          <w:spacing w:val="5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sąsiednich </w:t>
      </w:r>
      <w:r w:rsidR="00CA3637" w:rsidRPr="006049FE">
        <w:rPr>
          <w:spacing w:val="5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pryz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 xml:space="preserve">. </w:t>
      </w:r>
      <w:r w:rsidR="00CA3637" w:rsidRPr="006049FE">
        <w:rPr>
          <w:spacing w:val="5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Po</w:t>
      </w:r>
      <w:r w:rsidR="00CA3637" w:rsidRPr="006049FE">
        <w:rPr>
          <w:spacing w:val="-2"/>
          <w:sz w:val="22"/>
          <w:szCs w:val="22"/>
        </w:rPr>
        <w:t>d</w:t>
      </w:r>
      <w:r w:rsidR="00CA3637" w:rsidRPr="006049FE">
        <w:rPr>
          <w:sz w:val="22"/>
          <w:szCs w:val="22"/>
        </w:rPr>
        <w:t>łoże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sk</w:t>
      </w:r>
      <w:r w:rsidR="00CA3637" w:rsidRPr="006049FE">
        <w:rPr>
          <w:sz w:val="22"/>
          <w:szCs w:val="22"/>
        </w:rPr>
        <w:t>ł</w:t>
      </w:r>
      <w:r w:rsidR="00CA3637" w:rsidRPr="006049FE">
        <w:rPr>
          <w:spacing w:val="1"/>
          <w:sz w:val="22"/>
          <w:szCs w:val="22"/>
        </w:rPr>
        <w:t>adowisk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1"/>
          <w:sz w:val="22"/>
          <w:szCs w:val="22"/>
        </w:rPr>
        <w:t>us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by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równe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ut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1"/>
          <w:sz w:val="22"/>
          <w:szCs w:val="22"/>
        </w:rPr>
        <w:t>ardzon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dobrz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odwodnion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tak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ab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ni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dop</w:t>
      </w:r>
      <w:r w:rsidR="00CA3637" w:rsidRPr="006049FE">
        <w:rPr>
          <w:sz w:val="22"/>
          <w:szCs w:val="22"/>
        </w:rPr>
        <w:t>uś</w:t>
      </w:r>
      <w:r w:rsidR="00CA3637" w:rsidRPr="006049FE">
        <w:rPr>
          <w:spacing w:val="1"/>
          <w:sz w:val="22"/>
          <w:szCs w:val="22"/>
        </w:rPr>
        <w:t>c</w:t>
      </w:r>
      <w:r w:rsidR="00CA3637" w:rsidRPr="006049FE">
        <w:rPr>
          <w:sz w:val="22"/>
          <w:szCs w:val="22"/>
        </w:rPr>
        <w:t>ić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 xml:space="preserve">do </w:t>
      </w:r>
      <w:r w:rsidR="00CA3637" w:rsidRPr="006049FE">
        <w:rPr>
          <w:sz w:val="22"/>
          <w:szCs w:val="22"/>
        </w:rPr>
        <w:t>zanieczyszczenia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kruszywa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trakcie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</w:t>
      </w:r>
      <w:r w:rsidR="00CA3637" w:rsidRPr="006049FE">
        <w:rPr>
          <w:spacing w:val="-2"/>
          <w:sz w:val="22"/>
          <w:szCs w:val="22"/>
        </w:rPr>
        <w:t>k</w:t>
      </w:r>
      <w:r w:rsidR="00CA3637" w:rsidRPr="006049FE">
        <w:rPr>
          <w:sz w:val="22"/>
          <w:szCs w:val="22"/>
        </w:rPr>
        <w:t>ł</w:t>
      </w:r>
      <w:r w:rsidR="00CA3637" w:rsidRPr="006049FE">
        <w:rPr>
          <w:spacing w:val="-2"/>
          <w:sz w:val="22"/>
          <w:szCs w:val="22"/>
        </w:rPr>
        <w:t>adowan</w:t>
      </w:r>
      <w:r w:rsidR="00CA3637" w:rsidRPr="006049FE">
        <w:rPr>
          <w:sz w:val="22"/>
          <w:szCs w:val="22"/>
        </w:rPr>
        <w:t>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3"/>
          <w:sz w:val="22"/>
          <w:szCs w:val="22"/>
          <w:u w:val="thick"/>
        </w:rPr>
        <w:t>SP</w:t>
      </w:r>
      <w:r w:rsidRPr="006049FE">
        <w:rPr>
          <w:bCs/>
          <w:spacing w:val="5"/>
          <w:sz w:val="22"/>
          <w:szCs w:val="22"/>
          <w:u w:val="thick"/>
        </w:rPr>
        <w:t>R</w:t>
      </w:r>
      <w:r w:rsidRPr="006049FE">
        <w:rPr>
          <w:bCs/>
          <w:spacing w:val="2"/>
          <w:sz w:val="22"/>
          <w:szCs w:val="22"/>
          <w:u w:val="thick"/>
        </w:rPr>
        <w:t>Z</w:t>
      </w:r>
      <w:r w:rsidRPr="006049FE">
        <w:rPr>
          <w:bCs/>
          <w:spacing w:val="4"/>
          <w:sz w:val="22"/>
          <w:szCs w:val="22"/>
          <w:u w:val="thick"/>
        </w:rPr>
        <w:t>Ę</w:t>
      </w:r>
      <w:r w:rsidRPr="006049FE">
        <w:rPr>
          <w:bCs/>
          <w:sz w:val="22"/>
          <w:szCs w:val="22"/>
          <w:u w:val="thick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Wykonaw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zobow</w:t>
      </w:r>
      <w:r w:rsidRPr="006049FE">
        <w:rPr>
          <w:spacing w:val="5"/>
          <w:sz w:val="22"/>
          <w:szCs w:val="22"/>
        </w:rPr>
        <w:t>ią</w:t>
      </w:r>
      <w:r w:rsidRPr="006049FE">
        <w:rPr>
          <w:spacing w:val="4"/>
          <w:sz w:val="22"/>
          <w:szCs w:val="22"/>
        </w:rPr>
        <w:t>zan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d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u</w:t>
      </w:r>
      <w:r w:rsidRPr="006049FE">
        <w:rPr>
          <w:spacing w:val="5"/>
          <w:sz w:val="22"/>
          <w:szCs w:val="22"/>
        </w:rPr>
        <w:t>żywani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jedyni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takieg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spr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tu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któr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ni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spowoduje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niekorzystnego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wpływu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ykonywanych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ykonawc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zape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w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zelk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ę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wła</w:t>
      </w:r>
      <w:r w:rsidRPr="006049FE">
        <w:rPr>
          <w:spacing w:val="2"/>
          <w:sz w:val="22"/>
          <w:szCs w:val="22"/>
        </w:rPr>
        <w:t>sn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2"/>
          <w:sz w:val="22"/>
          <w:szCs w:val="22"/>
        </w:rPr>
        <w:t>inn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oni</w:t>
      </w:r>
      <w:r w:rsidRPr="006049FE">
        <w:rPr>
          <w:spacing w:val="3"/>
          <w:sz w:val="22"/>
          <w:szCs w:val="22"/>
        </w:rPr>
        <w:t>ecz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koń</w:t>
      </w:r>
      <w:r w:rsidRPr="006049FE">
        <w:rPr>
          <w:spacing w:val="3"/>
          <w:sz w:val="22"/>
          <w:szCs w:val="22"/>
        </w:rPr>
        <w:t>czeni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utrzym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stani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gotow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cał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cza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z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szczeg</w:t>
      </w:r>
      <w:r w:rsidRPr="006049FE">
        <w:rPr>
          <w:spacing w:val="3"/>
          <w:sz w:val="22"/>
          <w:szCs w:val="22"/>
        </w:rPr>
        <w:t>ó</w:t>
      </w:r>
      <w:r w:rsidRPr="006049FE">
        <w:rPr>
          <w:spacing w:val="4"/>
          <w:sz w:val="22"/>
          <w:szCs w:val="22"/>
        </w:rPr>
        <w:t>ło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4"/>
          <w:sz w:val="22"/>
          <w:szCs w:val="22"/>
        </w:rPr>
        <w:t>ro</w:t>
      </w:r>
      <w:r w:rsidRPr="006049FE">
        <w:rPr>
          <w:spacing w:val="-5"/>
          <w:sz w:val="22"/>
          <w:szCs w:val="22"/>
        </w:rPr>
        <w:t>gra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. Jeżeli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utrz</w:t>
      </w:r>
      <w:r w:rsidRPr="006049FE">
        <w:rPr>
          <w:spacing w:val="-2"/>
          <w:sz w:val="22"/>
          <w:szCs w:val="22"/>
        </w:rPr>
        <w:t>ym</w:t>
      </w:r>
      <w:r w:rsidRPr="006049FE">
        <w:rPr>
          <w:sz w:val="22"/>
          <w:szCs w:val="22"/>
        </w:rPr>
        <w:t>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ciągłości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celu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osiągnięcia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zapewn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odpowiedn</w:t>
      </w:r>
      <w:r w:rsidRPr="006049FE">
        <w:rPr>
          <w:sz w:val="22"/>
          <w:szCs w:val="22"/>
        </w:rPr>
        <w:t>ią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ilość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rezerwoweg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dos</w:t>
      </w:r>
      <w:r w:rsidRPr="006049FE">
        <w:rPr>
          <w:sz w:val="22"/>
          <w:szCs w:val="22"/>
        </w:rPr>
        <w:t>tę</w:t>
      </w:r>
      <w:r w:rsidRPr="006049FE">
        <w:rPr>
          <w:spacing w:val="-2"/>
          <w:sz w:val="22"/>
          <w:szCs w:val="22"/>
        </w:rPr>
        <w:t>pneg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-5"/>
          <w:sz w:val="22"/>
          <w:szCs w:val="22"/>
        </w:rPr>
        <w:t>razi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awari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Sprzęt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wyposażony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sygnalizator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dźwiękowy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cofania.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ruchu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cięż</w:t>
      </w:r>
      <w:r w:rsidRPr="006049FE">
        <w:rPr>
          <w:spacing w:val="-2"/>
          <w:sz w:val="22"/>
          <w:szCs w:val="22"/>
        </w:rPr>
        <w:t>arówe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nale</w:t>
      </w:r>
      <w:r w:rsidRPr="006049FE">
        <w:rPr>
          <w:sz w:val="22"/>
          <w:szCs w:val="22"/>
        </w:rPr>
        <w:t>ży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zwrac</w:t>
      </w:r>
      <w:r w:rsidRPr="006049FE">
        <w:rPr>
          <w:sz w:val="22"/>
          <w:szCs w:val="22"/>
        </w:rPr>
        <w:t>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uwag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skrzyni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ładunkowa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ła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opuszczona.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Szczegóło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ieszczono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poszczeg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 xml:space="preserve">łowych </w:t>
      </w:r>
      <w:r w:rsidRPr="006049FE">
        <w:rPr>
          <w:spacing w:val="-2"/>
          <w:sz w:val="22"/>
          <w:szCs w:val="22"/>
        </w:rPr>
        <w:t>Specyfikacj</w:t>
      </w:r>
      <w:r w:rsidRPr="006049FE">
        <w:rPr>
          <w:sz w:val="22"/>
          <w:szCs w:val="22"/>
        </w:rPr>
        <w:t>ach</w:t>
      </w:r>
      <w:r w:rsidRPr="006049FE">
        <w:rPr>
          <w:spacing w:val="-3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Technicznych.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Wykonawc</w:t>
      </w:r>
      <w:r w:rsidR="00B70C44" w:rsidRPr="006049FE">
        <w:rPr>
          <w:sz w:val="22"/>
          <w:szCs w:val="22"/>
        </w:rPr>
        <w:t xml:space="preserve">a </w:t>
      </w:r>
      <w:r w:rsidRPr="006049FE">
        <w:rPr>
          <w:spacing w:val="-3"/>
          <w:sz w:val="22"/>
          <w:szCs w:val="22"/>
        </w:rPr>
        <w:t>dostarc</w:t>
      </w:r>
      <w:r w:rsidR="00B70C44" w:rsidRPr="006049FE">
        <w:rPr>
          <w:sz w:val="22"/>
          <w:szCs w:val="22"/>
        </w:rPr>
        <w:t xml:space="preserve">zy </w:t>
      </w:r>
      <w:r w:rsidRPr="006049FE">
        <w:rPr>
          <w:spacing w:val="-3"/>
          <w:sz w:val="22"/>
          <w:szCs w:val="22"/>
        </w:rPr>
        <w:t>In</w:t>
      </w:r>
      <w:r w:rsidRPr="006049FE">
        <w:rPr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pekto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z w:val="22"/>
          <w:szCs w:val="22"/>
        </w:rPr>
        <w:tab/>
      </w:r>
      <w:r w:rsidRPr="006049FE">
        <w:rPr>
          <w:spacing w:val="-3"/>
          <w:sz w:val="22"/>
          <w:szCs w:val="22"/>
        </w:rPr>
        <w:t>Nad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o</w:t>
      </w:r>
      <w:r w:rsidR="00B70C44" w:rsidRPr="006049FE">
        <w:rPr>
          <w:sz w:val="22"/>
          <w:szCs w:val="22"/>
        </w:rPr>
        <w:t xml:space="preserve">ru </w:t>
      </w:r>
      <w:r w:rsidRPr="006049FE">
        <w:rPr>
          <w:spacing w:val="-3"/>
          <w:sz w:val="22"/>
          <w:szCs w:val="22"/>
        </w:rPr>
        <w:t>kop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="00B70C44" w:rsidRPr="006049FE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dokumen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="00B70C44" w:rsidRPr="006049FE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potwie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dz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ją</w:t>
      </w:r>
      <w:r w:rsidRPr="006049FE">
        <w:rPr>
          <w:spacing w:val="-3"/>
          <w:sz w:val="22"/>
          <w:szCs w:val="22"/>
        </w:rPr>
        <w:t>cych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dopuszczenie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żytkowania,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tam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gdzie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agane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przepisa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2"/>
          <w:sz w:val="22"/>
          <w:szCs w:val="22"/>
          <w:u w:val="single"/>
        </w:rPr>
        <w:t>TRANSPORT</w:t>
      </w:r>
      <w:r w:rsidRPr="006049FE">
        <w:rPr>
          <w:bCs/>
          <w:spacing w:val="-5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MATERI</w:t>
      </w:r>
      <w:r w:rsidRPr="006049FE">
        <w:rPr>
          <w:bCs/>
          <w:spacing w:val="-4"/>
          <w:sz w:val="22"/>
          <w:szCs w:val="22"/>
          <w:u w:val="single"/>
        </w:rPr>
        <w:t>A</w:t>
      </w:r>
      <w:r w:rsidRPr="006049FE">
        <w:rPr>
          <w:bCs/>
          <w:spacing w:val="-3"/>
          <w:sz w:val="22"/>
          <w:szCs w:val="22"/>
          <w:u w:val="single"/>
        </w:rPr>
        <w:t>Ł</w:t>
      </w:r>
      <w:r w:rsidRPr="006049FE">
        <w:rPr>
          <w:bCs/>
          <w:sz w:val="22"/>
          <w:szCs w:val="22"/>
          <w:u w:val="single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1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99"/>
        <w:gridCol w:w="385"/>
        <w:gridCol w:w="734"/>
      </w:tblGrid>
      <w:tr w:rsidR="00CA3637" w:rsidRPr="006049FE" w:rsidTr="004B29A7">
        <w:trPr>
          <w:trHeight w:hRule="exact" w:val="645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9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 xml:space="preserve">)  </w:t>
            </w:r>
            <w:r w:rsidRPr="006049FE">
              <w:rPr>
                <w:spacing w:val="1"/>
                <w:sz w:val="22"/>
                <w:szCs w:val="22"/>
              </w:rPr>
              <w:t>Wsz</w:t>
            </w:r>
            <w:r w:rsidRPr="006049FE">
              <w:rPr>
                <w:spacing w:val="3"/>
                <w:sz w:val="22"/>
                <w:szCs w:val="22"/>
              </w:rPr>
              <w:t>y</w:t>
            </w:r>
            <w:r w:rsidRPr="006049FE">
              <w:rPr>
                <w:spacing w:val="1"/>
                <w:sz w:val="22"/>
                <w:szCs w:val="22"/>
              </w:rPr>
              <w:t>stki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ma</w:t>
            </w:r>
            <w:r w:rsidRPr="006049FE">
              <w:rPr>
                <w:spacing w:val="1"/>
                <w:sz w:val="22"/>
                <w:szCs w:val="22"/>
              </w:rPr>
              <w:t>teria</w:t>
            </w:r>
            <w:r w:rsidRPr="006049FE">
              <w:rPr>
                <w:sz w:val="22"/>
                <w:szCs w:val="22"/>
              </w:rPr>
              <w:t>ły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pow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ny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tr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1"/>
                <w:sz w:val="22"/>
                <w:szCs w:val="22"/>
              </w:rPr>
              <w:t>nspor</w:t>
            </w:r>
            <w:r w:rsidRPr="006049FE">
              <w:rPr>
                <w:sz w:val="22"/>
                <w:szCs w:val="22"/>
              </w:rPr>
              <w:t>t</w:t>
            </w:r>
            <w:r w:rsidRPr="006049FE">
              <w:rPr>
                <w:spacing w:val="1"/>
                <w:sz w:val="22"/>
                <w:szCs w:val="22"/>
              </w:rPr>
              <w:t>owan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spos</w:t>
            </w:r>
            <w:r w:rsidRPr="006049FE">
              <w:rPr>
                <w:sz w:val="22"/>
                <w:szCs w:val="22"/>
              </w:rPr>
              <w:t>ób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zap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1"/>
                <w:sz w:val="22"/>
                <w:szCs w:val="22"/>
              </w:rPr>
              <w:t>wniają</w:t>
            </w:r>
            <w:r w:rsidRPr="006049FE">
              <w:rPr>
                <w:sz w:val="22"/>
                <w:szCs w:val="22"/>
              </w:rPr>
              <w:t>cy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zachowani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ich</w:t>
            </w:r>
            <w:r w:rsidR="004B29A7" w:rsidRPr="006049FE">
              <w:rPr>
                <w:spacing w:val="1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jakości</w:t>
            </w:r>
            <w:r w:rsidR="004B29A7" w:rsidRPr="006049FE">
              <w:rPr>
                <w:spacing w:val="-7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i</w:t>
            </w:r>
            <w:r w:rsidR="004B29A7" w:rsidRPr="006049FE">
              <w:rPr>
                <w:spacing w:val="-6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przydatności</w:t>
            </w:r>
            <w:r w:rsidR="004B29A7" w:rsidRPr="006049FE">
              <w:rPr>
                <w:spacing w:val="-7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do</w:t>
            </w:r>
            <w:r w:rsidR="004B29A7" w:rsidRPr="006049FE">
              <w:rPr>
                <w:spacing w:val="-6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-2"/>
                <w:sz w:val="22"/>
                <w:szCs w:val="22"/>
              </w:rPr>
              <w:t>r</w:t>
            </w:r>
            <w:r w:rsidR="004B29A7" w:rsidRPr="006049FE">
              <w:rPr>
                <w:sz w:val="22"/>
                <w:szCs w:val="22"/>
              </w:rPr>
              <w:t>obót.</w:t>
            </w:r>
          </w:p>
        </w:tc>
        <w:tc>
          <w:tcPr>
            <w:tcW w:w="1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4B29A7">
        <w:trPr>
          <w:trHeight w:hRule="exact" w:val="711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10"/>
                <w:sz w:val="22"/>
                <w:szCs w:val="22"/>
              </w:rPr>
              <w:t>b</w:t>
            </w:r>
            <w:r w:rsidRPr="006049FE">
              <w:rPr>
                <w:sz w:val="22"/>
                <w:szCs w:val="22"/>
              </w:rPr>
              <w:t>)</w:t>
            </w:r>
            <w:r w:rsidRPr="006049FE">
              <w:rPr>
                <w:spacing w:val="46"/>
                <w:sz w:val="22"/>
                <w:szCs w:val="22"/>
              </w:rPr>
              <w:t xml:space="preserve"> </w:t>
            </w:r>
            <w:r w:rsidRPr="006049FE">
              <w:rPr>
                <w:spacing w:val="6"/>
                <w:sz w:val="22"/>
                <w:szCs w:val="22"/>
              </w:rPr>
              <w:t>Liczb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6"/>
                <w:sz w:val="22"/>
                <w:szCs w:val="22"/>
              </w:rPr>
              <w:t xml:space="preserve"> </w:t>
            </w:r>
            <w:r w:rsidRPr="006049FE">
              <w:rPr>
                <w:spacing w:val="5"/>
                <w:sz w:val="22"/>
                <w:szCs w:val="22"/>
              </w:rPr>
              <w:t>ś</w:t>
            </w:r>
            <w:r w:rsidRPr="006049FE">
              <w:rPr>
                <w:spacing w:val="6"/>
                <w:sz w:val="22"/>
                <w:szCs w:val="22"/>
              </w:rPr>
              <w:t>rodkó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5"/>
                <w:sz w:val="22"/>
                <w:szCs w:val="22"/>
              </w:rPr>
              <w:t xml:space="preserve"> </w:t>
            </w:r>
            <w:r w:rsidRPr="006049FE">
              <w:rPr>
                <w:spacing w:val="6"/>
                <w:sz w:val="22"/>
                <w:szCs w:val="22"/>
              </w:rPr>
              <w:t>transport</w:t>
            </w:r>
            <w:r w:rsidRPr="006049FE">
              <w:rPr>
                <w:sz w:val="22"/>
                <w:szCs w:val="22"/>
              </w:rPr>
              <w:t>u</w:t>
            </w:r>
            <w:r w:rsidRPr="006049FE">
              <w:rPr>
                <w:spacing w:val="5"/>
                <w:sz w:val="22"/>
                <w:szCs w:val="22"/>
              </w:rPr>
              <w:t xml:space="preserve"> </w:t>
            </w:r>
            <w:r w:rsidRPr="006049FE">
              <w:rPr>
                <w:spacing w:val="6"/>
                <w:sz w:val="22"/>
                <w:szCs w:val="22"/>
              </w:rPr>
              <w:t>powi</w:t>
            </w:r>
            <w:r w:rsidRPr="006049FE">
              <w:rPr>
                <w:spacing w:val="5"/>
                <w:sz w:val="22"/>
                <w:szCs w:val="22"/>
              </w:rPr>
              <w:t>n</w:t>
            </w:r>
            <w:r w:rsidRPr="006049FE">
              <w:rPr>
                <w:spacing w:val="6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6"/>
                <w:sz w:val="22"/>
                <w:szCs w:val="22"/>
              </w:rPr>
              <w:t xml:space="preserve"> zapewn</w:t>
            </w:r>
            <w:r w:rsidRPr="006049FE">
              <w:rPr>
                <w:spacing w:val="5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5"/>
                <w:sz w:val="22"/>
                <w:szCs w:val="22"/>
              </w:rPr>
              <w:t xml:space="preserve"> </w:t>
            </w:r>
            <w:r w:rsidRPr="006049FE">
              <w:rPr>
                <w:spacing w:val="6"/>
                <w:sz w:val="22"/>
                <w:szCs w:val="22"/>
              </w:rPr>
              <w:t>prowadzeni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5"/>
                <w:sz w:val="22"/>
                <w:szCs w:val="22"/>
              </w:rPr>
              <w:t xml:space="preserve"> </w:t>
            </w:r>
            <w:r w:rsidRPr="006049FE">
              <w:rPr>
                <w:spacing w:val="6"/>
                <w:sz w:val="22"/>
                <w:szCs w:val="22"/>
              </w:rPr>
              <w:t>r</w:t>
            </w:r>
            <w:r w:rsidRPr="006049FE">
              <w:rPr>
                <w:spacing w:val="7"/>
                <w:sz w:val="22"/>
                <w:szCs w:val="22"/>
              </w:rPr>
              <w:t>o</w:t>
            </w:r>
            <w:r w:rsidRPr="006049FE">
              <w:rPr>
                <w:spacing w:val="6"/>
                <w:sz w:val="22"/>
                <w:szCs w:val="22"/>
              </w:rPr>
              <w:t>bó</w:t>
            </w:r>
            <w:r w:rsidRPr="006049FE">
              <w:rPr>
                <w:sz w:val="22"/>
                <w:szCs w:val="22"/>
              </w:rPr>
              <w:t>t</w:t>
            </w:r>
            <w:r w:rsidRPr="006049FE">
              <w:rPr>
                <w:spacing w:val="6"/>
                <w:sz w:val="22"/>
                <w:szCs w:val="22"/>
              </w:rPr>
              <w:t xml:space="preserve"> zgodni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5"/>
                <w:sz w:val="22"/>
                <w:szCs w:val="22"/>
              </w:rPr>
              <w:t xml:space="preserve"> </w:t>
            </w:r>
            <w:r w:rsidRPr="006049FE">
              <w:rPr>
                <w:spacing w:val="6"/>
                <w:sz w:val="22"/>
                <w:szCs w:val="22"/>
              </w:rPr>
              <w:t>za</w:t>
            </w:r>
            <w:r w:rsidRPr="006049FE">
              <w:rPr>
                <w:spacing w:val="7"/>
                <w:sz w:val="22"/>
                <w:szCs w:val="22"/>
              </w:rPr>
              <w:t>s</w:t>
            </w:r>
            <w:r w:rsidRPr="006049FE">
              <w:rPr>
                <w:spacing w:val="6"/>
                <w:sz w:val="22"/>
                <w:szCs w:val="22"/>
              </w:rPr>
              <w:t>ad</w:t>
            </w:r>
            <w:r w:rsidRPr="006049FE">
              <w:rPr>
                <w:spacing w:val="7"/>
                <w:sz w:val="22"/>
                <w:szCs w:val="22"/>
              </w:rPr>
              <w:t>a</w:t>
            </w:r>
            <w:r w:rsidRPr="006049FE">
              <w:rPr>
                <w:spacing w:val="4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</w:t>
            </w:r>
            <w:r w:rsidR="004B29A7" w:rsidRPr="006049FE">
              <w:rPr>
                <w:sz w:val="22"/>
                <w:szCs w:val="22"/>
              </w:rPr>
              <w:t xml:space="preserve"> okr</w:t>
            </w:r>
            <w:r w:rsidR="004B29A7" w:rsidRPr="006049FE">
              <w:rPr>
                <w:spacing w:val="-2"/>
                <w:sz w:val="22"/>
                <w:szCs w:val="22"/>
              </w:rPr>
              <w:t>eś</w:t>
            </w:r>
            <w:r w:rsidR="004B29A7" w:rsidRPr="006049FE">
              <w:rPr>
                <w:sz w:val="22"/>
                <w:szCs w:val="22"/>
              </w:rPr>
              <w:t>lony</w:t>
            </w:r>
            <w:r w:rsidR="004B29A7" w:rsidRPr="006049FE">
              <w:rPr>
                <w:spacing w:val="-3"/>
                <w:sz w:val="22"/>
                <w:szCs w:val="22"/>
              </w:rPr>
              <w:t>m</w:t>
            </w:r>
            <w:r w:rsidR="004B29A7" w:rsidRPr="006049FE">
              <w:rPr>
                <w:sz w:val="22"/>
                <w:szCs w:val="22"/>
              </w:rPr>
              <w:t>i</w:t>
            </w:r>
            <w:r w:rsidR="004B29A7" w:rsidRPr="006049FE">
              <w:rPr>
                <w:spacing w:val="-8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w</w:t>
            </w:r>
            <w:r w:rsidR="004B29A7" w:rsidRPr="006049FE">
              <w:rPr>
                <w:spacing w:val="-8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ST</w:t>
            </w:r>
            <w:r w:rsidR="004B29A7" w:rsidRPr="006049FE">
              <w:rPr>
                <w:spacing w:val="-8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i</w:t>
            </w:r>
            <w:r w:rsidR="004B29A7" w:rsidRPr="006049FE">
              <w:rPr>
                <w:spacing w:val="-8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w</w:t>
            </w:r>
            <w:r w:rsidR="004B29A7" w:rsidRPr="006049FE">
              <w:rPr>
                <w:spacing w:val="-7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terminie</w:t>
            </w:r>
            <w:r w:rsidR="004B29A7" w:rsidRPr="006049FE">
              <w:rPr>
                <w:spacing w:val="-9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zgodnym</w:t>
            </w:r>
            <w:r w:rsidR="004B29A7" w:rsidRPr="006049FE">
              <w:rPr>
                <w:spacing w:val="-8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z</w:t>
            </w:r>
            <w:r w:rsidR="004B29A7" w:rsidRPr="006049FE">
              <w:rPr>
                <w:spacing w:val="-8"/>
                <w:sz w:val="22"/>
                <w:szCs w:val="22"/>
              </w:rPr>
              <w:t xml:space="preserve"> </w:t>
            </w:r>
            <w:r w:rsidR="004B29A7" w:rsidRPr="006049FE">
              <w:rPr>
                <w:sz w:val="22"/>
                <w:szCs w:val="22"/>
              </w:rPr>
              <w:t>h</w:t>
            </w:r>
            <w:r w:rsidR="004B29A7" w:rsidRPr="006049FE">
              <w:rPr>
                <w:spacing w:val="-2"/>
                <w:sz w:val="22"/>
                <w:szCs w:val="22"/>
              </w:rPr>
              <w:t>a</w:t>
            </w:r>
            <w:r w:rsidR="004B29A7" w:rsidRPr="006049FE">
              <w:rPr>
                <w:sz w:val="22"/>
                <w:szCs w:val="22"/>
              </w:rPr>
              <w:t>r</w:t>
            </w:r>
            <w:r w:rsidR="004B29A7" w:rsidRPr="006049FE">
              <w:rPr>
                <w:spacing w:val="-3"/>
                <w:sz w:val="22"/>
                <w:szCs w:val="22"/>
              </w:rPr>
              <w:t>m</w:t>
            </w:r>
            <w:r w:rsidR="004B29A7" w:rsidRPr="006049FE">
              <w:rPr>
                <w:sz w:val="22"/>
                <w:szCs w:val="22"/>
              </w:rPr>
              <w:t>onogramem.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4B29A7">
        <w:trPr>
          <w:trHeight w:hRule="exact" w:val="848"/>
        </w:trPr>
        <w:tc>
          <w:tcPr>
            <w:tcW w:w="8699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9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 xml:space="preserve">) </w:t>
            </w:r>
            <w:r w:rsidRPr="006049FE">
              <w:rPr>
                <w:spacing w:val="46"/>
                <w:sz w:val="22"/>
                <w:szCs w:val="22"/>
              </w:rPr>
              <w:t xml:space="preserve"> </w:t>
            </w:r>
            <w:r w:rsidRPr="006049FE">
              <w:rPr>
                <w:spacing w:val="4"/>
                <w:sz w:val="22"/>
                <w:szCs w:val="22"/>
              </w:rPr>
              <w:t>W</w:t>
            </w:r>
            <w:r w:rsidRPr="006049FE">
              <w:rPr>
                <w:spacing w:val="6"/>
                <w:sz w:val="22"/>
                <w:szCs w:val="22"/>
              </w:rPr>
              <w:t>y</w:t>
            </w:r>
            <w:r w:rsidRPr="006049FE">
              <w:rPr>
                <w:spacing w:val="4"/>
                <w:sz w:val="22"/>
                <w:szCs w:val="22"/>
              </w:rPr>
              <w:t>konawc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6"/>
                <w:sz w:val="22"/>
                <w:szCs w:val="22"/>
              </w:rPr>
              <w:t xml:space="preserve"> </w:t>
            </w:r>
            <w:r w:rsidRPr="006049FE">
              <w:rPr>
                <w:spacing w:val="5"/>
                <w:sz w:val="22"/>
                <w:szCs w:val="22"/>
              </w:rPr>
              <w:t>b</w:t>
            </w:r>
            <w:r w:rsidRPr="006049FE">
              <w:rPr>
                <w:spacing w:val="4"/>
                <w:sz w:val="22"/>
                <w:szCs w:val="22"/>
              </w:rPr>
              <w:t>ę</w:t>
            </w:r>
            <w:r w:rsidRPr="006049FE">
              <w:rPr>
                <w:spacing w:val="5"/>
                <w:sz w:val="22"/>
                <w:szCs w:val="22"/>
              </w:rPr>
              <w:t>dzi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6"/>
                <w:sz w:val="22"/>
                <w:szCs w:val="22"/>
              </w:rPr>
              <w:t xml:space="preserve"> u</w:t>
            </w:r>
            <w:r w:rsidRPr="006049FE">
              <w:rPr>
                <w:spacing w:val="4"/>
                <w:sz w:val="22"/>
                <w:szCs w:val="22"/>
              </w:rPr>
              <w:t>s</w:t>
            </w:r>
            <w:r w:rsidRPr="006049FE">
              <w:rPr>
                <w:spacing w:val="5"/>
                <w:sz w:val="22"/>
                <w:szCs w:val="22"/>
              </w:rPr>
              <w:t>uw</w:t>
            </w:r>
            <w:r w:rsidRPr="006049FE">
              <w:rPr>
                <w:spacing w:val="4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 xml:space="preserve">ł </w:t>
            </w:r>
            <w:r w:rsidRPr="006049FE">
              <w:rPr>
                <w:spacing w:val="6"/>
                <w:sz w:val="22"/>
                <w:szCs w:val="22"/>
              </w:rPr>
              <w:t xml:space="preserve"> </w:t>
            </w:r>
            <w:r w:rsidRPr="006049FE">
              <w:rPr>
                <w:spacing w:val="5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5"/>
                <w:sz w:val="22"/>
                <w:szCs w:val="22"/>
              </w:rPr>
              <w:t xml:space="preserve"> bież</w:t>
            </w:r>
            <w:r w:rsidRPr="006049FE">
              <w:rPr>
                <w:spacing w:val="4"/>
                <w:sz w:val="22"/>
                <w:szCs w:val="22"/>
              </w:rPr>
              <w:t>ą</w:t>
            </w:r>
            <w:r w:rsidRPr="006049FE">
              <w:rPr>
                <w:spacing w:val="5"/>
                <w:sz w:val="22"/>
                <w:szCs w:val="22"/>
              </w:rPr>
              <w:t>co</w:t>
            </w:r>
            <w:r w:rsidRPr="006049FE">
              <w:rPr>
                <w:sz w:val="22"/>
                <w:szCs w:val="22"/>
              </w:rPr>
              <w:t xml:space="preserve">, </w:t>
            </w:r>
            <w:r w:rsidRPr="006049FE">
              <w:rPr>
                <w:spacing w:val="7"/>
                <w:sz w:val="22"/>
                <w:szCs w:val="22"/>
              </w:rPr>
              <w:t xml:space="preserve"> </w:t>
            </w:r>
            <w:r w:rsidRPr="006049FE">
              <w:rPr>
                <w:spacing w:val="5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5"/>
                <w:sz w:val="22"/>
                <w:szCs w:val="22"/>
              </w:rPr>
              <w:t xml:space="preserve"> </w:t>
            </w:r>
            <w:r w:rsidRPr="006049FE">
              <w:rPr>
                <w:spacing w:val="4"/>
                <w:sz w:val="22"/>
                <w:szCs w:val="22"/>
              </w:rPr>
              <w:t>w</w:t>
            </w:r>
            <w:r w:rsidRPr="006049FE">
              <w:rPr>
                <w:spacing w:val="5"/>
                <w:sz w:val="22"/>
                <w:szCs w:val="22"/>
              </w:rPr>
              <w:t>ła</w:t>
            </w:r>
            <w:r w:rsidRPr="006049FE">
              <w:rPr>
                <w:spacing w:val="4"/>
                <w:sz w:val="22"/>
                <w:szCs w:val="22"/>
              </w:rPr>
              <w:t>sn</w:t>
            </w:r>
            <w:r w:rsidRPr="006049FE">
              <w:rPr>
                <w:sz w:val="22"/>
                <w:szCs w:val="22"/>
              </w:rPr>
              <w:t xml:space="preserve">y </w:t>
            </w:r>
            <w:r w:rsidRPr="006049FE">
              <w:rPr>
                <w:spacing w:val="7"/>
                <w:sz w:val="22"/>
                <w:szCs w:val="22"/>
              </w:rPr>
              <w:t xml:space="preserve"> </w:t>
            </w:r>
            <w:r w:rsidRPr="006049FE">
              <w:rPr>
                <w:spacing w:val="4"/>
                <w:sz w:val="22"/>
                <w:szCs w:val="22"/>
              </w:rPr>
              <w:t>koszt</w:t>
            </w:r>
            <w:r w:rsidRPr="006049FE">
              <w:rPr>
                <w:sz w:val="22"/>
                <w:szCs w:val="22"/>
              </w:rPr>
              <w:t xml:space="preserve">, </w:t>
            </w:r>
            <w:r w:rsidRPr="006049FE">
              <w:rPr>
                <w:spacing w:val="6"/>
                <w:sz w:val="22"/>
                <w:szCs w:val="22"/>
              </w:rPr>
              <w:t xml:space="preserve"> </w:t>
            </w:r>
            <w:r w:rsidRPr="006049FE">
              <w:rPr>
                <w:spacing w:val="5"/>
                <w:sz w:val="22"/>
                <w:szCs w:val="22"/>
              </w:rPr>
              <w:t>w</w:t>
            </w:r>
            <w:r w:rsidRPr="006049FE">
              <w:rPr>
                <w:spacing w:val="4"/>
                <w:sz w:val="22"/>
                <w:szCs w:val="22"/>
              </w:rPr>
              <w:t>s</w:t>
            </w:r>
            <w:r w:rsidRPr="006049FE">
              <w:rPr>
                <w:spacing w:val="5"/>
                <w:sz w:val="22"/>
                <w:szCs w:val="22"/>
              </w:rPr>
              <w:t>z</w:t>
            </w:r>
            <w:r w:rsidRPr="006049FE">
              <w:rPr>
                <w:spacing w:val="4"/>
                <w:sz w:val="22"/>
                <w:szCs w:val="22"/>
              </w:rPr>
              <w:t>elki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6"/>
                <w:sz w:val="22"/>
                <w:szCs w:val="22"/>
              </w:rPr>
              <w:t xml:space="preserve"> </w:t>
            </w:r>
            <w:r w:rsidRPr="006049FE">
              <w:rPr>
                <w:spacing w:val="4"/>
                <w:sz w:val="22"/>
                <w:szCs w:val="22"/>
              </w:rPr>
              <w:t>zan</w:t>
            </w:r>
            <w:r w:rsidRPr="006049FE">
              <w:rPr>
                <w:spacing w:val="6"/>
                <w:sz w:val="22"/>
                <w:szCs w:val="22"/>
              </w:rPr>
              <w:t>i</w:t>
            </w:r>
            <w:r w:rsidRPr="006049FE">
              <w:rPr>
                <w:spacing w:val="4"/>
                <w:sz w:val="22"/>
                <w:szCs w:val="22"/>
              </w:rPr>
              <w:t>e</w:t>
            </w:r>
            <w:r w:rsidRPr="006049FE">
              <w:rPr>
                <w:spacing w:val="5"/>
                <w:sz w:val="22"/>
                <w:szCs w:val="22"/>
              </w:rPr>
              <w:t>cz</w:t>
            </w:r>
            <w:r w:rsidRPr="006049FE">
              <w:rPr>
                <w:spacing w:val="6"/>
                <w:sz w:val="22"/>
                <w:szCs w:val="22"/>
              </w:rPr>
              <w:t>y</w:t>
            </w:r>
            <w:r w:rsidRPr="006049FE">
              <w:rPr>
                <w:spacing w:val="4"/>
                <w:sz w:val="22"/>
                <w:szCs w:val="22"/>
              </w:rPr>
              <w:t>szczen</w:t>
            </w:r>
            <w:r w:rsidRPr="006049FE">
              <w:rPr>
                <w:spacing w:val="6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a</w:t>
            </w:r>
            <w:r w:rsidR="004B29A7" w:rsidRPr="006049FE">
              <w:rPr>
                <w:sz w:val="22"/>
                <w:szCs w:val="22"/>
              </w:rPr>
              <w:t xml:space="preserve"> </w:t>
            </w:r>
            <w:r w:rsidR="004B29A7" w:rsidRPr="006049FE">
              <w:rPr>
                <w:spacing w:val="3"/>
                <w:sz w:val="22"/>
                <w:szCs w:val="22"/>
              </w:rPr>
              <w:t>sp</w:t>
            </w:r>
            <w:r w:rsidR="004B29A7" w:rsidRPr="006049FE">
              <w:rPr>
                <w:spacing w:val="4"/>
                <w:sz w:val="22"/>
                <w:szCs w:val="22"/>
              </w:rPr>
              <w:t>o</w:t>
            </w:r>
            <w:r w:rsidR="004B29A7" w:rsidRPr="006049FE">
              <w:rPr>
                <w:spacing w:val="2"/>
                <w:sz w:val="22"/>
                <w:szCs w:val="22"/>
              </w:rPr>
              <w:t>w</w:t>
            </w:r>
            <w:r w:rsidR="004B29A7" w:rsidRPr="006049FE">
              <w:rPr>
                <w:spacing w:val="3"/>
                <w:sz w:val="22"/>
                <w:szCs w:val="22"/>
              </w:rPr>
              <w:t>o</w:t>
            </w:r>
            <w:r w:rsidR="004B29A7" w:rsidRPr="006049FE">
              <w:rPr>
                <w:spacing w:val="4"/>
                <w:sz w:val="22"/>
                <w:szCs w:val="22"/>
              </w:rPr>
              <w:t>d</w:t>
            </w:r>
            <w:r w:rsidR="004B29A7" w:rsidRPr="006049FE">
              <w:rPr>
                <w:spacing w:val="3"/>
                <w:sz w:val="22"/>
                <w:szCs w:val="22"/>
              </w:rPr>
              <w:t>owan</w:t>
            </w:r>
            <w:r w:rsidR="004B29A7" w:rsidRPr="006049FE">
              <w:rPr>
                <w:sz w:val="22"/>
                <w:szCs w:val="22"/>
              </w:rPr>
              <w:t>e</w:t>
            </w:r>
            <w:r w:rsidR="004B29A7" w:rsidRPr="006049FE">
              <w:rPr>
                <w:spacing w:val="-4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4"/>
                <w:sz w:val="22"/>
                <w:szCs w:val="22"/>
              </w:rPr>
              <w:t>u</w:t>
            </w:r>
            <w:r w:rsidR="004B29A7" w:rsidRPr="006049FE">
              <w:rPr>
                <w:spacing w:val="2"/>
                <w:sz w:val="22"/>
                <w:szCs w:val="22"/>
              </w:rPr>
              <w:t>ż</w:t>
            </w:r>
            <w:r w:rsidR="004B29A7" w:rsidRPr="006049FE">
              <w:rPr>
                <w:spacing w:val="4"/>
                <w:sz w:val="22"/>
                <w:szCs w:val="22"/>
              </w:rPr>
              <w:t>y</w:t>
            </w:r>
            <w:r w:rsidR="004B29A7" w:rsidRPr="006049FE">
              <w:rPr>
                <w:spacing w:val="2"/>
                <w:sz w:val="22"/>
                <w:szCs w:val="22"/>
              </w:rPr>
              <w:t>tk</w:t>
            </w:r>
            <w:r w:rsidR="004B29A7" w:rsidRPr="006049FE">
              <w:rPr>
                <w:spacing w:val="4"/>
                <w:sz w:val="22"/>
                <w:szCs w:val="22"/>
              </w:rPr>
              <w:t>o</w:t>
            </w:r>
            <w:r w:rsidR="004B29A7" w:rsidRPr="006049FE">
              <w:rPr>
                <w:spacing w:val="2"/>
                <w:sz w:val="22"/>
                <w:szCs w:val="22"/>
              </w:rPr>
              <w:t>wan</w:t>
            </w:r>
            <w:r w:rsidR="004B29A7" w:rsidRPr="006049FE">
              <w:rPr>
                <w:spacing w:val="5"/>
                <w:sz w:val="22"/>
                <w:szCs w:val="22"/>
              </w:rPr>
              <w:t>y</w:t>
            </w:r>
            <w:r w:rsidR="004B29A7" w:rsidRPr="006049FE">
              <w:rPr>
                <w:spacing w:val="2"/>
                <w:sz w:val="22"/>
                <w:szCs w:val="22"/>
              </w:rPr>
              <w:t>m</w:t>
            </w:r>
            <w:r w:rsidR="004B29A7" w:rsidRPr="006049FE">
              <w:rPr>
                <w:sz w:val="22"/>
                <w:szCs w:val="22"/>
              </w:rPr>
              <w:t>i</w:t>
            </w:r>
            <w:r w:rsidR="004B29A7" w:rsidRPr="006049FE">
              <w:rPr>
                <w:spacing w:val="-3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2"/>
                <w:sz w:val="22"/>
                <w:szCs w:val="22"/>
              </w:rPr>
              <w:t>p</w:t>
            </w:r>
            <w:r w:rsidR="004B29A7" w:rsidRPr="006049FE">
              <w:rPr>
                <w:spacing w:val="4"/>
                <w:sz w:val="22"/>
                <w:szCs w:val="22"/>
              </w:rPr>
              <w:t>o</w:t>
            </w:r>
            <w:r w:rsidR="004B29A7" w:rsidRPr="006049FE">
              <w:rPr>
                <w:spacing w:val="2"/>
                <w:sz w:val="22"/>
                <w:szCs w:val="22"/>
              </w:rPr>
              <w:t>jaz</w:t>
            </w:r>
            <w:r w:rsidR="004B29A7" w:rsidRPr="006049FE">
              <w:rPr>
                <w:spacing w:val="4"/>
                <w:sz w:val="22"/>
                <w:szCs w:val="22"/>
              </w:rPr>
              <w:t>d</w:t>
            </w:r>
            <w:r w:rsidR="004B29A7" w:rsidRPr="006049FE">
              <w:rPr>
                <w:spacing w:val="2"/>
                <w:sz w:val="22"/>
                <w:szCs w:val="22"/>
              </w:rPr>
              <w:t>am</w:t>
            </w:r>
            <w:r w:rsidR="004B29A7" w:rsidRPr="006049FE">
              <w:rPr>
                <w:sz w:val="22"/>
                <w:szCs w:val="22"/>
              </w:rPr>
              <w:t>i</w:t>
            </w:r>
            <w:r w:rsidR="004B29A7" w:rsidRPr="006049FE">
              <w:rPr>
                <w:spacing w:val="-3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4"/>
                <w:sz w:val="22"/>
                <w:szCs w:val="22"/>
              </w:rPr>
              <w:t>n</w:t>
            </w:r>
            <w:r w:rsidR="004B29A7" w:rsidRPr="006049FE">
              <w:rPr>
                <w:sz w:val="22"/>
                <w:szCs w:val="22"/>
              </w:rPr>
              <w:t>a</w:t>
            </w:r>
            <w:r w:rsidR="004B29A7" w:rsidRPr="006049FE">
              <w:rPr>
                <w:spacing w:val="-4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4"/>
                <w:sz w:val="22"/>
                <w:szCs w:val="22"/>
              </w:rPr>
              <w:t>d</w:t>
            </w:r>
            <w:r w:rsidR="004B29A7" w:rsidRPr="006049FE">
              <w:rPr>
                <w:spacing w:val="2"/>
                <w:sz w:val="22"/>
                <w:szCs w:val="22"/>
              </w:rPr>
              <w:t>ro</w:t>
            </w:r>
            <w:r w:rsidR="004B29A7" w:rsidRPr="006049FE">
              <w:rPr>
                <w:spacing w:val="4"/>
                <w:sz w:val="22"/>
                <w:szCs w:val="22"/>
              </w:rPr>
              <w:t>g</w:t>
            </w:r>
            <w:r w:rsidR="004B29A7" w:rsidRPr="006049FE">
              <w:rPr>
                <w:spacing w:val="2"/>
                <w:sz w:val="22"/>
                <w:szCs w:val="22"/>
              </w:rPr>
              <w:t>ac</w:t>
            </w:r>
            <w:r w:rsidR="004B29A7" w:rsidRPr="006049FE">
              <w:rPr>
                <w:sz w:val="22"/>
                <w:szCs w:val="22"/>
              </w:rPr>
              <w:t>h</w:t>
            </w:r>
            <w:r w:rsidR="004B29A7" w:rsidRPr="006049FE">
              <w:rPr>
                <w:spacing w:val="-2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2"/>
                <w:sz w:val="22"/>
                <w:szCs w:val="22"/>
              </w:rPr>
              <w:t>publ</w:t>
            </w:r>
            <w:r w:rsidR="004B29A7" w:rsidRPr="006049FE">
              <w:rPr>
                <w:spacing w:val="3"/>
                <w:sz w:val="22"/>
                <w:szCs w:val="22"/>
              </w:rPr>
              <w:t>iczn</w:t>
            </w:r>
            <w:r w:rsidR="004B29A7" w:rsidRPr="006049FE">
              <w:rPr>
                <w:spacing w:val="4"/>
                <w:sz w:val="22"/>
                <w:szCs w:val="22"/>
              </w:rPr>
              <w:t>y</w:t>
            </w:r>
            <w:r w:rsidR="004B29A7" w:rsidRPr="006049FE">
              <w:rPr>
                <w:spacing w:val="2"/>
                <w:sz w:val="22"/>
                <w:szCs w:val="22"/>
              </w:rPr>
              <w:t>c</w:t>
            </w:r>
            <w:r w:rsidR="004B29A7" w:rsidRPr="006049FE">
              <w:rPr>
                <w:sz w:val="22"/>
                <w:szCs w:val="22"/>
              </w:rPr>
              <w:t>h</w:t>
            </w:r>
            <w:r w:rsidR="004B29A7" w:rsidRPr="006049FE">
              <w:rPr>
                <w:spacing w:val="-3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3"/>
                <w:sz w:val="22"/>
                <w:szCs w:val="22"/>
              </w:rPr>
              <w:t>ora</w:t>
            </w:r>
            <w:r w:rsidR="004B29A7" w:rsidRPr="006049FE">
              <w:rPr>
                <w:sz w:val="22"/>
                <w:szCs w:val="22"/>
              </w:rPr>
              <w:t>z</w:t>
            </w:r>
            <w:r w:rsidR="004B29A7" w:rsidRPr="006049FE">
              <w:rPr>
                <w:spacing w:val="-3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4"/>
                <w:sz w:val="22"/>
                <w:szCs w:val="22"/>
              </w:rPr>
              <w:t>d</w:t>
            </w:r>
            <w:r w:rsidR="004B29A7" w:rsidRPr="006049FE">
              <w:rPr>
                <w:spacing w:val="3"/>
                <w:sz w:val="22"/>
                <w:szCs w:val="22"/>
              </w:rPr>
              <w:t>ojazdac</w:t>
            </w:r>
            <w:r w:rsidR="004B29A7" w:rsidRPr="006049FE">
              <w:rPr>
                <w:sz w:val="22"/>
                <w:szCs w:val="22"/>
              </w:rPr>
              <w:t>h</w:t>
            </w:r>
            <w:r w:rsidR="004B29A7" w:rsidRPr="006049FE">
              <w:rPr>
                <w:spacing w:val="-3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4"/>
                <w:sz w:val="22"/>
                <w:szCs w:val="22"/>
              </w:rPr>
              <w:t>d</w:t>
            </w:r>
            <w:r w:rsidR="004B29A7" w:rsidRPr="006049FE">
              <w:rPr>
                <w:sz w:val="22"/>
                <w:szCs w:val="22"/>
              </w:rPr>
              <w:t>o</w:t>
            </w:r>
            <w:r w:rsidR="004B29A7" w:rsidRPr="006049FE">
              <w:rPr>
                <w:spacing w:val="-4"/>
                <w:sz w:val="22"/>
                <w:szCs w:val="22"/>
              </w:rPr>
              <w:t xml:space="preserve"> </w:t>
            </w:r>
            <w:r w:rsidR="004B29A7" w:rsidRPr="006049FE">
              <w:rPr>
                <w:spacing w:val="3"/>
                <w:sz w:val="22"/>
                <w:szCs w:val="22"/>
              </w:rPr>
              <w:t xml:space="preserve">terenu </w:t>
            </w:r>
            <w:r w:rsidR="004B29A7" w:rsidRPr="006049FE">
              <w:rPr>
                <w:spacing w:val="-5"/>
                <w:sz w:val="22"/>
                <w:szCs w:val="22"/>
              </w:rPr>
              <w:t>b</w:t>
            </w:r>
            <w:r w:rsidR="004B29A7" w:rsidRPr="006049FE">
              <w:rPr>
                <w:spacing w:val="-6"/>
                <w:sz w:val="22"/>
                <w:szCs w:val="22"/>
              </w:rPr>
              <w:t>ud</w:t>
            </w:r>
            <w:r w:rsidR="004B29A7" w:rsidRPr="006049FE">
              <w:rPr>
                <w:spacing w:val="-5"/>
                <w:sz w:val="22"/>
                <w:szCs w:val="22"/>
              </w:rPr>
              <w:t>o</w:t>
            </w:r>
            <w:r w:rsidR="004B29A7" w:rsidRPr="006049FE">
              <w:rPr>
                <w:spacing w:val="-6"/>
                <w:sz w:val="22"/>
                <w:szCs w:val="22"/>
              </w:rPr>
              <w:t>w</w:t>
            </w:r>
            <w:r w:rsidR="004B29A7" w:rsidRPr="006049FE">
              <w:rPr>
                <w:spacing w:val="-5"/>
                <w:sz w:val="22"/>
                <w:szCs w:val="22"/>
              </w:rPr>
              <w:t>y</w:t>
            </w:r>
            <w:r w:rsidR="004B29A7" w:rsidRPr="006049FE">
              <w:rPr>
                <w:sz w:val="22"/>
                <w:szCs w:val="22"/>
              </w:rPr>
              <w:t>.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734" w:type="dxa"/>
            <w:tcBorders>
              <w:top w:val="nil"/>
              <w:left w:val="nil"/>
              <w:bottom w:val="nil"/>
              <w:right w:val="nil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</w:tbl>
    <w:p w:rsidR="00B70C44" w:rsidRPr="006049FE" w:rsidRDefault="00B70C44" w:rsidP="00746A47">
      <w:pPr>
        <w:pStyle w:val="Akapitzlist"/>
        <w:rPr>
          <w:spacing w:val="-2"/>
          <w:sz w:val="22"/>
          <w:szCs w:val="22"/>
        </w:rPr>
      </w:pPr>
    </w:p>
    <w:p w:rsidR="00B70C44" w:rsidRPr="006049FE" w:rsidRDefault="0042061D" w:rsidP="00746A47">
      <w:pPr>
        <w:pStyle w:val="Akapitzlist"/>
        <w:rPr>
          <w:spacing w:val="-2"/>
          <w:sz w:val="22"/>
          <w:szCs w:val="22"/>
          <w:u w:val="single"/>
        </w:rPr>
      </w:pPr>
      <w:r w:rsidRPr="006049FE">
        <w:rPr>
          <w:spacing w:val="-2"/>
          <w:sz w:val="22"/>
          <w:szCs w:val="22"/>
          <w:u w:val="single"/>
        </w:rPr>
        <w:t>W</w:t>
      </w:r>
      <w:r w:rsidR="00B70C44" w:rsidRPr="006049FE">
        <w:rPr>
          <w:spacing w:val="-2"/>
          <w:sz w:val="22"/>
          <w:szCs w:val="22"/>
          <w:u w:val="single"/>
        </w:rPr>
        <w:t>YKONANIE ROBÓT</w:t>
      </w:r>
    </w:p>
    <w:p w:rsidR="00B70C44" w:rsidRPr="006049FE" w:rsidRDefault="00B70C44" w:rsidP="00746A47">
      <w:pPr>
        <w:pStyle w:val="Akapitzlist"/>
        <w:rPr>
          <w:b/>
          <w:spacing w:val="-2"/>
          <w:sz w:val="22"/>
          <w:szCs w:val="22"/>
        </w:rPr>
      </w:pPr>
    </w:p>
    <w:p w:rsidR="00B70C44" w:rsidRPr="006049FE" w:rsidRDefault="00B70C44" w:rsidP="00746A47">
      <w:pPr>
        <w:pStyle w:val="Akapitzlist"/>
        <w:rPr>
          <w:b/>
          <w:spacing w:val="-2"/>
          <w:sz w:val="22"/>
          <w:szCs w:val="22"/>
        </w:rPr>
      </w:pPr>
      <w:r w:rsidRPr="006049FE">
        <w:rPr>
          <w:b/>
          <w:spacing w:val="-2"/>
          <w:sz w:val="22"/>
          <w:szCs w:val="22"/>
        </w:rPr>
        <w:t>Zasady organizacji robót</w:t>
      </w:r>
    </w:p>
    <w:p w:rsidR="00B70C44" w:rsidRPr="006049FE" w:rsidRDefault="00B70C44" w:rsidP="00746A47">
      <w:pPr>
        <w:pStyle w:val="Akapitzlist"/>
        <w:rPr>
          <w:spacing w:val="-2"/>
          <w:sz w:val="22"/>
          <w:szCs w:val="22"/>
        </w:rPr>
      </w:pPr>
    </w:p>
    <w:p w:rsidR="00CA3637" w:rsidRPr="006049FE" w:rsidRDefault="00B70C44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Wykonawca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jest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odpowiedzialny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prowad</w:t>
      </w:r>
      <w:r w:rsidRPr="006049FE">
        <w:rPr>
          <w:sz w:val="22"/>
          <w:szCs w:val="22"/>
        </w:rPr>
        <w:t>ze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Umo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2"/>
          <w:sz w:val="22"/>
          <w:szCs w:val="22"/>
        </w:rPr>
        <w:t xml:space="preserve"> za jakość </w:t>
      </w:r>
      <w:r w:rsidR="00CA3637" w:rsidRPr="006049FE">
        <w:rPr>
          <w:spacing w:val="-2"/>
          <w:sz w:val="22"/>
          <w:szCs w:val="22"/>
        </w:rPr>
        <w:t>zastosowanyc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6"/>
          <w:sz w:val="22"/>
          <w:szCs w:val="22"/>
        </w:rPr>
        <w:t>m</w:t>
      </w:r>
      <w:r w:rsidR="00CA3637" w:rsidRPr="006049FE">
        <w:rPr>
          <w:spacing w:val="-2"/>
          <w:sz w:val="22"/>
          <w:szCs w:val="22"/>
        </w:rPr>
        <w:t>ateria</w:t>
      </w:r>
      <w:r w:rsidR="00CA3637" w:rsidRPr="006049FE">
        <w:rPr>
          <w:sz w:val="22"/>
          <w:szCs w:val="22"/>
        </w:rPr>
        <w:t>ł</w:t>
      </w:r>
      <w:r w:rsidR="00CA3637" w:rsidRPr="006049FE">
        <w:rPr>
          <w:spacing w:val="-3"/>
          <w:sz w:val="22"/>
          <w:szCs w:val="22"/>
        </w:rPr>
        <w:t>ó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wykonany</w:t>
      </w:r>
      <w:r w:rsidR="00CA3637" w:rsidRPr="006049FE">
        <w:rPr>
          <w:sz w:val="22"/>
          <w:szCs w:val="22"/>
        </w:rPr>
        <w:t>ch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robót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z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ic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zgodnoś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Dokumen</w:t>
      </w:r>
      <w:r w:rsidR="00CA3637" w:rsidRPr="006049FE">
        <w:rPr>
          <w:sz w:val="22"/>
          <w:szCs w:val="22"/>
        </w:rPr>
        <w:t>t</w:t>
      </w:r>
      <w:r w:rsidR="00CA3637" w:rsidRPr="006049FE">
        <w:rPr>
          <w:spacing w:val="-3"/>
          <w:sz w:val="22"/>
          <w:szCs w:val="22"/>
        </w:rPr>
        <w:t>a</w:t>
      </w:r>
      <w:r w:rsidR="00CA3637" w:rsidRPr="006049FE">
        <w:rPr>
          <w:spacing w:val="-2"/>
          <w:sz w:val="22"/>
          <w:szCs w:val="22"/>
        </w:rPr>
        <w:t>c</w:t>
      </w:r>
      <w:r w:rsidR="00CA3637" w:rsidRPr="006049FE">
        <w:rPr>
          <w:spacing w:val="-3"/>
          <w:sz w:val="22"/>
          <w:szCs w:val="22"/>
        </w:rPr>
        <w:t>j</w:t>
      </w:r>
      <w:r w:rsidR="00CA3637" w:rsidRPr="006049FE">
        <w:rPr>
          <w:sz w:val="22"/>
          <w:szCs w:val="22"/>
        </w:rPr>
        <w:t>ą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Projek</w:t>
      </w:r>
      <w:r w:rsidR="00CA3637" w:rsidRPr="006049FE">
        <w:rPr>
          <w:sz w:val="22"/>
          <w:szCs w:val="22"/>
        </w:rPr>
        <w:t>t</w:t>
      </w:r>
      <w:r w:rsidR="00CA3637" w:rsidRPr="006049FE">
        <w:rPr>
          <w:spacing w:val="-3"/>
          <w:sz w:val="22"/>
          <w:szCs w:val="22"/>
        </w:rPr>
        <w:t>ow</w:t>
      </w:r>
      <w:r w:rsidR="00CA3637" w:rsidRPr="006049FE">
        <w:rPr>
          <w:sz w:val="22"/>
          <w:szCs w:val="22"/>
        </w:rPr>
        <w:t xml:space="preserve">ą, </w:t>
      </w:r>
      <w:r w:rsidR="00CA3637" w:rsidRPr="006049FE">
        <w:rPr>
          <w:spacing w:val="-2"/>
          <w:sz w:val="22"/>
          <w:szCs w:val="22"/>
        </w:rPr>
        <w:t>sporz</w:t>
      </w:r>
      <w:r w:rsidR="00CA3637" w:rsidRPr="006049FE">
        <w:rPr>
          <w:sz w:val="22"/>
          <w:szCs w:val="22"/>
        </w:rPr>
        <w:t>ą</w:t>
      </w:r>
      <w:r w:rsidR="00CA3637" w:rsidRPr="006049FE">
        <w:rPr>
          <w:spacing w:val="-2"/>
          <w:sz w:val="22"/>
          <w:szCs w:val="22"/>
        </w:rPr>
        <w:t>dzony</w:t>
      </w:r>
      <w:r w:rsidR="00CA3637" w:rsidRPr="006049FE">
        <w:rPr>
          <w:spacing w:val="-3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39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lastRenderedPageBreak/>
        <w:t>w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38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w</w:t>
      </w:r>
      <w:r w:rsidR="00CA3637" w:rsidRPr="006049FE">
        <w:rPr>
          <w:sz w:val="22"/>
          <w:szCs w:val="22"/>
        </w:rPr>
        <w:t>ła</w:t>
      </w:r>
      <w:r w:rsidR="00CA3637" w:rsidRPr="006049FE">
        <w:rPr>
          <w:spacing w:val="-2"/>
          <w:sz w:val="22"/>
          <w:szCs w:val="22"/>
        </w:rPr>
        <w:t>s</w:t>
      </w:r>
      <w:r w:rsidR="00CA3637" w:rsidRPr="006049FE">
        <w:rPr>
          <w:sz w:val="22"/>
          <w:szCs w:val="22"/>
        </w:rPr>
        <w:t>nym</w:t>
      </w:r>
      <w:r w:rsidR="00CA3637" w:rsidRPr="006049FE">
        <w:rPr>
          <w:spacing w:val="3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zakresie</w:t>
      </w:r>
      <w:r w:rsidR="00CA3637" w:rsidRPr="006049FE">
        <w:rPr>
          <w:spacing w:val="3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projekta</w:t>
      </w:r>
      <w:r w:rsidR="00CA3637" w:rsidRPr="006049FE">
        <w:rPr>
          <w:spacing w:val="-3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3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3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rys</w:t>
      </w:r>
      <w:r w:rsidR="00CA3637" w:rsidRPr="006049FE">
        <w:rPr>
          <w:spacing w:val="-2"/>
          <w:sz w:val="22"/>
          <w:szCs w:val="22"/>
        </w:rPr>
        <w:t>u</w:t>
      </w:r>
      <w:r w:rsidR="00CA3637" w:rsidRPr="006049FE">
        <w:rPr>
          <w:sz w:val="22"/>
          <w:szCs w:val="22"/>
        </w:rPr>
        <w:t>nka</w:t>
      </w:r>
      <w:r w:rsidR="00CA3637" w:rsidRPr="006049FE">
        <w:rPr>
          <w:spacing w:val="-5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3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roboczy</w:t>
      </w:r>
      <w:r w:rsidR="00CA3637" w:rsidRPr="006049FE">
        <w:rPr>
          <w:spacing w:val="-3"/>
          <w:sz w:val="22"/>
          <w:szCs w:val="22"/>
        </w:rPr>
        <w:t>m</w:t>
      </w:r>
      <w:r w:rsidR="00CA3637" w:rsidRPr="006049FE">
        <w:rPr>
          <w:sz w:val="22"/>
          <w:szCs w:val="22"/>
        </w:rPr>
        <w:t>i,</w:t>
      </w:r>
      <w:r w:rsidR="00CA3637" w:rsidRPr="006049FE">
        <w:rPr>
          <w:spacing w:val="3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wymagania</w:t>
      </w:r>
      <w:r w:rsidR="00CA3637" w:rsidRPr="006049FE">
        <w:rPr>
          <w:spacing w:val="-5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3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ST,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Progra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pacing w:val="1"/>
          <w:sz w:val="22"/>
          <w:szCs w:val="22"/>
        </w:rPr>
        <w:t>e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-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Zapewnienia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Jak</w:t>
      </w:r>
      <w:r w:rsidR="00CA3637" w:rsidRPr="006049FE">
        <w:rPr>
          <w:spacing w:val="-2"/>
          <w:sz w:val="22"/>
          <w:szCs w:val="22"/>
        </w:rPr>
        <w:t>o</w:t>
      </w:r>
      <w:r w:rsidR="00CA3637" w:rsidRPr="006049FE">
        <w:rPr>
          <w:sz w:val="22"/>
          <w:szCs w:val="22"/>
        </w:rPr>
        <w:t>ści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oraz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Projektem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Organizacji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Uw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g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Roboty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w</w:t>
      </w:r>
      <w:r w:rsidRPr="006049FE">
        <w:rPr>
          <w:bCs/>
          <w:sz w:val="22"/>
          <w:szCs w:val="22"/>
        </w:rPr>
        <w:t>ykon</w:t>
      </w:r>
      <w:r w:rsidRPr="006049FE">
        <w:rPr>
          <w:bCs/>
          <w:spacing w:val="1"/>
          <w:sz w:val="22"/>
          <w:szCs w:val="22"/>
        </w:rPr>
        <w:t>y</w:t>
      </w:r>
      <w:r w:rsidRPr="006049FE">
        <w:rPr>
          <w:bCs/>
          <w:spacing w:val="-2"/>
          <w:sz w:val="22"/>
          <w:szCs w:val="22"/>
        </w:rPr>
        <w:t>w</w:t>
      </w:r>
      <w:r w:rsidRPr="006049FE">
        <w:rPr>
          <w:bCs/>
          <w:sz w:val="22"/>
          <w:szCs w:val="22"/>
        </w:rPr>
        <w:t>ać</w:t>
      </w:r>
      <w:r w:rsidRPr="006049FE">
        <w:rPr>
          <w:bCs/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czenia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reślonych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PN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ns</w:t>
      </w:r>
      <w:r w:rsidRPr="006049FE">
        <w:rPr>
          <w:spacing w:val="5"/>
          <w:sz w:val="22"/>
          <w:szCs w:val="22"/>
        </w:rPr>
        <w:t>tr</w:t>
      </w:r>
      <w:r w:rsidRPr="006049FE">
        <w:rPr>
          <w:spacing w:val="4"/>
          <w:sz w:val="22"/>
          <w:szCs w:val="22"/>
        </w:rPr>
        <w:t>uk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Producenta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przyp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dk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konieczn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wykonani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robó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innyc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war</w:t>
      </w:r>
      <w:r w:rsidRPr="006049FE">
        <w:rPr>
          <w:spacing w:val="9"/>
          <w:sz w:val="22"/>
          <w:szCs w:val="22"/>
        </w:rPr>
        <w:t>unka</w:t>
      </w:r>
      <w:r w:rsidRPr="006049FE">
        <w:rPr>
          <w:spacing w:val="1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urz</w:t>
      </w:r>
      <w:r w:rsidRPr="006049FE">
        <w:rPr>
          <w:spacing w:val="10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dzenia</w:t>
      </w:r>
      <w:r w:rsidRPr="006049FE">
        <w:rPr>
          <w:spacing w:val="9"/>
          <w:w w:val="9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nale</w:t>
      </w:r>
      <w:r w:rsidRPr="006049FE">
        <w:rPr>
          <w:spacing w:val="10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zabezpiecz</w:t>
      </w:r>
      <w:r w:rsidRPr="006049FE">
        <w:rPr>
          <w:spacing w:val="9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ni</w:t>
      </w:r>
      <w:r w:rsidRPr="006049FE">
        <w:rPr>
          <w:spacing w:val="11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orzystnym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wp</w:t>
      </w:r>
      <w:r w:rsidRPr="006049FE">
        <w:rPr>
          <w:spacing w:val="11"/>
          <w:sz w:val="22"/>
          <w:szCs w:val="22"/>
        </w:rPr>
        <w:t>ł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at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osferyczny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ot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kierowa</w:t>
      </w:r>
      <w:r w:rsidRPr="006049FE">
        <w:rPr>
          <w:sz w:val="22"/>
          <w:szCs w:val="22"/>
        </w:rPr>
        <w:t>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osob</w:t>
      </w:r>
      <w:r w:rsidRPr="006049FE">
        <w:rPr>
          <w:sz w:val="22"/>
          <w:szCs w:val="22"/>
        </w:rPr>
        <w:t>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posiada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ące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odpowi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dni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kwal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f</w:t>
      </w:r>
      <w:r w:rsidRPr="006049FE">
        <w:rPr>
          <w:spacing w:val="-3"/>
          <w:sz w:val="22"/>
          <w:szCs w:val="22"/>
        </w:rPr>
        <w:t>ikacj</w:t>
      </w:r>
      <w:r w:rsidRPr="006049FE">
        <w:rPr>
          <w:sz w:val="22"/>
          <w:szCs w:val="22"/>
        </w:rPr>
        <w:t>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posiadaj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uprawnienia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kierowania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ślają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rodza</w:t>
      </w:r>
      <w:r w:rsidRPr="006049FE">
        <w:rPr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danej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spec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budo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lanej</w:t>
      </w:r>
      <w:r w:rsidRPr="006049FE">
        <w:rPr>
          <w:sz w:val="22"/>
          <w:szCs w:val="22"/>
        </w:rPr>
        <w:t>,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onka</w:t>
      </w:r>
      <w:r w:rsidRPr="006049FE">
        <w:rPr>
          <w:sz w:val="22"/>
          <w:szCs w:val="22"/>
        </w:rPr>
        <w:t>mi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Izb</w:t>
      </w:r>
      <w:r w:rsidRPr="006049FE">
        <w:rPr>
          <w:sz w:val="22"/>
          <w:szCs w:val="22"/>
        </w:rPr>
        <w:t>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In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ynieró</w:t>
      </w:r>
      <w:r w:rsidRPr="006049FE">
        <w:rPr>
          <w:sz w:val="22"/>
          <w:szCs w:val="22"/>
        </w:rPr>
        <w:t>w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Budownictwa</w:t>
      </w:r>
      <w:r w:rsidRPr="006049FE">
        <w:rPr>
          <w:sz w:val="22"/>
          <w:szCs w:val="22"/>
        </w:rPr>
        <w:t>,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posiada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aktualne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ubezpiecze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OC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aktualne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zaświadczenie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ukończeniu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szkole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bhp.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Pracownicy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wykonu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monta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musz</w:t>
      </w:r>
      <w:r w:rsidRPr="006049FE">
        <w:rPr>
          <w:sz w:val="22"/>
          <w:szCs w:val="22"/>
        </w:rPr>
        <w:t>ą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</w:t>
      </w:r>
      <w:r w:rsidRPr="006049FE">
        <w:rPr>
          <w:sz w:val="22"/>
          <w:szCs w:val="22"/>
        </w:rPr>
        <w:t>ia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ać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kwalifikacje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zawodo</w:t>
      </w:r>
      <w:r w:rsidRPr="006049FE">
        <w:rPr>
          <w:sz w:val="22"/>
          <w:szCs w:val="22"/>
        </w:rPr>
        <w:t>we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pot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erdzon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świadectwe</w:t>
      </w:r>
      <w:r w:rsidRPr="006049FE">
        <w:rPr>
          <w:sz w:val="22"/>
          <w:szCs w:val="22"/>
        </w:rPr>
        <w:t>m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dyplo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szk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uczeln</w:t>
      </w:r>
      <w:r w:rsidRPr="006049FE">
        <w:rPr>
          <w:sz w:val="22"/>
          <w:szCs w:val="22"/>
        </w:rPr>
        <w:t>i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kszt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ce</w:t>
      </w:r>
      <w:r w:rsidRPr="006049FE">
        <w:rPr>
          <w:sz w:val="22"/>
          <w:szCs w:val="22"/>
        </w:rPr>
        <w:t>j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 danej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specjaln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aktualne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wiadczeni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ukoń</w:t>
      </w:r>
      <w:r w:rsidRPr="006049FE">
        <w:rPr>
          <w:sz w:val="22"/>
          <w:szCs w:val="22"/>
        </w:rPr>
        <w:t>czeniu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szkolenia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bhp.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rozpoczę</w:t>
      </w:r>
      <w:r w:rsidRPr="006049FE">
        <w:rPr>
          <w:spacing w:val="-2"/>
          <w:sz w:val="22"/>
          <w:szCs w:val="22"/>
        </w:rPr>
        <w:t>cie</w:t>
      </w:r>
      <w:r w:rsidRPr="006049FE">
        <w:rPr>
          <w:sz w:val="22"/>
          <w:szCs w:val="22"/>
        </w:rPr>
        <w:t>m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przedstawić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mawiaj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cemu</w:t>
      </w:r>
      <w:r w:rsidRPr="006049FE">
        <w:rPr>
          <w:sz w:val="22"/>
          <w:szCs w:val="22"/>
        </w:rPr>
        <w:t>: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wykaz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pracownikó</w:t>
      </w: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iera</w:t>
      </w:r>
      <w:r w:rsidRPr="006049FE">
        <w:rPr>
          <w:spacing w:val="7"/>
          <w:sz w:val="22"/>
          <w:szCs w:val="22"/>
        </w:rPr>
        <w:t>j</w:t>
      </w:r>
      <w:r w:rsidRPr="006049FE">
        <w:rPr>
          <w:spacing w:val="8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8"/>
          <w:sz w:val="22"/>
          <w:szCs w:val="22"/>
        </w:rPr>
        <w:t>ecyfikac</w:t>
      </w:r>
      <w:r w:rsidRPr="006049FE">
        <w:rPr>
          <w:spacing w:val="6"/>
          <w:sz w:val="22"/>
          <w:szCs w:val="22"/>
        </w:rPr>
        <w:t>j</w:t>
      </w:r>
      <w:r w:rsidRPr="006049FE">
        <w:rPr>
          <w:sz w:val="22"/>
          <w:szCs w:val="22"/>
        </w:rPr>
        <w:t>ę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kw</w:t>
      </w:r>
      <w:r w:rsidRPr="006049FE">
        <w:rPr>
          <w:spacing w:val="8"/>
          <w:sz w:val="22"/>
          <w:szCs w:val="22"/>
        </w:rPr>
        <w:t>ali</w:t>
      </w:r>
      <w:r w:rsidRPr="006049FE">
        <w:rPr>
          <w:spacing w:val="6"/>
          <w:sz w:val="22"/>
          <w:szCs w:val="22"/>
        </w:rPr>
        <w:t>f</w:t>
      </w:r>
      <w:r w:rsidRPr="006049FE">
        <w:rPr>
          <w:spacing w:val="8"/>
          <w:sz w:val="22"/>
          <w:szCs w:val="22"/>
        </w:rPr>
        <w:t>ik</w:t>
      </w:r>
      <w:r w:rsidRPr="006049FE">
        <w:rPr>
          <w:spacing w:val="7"/>
          <w:sz w:val="22"/>
          <w:szCs w:val="22"/>
        </w:rPr>
        <w:t>acj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pla</w:t>
      </w:r>
      <w:r w:rsidRPr="006049FE">
        <w:rPr>
          <w:sz w:val="22"/>
          <w:szCs w:val="22"/>
        </w:rPr>
        <w:t>n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8"/>
          <w:sz w:val="22"/>
          <w:szCs w:val="22"/>
        </w:rPr>
        <w:t>IO</w:t>
      </w:r>
      <w:r w:rsidRPr="006049FE">
        <w:rPr>
          <w:spacing w:val="7"/>
          <w:sz w:val="22"/>
          <w:szCs w:val="22"/>
        </w:rPr>
        <w:t>Z</w:t>
      </w:r>
      <w:r w:rsidRPr="006049FE">
        <w:rPr>
          <w:sz w:val="22"/>
          <w:szCs w:val="22"/>
        </w:rPr>
        <w:t>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wy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er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 xml:space="preserve">ów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atestam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tyfika</w:t>
      </w:r>
      <w:r w:rsidRPr="006049FE">
        <w:rPr>
          <w:spacing w:val="2"/>
          <w:sz w:val="22"/>
          <w:szCs w:val="22"/>
        </w:rPr>
        <w:t>ta</w:t>
      </w:r>
      <w:r w:rsidRPr="006049FE">
        <w:rPr>
          <w:sz w:val="22"/>
          <w:szCs w:val="22"/>
        </w:rPr>
        <w:t>mi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ra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zesta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ęt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maszy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 xml:space="preserve"> jakic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2"/>
          <w:sz w:val="22"/>
          <w:szCs w:val="22"/>
        </w:rPr>
        <w:t xml:space="preserve"> u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2"/>
          <w:sz w:val="22"/>
          <w:szCs w:val="22"/>
        </w:rPr>
        <w:t xml:space="preserve"> do </w:t>
      </w:r>
      <w:r w:rsidRPr="006049FE">
        <w:rPr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yka</w:t>
      </w:r>
      <w:r w:rsidRPr="006049FE">
        <w:rPr>
          <w:sz w:val="22"/>
          <w:szCs w:val="22"/>
        </w:rPr>
        <w:t>z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ateri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ł</w:t>
      </w:r>
      <w:r w:rsidRPr="006049FE">
        <w:rPr>
          <w:spacing w:val="6"/>
          <w:sz w:val="22"/>
          <w:szCs w:val="22"/>
        </w:rPr>
        <w:t>ów</w:t>
      </w:r>
      <w:r w:rsidRPr="006049FE">
        <w:rPr>
          <w:sz w:val="22"/>
          <w:szCs w:val="22"/>
        </w:rPr>
        <w:t>,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spr</w:t>
      </w:r>
      <w:r w:rsidRPr="006049FE">
        <w:rPr>
          <w:spacing w:val="7"/>
          <w:sz w:val="22"/>
          <w:szCs w:val="22"/>
        </w:rPr>
        <w:t>zę</w:t>
      </w:r>
      <w:r w:rsidRPr="006049FE">
        <w:rPr>
          <w:spacing w:val="6"/>
          <w:sz w:val="22"/>
          <w:szCs w:val="22"/>
        </w:rPr>
        <w:t>tu</w:t>
      </w:r>
      <w:r w:rsidRPr="006049FE">
        <w:rPr>
          <w:sz w:val="22"/>
          <w:szCs w:val="22"/>
        </w:rPr>
        <w:t>,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asz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n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own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kó</w:t>
      </w:r>
      <w:r w:rsidRPr="006049FE">
        <w:rPr>
          <w:sz w:val="22"/>
          <w:szCs w:val="22"/>
        </w:rPr>
        <w:t>w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ra</w:t>
      </w:r>
      <w:r w:rsidRPr="006049FE">
        <w:rPr>
          <w:sz w:val="22"/>
          <w:szCs w:val="22"/>
        </w:rPr>
        <w:t>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la</w:t>
      </w:r>
      <w:r w:rsidRPr="006049FE">
        <w:rPr>
          <w:sz w:val="22"/>
          <w:szCs w:val="22"/>
        </w:rPr>
        <w:t>n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O</w:t>
      </w:r>
      <w:r w:rsidRPr="006049FE">
        <w:rPr>
          <w:sz w:val="22"/>
          <w:szCs w:val="22"/>
        </w:rPr>
        <w:t>Z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wym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g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ce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tacji</w:t>
      </w:r>
      <w:r w:rsidRPr="006049FE">
        <w:rPr>
          <w:w w:val="99"/>
          <w:sz w:val="22"/>
          <w:szCs w:val="22"/>
        </w:rPr>
        <w:t xml:space="preserve">   </w:t>
      </w:r>
      <w:r w:rsidRPr="006049FE">
        <w:rPr>
          <w:spacing w:val="-2"/>
          <w:sz w:val="22"/>
          <w:szCs w:val="22"/>
        </w:rPr>
        <w:t>Inspektor</w:t>
      </w:r>
      <w:r w:rsidRPr="006049FE">
        <w:rPr>
          <w:sz w:val="22"/>
          <w:szCs w:val="22"/>
        </w:rPr>
        <w:t>a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Nadzoru.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0"/>
          <w:sz w:val="22"/>
          <w:szCs w:val="22"/>
        </w:rPr>
        <w:t>Wykonaw</w:t>
      </w:r>
      <w:r w:rsidRPr="006049FE">
        <w:rPr>
          <w:spacing w:val="12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ponos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odpowi</w:t>
      </w:r>
      <w:r w:rsidRPr="006049FE">
        <w:rPr>
          <w:spacing w:val="12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dzialno</w:t>
      </w:r>
      <w:r w:rsidRPr="006049FE">
        <w:rPr>
          <w:spacing w:val="11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</w:t>
      </w:r>
      <w:r w:rsidRPr="006049FE">
        <w:rPr>
          <w:spacing w:val="11"/>
          <w:sz w:val="22"/>
          <w:szCs w:val="22"/>
        </w:rPr>
        <w:t>eł</w:t>
      </w:r>
      <w:r w:rsidRPr="006049FE">
        <w:rPr>
          <w:spacing w:val="10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ob</w:t>
      </w:r>
      <w:r w:rsidRPr="006049FE">
        <w:rPr>
          <w:spacing w:val="11"/>
          <w:sz w:val="22"/>
          <w:szCs w:val="22"/>
        </w:rPr>
        <w:t>sł</w:t>
      </w:r>
      <w:r w:rsidRPr="006049FE">
        <w:rPr>
          <w:spacing w:val="10"/>
          <w:sz w:val="22"/>
          <w:szCs w:val="22"/>
        </w:rPr>
        <w:t>ug</w:t>
      </w:r>
      <w:r w:rsidRPr="006049FE">
        <w:rPr>
          <w:sz w:val="22"/>
          <w:szCs w:val="22"/>
        </w:rPr>
        <w:t>ę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geodezyj</w:t>
      </w:r>
      <w:r w:rsidRPr="006049FE">
        <w:rPr>
          <w:spacing w:val="10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przy</w:t>
      </w:r>
      <w:r w:rsidRPr="006049FE">
        <w:rPr>
          <w:spacing w:val="1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wykonywaniu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wszystkich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określonych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 xml:space="preserve">ub </w:t>
      </w:r>
      <w:r w:rsidRPr="006049FE">
        <w:rPr>
          <w:spacing w:val="1"/>
          <w:sz w:val="22"/>
          <w:szCs w:val="22"/>
        </w:rPr>
        <w:t>przekazanyc</w:t>
      </w:r>
      <w:r w:rsidRPr="006049FE">
        <w:rPr>
          <w:sz w:val="22"/>
          <w:szCs w:val="22"/>
        </w:rPr>
        <w:t>h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piś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spe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tor</w:t>
      </w:r>
      <w:r w:rsidRPr="006049FE">
        <w:rPr>
          <w:sz w:val="22"/>
          <w:szCs w:val="22"/>
        </w:rPr>
        <w:t>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Nadz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ru</w:t>
      </w:r>
      <w:r w:rsidRPr="006049FE">
        <w:rPr>
          <w:sz w:val="22"/>
          <w:szCs w:val="22"/>
        </w:rPr>
        <w:t>.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Nas</w:t>
      </w:r>
      <w:r w:rsidRPr="006049FE">
        <w:rPr>
          <w:sz w:val="22"/>
          <w:szCs w:val="22"/>
        </w:rPr>
        <w:t>tę</w:t>
      </w:r>
      <w:r w:rsidRPr="006049FE">
        <w:rPr>
          <w:spacing w:val="1"/>
          <w:sz w:val="22"/>
          <w:szCs w:val="22"/>
        </w:rPr>
        <w:t>pst</w:t>
      </w:r>
      <w:r w:rsidRPr="006049FE">
        <w:rPr>
          <w:sz w:val="22"/>
          <w:szCs w:val="22"/>
        </w:rPr>
        <w:t>wa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jakiegokol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ie</w:t>
      </w:r>
      <w:r w:rsidRPr="006049FE">
        <w:rPr>
          <w:sz w:val="22"/>
          <w:szCs w:val="22"/>
        </w:rPr>
        <w:t>k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łę</w:t>
      </w:r>
      <w:r w:rsidRPr="006049FE">
        <w:rPr>
          <w:spacing w:val="-2"/>
          <w:sz w:val="22"/>
          <w:szCs w:val="22"/>
        </w:rPr>
        <w:t>du spowodowaneg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</w:t>
      </w:r>
      <w:r w:rsidRPr="006049FE">
        <w:rPr>
          <w:sz w:val="22"/>
          <w:szCs w:val="22"/>
        </w:rPr>
        <w:t>cę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wytyczeniu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wykonywaniu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poprawione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ykonaw</w:t>
      </w:r>
      <w:r w:rsidRPr="006049FE">
        <w:rPr>
          <w:sz w:val="22"/>
          <w:szCs w:val="22"/>
        </w:rPr>
        <w:t>cę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asn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koszt.</w:t>
      </w:r>
    </w:p>
    <w:p w:rsidR="004B29A7" w:rsidRPr="006049FE" w:rsidRDefault="004B29A7" w:rsidP="00746A47">
      <w:pPr>
        <w:pStyle w:val="Akapitzlist"/>
        <w:rPr>
          <w:b/>
          <w:bCs/>
          <w:spacing w:val="-7"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7"/>
          <w:sz w:val="22"/>
          <w:szCs w:val="22"/>
        </w:rPr>
        <w:t>Z</w:t>
      </w:r>
      <w:r w:rsidRPr="006049FE">
        <w:rPr>
          <w:b/>
          <w:bCs/>
          <w:spacing w:val="-3"/>
          <w:sz w:val="22"/>
          <w:szCs w:val="22"/>
        </w:rPr>
        <w:t>a</w:t>
      </w:r>
      <w:r w:rsidRPr="006049FE">
        <w:rPr>
          <w:b/>
          <w:bCs/>
          <w:spacing w:val="-4"/>
          <w:sz w:val="22"/>
          <w:szCs w:val="22"/>
        </w:rPr>
        <w:t>kre</w:t>
      </w:r>
      <w:r w:rsidRPr="006049FE">
        <w:rPr>
          <w:b/>
          <w:bCs/>
          <w:sz w:val="22"/>
          <w:szCs w:val="22"/>
        </w:rPr>
        <w:t>s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pacing w:val="-4"/>
          <w:sz w:val="22"/>
          <w:szCs w:val="22"/>
        </w:rPr>
        <w:t>robó</w:t>
      </w:r>
      <w:r w:rsidRPr="006049FE">
        <w:rPr>
          <w:b/>
          <w:bCs/>
          <w:spacing w:val="-2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Wymagani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techniczn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uj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inwestycji.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</w:t>
      </w:r>
      <w:r w:rsidRPr="006049FE">
        <w:rPr>
          <w:spacing w:val="-2"/>
          <w:sz w:val="22"/>
          <w:szCs w:val="22"/>
        </w:rPr>
        <w:t>no-wykonawczy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użyciu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ateriał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</w:t>
      </w:r>
      <w:r w:rsidRPr="006049FE">
        <w:rPr>
          <w:sz w:val="22"/>
          <w:szCs w:val="22"/>
        </w:rPr>
        <w:t>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gwarantuj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cyc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wyso</w:t>
      </w:r>
      <w:r w:rsidRPr="006049FE">
        <w:rPr>
          <w:sz w:val="22"/>
          <w:szCs w:val="22"/>
        </w:rPr>
        <w:t>ką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</w:t>
      </w:r>
      <w:r w:rsidRPr="006049FE">
        <w:rPr>
          <w:sz w:val="22"/>
          <w:szCs w:val="22"/>
        </w:rPr>
        <w:t>ość.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Etapowanie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zobo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zan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spor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ądzeni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dł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żeni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ak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pt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cji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Progra</w:t>
      </w:r>
      <w:r w:rsidRPr="006049FE">
        <w:rPr>
          <w:sz w:val="22"/>
          <w:szCs w:val="22"/>
        </w:rPr>
        <w:t>mu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Etapowani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Robót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ogra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</w:t>
      </w:r>
      <w:r w:rsidRPr="006049FE">
        <w:rPr>
          <w:sz w:val="22"/>
          <w:szCs w:val="22"/>
        </w:rPr>
        <w:t>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inie</w:t>
      </w:r>
      <w:r w:rsidRPr="006049FE">
        <w:rPr>
          <w:sz w:val="22"/>
          <w:szCs w:val="22"/>
        </w:rPr>
        <w:t>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.in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zg</w:t>
      </w:r>
      <w:r w:rsidRPr="006049FE">
        <w:rPr>
          <w:spacing w:val="1"/>
          <w:sz w:val="22"/>
          <w:szCs w:val="22"/>
        </w:rPr>
        <w:t>lę</w:t>
      </w:r>
      <w:r w:rsidRPr="006049FE">
        <w:rPr>
          <w:spacing w:val="2"/>
          <w:sz w:val="22"/>
          <w:szCs w:val="22"/>
        </w:rPr>
        <w:t>dni</w:t>
      </w:r>
      <w:r w:rsidRPr="006049FE">
        <w:rPr>
          <w:sz w:val="22"/>
          <w:szCs w:val="22"/>
        </w:rPr>
        <w:t>ać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ępu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ące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warunki: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70C44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="00CA3637" w:rsidRPr="006049FE">
        <w:rPr>
          <w:sz w:val="22"/>
          <w:szCs w:val="22"/>
        </w:rPr>
        <w:t>objęcie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eta</w:t>
      </w:r>
      <w:r w:rsidR="00CA3637" w:rsidRPr="006049FE">
        <w:rPr>
          <w:spacing w:val="-2"/>
          <w:sz w:val="22"/>
          <w:szCs w:val="22"/>
        </w:rPr>
        <w:t>p</w:t>
      </w:r>
      <w:r w:rsidR="00CA3637" w:rsidRPr="006049FE">
        <w:rPr>
          <w:sz w:val="22"/>
          <w:szCs w:val="22"/>
        </w:rPr>
        <w:t>owaniem</w:t>
      </w:r>
      <w:r w:rsidR="00CA3637" w:rsidRPr="006049FE">
        <w:rPr>
          <w:spacing w:val="-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pełnego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zakresu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robót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wg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pkt.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5.2.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niniejszej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ST,</w:t>
      </w:r>
    </w:p>
    <w:p w:rsidR="00CA3637" w:rsidRPr="006049FE" w:rsidRDefault="00B70C44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="00CA3637" w:rsidRPr="006049FE">
        <w:rPr>
          <w:sz w:val="22"/>
          <w:szCs w:val="22"/>
        </w:rPr>
        <w:t>wzaje</w:t>
      </w:r>
      <w:r w:rsidR="00CA3637" w:rsidRPr="006049FE">
        <w:rPr>
          <w:spacing w:val="-5"/>
          <w:sz w:val="22"/>
          <w:szCs w:val="22"/>
        </w:rPr>
        <w:t>m</w:t>
      </w:r>
      <w:r w:rsidR="00CA3637" w:rsidRPr="006049FE">
        <w:rPr>
          <w:sz w:val="22"/>
          <w:szCs w:val="22"/>
        </w:rPr>
        <w:t>ne</w:t>
      </w:r>
      <w:r w:rsidR="00CA3637" w:rsidRPr="006049FE">
        <w:rPr>
          <w:sz w:val="22"/>
          <w:szCs w:val="22"/>
        </w:rPr>
        <w:tab/>
        <w:t>skoordynowani</w:t>
      </w:r>
      <w:r w:rsidRPr="006049FE">
        <w:rPr>
          <w:sz w:val="22"/>
          <w:szCs w:val="22"/>
        </w:rPr>
        <w:t>e</w:t>
      </w:r>
      <w:r w:rsidR="00E14C15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z w:val="22"/>
          <w:szCs w:val="22"/>
        </w:rPr>
        <w:tab/>
        <w:t>budowlanych,</w:t>
      </w:r>
      <w:r w:rsidR="00DB6D02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instalacji i </w:t>
      </w:r>
      <w:r w:rsidR="00CA3637" w:rsidRPr="006049FE">
        <w:rPr>
          <w:sz w:val="22"/>
          <w:szCs w:val="22"/>
        </w:rPr>
        <w:t xml:space="preserve">instalacji </w:t>
      </w:r>
      <w:r w:rsidR="00CA3637" w:rsidRPr="006049FE">
        <w:rPr>
          <w:spacing w:val="-2"/>
          <w:sz w:val="22"/>
          <w:szCs w:val="22"/>
        </w:rPr>
        <w:t>elektrycznych,</w:t>
      </w:r>
    </w:p>
    <w:p w:rsidR="00CA3637" w:rsidRPr="006049FE" w:rsidRDefault="00B70C44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="00CA3637" w:rsidRPr="006049FE">
        <w:rPr>
          <w:sz w:val="22"/>
          <w:szCs w:val="22"/>
        </w:rPr>
        <w:t>konieczność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zachowania</w:t>
      </w:r>
      <w:r w:rsidR="00CA3637" w:rsidRPr="006049FE">
        <w:rPr>
          <w:spacing w:val="-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ciągł</w:t>
      </w:r>
      <w:r w:rsidR="00CA3637" w:rsidRPr="006049FE">
        <w:rPr>
          <w:spacing w:val="-2"/>
          <w:sz w:val="22"/>
          <w:szCs w:val="22"/>
        </w:rPr>
        <w:t>o</w:t>
      </w:r>
      <w:r w:rsidR="00CA3637" w:rsidRPr="006049FE">
        <w:rPr>
          <w:sz w:val="22"/>
          <w:szCs w:val="22"/>
        </w:rPr>
        <w:t>ści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ruchu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na</w:t>
      </w:r>
      <w:r w:rsidR="00CA3637" w:rsidRPr="006049FE">
        <w:rPr>
          <w:spacing w:val="-10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parkingach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ko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unikacyjnych.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KONTROLA</w:t>
      </w:r>
      <w:r w:rsidRPr="006049FE">
        <w:rPr>
          <w:bCs/>
          <w:spacing w:val="-11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JAKOŚCI</w:t>
      </w:r>
      <w:r w:rsidRPr="006049FE">
        <w:rPr>
          <w:bCs/>
          <w:spacing w:val="-11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PRAC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System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zap</w:t>
      </w:r>
      <w:r w:rsidRPr="006049FE">
        <w:rPr>
          <w:b/>
          <w:bCs/>
          <w:spacing w:val="1"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nien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jakości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>p</w:t>
      </w:r>
      <w:r w:rsidRPr="006049FE">
        <w:rPr>
          <w:b/>
          <w:bCs/>
          <w:spacing w:val="-2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s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4"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g</w:t>
      </w:r>
      <w:r w:rsidRPr="006049FE">
        <w:rPr>
          <w:b/>
          <w:bCs/>
          <w:spacing w:val="-5"/>
          <w:sz w:val="22"/>
          <w:szCs w:val="22"/>
        </w:rPr>
        <w:t>ó</w:t>
      </w:r>
      <w:r w:rsidRPr="006049FE">
        <w:rPr>
          <w:b/>
          <w:bCs/>
          <w:spacing w:val="-2"/>
          <w:sz w:val="22"/>
          <w:szCs w:val="22"/>
        </w:rPr>
        <w:t>ln</w:t>
      </w:r>
      <w:r w:rsidRPr="006049FE">
        <w:rPr>
          <w:b/>
          <w:bCs/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zobow</w:t>
      </w:r>
      <w:r w:rsidRPr="006049FE">
        <w:rPr>
          <w:sz w:val="22"/>
          <w:szCs w:val="22"/>
        </w:rPr>
        <w:t>iązany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przygotowania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Planu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Zapewnienia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zawierającego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etod</w:t>
      </w:r>
      <w:r w:rsidRPr="006049FE">
        <w:rPr>
          <w:sz w:val="22"/>
          <w:szCs w:val="22"/>
        </w:rPr>
        <w:t>y 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ze</w:t>
      </w:r>
      <w:r w:rsidRPr="006049FE">
        <w:rPr>
          <w:sz w:val="22"/>
          <w:szCs w:val="22"/>
        </w:rPr>
        <w:t>nia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obó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,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pe</w:t>
      </w:r>
      <w:r w:rsidRPr="006049FE">
        <w:rPr>
          <w:spacing w:val="1"/>
          <w:sz w:val="22"/>
          <w:szCs w:val="22"/>
        </w:rPr>
        <w:t>rs</w:t>
      </w:r>
      <w:r w:rsidRPr="006049FE">
        <w:rPr>
          <w:sz w:val="22"/>
          <w:szCs w:val="22"/>
        </w:rPr>
        <w:t>on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l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ny,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ds</w:t>
      </w:r>
      <w:r w:rsidRPr="006049FE">
        <w:rPr>
          <w:spacing w:val="1"/>
          <w:sz w:val="22"/>
          <w:szCs w:val="22"/>
        </w:rPr>
        <w:t>ta</w:t>
      </w:r>
      <w:r w:rsidRPr="006049FE">
        <w:rPr>
          <w:sz w:val="22"/>
          <w:szCs w:val="22"/>
        </w:rPr>
        <w:t>wi</w:t>
      </w:r>
      <w:r w:rsidRPr="006049FE">
        <w:rPr>
          <w:spacing w:val="1"/>
          <w:sz w:val="22"/>
          <w:szCs w:val="22"/>
        </w:rPr>
        <w:t>en</w:t>
      </w:r>
      <w:r w:rsidRPr="006049FE">
        <w:rPr>
          <w:sz w:val="22"/>
          <w:szCs w:val="22"/>
        </w:rPr>
        <w:t>ie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obów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wymoga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Pla</w:t>
      </w:r>
      <w:r w:rsidRPr="006049FE">
        <w:rPr>
          <w:sz w:val="22"/>
          <w:szCs w:val="22"/>
        </w:rPr>
        <w:t xml:space="preserve">n </w:t>
      </w:r>
      <w:r w:rsidRPr="006049FE">
        <w:rPr>
          <w:spacing w:val="3"/>
          <w:sz w:val="22"/>
          <w:szCs w:val="22"/>
        </w:rPr>
        <w:t>Zap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wnieni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zosta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"/>
          <w:sz w:val="22"/>
          <w:szCs w:val="22"/>
        </w:rPr>
        <w:t>przedst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wion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In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ktorow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dzoru</w:t>
      </w:r>
      <w:r w:rsidRPr="006049FE">
        <w:rPr>
          <w:sz w:val="22"/>
          <w:szCs w:val="22"/>
        </w:rPr>
        <w:t xml:space="preserve">. </w:t>
      </w:r>
      <w:r w:rsidRPr="006049FE">
        <w:rPr>
          <w:spacing w:val="3"/>
          <w:sz w:val="22"/>
          <w:szCs w:val="22"/>
        </w:rPr>
        <w:t>Wykon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-2"/>
          <w:sz w:val="22"/>
          <w:szCs w:val="22"/>
        </w:rPr>
        <w:t>mu</w:t>
      </w:r>
      <w:r w:rsidRPr="006049FE">
        <w:rPr>
          <w:sz w:val="22"/>
          <w:szCs w:val="22"/>
        </w:rPr>
        <w:t>si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upewn</w:t>
      </w:r>
      <w:r w:rsidRPr="006049FE">
        <w:rPr>
          <w:sz w:val="22"/>
          <w:szCs w:val="22"/>
        </w:rPr>
        <w:t>ić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ęciem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awiający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zatwierdził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Plan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stosowania.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musi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przekonany,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rozu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zadowala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zanim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wyda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lastRenderedPageBreak/>
        <w:t>zezwolenie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rozpoczęcie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Pla</w:t>
      </w:r>
      <w:r w:rsidRPr="006049FE">
        <w:rPr>
          <w:b/>
          <w:bCs/>
          <w:sz w:val="22"/>
          <w:szCs w:val="22"/>
        </w:rPr>
        <w:t>n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wnieni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Jak</w:t>
      </w:r>
      <w:r w:rsidRPr="006049FE">
        <w:rPr>
          <w:b/>
          <w:bCs/>
          <w:sz w:val="22"/>
          <w:szCs w:val="22"/>
        </w:rPr>
        <w:t>ości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(P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J</w:t>
      </w:r>
      <w:r w:rsidRPr="006049FE">
        <w:rPr>
          <w:b/>
          <w:bCs/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a</w:t>
      </w:r>
      <w:r w:rsidR="00A26CEE" w:rsidRPr="006049FE">
        <w:rPr>
          <w:sz w:val="22"/>
          <w:szCs w:val="22"/>
        </w:rPr>
        <w:t xml:space="preserve">n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pewni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="00A26CEE"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Jak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śc</w:t>
      </w:r>
      <w:r w:rsidR="00A26CEE"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nale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przygotowa</w:t>
      </w:r>
      <w:r w:rsidRPr="006049FE">
        <w:rPr>
          <w:sz w:val="22"/>
          <w:szCs w:val="22"/>
        </w:rPr>
        <w:t>ć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zgodni</w:t>
      </w:r>
      <w:r w:rsidR="00A26CEE" w:rsidRPr="006049FE">
        <w:rPr>
          <w:sz w:val="22"/>
          <w:szCs w:val="22"/>
        </w:rPr>
        <w:t xml:space="preserve">e z </w:t>
      </w:r>
      <w:r w:rsidRPr="006049FE">
        <w:rPr>
          <w:spacing w:val="2"/>
          <w:sz w:val="22"/>
          <w:szCs w:val="22"/>
        </w:rPr>
        <w:t>progr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ds</w:t>
      </w:r>
      <w:r w:rsidRPr="006049FE">
        <w:rPr>
          <w:spacing w:val="2"/>
          <w:sz w:val="22"/>
          <w:szCs w:val="22"/>
        </w:rPr>
        <w:t>ta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nym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zatwierdzenia.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Szczegół</w:t>
      </w:r>
      <w:r w:rsidRPr="006049FE">
        <w:rPr>
          <w:spacing w:val="5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PZ</w:t>
      </w:r>
      <w:r w:rsidRPr="006049FE">
        <w:rPr>
          <w:sz w:val="22"/>
          <w:szCs w:val="22"/>
        </w:rPr>
        <w:t>J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przekazan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Inspektorow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Nadzor</w:t>
      </w:r>
      <w:r w:rsidRPr="006049FE">
        <w:rPr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ciąg</w:t>
      </w:r>
      <w:r w:rsidRPr="006049FE">
        <w:rPr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4</w:t>
      </w:r>
      <w:r w:rsidRPr="006049FE">
        <w:rPr>
          <w:sz w:val="22"/>
          <w:szCs w:val="22"/>
        </w:rPr>
        <w:t>2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dn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chwili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otrzy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Inwestora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zawiad</w:t>
      </w:r>
      <w:r w:rsidRPr="006049FE">
        <w:rPr>
          <w:spacing w:val="-2"/>
          <w:sz w:val="22"/>
          <w:szCs w:val="22"/>
        </w:rPr>
        <w:t>om</w:t>
      </w:r>
      <w:r w:rsidRPr="006049FE">
        <w:rPr>
          <w:sz w:val="22"/>
          <w:szCs w:val="22"/>
        </w:rPr>
        <w:t>ienia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rozpoczęciu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Uzupełnienie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poprawki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PZJ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wprowadzane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okresowo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trwania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przedstawione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zatwierdzenia.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rozpoczęciem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jakichkolwiek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budowlanych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przygotuje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zesta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eto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stoso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</w:t>
      </w:r>
      <w:r w:rsidRPr="006049FE">
        <w:rPr>
          <w:spacing w:val="1"/>
          <w:sz w:val="22"/>
          <w:szCs w:val="22"/>
        </w:rPr>
        <w:t>bót</w:t>
      </w:r>
      <w:r w:rsidRPr="006049FE">
        <w:rPr>
          <w:sz w:val="22"/>
          <w:szCs w:val="22"/>
        </w:rPr>
        <w:t>;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taki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ze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aw</w:t>
      </w:r>
      <w:r w:rsidRPr="006049FE">
        <w:rPr>
          <w:spacing w:val="2"/>
          <w:sz w:val="22"/>
          <w:szCs w:val="22"/>
        </w:rPr>
        <w:t>ieni</w:t>
      </w:r>
      <w:r w:rsidRPr="006049FE">
        <w:rPr>
          <w:sz w:val="22"/>
          <w:szCs w:val="22"/>
        </w:rPr>
        <w:t>a m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sz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2"/>
          <w:sz w:val="22"/>
          <w:szCs w:val="22"/>
        </w:rPr>
        <w:t>stano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łowego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PZJ.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PZ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wiera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najmnie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iżej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ienione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części: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Część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1: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organizacji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Zestawie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prac,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lokalizacja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współpracy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awia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ącym,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Inspektorem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ykonaw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Fo</w:t>
      </w:r>
      <w:r w:rsidRPr="006049FE">
        <w:rPr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aln</w:t>
      </w:r>
      <w:r w:rsidRPr="006049FE">
        <w:rPr>
          <w:sz w:val="22"/>
          <w:szCs w:val="22"/>
        </w:rPr>
        <w:t>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zobowi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zan</w:t>
      </w:r>
      <w:r w:rsidRPr="006049FE">
        <w:rPr>
          <w:sz w:val="22"/>
          <w:szCs w:val="22"/>
        </w:rPr>
        <w:t>ie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wc</w:t>
      </w:r>
      <w:r w:rsidRPr="006049FE">
        <w:rPr>
          <w:sz w:val="22"/>
          <w:szCs w:val="22"/>
        </w:rPr>
        <w:t>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</w:t>
      </w:r>
      <w:r w:rsidRPr="006049FE">
        <w:rPr>
          <w:spacing w:val="-3"/>
          <w:sz w:val="22"/>
          <w:szCs w:val="22"/>
        </w:rPr>
        <w:t>osowa</w:t>
      </w:r>
      <w:r w:rsidRPr="006049FE">
        <w:rPr>
          <w:spacing w:val="-4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chow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Syst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u </w:t>
      </w:r>
      <w:r w:rsidRPr="006049FE">
        <w:rPr>
          <w:spacing w:val="-2"/>
          <w:sz w:val="22"/>
          <w:szCs w:val="22"/>
        </w:rPr>
        <w:t>Zapewnien</w:t>
      </w:r>
      <w:r w:rsidRPr="006049FE">
        <w:rPr>
          <w:sz w:val="22"/>
          <w:szCs w:val="22"/>
        </w:rPr>
        <w:t>ia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Jako</w:t>
      </w:r>
      <w:r w:rsidRPr="006049FE">
        <w:rPr>
          <w:sz w:val="22"/>
          <w:szCs w:val="22"/>
        </w:rPr>
        <w:t>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Zestawieni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doku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traktowe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wykaze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"/>
          <w:sz w:val="22"/>
          <w:szCs w:val="22"/>
        </w:rPr>
        <w:t>rysunkó</w:t>
      </w:r>
      <w:r w:rsidRPr="006049FE">
        <w:rPr>
          <w:sz w:val="22"/>
          <w:szCs w:val="22"/>
        </w:rPr>
        <w:t>w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specyfi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acji</w:t>
      </w:r>
      <w:r w:rsidR="00A26CEE"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techniczny</w:t>
      </w:r>
      <w:r w:rsidRPr="006049FE">
        <w:rPr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Sche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przedstawiający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organizację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zarządzania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powią</w:t>
      </w:r>
      <w:r w:rsidRPr="006049FE">
        <w:rPr>
          <w:sz w:val="22"/>
          <w:szCs w:val="22"/>
        </w:rPr>
        <w:t>zan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ami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iędz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ykonawcą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Inspektore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Nadzor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podwykonawca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 xml:space="preserve">Do </w:t>
      </w:r>
      <w:r w:rsidRPr="006049FE">
        <w:rPr>
          <w:spacing w:val="5"/>
          <w:sz w:val="22"/>
          <w:szCs w:val="22"/>
        </w:rPr>
        <w:t>sche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at</w:t>
      </w:r>
      <w:r w:rsidRPr="006049FE">
        <w:rPr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 xml:space="preserve"> należ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</w:t>
      </w:r>
      <w:r w:rsidRPr="006049FE">
        <w:rPr>
          <w:spacing w:val="5"/>
          <w:sz w:val="22"/>
          <w:szCs w:val="22"/>
        </w:rPr>
        <w:t>łącz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opi</w:t>
      </w:r>
      <w:r w:rsidRPr="006049FE">
        <w:rPr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 xml:space="preserve"> ogóln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zawi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rają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nazwisk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obow</w:t>
      </w:r>
      <w:r w:rsidRPr="006049FE">
        <w:rPr>
          <w:spacing w:val="5"/>
          <w:sz w:val="22"/>
          <w:szCs w:val="22"/>
        </w:rPr>
        <w:t>iązk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kadry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zarz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dzaj</w:t>
      </w:r>
      <w:r w:rsidRPr="006049FE">
        <w:rPr>
          <w:spacing w:val="-2"/>
          <w:sz w:val="22"/>
          <w:szCs w:val="22"/>
        </w:rPr>
        <w:t>ącej.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Sche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przedstawia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ła</w:t>
      </w:r>
      <w:r w:rsidRPr="006049FE">
        <w:rPr>
          <w:sz w:val="22"/>
          <w:szCs w:val="22"/>
        </w:rPr>
        <w:t>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produkcyjn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bazy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prefabrykacji,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także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powiązania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personel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placu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laboratorium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zespół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Opis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organizacji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personalny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osób.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Spi</w:t>
      </w:r>
      <w:r w:rsidRPr="006049FE">
        <w:rPr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 xml:space="preserve"> podwykonawców</w:t>
      </w:r>
      <w:r w:rsidRPr="006049FE">
        <w:rPr>
          <w:sz w:val="22"/>
          <w:szCs w:val="22"/>
        </w:rPr>
        <w:t>,</w:t>
      </w:r>
      <w:r w:rsidRPr="006049FE">
        <w:rPr>
          <w:spacing w:val="6"/>
          <w:sz w:val="22"/>
          <w:szCs w:val="22"/>
        </w:rPr>
        <w:t xml:space="preserve"> którz</w:t>
      </w:r>
      <w:r w:rsidRPr="006049FE">
        <w:rPr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zosta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zatrud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ien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ra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szczegół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Syste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ie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Zapewnien</w:t>
      </w:r>
      <w:r w:rsidRPr="006049FE">
        <w:rPr>
          <w:sz w:val="22"/>
          <w:szCs w:val="22"/>
        </w:rPr>
        <w:t>ia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Jako</w:t>
      </w:r>
      <w:r w:rsidRPr="006049FE">
        <w:rPr>
          <w:sz w:val="22"/>
          <w:szCs w:val="22"/>
        </w:rPr>
        <w:t>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Szczegó</w:t>
      </w:r>
      <w:r w:rsidRPr="006049FE">
        <w:rPr>
          <w:sz w:val="22"/>
          <w:szCs w:val="22"/>
        </w:rPr>
        <w:t>łowy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plan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bezpiecze</w:t>
      </w:r>
      <w:r w:rsidRPr="006049FE">
        <w:rPr>
          <w:spacing w:val="-2"/>
          <w:sz w:val="22"/>
          <w:szCs w:val="22"/>
        </w:rPr>
        <w:t>ństw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ochron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zdrowi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sposob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zapewnienia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bez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iecz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ństw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pracownikó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osó</w:t>
      </w:r>
      <w:r w:rsidRPr="006049FE">
        <w:rPr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zewn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trz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któryc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zdrowi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nar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żone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powod</w:t>
      </w:r>
      <w:r w:rsidRPr="006049FE">
        <w:rPr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łównych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proponowanych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dostawców.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Szczeg</w:t>
      </w:r>
      <w:r w:rsidRPr="006049FE">
        <w:rPr>
          <w:spacing w:val="2"/>
          <w:sz w:val="22"/>
          <w:szCs w:val="22"/>
        </w:rPr>
        <w:t>ó</w:t>
      </w:r>
      <w:r w:rsidRPr="006049FE">
        <w:rPr>
          <w:spacing w:val="3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dotyc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ąc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projek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esz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ne</w:t>
      </w:r>
      <w:r w:rsidRPr="006049FE">
        <w:rPr>
          <w:sz w:val="22"/>
          <w:szCs w:val="22"/>
        </w:rPr>
        <w:t xml:space="preserve">k i </w:t>
      </w:r>
      <w:r w:rsidRPr="006049FE">
        <w:rPr>
          <w:spacing w:val="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charakterystyka</w:t>
      </w:r>
      <w:r w:rsidRPr="006049FE">
        <w:rPr>
          <w:sz w:val="22"/>
          <w:szCs w:val="22"/>
        </w:rPr>
        <w:t>: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dl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be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on</w:t>
      </w:r>
      <w:r w:rsidRPr="006049FE">
        <w:rPr>
          <w:sz w:val="22"/>
          <w:szCs w:val="22"/>
        </w:rPr>
        <w:t>u 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zapraw</w:t>
      </w:r>
      <w:r w:rsidRPr="006049FE">
        <w:rPr>
          <w:sz w:val="22"/>
          <w:szCs w:val="22"/>
        </w:rPr>
        <w:t>y</w:t>
      </w:r>
      <w:r w:rsidRPr="006049FE">
        <w:rPr>
          <w:spacing w:val="-2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cemen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owe</w:t>
      </w:r>
      <w:r w:rsidRPr="006049FE">
        <w:rPr>
          <w:sz w:val="22"/>
          <w:szCs w:val="22"/>
        </w:rPr>
        <w:t>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Pla</w:t>
      </w:r>
      <w:r w:rsidRPr="006049FE">
        <w:rPr>
          <w:sz w:val="22"/>
          <w:szCs w:val="22"/>
        </w:rPr>
        <w:t xml:space="preserve">n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zmieszczeni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persone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dl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deg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rodzaj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"/>
          <w:sz w:val="22"/>
          <w:szCs w:val="22"/>
        </w:rPr>
        <w:t>czynn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ści</w:t>
      </w:r>
      <w:r w:rsidRPr="006049FE">
        <w:rPr>
          <w:sz w:val="22"/>
          <w:szCs w:val="22"/>
        </w:rPr>
        <w:t xml:space="preserve">, </w:t>
      </w:r>
      <w:r w:rsidRPr="006049FE">
        <w:rPr>
          <w:spacing w:val="3"/>
          <w:sz w:val="22"/>
          <w:szCs w:val="22"/>
        </w:rPr>
        <w:t>ze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sporz</w:t>
      </w:r>
      <w:r w:rsidRPr="006049FE">
        <w:rPr>
          <w:sz w:val="22"/>
          <w:szCs w:val="22"/>
        </w:rPr>
        <w:t>ądzeniem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wykazu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Szczegó</w:t>
      </w:r>
      <w:r w:rsidRPr="006049FE">
        <w:rPr>
          <w:sz w:val="22"/>
          <w:szCs w:val="22"/>
        </w:rPr>
        <w:t>ły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organizacji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zew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ętrznej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ykonawcy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lokalizacj</w:t>
      </w:r>
      <w:r w:rsidRPr="006049FE">
        <w:rPr>
          <w:sz w:val="22"/>
          <w:szCs w:val="22"/>
        </w:rPr>
        <w:t>a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anizacj</w:t>
      </w:r>
      <w:r w:rsidRPr="006049FE">
        <w:rPr>
          <w:sz w:val="22"/>
          <w:szCs w:val="22"/>
        </w:rPr>
        <w:t>a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laboratoriu</w:t>
      </w:r>
      <w:r w:rsidRPr="006049FE">
        <w:rPr>
          <w:sz w:val="22"/>
          <w:szCs w:val="22"/>
        </w:rPr>
        <w:t>m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przeprowadzająceg</w:t>
      </w:r>
      <w:r w:rsidRPr="006049FE">
        <w:rPr>
          <w:sz w:val="22"/>
          <w:szCs w:val="22"/>
        </w:rPr>
        <w:t>o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badania</w:t>
      </w:r>
      <w:r w:rsidRPr="006049FE">
        <w:rPr>
          <w:sz w:val="22"/>
          <w:szCs w:val="22"/>
        </w:rPr>
        <w:t>,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wra</w:t>
      </w:r>
      <w:r w:rsidRPr="006049FE">
        <w:rPr>
          <w:sz w:val="22"/>
          <w:szCs w:val="22"/>
        </w:rPr>
        <w:t>z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szczeg</w:t>
      </w:r>
      <w:r w:rsidRPr="006049FE">
        <w:rPr>
          <w:spacing w:val="5"/>
          <w:sz w:val="22"/>
          <w:szCs w:val="22"/>
        </w:rPr>
        <w:t>ó</w:t>
      </w:r>
      <w:r w:rsidRPr="006049FE">
        <w:rPr>
          <w:spacing w:val="7"/>
          <w:sz w:val="22"/>
          <w:szCs w:val="22"/>
        </w:rPr>
        <w:t>ła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te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ur</w:t>
      </w:r>
      <w:r w:rsidRPr="006049FE">
        <w:rPr>
          <w:spacing w:val="6"/>
          <w:sz w:val="22"/>
          <w:szCs w:val="22"/>
        </w:rPr>
        <w:t>zą</w:t>
      </w:r>
      <w:r w:rsidRPr="006049FE">
        <w:rPr>
          <w:spacing w:val="7"/>
          <w:sz w:val="22"/>
          <w:szCs w:val="22"/>
        </w:rPr>
        <w:t>dz</w:t>
      </w:r>
      <w:r w:rsidRPr="006049FE">
        <w:rPr>
          <w:spacing w:val="6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wykonywani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pró</w:t>
      </w:r>
      <w:r w:rsidRPr="006049FE">
        <w:rPr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laboratoriu</w:t>
      </w:r>
      <w:r w:rsidRPr="006049FE">
        <w:rPr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placu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sposoby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regularnej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kalibracji.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Zes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sta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2"/>
          <w:sz w:val="22"/>
          <w:szCs w:val="22"/>
        </w:rPr>
        <w:t>punktó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2"/>
          <w:sz w:val="22"/>
          <w:szCs w:val="22"/>
        </w:rPr>
        <w:t>kont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ol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czynn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>przygotowani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zez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dalszą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kontynuac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Zes</w:t>
      </w:r>
      <w:r w:rsidRPr="006049FE">
        <w:rPr>
          <w:spacing w:val="4"/>
          <w:sz w:val="22"/>
          <w:szCs w:val="22"/>
        </w:rPr>
        <w:t>ta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ws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ystk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andardowyc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2"/>
          <w:sz w:val="22"/>
          <w:szCs w:val="22"/>
        </w:rPr>
        <w:t>fo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mular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pisywan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danyc</w:t>
      </w:r>
      <w:r w:rsidRPr="006049FE">
        <w:rPr>
          <w:sz w:val="22"/>
          <w:szCs w:val="22"/>
        </w:rPr>
        <w:t xml:space="preserve">h z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b 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ewidencjonowani</w:t>
      </w:r>
      <w:r w:rsidRPr="006049FE">
        <w:rPr>
          <w:sz w:val="22"/>
          <w:szCs w:val="22"/>
        </w:rPr>
        <w:t>a</w:t>
      </w:r>
      <w:r w:rsidRPr="006049FE">
        <w:rPr>
          <w:spacing w:val="-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przeprowadzany</w:t>
      </w:r>
      <w:r w:rsidRPr="006049FE">
        <w:rPr>
          <w:sz w:val="22"/>
          <w:szCs w:val="22"/>
        </w:rPr>
        <w:t>ch</w:t>
      </w:r>
      <w:r w:rsidRPr="006049FE">
        <w:rPr>
          <w:spacing w:val="-2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kontroli.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Sposób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pos</w:t>
      </w:r>
      <w:r w:rsidRPr="006049FE">
        <w:rPr>
          <w:spacing w:val="1"/>
          <w:sz w:val="22"/>
          <w:szCs w:val="22"/>
        </w:rPr>
        <w:t>tę</w:t>
      </w:r>
      <w:r w:rsidRPr="006049FE">
        <w:rPr>
          <w:sz w:val="22"/>
          <w:szCs w:val="22"/>
        </w:rPr>
        <w:t>powania w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niezgodn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wymagania</w:t>
      </w:r>
      <w:r w:rsidRPr="006049FE">
        <w:rPr>
          <w:sz w:val="22"/>
          <w:szCs w:val="22"/>
        </w:rPr>
        <w:t>mi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personel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posiadający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uprawnienia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ślania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sposobu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postępowania,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rozstrzygn</w:t>
      </w:r>
      <w:r w:rsidRPr="006049FE">
        <w:rPr>
          <w:sz w:val="22"/>
          <w:szCs w:val="22"/>
        </w:rPr>
        <w:t>ię</w:t>
      </w:r>
      <w:r w:rsidRPr="006049FE">
        <w:rPr>
          <w:spacing w:val="-2"/>
          <w:sz w:val="22"/>
          <w:szCs w:val="22"/>
        </w:rPr>
        <w:t>ci</w:t>
      </w:r>
      <w:r w:rsidRPr="006049FE">
        <w:rPr>
          <w:sz w:val="22"/>
          <w:szCs w:val="22"/>
        </w:rPr>
        <w:t>a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jakichkolwie</w:t>
      </w:r>
      <w:r w:rsidRPr="006049FE">
        <w:rPr>
          <w:sz w:val="22"/>
          <w:szCs w:val="22"/>
        </w:rPr>
        <w:t>k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niezgodno</w:t>
      </w:r>
      <w:r w:rsidRPr="006049FE">
        <w:rPr>
          <w:sz w:val="22"/>
          <w:szCs w:val="22"/>
        </w:rPr>
        <w:t>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Metody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zarządzanie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PZJ.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zęść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2</w:t>
      </w:r>
      <w:r w:rsidRPr="006049FE">
        <w:rPr>
          <w:sz w:val="22"/>
          <w:szCs w:val="22"/>
        </w:rPr>
        <w:t>: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ra</w:t>
      </w:r>
      <w:r w:rsidRPr="006049FE">
        <w:rPr>
          <w:spacing w:val="-2"/>
          <w:sz w:val="22"/>
          <w:szCs w:val="22"/>
        </w:rPr>
        <w:t>wozdani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metodyczne.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Sprawozdanie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etodyczne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zawierające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każdą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czynność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wyszczególnionych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ST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wykazujące,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że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Wykonawca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zrozu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iał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Kontr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3"/>
          <w:sz w:val="22"/>
          <w:szCs w:val="22"/>
        </w:rPr>
        <w:t>poc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yni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odpowi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dni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krok</w:t>
      </w:r>
      <w:r w:rsidRPr="006049FE">
        <w:rPr>
          <w:sz w:val="22"/>
          <w:szCs w:val="22"/>
        </w:rPr>
        <w:t xml:space="preserve">i w 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el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"/>
          <w:sz w:val="22"/>
          <w:szCs w:val="22"/>
        </w:rPr>
        <w:t>be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pie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zneg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wykonani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robót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aganej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Sprawozdania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etodyczne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również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opisy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przewidzianego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uż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rz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ra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ans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te</w:t>
      </w:r>
      <w:r w:rsidRPr="006049FE">
        <w:rPr>
          <w:sz w:val="22"/>
          <w:szCs w:val="22"/>
        </w:rPr>
        <w:t>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</w:t>
      </w:r>
      <w:r w:rsidRPr="006049FE">
        <w:rPr>
          <w:sz w:val="22"/>
          <w:szCs w:val="22"/>
        </w:rPr>
        <w:t>az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eto</w:t>
      </w:r>
      <w:r w:rsidRPr="006049FE">
        <w:rPr>
          <w:sz w:val="22"/>
          <w:szCs w:val="22"/>
        </w:rPr>
        <w:t>dy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załadunk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zabezpiecz</w:t>
      </w:r>
      <w:r w:rsidRPr="006049FE">
        <w:rPr>
          <w:sz w:val="22"/>
          <w:szCs w:val="22"/>
        </w:rPr>
        <w:t>eń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transport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ył</w:t>
      </w:r>
      <w:r w:rsidRPr="006049FE">
        <w:rPr>
          <w:spacing w:val="-2"/>
          <w:sz w:val="22"/>
          <w:szCs w:val="22"/>
        </w:rPr>
        <w:t>adunku.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Sprawdzenie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etodyczne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usi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szczegóły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ące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poszczególnych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rodzajów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lastRenderedPageBreak/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el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entó</w:t>
      </w:r>
      <w:r w:rsidRPr="006049FE">
        <w:rPr>
          <w:sz w:val="22"/>
          <w:szCs w:val="22"/>
        </w:rPr>
        <w:t>w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prefabrykowanych.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zęść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3: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Protokoły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Zaś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adczen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kalibracj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wszystkic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dz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ywanyc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 xml:space="preserve">budowy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laboratorium.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Dzienny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protokół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kontrolny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stanowiący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Kontraktu.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Zapis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niezgodności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ierający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rozwiązania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problemu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niezgodności.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Syst</w:t>
      </w:r>
      <w:r w:rsidRPr="006049FE">
        <w:rPr>
          <w:b/>
          <w:bCs/>
          <w:sz w:val="22"/>
          <w:szCs w:val="22"/>
        </w:rPr>
        <w:t>em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Kontrol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Jako</w:t>
      </w:r>
      <w:r w:rsidRPr="006049FE">
        <w:rPr>
          <w:b/>
          <w:bCs/>
          <w:sz w:val="22"/>
          <w:szCs w:val="22"/>
        </w:rPr>
        <w:t>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Syst</w:t>
      </w:r>
      <w:r w:rsidRPr="006049FE">
        <w:rPr>
          <w:sz w:val="22"/>
          <w:szCs w:val="22"/>
        </w:rPr>
        <w:t>em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rol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Jak</w:t>
      </w:r>
      <w:r w:rsidRPr="006049FE">
        <w:rPr>
          <w:spacing w:val="-4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zawiera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el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nt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opisan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poni</w:t>
      </w:r>
      <w:r w:rsidRPr="006049FE">
        <w:rPr>
          <w:spacing w:val="-2"/>
          <w:sz w:val="22"/>
          <w:szCs w:val="22"/>
        </w:rPr>
        <w:t>żej: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Dzi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organizacyjn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ykonawcy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ka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deg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podwy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awcó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ówneg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dostawcy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wykazu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ce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poc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ynion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zygotowan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apewn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odpowi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dn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ac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zost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nie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odpowiedn</w:t>
      </w:r>
      <w:r w:rsidRPr="006049FE">
        <w:rPr>
          <w:sz w:val="22"/>
          <w:szCs w:val="22"/>
        </w:rPr>
        <w:t>io</w:t>
      </w:r>
      <w:r w:rsidRPr="006049FE">
        <w:rPr>
          <w:spacing w:val="-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potwierdzone.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12"/>
          <w:sz w:val="22"/>
          <w:szCs w:val="22"/>
        </w:rPr>
        <w:t>1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Przygotow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przeprowadzeni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</w:t>
      </w:r>
      <w:r w:rsidRPr="006049FE">
        <w:rPr>
          <w:sz w:val="22"/>
          <w:szCs w:val="22"/>
        </w:rPr>
        <w:t>ości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etapie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wdrażania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personel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plac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budow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2"/>
          <w:sz w:val="22"/>
          <w:szCs w:val="22"/>
        </w:rPr>
        <w:t>cel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ra</w:t>
      </w:r>
      <w:r w:rsidRPr="006049FE">
        <w:rPr>
          <w:spacing w:val="1"/>
          <w:sz w:val="22"/>
          <w:szCs w:val="22"/>
        </w:rPr>
        <w:t>wdz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kont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oln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pe</w:t>
      </w:r>
      <w:r w:rsidRPr="006049FE">
        <w:rPr>
          <w:spacing w:val="2"/>
          <w:sz w:val="22"/>
          <w:szCs w:val="22"/>
        </w:rPr>
        <w:t>rs</w:t>
      </w:r>
      <w:r w:rsidRPr="006049FE">
        <w:rPr>
          <w:spacing w:val="1"/>
          <w:sz w:val="22"/>
          <w:szCs w:val="22"/>
        </w:rPr>
        <w:t>one</w:t>
      </w:r>
      <w:r w:rsidRPr="006049FE">
        <w:rPr>
          <w:sz w:val="22"/>
          <w:szCs w:val="22"/>
        </w:rPr>
        <w:t xml:space="preserve">l 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pe</w:t>
      </w:r>
      <w:r w:rsidRPr="006049FE">
        <w:rPr>
          <w:spacing w:val="2"/>
          <w:sz w:val="22"/>
          <w:szCs w:val="22"/>
        </w:rPr>
        <w:t>rs</w:t>
      </w:r>
      <w:r w:rsidRPr="006049FE">
        <w:rPr>
          <w:spacing w:val="1"/>
          <w:sz w:val="22"/>
          <w:szCs w:val="22"/>
        </w:rPr>
        <w:t>one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ac</w:t>
      </w:r>
      <w:r w:rsidRPr="006049FE">
        <w:rPr>
          <w:sz w:val="22"/>
          <w:szCs w:val="22"/>
        </w:rPr>
        <w:t xml:space="preserve">u </w:t>
      </w:r>
      <w:r w:rsidRPr="006049FE">
        <w:rPr>
          <w:spacing w:val="-3"/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Przygotowanie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założenia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eksploatacji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laboratorium 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wykonu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 xml:space="preserve">ącego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próby,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które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niezależ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personel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Przygotowan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por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ądze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rawdzeni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oj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pra</w:t>
      </w:r>
      <w:r w:rsidRPr="006049FE">
        <w:rPr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cza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b stał</w:t>
      </w:r>
      <w:r w:rsidRPr="006049FE">
        <w:rPr>
          <w:spacing w:val="-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prowadzonyc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ykonaw</w:t>
      </w:r>
      <w:r w:rsidRPr="006049FE">
        <w:rPr>
          <w:sz w:val="22"/>
          <w:szCs w:val="22"/>
        </w:rPr>
        <w:t>cę.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yka</w:t>
      </w:r>
      <w:r w:rsidRPr="006049FE">
        <w:rPr>
          <w:sz w:val="22"/>
          <w:szCs w:val="22"/>
        </w:rPr>
        <w:t>z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nn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zwi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zanyc</w:t>
      </w:r>
      <w:r w:rsidRPr="006049FE">
        <w:rPr>
          <w:sz w:val="22"/>
          <w:szCs w:val="22"/>
        </w:rPr>
        <w:t>h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kontro</w:t>
      </w:r>
      <w:r w:rsidRPr="006049FE">
        <w:rPr>
          <w:spacing w:val="3"/>
          <w:sz w:val="22"/>
          <w:szCs w:val="22"/>
        </w:rPr>
        <w:t>l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jak</w:t>
      </w:r>
      <w:r w:rsidRPr="006049FE">
        <w:rPr>
          <w:spacing w:val="2"/>
          <w:sz w:val="22"/>
          <w:szCs w:val="22"/>
        </w:rPr>
        <w:t>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obó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 xml:space="preserve">, 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zawie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aj</w:t>
      </w:r>
      <w:r w:rsidRPr="006049FE">
        <w:rPr>
          <w:spacing w:val="2"/>
          <w:sz w:val="22"/>
          <w:szCs w:val="22"/>
        </w:rPr>
        <w:t>ąc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pecy</w:t>
      </w:r>
      <w:r w:rsidRPr="006049FE">
        <w:rPr>
          <w:sz w:val="22"/>
          <w:szCs w:val="22"/>
        </w:rPr>
        <w:t>f</w:t>
      </w:r>
      <w:r w:rsidRPr="006049FE">
        <w:rPr>
          <w:spacing w:val="2"/>
          <w:sz w:val="22"/>
          <w:szCs w:val="22"/>
        </w:rPr>
        <w:t>ikacje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zagraniczne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2"/>
          <w:sz w:val="22"/>
          <w:szCs w:val="22"/>
        </w:rPr>
        <w:t>stwowe.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Wykaz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czynn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iązanych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ą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</w:t>
      </w:r>
      <w:r w:rsidRPr="006049FE">
        <w:rPr>
          <w:sz w:val="22"/>
          <w:szCs w:val="22"/>
        </w:rPr>
        <w:t>oś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fo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odpowiedniej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do ko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puterowego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wprowadzania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danych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aktualizacji,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tworz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Syst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 xml:space="preserve">u </w:t>
      </w:r>
      <w:r w:rsidRPr="006049FE">
        <w:rPr>
          <w:spacing w:val="-3"/>
          <w:sz w:val="22"/>
          <w:szCs w:val="22"/>
        </w:rPr>
        <w:t>Zarz</w:t>
      </w:r>
      <w:r w:rsidRPr="006049FE">
        <w:rPr>
          <w:spacing w:val="-2"/>
          <w:sz w:val="22"/>
          <w:szCs w:val="22"/>
        </w:rPr>
        <w:t>ądzani</w:t>
      </w:r>
      <w:r w:rsidRPr="006049FE">
        <w:rPr>
          <w:sz w:val="22"/>
          <w:szCs w:val="22"/>
        </w:rPr>
        <w:t>a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Da</w:t>
      </w:r>
      <w:r w:rsidRPr="006049FE">
        <w:rPr>
          <w:spacing w:val="-2"/>
          <w:sz w:val="22"/>
          <w:szCs w:val="22"/>
        </w:rPr>
        <w:t>ny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Wst</w:t>
      </w:r>
      <w:r w:rsidRPr="006049FE">
        <w:rPr>
          <w:b/>
          <w:bCs/>
          <w:sz w:val="22"/>
          <w:szCs w:val="22"/>
        </w:rPr>
        <w:t>ę</w:t>
      </w:r>
      <w:r w:rsidRPr="006049FE">
        <w:rPr>
          <w:b/>
          <w:bCs/>
          <w:spacing w:val="-2"/>
          <w:sz w:val="22"/>
          <w:szCs w:val="22"/>
        </w:rPr>
        <w:t>pn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op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ycje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przedł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ży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propozycje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A26CEE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 xml:space="preserve">- </w:t>
      </w:r>
      <w:r w:rsidR="00CA3637" w:rsidRPr="006049FE">
        <w:rPr>
          <w:spacing w:val="1"/>
          <w:sz w:val="22"/>
          <w:szCs w:val="22"/>
        </w:rPr>
        <w:t>p</w:t>
      </w:r>
      <w:r w:rsidR="00CA3637" w:rsidRPr="006049FE">
        <w:rPr>
          <w:spacing w:val="2"/>
          <w:sz w:val="22"/>
          <w:szCs w:val="22"/>
        </w:rPr>
        <w:t>r</w:t>
      </w:r>
      <w:r w:rsidR="00CA3637" w:rsidRPr="006049FE">
        <w:rPr>
          <w:spacing w:val="1"/>
          <w:sz w:val="22"/>
          <w:szCs w:val="22"/>
        </w:rPr>
        <w:t>oc</w:t>
      </w:r>
      <w:r w:rsidR="00CA3637" w:rsidRPr="006049FE">
        <w:rPr>
          <w:spacing w:val="2"/>
          <w:sz w:val="22"/>
          <w:szCs w:val="22"/>
        </w:rPr>
        <w:t>ed</w:t>
      </w:r>
      <w:r w:rsidR="00CA3637" w:rsidRPr="006049FE">
        <w:rPr>
          <w:spacing w:val="1"/>
          <w:sz w:val="22"/>
          <w:szCs w:val="22"/>
        </w:rPr>
        <w:t>u</w:t>
      </w:r>
      <w:r w:rsidR="00CA3637" w:rsidRPr="006049FE">
        <w:rPr>
          <w:spacing w:val="2"/>
          <w:sz w:val="22"/>
          <w:szCs w:val="22"/>
        </w:rPr>
        <w:t>r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wybo</w:t>
      </w:r>
      <w:r w:rsidR="00CA3637" w:rsidRPr="006049FE">
        <w:rPr>
          <w:spacing w:val="2"/>
          <w:sz w:val="22"/>
          <w:szCs w:val="22"/>
        </w:rPr>
        <w:t>r</w:t>
      </w:r>
      <w:r w:rsidR="00CA3637" w:rsidRPr="006049FE">
        <w:rPr>
          <w:sz w:val="22"/>
          <w:szCs w:val="22"/>
        </w:rPr>
        <w:t xml:space="preserve">u i </w:t>
      </w:r>
      <w:r w:rsidR="00CA3637" w:rsidRPr="006049FE">
        <w:rPr>
          <w:spacing w:val="1"/>
          <w:sz w:val="22"/>
          <w:szCs w:val="22"/>
        </w:rPr>
        <w:t>z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t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3"/>
          <w:sz w:val="22"/>
          <w:szCs w:val="22"/>
        </w:rPr>
        <w:t>i</w:t>
      </w:r>
      <w:r w:rsidR="00CA3637" w:rsidRPr="006049FE">
        <w:rPr>
          <w:spacing w:val="1"/>
          <w:sz w:val="22"/>
          <w:szCs w:val="22"/>
        </w:rPr>
        <w:t>e</w:t>
      </w:r>
      <w:r w:rsidR="00CA3637" w:rsidRPr="006049FE">
        <w:rPr>
          <w:spacing w:val="2"/>
          <w:sz w:val="22"/>
          <w:szCs w:val="22"/>
        </w:rPr>
        <w:t>r</w:t>
      </w:r>
      <w:r w:rsidR="00CA3637" w:rsidRPr="006049FE">
        <w:rPr>
          <w:spacing w:val="1"/>
          <w:sz w:val="22"/>
          <w:szCs w:val="22"/>
        </w:rPr>
        <w:t>dz</w:t>
      </w:r>
      <w:r w:rsidR="00CA3637" w:rsidRPr="006049FE">
        <w:rPr>
          <w:spacing w:val="2"/>
          <w:sz w:val="22"/>
          <w:szCs w:val="22"/>
        </w:rPr>
        <w:t>e</w:t>
      </w:r>
      <w:r w:rsidR="00CA3637" w:rsidRPr="006049FE">
        <w:rPr>
          <w:spacing w:val="1"/>
          <w:sz w:val="22"/>
          <w:szCs w:val="22"/>
        </w:rPr>
        <w:t>n</w:t>
      </w:r>
      <w:r w:rsidR="00CA3637" w:rsidRPr="006049FE">
        <w:rPr>
          <w:spacing w:val="3"/>
          <w:sz w:val="22"/>
          <w:szCs w:val="22"/>
        </w:rPr>
        <w:t>i</w:t>
      </w:r>
      <w:r w:rsidR="00CA3637" w:rsidRPr="006049FE">
        <w:rPr>
          <w:sz w:val="22"/>
          <w:szCs w:val="22"/>
        </w:rPr>
        <w:t xml:space="preserve">a </w:t>
      </w:r>
      <w:r w:rsidR="00CA3637" w:rsidRPr="006049FE">
        <w:rPr>
          <w:spacing w:val="1"/>
          <w:sz w:val="22"/>
          <w:szCs w:val="22"/>
        </w:rPr>
        <w:t>do</w:t>
      </w:r>
      <w:r w:rsidR="00CA3637" w:rsidRPr="006049FE">
        <w:rPr>
          <w:spacing w:val="2"/>
          <w:sz w:val="22"/>
          <w:szCs w:val="22"/>
        </w:rPr>
        <w:t>s</w:t>
      </w:r>
      <w:r w:rsidR="00CA3637" w:rsidRPr="006049FE">
        <w:rPr>
          <w:spacing w:val="1"/>
          <w:sz w:val="22"/>
          <w:szCs w:val="22"/>
        </w:rPr>
        <w:t>t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pacing w:val="1"/>
          <w:sz w:val="22"/>
          <w:szCs w:val="22"/>
        </w:rPr>
        <w:t>wcó</w:t>
      </w:r>
      <w:r w:rsidR="00CA3637" w:rsidRPr="006049FE">
        <w:rPr>
          <w:sz w:val="22"/>
          <w:szCs w:val="22"/>
        </w:rPr>
        <w:t xml:space="preserve">w </w:t>
      </w:r>
      <w:r w:rsidR="00CA3637" w:rsidRPr="006049FE">
        <w:rPr>
          <w:spacing w:val="1"/>
          <w:sz w:val="22"/>
          <w:szCs w:val="22"/>
        </w:rPr>
        <w:t>gł</w:t>
      </w:r>
      <w:r w:rsidR="00CA3637" w:rsidRPr="006049FE">
        <w:rPr>
          <w:spacing w:val="2"/>
          <w:sz w:val="22"/>
          <w:szCs w:val="22"/>
        </w:rPr>
        <w:t>ównyc</w:t>
      </w:r>
      <w:r w:rsidR="00CA3637" w:rsidRPr="006049FE">
        <w:rPr>
          <w:sz w:val="22"/>
          <w:szCs w:val="22"/>
        </w:rPr>
        <w:t>h m</w:t>
      </w:r>
      <w:r w:rsidR="00CA3637" w:rsidRPr="006049FE">
        <w:rPr>
          <w:spacing w:val="2"/>
          <w:sz w:val="22"/>
          <w:szCs w:val="22"/>
        </w:rPr>
        <w:t>ateriałó</w:t>
      </w:r>
      <w:r w:rsidR="00CA3637" w:rsidRPr="006049FE">
        <w:rPr>
          <w:sz w:val="22"/>
          <w:szCs w:val="22"/>
        </w:rPr>
        <w:t xml:space="preserve">w </w:t>
      </w:r>
      <w:r w:rsidR="00CA3637" w:rsidRPr="006049FE">
        <w:rPr>
          <w:spacing w:val="1"/>
          <w:sz w:val="22"/>
          <w:szCs w:val="22"/>
        </w:rPr>
        <w:t>or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z w:val="22"/>
          <w:szCs w:val="22"/>
        </w:rPr>
        <w:t xml:space="preserve">z </w:t>
      </w:r>
      <w:r w:rsidR="00CA3637" w:rsidRPr="006049FE">
        <w:rPr>
          <w:spacing w:val="1"/>
          <w:sz w:val="22"/>
          <w:szCs w:val="22"/>
        </w:rPr>
        <w:t>e</w:t>
      </w:r>
      <w:r w:rsidR="00CA3637" w:rsidRPr="006049FE">
        <w:rPr>
          <w:spacing w:val="2"/>
          <w:sz w:val="22"/>
          <w:szCs w:val="22"/>
        </w:rPr>
        <w:t>le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2"/>
          <w:sz w:val="22"/>
          <w:szCs w:val="22"/>
        </w:rPr>
        <w:t>e</w:t>
      </w:r>
      <w:r w:rsidR="00CA3637" w:rsidRPr="006049FE">
        <w:rPr>
          <w:spacing w:val="1"/>
          <w:sz w:val="22"/>
          <w:szCs w:val="22"/>
        </w:rPr>
        <w:t>n</w:t>
      </w:r>
      <w:r w:rsidR="00CA3637" w:rsidRPr="006049FE">
        <w:rPr>
          <w:spacing w:val="2"/>
          <w:sz w:val="22"/>
          <w:szCs w:val="22"/>
        </w:rPr>
        <w:t xml:space="preserve">tów </w:t>
      </w:r>
      <w:r w:rsidR="00CA3637" w:rsidRPr="006049FE">
        <w:rPr>
          <w:sz w:val="22"/>
          <w:szCs w:val="22"/>
        </w:rPr>
        <w:t>prefabrykowanych,</w:t>
      </w:r>
    </w:p>
    <w:p w:rsidR="00CA3637" w:rsidRPr="006049FE" w:rsidRDefault="00A26CEE" w:rsidP="00A26CEE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="00CA3637" w:rsidRPr="006049FE">
        <w:rPr>
          <w:sz w:val="22"/>
          <w:szCs w:val="22"/>
        </w:rPr>
        <w:t>procedury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w</w:t>
      </w:r>
      <w:r w:rsidR="00CA3637" w:rsidRPr="006049FE">
        <w:rPr>
          <w:sz w:val="22"/>
          <w:szCs w:val="22"/>
        </w:rPr>
        <w:t>yboru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zatwierdzenia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podwykonawców,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procedur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otrzy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ania</w:t>
      </w:r>
      <w:r w:rsidRPr="006049FE">
        <w:rPr>
          <w:sz w:val="22"/>
          <w:szCs w:val="22"/>
        </w:rPr>
        <w:t>,</w:t>
      </w:r>
      <w:r w:rsidRPr="006049FE">
        <w:rPr>
          <w:spacing w:val="6"/>
          <w:sz w:val="22"/>
          <w:szCs w:val="22"/>
        </w:rPr>
        <w:t xml:space="preserve"> przeg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6"/>
          <w:sz w:val="22"/>
          <w:szCs w:val="22"/>
        </w:rPr>
        <w:t>ąd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zatwierdzeni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Syste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Jak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stawcó</w:t>
      </w:r>
      <w:r w:rsidRPr="006049FE">
        <w:rPr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podwykon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wców,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procedury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dostawy,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progra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przygotowani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przedstawieni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5"/>
          <w:sz w:val="22"/>
          <w:szCs w:val="22"/>
        </w:rPr>
        <w:t xml:space="preserve"> zatwierdzeni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zystkic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projektów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sz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>k.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Zatwierdzenie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wydane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tylko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przedł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ełnej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entacji.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łe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Punkty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Kontroli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-2"/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poinfor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uje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piś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dac</w:t>
      </w:r>
      <w:r w:rsidRPr="006049FE">
        <w:rPr>
          <w:sz w:val="22"/>
          <w:szCs w:val="22"/>
        </w:rPr>
        <w:t>ie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zak</w:t>
      </w:r>
      <w:r w:rsidRPr="006049FE">
        <w:rPr>
          <w:sz w:val="22"/>
          <w:szCs w:val="22"/>
        </w:rPr>
        <w:t>ończenia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etapów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budowy.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kt</w:t>
      </w:r>
      <w:r w:rsidRPr="006049FE">
        <w:rPr>
          <w:spacing w:val="3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Nadzo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zażą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ustal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ra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un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zep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wadz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</w:t>
      </w:r>
      <w:r w:rsidRPr="006049FE">
        <w:rPr>
          <w:spacing w:val="2"/>
          <w:sz w:val="22"/>
          <w:szCs w:val="22"/>
        </w:rPr>
        <w:t>tr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 xml:space="preserve">i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jak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tów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zatr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ania</w:t>
      </w:r>
      <w:r w:rsidRPr="006049FE">
        <w:rPr>
          <w:sz w:val="22"/>
          <w:szCs w:val="22"/>
        </w:rPr>
        <w:t xml:space="preserve">.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zat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ierdzeni</w:t>
      </w:r>
      <w:r w:rsidRPr="006049FE">
        <w:rPr>
          <w:sz w:val="22"/>
          <w:szCs w:val="22"/>
        </w:rPr>
        <w:t>u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un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nawc</w:t>
      </w:r>
      <w:r w:rsidRPr="006049FE">
        <w:rPr>
          <w:sz w:val="22"/>
          <w:szCs w:val="22"/>
        </w:rPr>
        <w:t>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będzi</w:t>
      </w:r>
      <w:r w:rsidRPr="006049FE">
        <w:rPr>
          <w:sz w:val="22"/>
          <w:szCs w:val="22"/>
        </w:rPr>
        <w:t>e m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ł 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nty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uow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System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cy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Dane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dzialn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pe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kontro</w:t>
      </w:r>
      <w:r w:rsidRPr="006049FE">
        <w:rPr>
          <w:sz w:val="22"/>
          <w:szCs w:val="22"/>
        </w:rPr>
        <w:t>lę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ał</w:t>
      </w:r>
      <w:r w:rsidRPr="006049FE">
        <w:rPr>
          <w:sz w:val="22"/>
          <w:szCs w:val="22"/>
        </w:rPr>
        <w:t>ów.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 zapewnić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system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włączając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personel,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ęt,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zao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atrzenie,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urządze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iezbędne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pobierania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System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ykonaw</w:t>
      </w:r>
      <w:r w:rsidRPr="006049FE">
        <w:rPr>
          <w:sz w:val="22"/>
          <w:szCs w:val="22"/>
        </w:rPr>
        <w:t>cę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zatwierdzony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powinien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przeprowa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zi</w:t>
      </w:r>
      <w:r w:rsidRPr="006049FE">
        <w:rPr>
          <w:sz w:val="22"/>
          <w:szCs w:val="22"/>
        </w:rPr>
        <w:t>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bada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inspe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cj</w:t>
      </w:r>
      <w:r w:rsidRPr="006049FE">
        <w:rPr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ateri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częst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tliwością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zapewniającą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stwierdzenie,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arty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ecy</w:t>
      </w:r>
      <w:r w:rsidRPr="006049FE">
        <w:rPr>
          <w:spacing w:val="-2"/>
          <w:sz w:val="22"/>
          <w:szCs w:val="22"/>
        </w:rPr>
        <w:t>f</w:t>
      </w:r>
      <w:r w:rsidRPr="006049FE">
        <w:rPr>
          <w:sz w:val="22"/>
          <w:szCs w:val="22"/>
        </w:rPr>
        <w:t>ikacjach.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Wykonaw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winie</w:t>
      </w:r>
      <w:r w:rsidRPr="006049FE">
        <w:rPr>
          <w:sz w:val="22"/>
          <w:szCs w:val="22"/>
        </w:rPr>
        <w:t>n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dostarcz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In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ektorow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zaś</w:t>
      </w:r>
      <w:r w:rsidRPr="006049FE">
        <w:rPr>
          <w:spacing w:val="4"/>
          <w:sz w:val="22"/>
          <w:szCs w:val="22"/>
        </w:rPr>
        <w:t>wiadczenie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wszystki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stosowan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rz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nia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przę</w:t>
      </w:r>
      <w:r w:rsidRPr="006049FE">
        <w:rPr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lastRenderedPageBreak/>
        <w:t>b</w:t>
      </w:r>
      <w:r w:rsidRPr="006049FE">
        <w:rPr>
          <w:spacing w:val="2"/>
          <w:sz w:val="22"/>
          <w:szCs w:val="22"/>
        </w:rPr>
        <w:t>ad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ow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wykal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browan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odpowi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da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ag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nor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</w:t>
      </w:r>
      <w:r w:rsidRPr="006049FE">
        <w:rPr>
          <w:sz w:val="22"/>
          <w:szCs w:val="22"/>
        </w:rPr>
        <w:t>eślają</w:t>
      </w:r>
      <w:r w:rsidRPr="006049FE">
        <w:rPr>
          <w:spacing w:val="-2"/>
          <w:sz w:val="22"/>
          <w:szCs w:val="22"/>
        </w:rPr>
        <w:t>cych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procedury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</w:t>
      </w:r>
      <w:r w:rsidRPr="006049FE">
        <w:rPr>
          <w:spacing w:val="-2"/>
          <w:sz w:val="22"/>
          <w:szCs w:val="22"/>
        </w:rPr>
        <w:t>ń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Inspekto</w:t>
      </w:r>
      <w:r w:rsidRPr="006049FE">
        <w:rPr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ędzi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prze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azyw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konawc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info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macj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niedoci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>gn</w:t>
      </w:r>
      <w:r w:rsidRPr="006049FE">
        <w:rPr>
          <w:spacing w:val="5"/>
          <w:sz w:val="22"/>
          <w:szCs w:val="22"/>
        </w:rPr>
        <w:t>ięciac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-2"/>
          <w:sz w:val="22"/>
          <w:szCs w:val="22"/>
        </w:rPr>
        <w:t>cych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</w:t>
      </w:r>
      <w:r w:rsidRPr="006049FE">
        <w:rPr>
          <w:spacing w:val="-2"/>
          <w:sz w:val="22"/>
          <w:szCs w:val="22"/>
        </w:rPr>
        <w:t>dz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ń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</w:t>
      </w:r>
      <w:r w:rsidRPr="006049FE">
        <w:rPr>
          <w:spacing w:val="-2"/>
          <w:sz w:val="22"/>
          <w:szCs w:val="22"/>
        </w:rPr>
        <w:t>tu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zaopatrzenia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personel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</w:t>
      </w:r>
      <w:r w:rsidRPr="006049FE">
        <w:rPr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badawczych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</w:t>
      </w:r>
      <w:r w:rsidRPr="006049FE">
        <w:rPr>
          <w:sz w:val="22"/>
          <w:szCs w:val="22"/>
        </w:rPr>
        <w:t>żeli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ie</w:t>
      </w:r>
      <w:r w:rsidRPr="006049FE">
        <w:rPr>
          <w:sz w:val="22"/>
          <w:szCs w:val="22"/>
        </w:rPr>
        <w:t>do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ią</w:t>
      </w:r>
      <w:r w:rsidRPr="006049FE">
        <w:rPr>
          <w:spacing w:val="1"/>
          <w:sz w:val="22"/>
          <w:szCs w:val="22"/>
        </w:rPr>
        <w:t>gn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tak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poważne</w:t>
      </w:r>
      <w:r w:rsidRPr="006049FE">
        <w:rPr>
          <w:sz w:val="22"/>
          <w:szCs w:val="22"/>
        </w:rPr>
        <w:t>,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mo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pł</w:t>
      </w:r>
      <w:r w:rsidRPr="006049FE">
        <w:rPr>
          <w:sz w:val="22"/>
          <w:szCs w:val="22"/>
        </w:rPr>
        <w:t>yw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uje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wynik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ń</w:t>
      </w:r>
      <w:r w:rsidRPr="006049FE">
        <w:rPr>
          <w:sz w:val="22"/>
          <w:szCs w:val="22"/>
        </w:rPr>
        <w:t>,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ekt</w:t>
      </w:r>
      <w:r w:rsidRPr="006049FE">
        <w:rPr>
          <w:sz w:val="22"/>
          <w:szCs w:val="22"/>
        </w:rPr>
        <w:t>or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as</w:t>
      </w:r>
      <w:r w:rsidRPr="006049FE">
        <w:rPr>
          <w:sz w:val="22"/>
          <w:szCs w:val="22"/>
        </w:rPr>
        <w:t>t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wstr</w:t>
      </w:r>
      <w:r w:rsidRPr="006049FE">
        <w:rPr>
          <w:spacing w:val="3"/>
          <w:sz w:val="22"/>
          <w:szCs w:val="22"/>
        </w:rPr>
        <w:t>zy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ę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życi</w:t>
      </w:r>
      <w:r w:rsidRPr="006049FE">
        <w:rPr>
          <w:sz w:val="22"/>
          <w:szCs w:val="22"/>
        </w:rPr>
        <w:t>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teri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ów</w:t>
      </w:r>
      <w:r w:rsidRPr="006049FE">
        <w:rPr>
          <w:sz w:val="22"/>
          <w:szCs w:val="22"/>
        </w:rPr>
        <w:t>.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Ponown</w:t>
      </w:r>
      <w:r w:rsidRPr="006049FE">
        <w:rPr>
          <w:sz w:val="22"/>
          <w:szCs w:val="22"/>
        </w:rPr>
        <w:t>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dopuszczeni</w:t>
      </w:r>
      <w:r w:rsidRPr="006049FE">
        <w:rPr>
          <w:sz w:val="22"/>
          <w:szCs w:val="22"/>
        </w:rPr>
        <w:t>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życia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nastąpi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dopiero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wtedy,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gdy niedociągnięcia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zostaną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usunięte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stwierdzona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zostanie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łów. Mini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alne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częstotliw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zostały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</w:t>
      </w:r>
      <w:r w:rsidRPr="006049FE">
        <w:rPr>
          <w:sz w:val="22"/>
          <w:szCs w:val="22"/>
        </w:rPr>
        <w:t>eślone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Specyfikacjach.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jaki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ś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zost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</w:t>
      </w:r>
      <w:r w:rsidRPr="006049FE">
        <w:rPr>
          <w:sz w:val="22"/>
          <w:szCs w:val="22"/>
        </w:rPr>
        <w:t>eślone,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jaki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konieczny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zapewn</w:t>
      </w:r>
      <w:r w:rsidRPr="006049FE">
        <w:rPr>
          <w:sz w:val="22"/>
          <w:szCs w:val="22"/>
        </w:rPr>
        <w:t>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wykonani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Umo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takie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zatwierdzone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Pobie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ani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15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próbek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Próbk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inn</w:t>
      </w:r>
      <w:r w:rsidRPr="006049FE">
        <w:rPr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ybiera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sowo</w:t>
      </w:r>
      <w:r w:rsidRPr="006049FE">
        <w:rPr>
          <w:sz w:val="22"/>
          <w:szCs w:val="22"/>
        </w:rPr>
        <w:t>.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Zalec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>at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st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cz</w:t>
      </w:r>
      <w:r w:rsidRPr="006049FE">
        <w:rPr>
          <w:spacing w:val="5"/>
          <w:sz w:val="22"/>
          <w:szCs w:val="22"/>
        </w:rPr>
        <w:t>ny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et</w:t>
      </w:r>
      <w:r w:rsidRPr="006049FE">
        <w:rPr>
          <w:spacing w:val="5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pobierania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próbek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opa</w:t>
      </w:r>
      <w:r w:rsidRPr="006049FE">
        <w:rPr>
          <w:sz w:val="22"/>
          <w:szCs w:val="22"/>
        </w:rPr>
        <w:t>rt</w:t>
      </w:r>
      <w:r w:rsidRPr="006049FE">
        <w:rPr>
          <w:spacing w:val="-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zas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dzie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jednostkowe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produkcji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jednakow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prawdopodobieństwem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wytypowane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Inspekto</w:t>
      </w:r>
      <w:r w:rsidRPr="006049FE">
        <w:rPr>
          <w:sz w:val="22"/>
          <w:szCs w:val="22"/>
        </w:rPr>
        <w:t>r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ieć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zapewnio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liwo</w:t>
      </w:r>
      <w:r w:rsidRPr="006049FE">
        <w:rPr>
          <w:sz w:val="22"/>
          <w:szCs w:val="22"/>
        </w:rPr>
        <w:t>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pobieraniu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zlecenie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powinie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zeprowadz</w:t>
      </w:r>
      <w:r w:rsidRPr="006049FE">
        <w:rPr>
          <w:sz w:val="22"/>
          <w:szCs w:val="22"/>
        </w:rPr>
        <w:t>ić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dodatkow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badani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eri</w:t>
      </w:r>
      <w:r w:rsidRPr="006049FE">
        <w:rPr>
          <w:sz w:val="22"/>
          <w:szCs w:val="22"/>
        </w:rPr>
        <w:t>ał</w:t>
      </w:r>
      <w:r w:rsidRPr="006049FE">
        <w:rPr>
          <w:spacing w:val="-2"/>
          <w:sz w:val="22"/>
          <w:szCs w:val="22"/>
        </w:rPr>
        <w:t>ów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któr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budz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ątpliw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>do jak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ści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il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kwestionowan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stan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konawc</w:t>
      </w:r>
      <w:r w:rsidRPr="006049FE">
        <w:rPr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on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>praw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owy</w:t>
      </w:r>
      <w:r w:rsidRPr="006049FE">
        <w:rPr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lub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ulepszone</w:t>
      </w:r>
      <w:r w:rsidRPr="006049FE">
        <w:rPr>
          <w:sz w:val="22"/>
          <w:szCs w:val="22"/>
        </w:rPr>
        <w:t>.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Poje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nik</w:t>
      </w:r>
      <w:r w:rsidRPr="006049FE">
        <w:rPr>
          <w:sz w:val="22"/>
          <w:szCs w:val="22"/>
        </w:rPr>
        <w:t>i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bierani</w:t>
      </w:r>
      <w:r w:rsidRPr="006049FE">
        <w:rPr>
          <w:sz w:val="22"/>
          <w:szCs w:val="22"/>
        </w:rPr>
        <w:t>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próbe</w:t>
      </w:r>
      <w:r w:rsidRPr="006049FE">
        <w:rPr>
          <w:sz w:val="22"/>
          <w:szCs w:val="22"/>
        </w:rPr>
        <w:t>k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dostarczon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wc</w:t>
      </w:r>
      <w:r w:rsidRPr="006049FE">
        <w:rPr>
          <w:sz w:val="22"/>
          <w:szCs w:val="22"/>
        </w:rPr>
        <w:t>ę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zatwierdzon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nspektora</w:t>
      </w:r>
      <w:r w:rsidRPr="006049FE">
        <w:rPr>
          <w:sz w:val="22"/>
          <w:szCs w:val="22"/>
        </w:rPr>
        <w:t>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Próbk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dostarczon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ykonawc</w:t>
      </w:r>
      <w:r w:rsidRPr="006049FE">
        <w:rPr>
          <w:sz w:val="22"/>
          <w:szCs w:val="22"/>
        </w:rPr>
        <w:t>ę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bad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ze</w:t>
      </w:r>
      <w:r w:rsidRPr="006049FE">
        <w:rPr>
          <w:sz w:val="22"/>
          <w:szCs w:val="22"/>
        </w:rPr>
        <w:t>z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wia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odpowi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dn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opisane, 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Ins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ektora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Bad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Bad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przeprowad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wymag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pol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ki</w:t>
      </w:r>
      <w:r w:rsidRPr="006049FE">
        <w:rPr>
          <w:sz w:val="22"/>
          <w:szCs w:val="22"/>
        </w:rPr>
        <w:t>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no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przypadku</w:t>
      </w:r>
      <w:r w:rsidRPr="006049FE">
        <w:rPr>
          <w:sz w:val="22"/>
          <w:szCs w:val="22"/>
        </w:rPr>
        <w:t>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polski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nor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obej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Spe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yfi</w:t>
      </w:r>
      <w:r w:rsidRPr="006049FE">
        <w:rPr>
          <w:spacing w:val="3"/>
          <w:sz w:val="22"/>
          <w:szCs w:val="22"/>
        </w:rPr>
        <w:t>kacjac</w:t>
      </w:r>
      <w:r w:rsidRPr="006049FE">
        <w:rPr>
          <w:sz w:val="22"/>
          <w:szCs w:val="22"/>
        </w:rPr>
        <w:t>h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hni</w:t>
      </w:r>
      <w:r w:rsidRPr="006049FE">
        <w:rPr>
          <w:spacing w:val="3"/>
          <w:sz w:val="22"/>
          <w:szCs w:val="22"/>
        </w:rPr>
        <w:t>cz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stos</w:t>
      </w:r>
      <w:r w:rsidRPr="006049FE">
        <w:rPr>
          <w:spacing w:val="9"/>
          <w:sz w:val="22"/>
          <w:szCs w:val="22"/>
        </w:rPr>
        <w:t>owa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ż</w:t>
      </w:r>
      <w:r w:rsidRPr="006049FE">
        <w:rPr>
          <w:spacing w:val="9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yt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kraj</w:t>
      </w:r>
      <w:r w:rsidRPr="006049FE">
        <w:rPr>
          <w:spacing w:val="9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l</w:t>
      </w:r>
      <w:r w:rsidRPr="006049FE">
        <w:rPr>
          <w:spacing w:val="8"/>
          <w:sz w:val="22"/>
          <w:szCs w:val="22"/>
        </w:rPr>
        <w:t>u</w:t>
      </w:r>
      <w:r w:rsidRPr="006049FE">
        <w:rPr>
          <w:sz w:val="22"/>
          <w:szCs w:val="22"/>
        </w:rPr>
        <w:t>b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no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zag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>ani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zn</w:t>
      </w:r>
      <w:r w:rsidRPr="006049FE">
        <w:rPr>
          <w:sz w:val="22"/>
          <w:szCs w:val="22"/>
        </w:rPr>
        <w:t>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l</w:t>
      </w:r>
      <w:r w:rsidRPr="006049FE">
        <w:rPr>
          <w:spacing w:val="8"/>
          <w:sz w:val="22"/>
          <w:szCs w:val="22"/>
        </w:rPr>
        <w:t>b</w:t>
      </w:r>
      <w:r w:rsidRPr="006049FE">
        <w:rPr>
          <w:sz w:val="22"/>
          <w:szCs w:val="22"/>
        </w:rPr>
        <w:t>o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>nn</w:t>
      </w:r>
      <w:r w:rsidRPr="006049FE">
        <w:rPr>
          <w:sz w:val="22"/>
          <w:szCs w:val="22"/>
        </w:rPr>
        <w:t>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pro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Nadzoru.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przekazywać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kopie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raportów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najszybciej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zakończeniu.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Rapo</w:t>
      </w:r>
      <w:r w:rsidRPr="006049FE">
        <w:rPr>
          <w:b/>
          <w:bCs/>
          <w:sz w:val="22"/>
          <w:szCs w:val="22"/>
        </w:rPr>
        <w:t>rty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b</w:t>
      </w:r>
      <w:r w:rsidRPr="006049FE">
        <w:rPr>
          <w:b/>
          <w:bCs/>
          <w:spacing w:val="-2"/>
          <w:sz w:val="22"/>
          <w:szCs w:val="22"/>
        </w:rPr>
        <w:t>adań</w:t>
      </w:r>
      <w:r w:rsidRPr="006049FE">
        <w:rPr>
          <w:b/>
          <w:b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powinie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przechowywa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 xml:space="preserve">letne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raporty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ze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wszystkich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inspekcji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yczeni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udos</w:t>
      </w:r>
      <w:r w:rsidRPr="006049FE">
        <w:rPr>
          <w:sz w:val="22"/>
          <w:szCs w:val="22"/>
        </w:rPr>
        <w:t>tę</w:t>
      </w:r>
      <w:r w:rsidRPr="006049FE">
        <w:rPr>
          <w:spacing w:val="-2"/>
          <w:sz w:val="22"/>
          <w:szCs w:val="22"/>
        </w:rPr>
        <w:t>pn</w:t>
      </w:r>
      <w:r w:rsidRPr="006049FE">
        <w:rPr>
          <w:sz w:val="22"/>
          <w:szCs w:val="22"/>
        </w:rPr>
        <w:t>ić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awiają</w:t>
      </w:r>
      <w:r w:rsidRPr="006049FE">
        <w:rPr>
          <w:spacing w:val="-2"/>
          <w:sz w:val="22"/>
          <w:szCs w:val="22"/>
        </w:rPr>
        <w:t>cemu.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łata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badania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Wykona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ca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zobo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ią</w:t>
      </w:r>
      <w:r w:rsidRPr="006049FE">
        <w:rPr>
          <w:b/>
          <w:bCs/>
          <w:spacing w:val="-2"/>
          <w:sz w:val="22"/>
          <w:szCs w:val="22"/>
        </w:rPr>
        <w:t>za</w:t>
      </w:r>
      <w:r w:rsidRPr="006049FE">
        <w:rPr>
          <w:b/>
          <w:bCs/>
          <w:sz w:val="22"/>
          <w:szCs w:val="22"/>
        </w:rPr>
        <w:t>ny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je</w:t>
      </w:r>
      <w:r w:rsidRPr="006049FE">
        <w:rPr>
          <w:b/>
          <w:bCs/>
          <w:spacing w:val="-2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5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zorg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wan</w:t>
      </w:r>
      <w:r w:rsidRPr="006049FE">
        <w:rPr>
          <w:b/>
          <w:bCs/>
          <w:sz w:val="22"/>
          <w:szCs w:val="22"/>
        </w:rPr>
        <w:t>ia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5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pr</w:t>
      </w:r>
      <w:r w:rsidRPr="006049FE">
        <w:rPr>
          <w:b/>
          <w:bCs/>
          <w:sz w:val="22"/>
          <w:szCs w:val="22"/>
        </w:rPr>
        <w:t>ow</w:t>
      </w:r>
      <w:r w:rsidRPr="006049FE">
        <w:rPr>
          <w:b/>
          <w:bCs/>
          <w:spacing w:val="-2"/>
          <w:sz w:val="22"/>
          <w:szCs w:val="22"/>
        </w:rPr>
        <w:t>ad</w:t>
      </w:r>
      <w:r w:rsidRPr="006049FE">
        <w:rPr>
          <w:b/>
          <w:bCs/>
          <w:spacing w:val="-4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-2"/>
          <w:sz w:val="22"/>
          <w:szCs w:val="22"/>
        </w:rPr>
        <w:t>stem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kontroli</w:t>
      </w:r>
      <w:r w:rsidRPr="006049FE">
        <w:rPr>
          <w:b/>
          <w:bCs/>
          <w:spacing w:val="-2"/>
          <w:w w:val="99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mate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1"/>
          <w:sz w:val="22"/>
          <w:szCs w:val="22"/>
        </w:rPr>
        <w:t>ia</w:t>
      </w:r>
      <w:r w:rsidRPr="006049FE">
        <w:rPr>
          <w:b/>
          <w:bCs/>
          <w:sz w:val="22"/>
          <w:szCs w:val="22"/>
        </w:rPr>
        <w:t>ł</w:t>
      </w:r>
      <w:r w:rsidRPr="006049FE">
        <w:rPr>
          <w:b/>
          <w:bCs/>
          <w:spacing w:val="1"/>
          <w:sz w:val="22"/>
          <w:szCs w:val="22"/>
        </w:rPr>
        <w:t>ó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1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robót</w:t>
      </w:r>
      <w:r w:rsidRPr="006049FE">
        <w:rPr>
          <w:b/>
          <w:bCs/>
          <w:sz w:val="22"/>
          <w:szCs w:val="22"/>
        </w:rPr>
        <w:t>,</w:t>
      </w:r>
      <w:r w:rsidRPr="006049FE">
        <w:rPr>
          <w:b/>
          <w:bCs/>
          <w:spacing w:val="17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pacing w:val="1"/>
          <w:sz w:val="22"/>
          <w:szCs w:val="22"/>
        </w:rPr>
        <w:t>łąc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ają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1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pobierani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17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pró</w:t>
      </w:r>
      <w:r w:rsidRPr="006049FE">
        <w:rPr>
          <w:b/>
          <w:bCs/>
          <w:sz w:val="22"/>
          <w:szCs w:val="22"/>
        </w:rPr>
        <w:t>b</w:t>
      </w:r>
      <w:r w:rsidRPr="006049FE">
        <w:rPr>
          <w:b/>
          <w:bCs/>
          <w:spacing w:val="1"/>
          <w:sz w:val="22"/>
          <w:szCs w:val="22"/>
        </w:rPr>
        <w:t>ek</w:t>
      </w:r>
      <w:r w:rsidRPr="006049FE">
        <w:rPr>
          <w:b/>
          <w:bCs/>
          <w:sz w:val="22"/>
          <w:szCs w:val="22"/>
        </w:rPr>
        <w:t>,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badani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1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kontrol</w:t>
      </w:r>
      <w:r w:rsidRPr="006049FE">
        <w:rPr>
          <w:b/>
          <w:bCs/>
          <w:sz w:val="22"/>
          <w:szCs w:val="22"/>
        </w:rPr>
        <w:t>ę</w:t>
      </w:r>
      <w:r w:rsidRPr="006049FE">
        <w:rPr>
          <w:b/>
          <w:bCs/>
          <w:spacing w:val="1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15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ramac</w:t>
      </w:r>
      <w:r w:rsidRPr="006049FE">
        <w:rPr>
          <w:b/>
          <w:bCs/>
          <w:sz w:val="22"/>
          <w:szCs w:val="22"/>
        </w:rPr>
        <w:t>h</w:t>
      </w:r>
      <w:r w:rsidRPr="006049FE">
        <w:rPr>
          <w:b/>
          <w:bCs/>
          <w:spacing w:val="1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</w:t>
      </w:r>
      <w:r w:rsidRPr="006049FE">
        <w:rPr>
          <w:b/>
          <w:bCs/>
          <w:spacing w:val="-2"/>
          <w:sz w:val="22"/>
          <w:szCs w:val="22"/>
        </w:rPr>
        <w:t>os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 xml:space="preserve">ów 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liczonych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do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sta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ki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jednostko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ej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pos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ególnych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OBMIAR</w:t>
      </w:r>
      <w:r w:rsidRPr="006049FE">
        <w:rPr>
          <w:bCs/>
          <w:spacing w:val="-10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Ob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ia</w:t>
      </w:r>
      <w:r w:rsidRPr="006049FE">
        <w:rPr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 xml:space="preserve"> robó</w:t>
      </w:r>
      <w:r w:rsidRPr="006049FE">
        <w:rPr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>ędzi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okr</w:t>
      </w:r>
      <w:r w:rsidRPr="006049FE">
        <w:rPr>
          <w:spacing w:val="6"/>
          <w:sz w:val="22"/>
          <w:szCs w:val="22"/>
        </w:rPr>
        <w:t>eś</w:t>
      </w:r>
      <w:r w:rsidRPr="006049FE">
        <w:rPr>
          <w:spacing w:val="7"/>
          <w:sz w:val="22"/>
          <w:szCs w:val="22"/>
        </w:rPr>
        <w:t>l</w:t>
      </w:r>
      <w:r w:rsidRPr="006049FE">
        <w:rPr>
          <w:spacing w:val="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faktyczn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zakre</w:t>
      </w:r>
      <w:r w:rsidRPr="006049FE">
        <w:rPr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 xml:space="preserve"> wykonany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7"/>
          <w:sz w:val="22"/>
          <w:szCs w:val="22"/>
        </w:rPr>
        <w:t xml:space="preserve"> robót</w:t>
      </w:r>
      <w:r w:rsidRPr="006049FE">
        <w:rPr>
          <w:sz w:val="22"/>
          <w:szCs w:val="22"/>
        </w:rPr>
        <w:t xml:space="preserve">,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jednostkach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ustalonyc</w:t>
      </w:r>
      <w:r w:rsidRPr="006049FE">
        <w:rPr>
          <w:sz w:val="22"/>
          <w:szCs w:val="22"/>
        </w:rPr>
        <w:t>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poszczególnyc</w:t>
      </w:r>
      <w:r w:rsidRPr="006049FE">
        <w:rPr>
          <w:sz w:val="22"/>
          <w:szCs w:val="22"/>
        </w:rPr>
        <w:t>h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Specyfikacjac</w:t>
      </w:r>
      <w:r w:rsidRPr="006049FE">
        <w:rPr>
          <w:sz w:val="22"/>
          <w:szCs w:val="22"/>
        </w:rPr>
        <w:t>h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chnicznych.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Zasady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il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Wszystkie  pom</w:t>
      </w:r>
      <w:r w:rsidR="00A26CEE" w:rsidRPr="006049FE">
        <w:rPr>
          <w:sz w:val="22"/>
          <w:szCs w:val="22"/>
        </w:rPr>
        <w:t xml:space="preserve">iary </w:t>
      </w:r>
      <w:r w:rsidRPr="006049FE">
        <w:rPr>
          <w:sz w:val="22"/>
          <w:szCs w:val="22"/>
        </w:rPr>
        <w:t>długości,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służące</w:t>
      </w:r>
      <w:r w:rsidR="00A26CEE" w:rsidRPr="006049FE">
        <w:rPr>
          <w:sz w:val="22"/>
          <w:szCs w:val="22"/>
        </w:rPr>
        <w:t xml:space="preserve"> do </w:t>
      </w:r>
      <w:r w:rsidRPr="006049FE">
        <w:rPr>
          <w:sz w:val="22"/>
          <w:szCs w:val="22"/>
        </w:rPr>
        <w:t xml:space="preserve">obliczeń  </w:t>
      </w:r>
      <w:r w:rsidR="00A26CEE" w:rsidRPr="006049FE">
        <w:rPr>
          <w:sz w:val="22"/>
          <w:szCs w:val="22"/>
        </w:rPr>
        <w:t xml:space="preserve">pola </w:t>
      </w:r>
      <w:r w:rsidRPr="006049FE">
        <w:rPr>
          <w:sz w:val="22"/>
          <w:szCs w:val="22"/>
        </w:rPr>
        <w:t>powierzchni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robót</w:t>
      </w:r>
      <w:r w:rsidRPr="006049FE">
        <w:rPr>
          <w:sz w:val="22"/>
          <w:szCs w:val="22"/>
        </w:rPr>
        <w:t xml:space="preserve">,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wykonywan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pozio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 xml:space="preserve">, 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el</w:t>
      </w:r>
      <w:r w:rsidR="00A26CEE"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Specyf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kacje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łaściwe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danych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inaczej.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Ob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kubaturowych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ynierskich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nas</w:t>
      </w:r>
      <w:r w:rsidRPr="006049FE">
        <w:rPr>
          <w:sz w:val="22"/>
          <w:szCs w:val="22"/>
        </w:rPr>
        <w:t>tąpi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podstawie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8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szy</w:t>
      </w:r>
      <w:r w:rsidRPr="006049FE">
        <w:rPr>
          <w:spacing w:val="8"/>
          <w:sz w:val="22"/>
          <w:szCs w:val="22"/>
        </w:rPr>
        <w:t>stk</w:t>
      </w:r>
      <w:r w:rsidRPr="006049FE">
        <w:rPr>
          <w:spacing w:val="10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l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en</w:t>
      </w:r>
      <w:r w:rsidRPr="006049FE">
        <w:rPr>
          <w:spacing w:val="10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okr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ś</w:t>
      </w:r>
      <w:r w:rsidRPr="006049FE">
        <w:rPr>
          <w:spacing w:val="9"/>
          <w:sz w:val="22"/>
          <w:szCs w:val="22"/>
        </w:rPr>
        <w:t>lon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mb</w:t>
      </w:r>
      <w:r w:rsidRPr="006049FE">
        <w:rPr>
          <w:sz w:val="22"/>
          <w:szCs w:val="22"/>
        </w:rPr>
        <w:t>,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taki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jak</w:t>
      </w:r>
      <w:r w:rsidRPr="006049FE">
        <w:rPr>
          <w:sz w:val="22"/>
          <w:szCs w:val="22"/>
        </w:rPr>
        <w:t>: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rury</w:t>
      </w:r>
      <w:r w:rsidRPr="006049FE">
        <w:rPr>
          <w:sz w:val="22"/>
          <w:szCs w:val="22"/>
        </w:rPr>
        <w:t>,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bl</w:t>
      </w:r>
      <w:r w:rsidRPr="006049FE">
        <w:rPr>
          <w:sz w:val="22"/>
          <w:szCs w:val="22"/>
        </w:rPr>
        <w:t>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ę</w:t>
      </w:r>
      <w:r w:rsidRPr="006049FE">
        <w:rPr>
          <w:spacing w:val="8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on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równo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eg</w:t>
      </w:r>
      <w:r w:rsidRPr="006049FE">
        <w:rPr>
          <w:spacing w:val="4"/>
          <w:sz w:val="22"/>
          <w:szCs w:val="22"/>
        </w:rPr>
        <w:t>l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podst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2"/>
          <w:sz w:val="22"/>
          <w:szCs w:val="22"/>
        </w:rPr>
        <w:t>fund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ntu</w:t>
      </w:r>
      <w:r w:rsidRPr="006049FE">
        <w:rPr>
          <w:sz w:val="22"/>
          <w:szCs w:val="22"/>
        </w:rPr>
        <w:t xml:space="preserve">, </w:t>
      </w:r>
      <w:r w:rsidRPr="006049FE">
        <w:rPr>
          <w:spacing w:val="2"/>
          <w:sz w:val="22"/>
          <w:szCs w:val="22"/>
        </w:rPr>
        <w:t>ewentualn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ścian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lub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up</w:t>
      </w:r>
      <w:r w:rsidRPr="006049FE">
        <w:rPr>
          <w:sz w:val="22"/>
          <w:szCs w:val="22"/>
        </w:rPr>
        <w:t>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obiek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Podstawowe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iaru.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lastRenderedPageBreak/>
        <w:t>Robot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aro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obmia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or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2"/>
          <w:sz w:val="22"/>
          <w:szCs w:val="22"/>
        </w:rPr>
        <w:t>nieodz</w:t>
      </w:r>
      <w:r w:rsidRPr="006049FE">
        <w:rPr>
          <w:spacing w:val="3"/>
          <w:sz w:val="22"/>
          <w:szCs w:val="22"/>
        </w:rPr>
        <w:t>own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obliczeni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powinn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wykonan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 sposób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zrozu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jednoznaczny.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Wymiar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ko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plikow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erzchn</w:t>
      </w:r>
      <w:r w:rsidRPr="006049FE">
        <w:rPr>
          <w:sz w:val="22"/>
          <w:szCs w:val="22"/>
        </w:rPr>
        <w:t>i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ęt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uzup</w:t>
      </w:r>
      <w:r w:rsidRPr="006049FE">
        <w:rPr>
          <w:sz w:val="22"/>
          <w:szCs w:val="22"/>
        </w:rPr>
        <w:t>eł</w:t>
      </w:r>
      <w:r w:rsidRPr="006049FE">
        <w:rPr>
          <w:spacing w:val="-2"/>
          <w:sz w:val="22"/>
          <w:szCs w:val="22"/>
        </w:rPr>
        <w:t>nion</w:t>
      </w:r>
      <w:r w:rsidRPr="006049FE">
        <w:rPr>
          <w:sz w:val="22"/>
          <w:szCs w:val="22"/>
        </w:rPr>
        <w:t>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odpowiedn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kicami,</w:t>
      </w:r>
      <w:r w:rsidRPr="006049FE">
        <w:rPr>
          <w:b/>
          <w:bCs/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ieszczony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karcie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razi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brak</w:t>
      </w:r>
      <w:r w:rsidRPr="006049FE">
        <w:rPr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ejsca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kic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mo</w:t>
      </w:r>
      <w:r w:rsidRPr="006049FE">
        <w:rPr>
          <w:spacing w:val="3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ączon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oddzielneg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ałą</w:t>
      </w:r>
      <w:r w:rsidRPr="006049FE">
        <w:rPr>
          <w:spacing w:val="-2"/>
          <w:sz w:val="22"/>
          <w:szCs w:val="22"/>
        </w:rPr>
        <w:t>cznik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dziennik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przypadk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nadaj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ob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iaru</w:t>
      </w:r>
      <w:r w:rsidRPr="006049FE">
        <w:rPr>
          <w:sz w:val="22"/>
          <w:szCs w:val="22"/>
        </w:rPr>
        <w:t xml:space="preserve">, </w:t>
      </w:r>
      <w:r w:rsidRPr="006049FE">
        <w:rPr>
          <w:spacing w:val="2"/>
          <w:sz w:val="22"/>
          <w:szCs w:val="22"/>
        </w:rPr>
        <w:t>niezal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żni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post</w:t>
      </w:r>
      <w:r w:rsidRPr="006049FE">
        <w:rPr>
          <w:spacing w:val="1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 xml:space="preserve">(o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ażdym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czasie),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dokonuje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się: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przypadk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es</w:t>
      </w:r>
      <w:r w:rsidRPr="006049FE">
        <w:rPr>
          <w:sz w:val="22"/>
          <w:szCs w:val="22"/>
        </w:rPr>
        <w:t>ię</w:t>
      </w:r>
      <w:r w:rsidRPr="006049FE">
        <w:rPr>
          <w:spacing w:val="-2"/>
          <w:sz w:val="22"/>
          <w:szCs w:val="22"/>
        </w:rPr>
        <w:t>czneg</w:t>
      </w:r>
      <w:r w:rsidRPr="006049FE">
        <w:rPr>
          <w:sz w:val="22"/>
          <w:szCs w:val="22"/>
        </w:rPr>
        <w:t>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fakturowania,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zakończe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danego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dzaju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(asorty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entu)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="00A26CEE" w:rsidRPr="006049FE">
        <w:rPr>
          <w:spacing w:val="-8"/>
          <w:sz w:val="22"/>
          <w:szCs w:val="22"/>
        </w:rPr>
        <w:t>p</w:t>
      </w:r>
      <w:r w:rsidRPr="006049FE">
        <w:rPr>
          <w:sz w:val="22"/>
          <w:szCs w:val="22"/>
        </w:rPr>
        <w:t>rzypadku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występowania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dł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ższej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przerwy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przypadk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ian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Ob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zanika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ąc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zasi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wykonywania.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Ob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podlegających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zakryciu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zakryciem.</w:t>
      </w:r>
    </w:p>
    <w:p w:rsidR="0042061D" w:rsidRPr="006049FE" w:rsidRDefault="0042061D" w:rsidP="00746A47">
      <w:pPr>
        <w:pStyle w:val="Akapitzlist"/>
        <w:rPr>
          <w:b/>
          <w:bCs/>
          <w:spacing w:val="-2"/>
          <w:sz w:val="22"/>
          <w:szCs w:val="22"/>
          <w:u w:val="thick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ODBI</w:t>
      </w:r>
      <w:r w:rsidRPr="006049FE">
        <w:rPr>
          <w:bCs/>
          <w:sz w:val="22"/>
          <w:szCs w:val="22"/>
          <w:u w:val="thick"/>
        </w:rPr>
        <w:t>ÓR</w:t>
      </w:r>
      <w:r w:rsidRPr="006049FE">
        <w:rPr>
          <w:bCs/>
          <w:spacing w:val="-19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asady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Inspekt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przeprowadzał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regularne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cały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trwania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wy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łącznie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okresem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gwarancyjny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db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2"/>
          <w:sz w:val="22"/>
          <w:szCs w:val="22"/>
        </w:rPr>
        <w:t>ó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ęś</w:t>
      </w:r>
      <w:r w:rsidRPr="006049FE">
        <w:rPr>
          <w:b/>
          <w:bCs/>
          <w:spacing w:val="-2"/>
          <w:sz w:val="22"/>
          <w:szCs w:val="22"/>
        </w:rPr>
        <w:t>c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Inspektor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wyda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Świadectwo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ęści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etapu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obję</w:t>
      </w:r>
      <w:r w:rsidRPr="006049FE">
        <w:rPr>
          <w:spacing w:val="-2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Umow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otrzy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aniu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wniosku od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wcy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zakończeniu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rob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la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tej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części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etapu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wykonanego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sposób </w:t>
      </w:r>
      <w:r w:rsidRPr="006049FE">
        <w:rPr>
          <w:spacing w:val="-2"/>
          <w:sz w:val="22"/>
          <w:szCs w:val="22"/>
        </w:rPr>
        <w:t>zadowala</w:t>
      </w:r>
      <w:r w:rsidRPr="006049FE">
        <w:rPr>
          <w:sz w:val="22"/>
          <w:szCs w:val="22"/>
        </w:rPr>
        <w:t>jący</w:t>
      </w:r>
      <w:r w:rsidRPr="006049FE">
        <w:rPr>
          <w:spacing w:val="-27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odbiorze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częścio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nas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ępujące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Dokument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cj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Projektow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nanie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ion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n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nie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ian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uzup</w:t>
      </w:r>
      <w:r w:rsidRPr="006049FE">
        <w:rPr>
          <w:spacing w:val="7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ie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ia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wykonywania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11"/>
          <w:sz w:val="22"/>
          <w:szCs w:val="22"/>
        </w:rPr>
        <w:t>Dz</w:t>
      </w:r>
      <w:r w:rsidRPr="006049FE">
        <w:rPr>
          <w:spacing w:val="-9"/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>enni</w:t>
      </w:r>
      <w:r w:rsidRPr="006049FE">
        <w:rPr>
          <w:sz w:val="22"/>
          <w:szCs w:val="22"/>
        </w:rPr>
        <w:t>k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pacing w:val="-10"/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Odbió</w:t>
      </w:r>
      <w:r w:rsidRPr="006049FE">
        <w:rPr>
          <w:sz w:val="22"/>
          <w:szCs w:val="22"/>
        </w:rPr>
        <w:t>r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zęściowy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sprawdzeniu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zgodności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Dokumentacją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Projektow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użycia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1.6,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przeprowadzonyc</w:t>
      </w:r>
      <w:r w:rsidRPr="006049FE">
        <w:rPr>
          <w:sz w:val="22"/>
          <w:szCs w:val="22"/>
        </w:rPr>
        <w:t>h</w:t>
      </w:r>
      <w:r w:rsidRPr="006049FE">
        <w:rPr>
          <w:spacing w:val="5"/>
          <w:sz w:val="22"/>
          <w:szCs w:val="22"/>
        </w:rPr>
        <w:t xml:space="preserve"> bad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4"/>
          <w:sz w:val="22"/>
          <w:szCs w:val="22"/>
        </w:rPr>
        <w:t xml:space="preserve"> powinn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b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>jęt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fo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protok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wpisan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enn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Odbiór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ro</w:t>
      </w:r>
      <w:r w:rsidRPr="006049FE">
        <w:rPr>
          <w:b/>
          <w:bCs/>
          <w:spacing w:val="-2"/>
          <w:sz w:val="22"/>
          <w:szCs w:val="22"/>
        </w:rPr>
        <w:t>b</w:t>
      </w:r>
      <w:r w:rsidRPr="006049FE">
        <w:rPr>
          <w:b/>
          <w:bCs/>
          <w:sz w:val="22"/>
          <w:szCs w:val="22"/>
        </w:rPr>
        <w:t>ót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nikaj</w:t>
      </w:r>
      <w:r w:rsidRPr="006049FE">
        <w:rPr>
          <w:b/>
          <w:bCs/>
          <w:spacing w:val="-2"/>
          <w:sz w:val="22"/>
          <w:szCs w:val="22"/>
        </w:rPr>
        <w:t>ą</w:t>
      </w:r>
      <w:r w:rsidRPr="006049FE">
        <w:rPr>
          <w:b/>
          <w:bCs/>
          <w:sz w:val="22"/>
          <w:szCs w:val="22"/>
        </w:rPr>
        <w:t>cych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lub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ulegających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kryciu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Poleg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>n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oceni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il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jakośc</w:t>
      </w:r>
      <w:r w:rsidRPr="006049FE">
        <w:rPr>
          <w:sz w:val="22"/>
          <w:szCs w:val="22"/>
        </w:rPr>
        <w:t>i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wykonyw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pacing w:val="5"/>
          <w:sz w:val="22"/>
          <w:szCs w:val="22"/>
        </w:rPr>
        <w:t>t</w:t>
      </w:r>
      <w:r w:rsidRPr="006049FE">
        <w:rPr>
          <w:sz w:val="22"/>
          <w:szCs w:val="22"/>
        </w:rPr>
        <w:t>,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ór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dalszy</w:t>
      </w:r>
      <w:r w:rsidRPr="006049FE">
        <w:rPr>
          <w:sz w:val="22"/>
          <w:szCs w:val="22"/>
        </w:rPr>
        <w:t>m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ocesie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realizac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ją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ulegaj</w:t>
      </w:r>
      <w:r w:rsidRPr="006049FE">
        <w:rPr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zakryciu</w:t>
      </w:r>
      <w:r w:rsidRPr="006049FE">
        <w:rPr>
          <w:sz w:val="22"/>
          <w:szCs w:val="22"/>
        </w:rPr>
        <w:t>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dokonuj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spekto</w:t>
      </w:r>
      <w:r w:rsidRPr="006049FE">
        <w:rPr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zgłoszeniu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przez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ykonawcę wpisem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do  dz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ennika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  gotowości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do  odbioru.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Odbiór  powinien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póź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iej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iż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daty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ienia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gotowości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odbioru</w:t>
      </w:r>
      <w:r w:rsidRPr="006049FE">
        <w:rPr>
          <w:sz w:val="22"/>
          <w:szCs w:val="22"/>
        </w:rPr>
        <w:t>.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stwierdzenia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przekroczenia tolerancji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zar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ądza rozbiór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ę wykonanego 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 koszt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konawcy. Decyzję odbioru, ocenę jakości oraz zgodę na kontynuowanie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 Inspektor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entuje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wpisem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db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2"/>
          <w:sz w:val="22"/>
          <w:szCs w:val="22"/>
        </w:rPr>
        <w:t>ó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ko</w:t>
      </w:r>
      <w:r w:rsidRPr="006049FE">
        <w:rPr>
          <w:b/>
          <w:bCs/>
          <w:spacing w:val="-2"/>
          <w:sz w:val="22"/>
          <w:szCs w:val="22"/>
        </w:rPr>
        <w:t>ń</w:t>
      </w:r>
      <w:r w:rsidRPr="006049FE">
        <w:rPr>
          <w:b/>
          <w:bCs/>
          <w:sz w:val="22"/>
          <w:szCs w:val="22"/>
        </w:rPr>
        <w:t>co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powiado</w:t>
      </w:r>
      <w:r w:rsidRPr="006049FE">
        <w:rPr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awia</w:t>
      </w:r>
      <w:r w:rsidRPr="006049FE">
        <w:rPr>
          <w:sz w:val="22"/>
          <w:szCs w:val="22"/>
        </w:rPr>
        <w:t>ją</w:t>
      </w:r>
      <w:r w:rsidRPr="006049FE">
        <w:rPr>
          <w:spacing w:val="1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gd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uzna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zost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ńczo</w:t>
      </w:r>
      <w:r w:rsidRPr="006049FE">
        <w:rPr>
          <w:sz w:val="22"/>
          <w:szCs w:val="22"/>
        </w:rPr>
        <w:t>ne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gotowe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ci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kowani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zgodni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przeznaczenie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przygotow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odbioru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niezb</w:t>
      </w:r>
      <w:r w:rsidRPr="006049FE">
        <w:rPr>
          <w:spacing w:val="-2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dn</w:t>
      </w:r>
      <w:r w:rsidRPr="006049FE">
        <w:rPr>
          <w:sz w:val="22"/>
          <w:szCs w:val="22"/>
        </w:rPr>
        <w:t>e</w:t>
      </w:r>
      <w:r w:rsidRPr="006049FE">
        <w:rPr>
          <w:spacing w:val="-2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dokumen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Odbior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ńco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eg</w:t>
      </w:r>
      <w:r w:rsidRPr="006049FE">
        <w:rPr>
          <w:sz w:val="22"/>
          <w:szCs w:val="22"/>
        </w:rPr>
        <w:t xml:space="preserve">o 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dokonuj</w:t>
      </w:r>
      <w:r w:rsidRPr="006049FE">
        <w:rPr>
          <w:sz w:val="22"/>
          <w:szCs w:val="22"/>
        </w:rPr>
        <w:t xml:space="preserve">e 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 xml:space="preserve">ę </w:t>
      </w:r>
      <w:r w:rsidRPr="006049FE">
        <w:rPr>
          <w:spacing w:val="2"/>
          <w:sz w:val="22"/>
          <w:szCs w:val="22"/>
        </w:rPr>
        <w:t xml:space="preserve"> p</w:t>
      </w:r>
      <w:r w:rsidRPr="006049FE">
        <w:rPr>
          <w:sz w:val="22"/>
          <w:szCs w:val="22"/>
        </w:rPr>
        <w:t xml:space="preserve">o  </w:t>
      </w:r>
      <w:r w:rsidRPr="006049FE">
        <w:rPr>
          <w:spacing w:val="2"/>
          <w:sz w:val="22"/>
          <w:szCs w:val="22"/>
        </w:rPr>
        <w:t xml:space="preserve"> zak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ńc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 xml:space="preserve">u 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obó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 xml:space="preserve">.   </w:t>
      </w:r>
      <w:r w:rsidRPr="006049FE">
        <w:rPr>
          <w:spacing w:val="1"/>
          <w:sz w:val="22"/>
          <w:szCs w:val="22"/>
        </w:rPr>
        <w:t>In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ekto</w:t>
      </w:r>
      <w:r w:rsidRPr="006049FE">
        <w:rPr>
          <w:sz w:val="22"/>
          <w:szCs w:val="22"/>
        </w:rPr>
        <w:t xml:space="preserve">r </w:t>
      </w:r>
      <w:r w:rsidRPr="006049FE">
        <w:rPr>
          <w:spacing w:val="2"/>
          <w:sz w:val="22"/>
          <w:szCs w:val="22"/>
        </w:rPr>
        <w:t xml:space="preserve"> dokonu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 xml:space="preserve">e  </w:t>
      </w:r>
      <w:r w:rsidRPr="006049FE">
        <w:rPr>
          <w:spacing w:val="2"/>
          <w:sz w:val="22"/>
          <w:szCs w:val="22"/>
        </w:rPr>
        <w:t xml:space="preserve"> oceny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jakoś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iowe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il</w:t>
      </w:r>
      <w:r w:rsidRPr="006049FE">
        <w:rPr>
          <w:spacing w:val="5"/>
          <w:sz w:val="22"/>
          <w:szCs w:val="22"/>
        </w:rPr>
        <w:t>oś</w:t>
      </w:r>
      <w:r w:rsidRPr="006049FE">
        <w:rPr>
          <w:spacing w:val="6"/>
          <w:sz w:val="22"/>
          <w:szCs w:val="22"/>
        </w:rPr>
        <w:t>ciowe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podstawi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żonyc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doku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entów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wynikó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bada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oraz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wnikliwe</w:t>
      </w:r>
      <w:r w:rsidRPr="006049FE">
        <w:rPr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ocen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wizualne</w:t>
      </w:r>
      <w:r w:rsidRPr="006049FE">
        <w:rPr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wykon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robót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wypadk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kied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Inspekto</w:t>
      </w:r>
      <w:r w:rsidRPr="006049FE">
        <w:rPr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 xml:space="preserve"> stwierdzi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ż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względem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entacyjnego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gotowy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ter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lastRenderedPageBreak/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sp</w:t>
      </w:r>
      <w:r w:rsidRPr="006049FE">
        <w:rPr>
          <w:spacing w:val="1"/>
          <w:sz w:val="22"/>
          <w:szCs w:val="22"/>
        </w:rPr>
        <w:t>ek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 m</w:t>
      </w:r>
      <w:r w:rsidRPr="006049FE">
        <w:rPr>
          <w:spacing w:val="2"/>
          <w:sz w:val="22"/>
          <w:szCs w:val="22"/>
        </w:rPr>
        <w:t>oż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ć  </w:t>
      </w:r>
      <w:r w:rsidRPr="006049FE">
        <w:rPr>
          <w:spacing w:val="2"/>
          <w:sz w:val="22"/>
          <w:szCs w:val="22"/>
        </w:rPr>
        <w:t>ko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is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>ę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odbior</w:t>
      </w:r>
      <w:r w:rsidRPr="006049FE">
        <w:rPr>
          <w:sz w:val="22"/>
          <w:szCs w:val="22"/>
        </w:rPr>
        <w:t xml:space="preserve">u 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żo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ą z  </w:t>
      </w:r>
      <w:r w:rsidRPr="006049FE">
        <w:rPr>
          <w:spacing w:val="2"/>
          <w:sz w:val="22"/>
          <w:szCs w:val="22"/>
        </w:rPr>
        <w:t>przedsta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ciel</w:t>
      </w:r>
      <w:r w:rsidRPr="006049FE">
        <w:rPr>
          <w:sz w:val="22"/>
          <w:szCs w:val="22"/>
        </w:rPr>
        <w:t xml:space="preserve">i  </w:t>
      </w:r>
      <w:r w:rsidRPr="006049FE">
        <w:rPr>
          <w:spacing w:val="2"/>
          <w:sz w:val="22"/>
          <w:szCs w:val="22"/>
        </w:rPr>
        <w:t>Za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ia</w:t>
      </w:r>
      <w:r w:rsidRPr="006049FE">
        <w:rPr>
          <w:spacing w:val="1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go, Projekta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stytucji</w:t>
      </w:r>
      <w:r w:rsidRPr="006049FE">
        <w:rPr>
          <w:sz w:val="22"/>
          <w:szCs w:val="22"/>
        </w:rPr>
        <w:t>,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któr</w:t>
      </w:r>
      <w:r w:rsidRPr="006049FE">
        <w:rPr>
          <w:sz w:val="22"/>
          <w:szCs w:val="22"/>
        </w:rPr>
        <w:t>e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ponio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ściow</w:t>
      </w:r>
      <w:r w:rsidRPr="006049FE">
        <w:rPr>
          <w:sz w:val="22"/>
          <w:szCs w:val="22"/>
        </w:rPr>
        <w:t>e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koszt</w:t>
      </w:r>
      <w:r w:rsidRPr="006049FE">
        <w:rPr>
          <w:sz w:val="22"/>
          <w:szCs w:val="22"/>
        </w:rPr>
        <w:t>y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zw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zan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robota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i.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stawi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ty</w:t>
      </w:r>
      <w:r w:rsidRPr="006049FE">
        <w:rPr>
          <w:sz w:val="22"/>
          <w:szCs w:val="22"/>
        </w:rPr>
        <w:t>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ns</w:t>
      </w:r>
      <w:r w:rsidRPr="006049FE">
        <w:rPr>
          <w:spacing w:val="1"/>
          <w:sz w:val="22"/>
          <w:szCs w:val="22"/>
        </w:rPr>
        <w:t>tytu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oz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awia</w:t>
      </w:r>
      <w:r w:rsidRPr="006049FE">
        <w:rPr>
          <w:sz w:val="22"/>
          <w:szCs w:val="22"/>
        </w:rPr>
        <w:t>jącym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będ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k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lk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ło</w:t>
      </w:r>
      <w:r w:rsidRPr="006049FE">
        <w:rPr>
          <w:sz w:val="22"/>
          <w:szCs w:val="22"/>
        </w:rPr>
        <w:t>s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doradczy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decyzję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pode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am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końcowym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dostarczone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nty: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doku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enty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odbiorze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ęś</w:t>
      </w:r>
      <w:r w:rsidRPr="006049FE">
        <w:rPr>
          <w:spacing w:val="-2"/>
          <w:sz w:val="22"/>
          <w:szCs w:val="22"/>
        </w:rPr>
        <w:t>ciowym,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protokoły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szystkich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częściowych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zanikających,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świa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ectw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ści</w:t>
      </w:r>
      <w:r w:rsidRPr="006049FE">
        <w:rPr>
          <w:sz w:val="22"/>
          <w:szCs w:val="22"/>
        </w:rPr>
        <w:t>,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atesty</w:t>
      </w:r>
      <w:r w:rsidRPr="006049FE">
        <w:rPr>
          <w:sz w:val="22"/>
          <w:szCs w:val="22"/>
        </w:rPr>
        <w:t>,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certyfikaty</w:t>
      </w:r>
      <w:r w:rsidRPr="006049FE">
        <w:rPr>
          <w:sz w:val="22"/>
          <w:szCs w:val="22"/>
        </w:rPr>
        <w:t>,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ś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ia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ect</w:t>
      </w:r>
      <w:r w:rsidRPr="006049FE">
        <w:rPr>
          <w:sz w:val="22"/>
          <w:szCs w:val="22"/>
        </w:rPr>
        <w:t>wa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gwaranc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jn</w:t>
      </w:r>
      <w:r w:rsidRPr="006049FE">
        <w:rPr>
          <w:sz w:val="22"/>
          <w:szCs w:val="22"/>
        </w:rPr>
        <w:t>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aprobaty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wydane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dostawców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urządze</w:t>
      </w:r>
      <w:r w:rsidRPr="006049FE">
        <w:rPr>
          <w:spacing w:val="-2"/>
          <w:sz w:val="22"/>
          <w:szCs w:val="22"/>
        </w:rPr>
        <w:t>ń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inwentaryzacj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geodezyjn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planac</w:t>
      </w:r>
      <w:r w:rsidRPr="006049FE">
        <w:rPr>
          <w:sz w:val="22"/>
          <w:szCs w:val="22"/>
        </w:rPr>
        <w:t>h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sytuacyjnyc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wykonan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uprawnio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geodezyjną,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projekt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z w:val="22"/>
          <w:szCs w:val="22"/>
        </w:rPr>
        <w:t>powykonawczy,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świadczeni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kierownik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budow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zgodn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wykon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obiekt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budowlaneg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projekte</w:t>
      </w:r>
      <w:r w:rsidRPr="006049FE">
        <w:rPr>
          <w:sz w:val="22"/>
          <w:szCs w:val="22"/>
        </w:rPr>
        <w:t>m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budowlany</w:t>
      </w:r>
      <w:r w:rsidRPr="006049FE">
        <w:rPr>
          <w:sz w:val="22"/>
          <w:szCs w:val="22"/>
        </w:rPr>
        <w:t>m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nka</w:t>
      </w:r>
      <w:r w:rsidRPr="006049FE">
        <w:rPr>
          <w:sz w:val="22"/>
          <w:szCs w:val="22"/>
        </w:rPr>
        <w:t>mi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poz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oleni</w:t>
      </w:r>
      <w:r w:rsidRPr="006049FE">
        <w:rPr>
          <w:sz w:val="22"/>
          <w:szCs w:val="22"/>
        </w:rPr>
        <w:t>a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budo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,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przepisa</w:t>
      </w:r>
      <w:r w:rsidRPr="006049FE">
        <w:rPr>
          <w:sz w:val="22"/>
          <w:szCs w:val="22"/>
        </w:rPr>
        <w:t>mi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obowi</w:t>
      </w:r>
      <w:r w:rsidRPr="006049FE">
        <w:rPr>
          <w:spacing w:val="6"/>
          <w:sz w:val="22"/>
          <w:szCs w:val="22"/>
        </w:rPr>
        <w:t>ą</w:t>
      </w:r>
      <w:r w:rsidRPr="006049FE">
        <w:rPr>
          <w:spacing w:val="7"/>
          <w:sz w:val="22"/>
          <w:szCs w:val="22"/>
        </w:rPr>
        <w:t>zu</w:t>
      </w:r>
      <w:r w:rsidRPr="006049FE">
        <w:rPr>
          <w:spacing w:val="6"/>
          <w:sz w:val="22"/>
          <w:szCs w:val="22"/>
        </w:rPr>
        <w:t>ją</w:t>
      </w:r>
      <w:r w:rsidRPr="006049FE">
        <w:rPr>
          <w:spacing w:val="7"/>
          <w:sz w:val="22"/>
          <w:szCs w:val="22"/>
        </w:rPr>
        <w:t>cy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ols</w:t>
      </w:r>
      <w:r w:rsidRPr="006049FE">
        <w:rPr>
          <w:spacing w:val="5"/>
          <w:sz w:val="22"/>
          <w:szCs w:val="22"/>
        </w:rPr>
        <w:t>kim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doprowadz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nal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żyteg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stan</w:t>
      </w:r>
      <w:r w:rsidRPr="006049FE">
        <w:rPr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por</w:t>
      </w:r>
      <w:r w:rsidRPr="006049FE">
        <w:rPr>
          <w:spacing w:val="-6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>dk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bCs/>
          <w:spacing w:val="-4"/>
          <w:sz w:val="22"/>
          <w:szCs w:val="22"/>
        </w:rPr>
        <w:t>t</w:t>
      </w:r>
      <w:r w:rsidRPr="006049FE">
        <w:rPr>
          <w:bCs/>
          <w:spacing w:val="-5"/>
          <w:sz w:val="22"/>
          <w:szCs w:val="22"/>
        </w:rPr>
        <w:t>eren</w:t>
      </w:r>
      <w:r w:rsidRPr="006049FE">
        <w:rPr>
          <w:bCs/>
          <w:sz w:val="22"/>
          <w:szCs w:val="22"/>
        </w:rPr>
        <w:t>u</w:t>
      </w:r>
      <w:r w:rsidRPr="006049FE">
        <w:rPr>
          <w:bCs/>
          <w:spacing w:val="-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budo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>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oświadczenie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właściwym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zagospodarowaniu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terenów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przyległych,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eksploatacj</w:t>
      </w:r>
      <w:r w:rsidRPr="006049FE">
        <w:rPr>
          <w:sz w:val="22"/>
          <w:szCs w:val="22"/>
        </w:rPr>
        <w:t>a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wybudo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aneg</w:t>
      </w:r>
      <w:r w:rsidRPr="006049FE">
        <w:rPr>
          <w:sz w:val="22"/>
          <w:szCs w:val="22"/>
        </w:rPr>
        <w:t>o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obiekt</w:t>
      </w:r>
      <w:r w:rsidRPr="006049FE">
        <w:rPr>
          <w:sz w:val="22"/>
          <w:szCs w:val="22"/>
        </w:rPr>
        <w:t>u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uzal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żnion</w:t>
      </w:r>
      <w:r w:rsidRPr="006049FE">
        <w:rPr>
          <w:sz w:val="22"/>
          <w:szCs w:val="22"/>
        </w:rPr>
        <w:t>a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zagospodarowani</w:t>
      </w:r>
      <w:r w:rsidRPr="006049FE">
        <w:rPr>
          <w:sz w:val="22"/>
          <w:szCs w:val="22"/>
        </w:rPr>
        <w:t>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odbiorz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koń</w:t>
      </w:r>
      <w:r w:rsidRPr="006049FE">
        <w:rPr>
          <w:sz w:val="22"/>
          <w:szCs w:val="22"/>
        </w:rPr>
        <w:t>cowym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sprawdz</w:t>
      </w:r>
      <w:r w:rsidRPr="006049FE">
        <w:rPr>
          <w:sz w:val="22"/>
          <w:szCs w:val="22"/>
        </w:rPr>
        <w:t>ić: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zgodnoś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wykonani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Doku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entacj</w:t>
      </w:r>
      <w:r w:rsidRPr="006049FE">
        <w:rPr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 xml:space="preserve"> Projektow</w:t>
      </w:r>
      <w:r w:rsidRPr="006049FE">
        <w:rPr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ewentualny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zapisa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 Dzienniku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udowy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ian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odstępstw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protoko</w:t>
      </w:r>
      <w:r w:rsidRPr="006049FE">
        <w:rPr>
          <w:spacing w:val="5"/>
          <w:sz w:val="22"/>
          <w:szCs w:val="22"/>
        </w:rPr>
        <w:t>ł</w:t>
      </w:r>
      <w:r w:rsidRPr="006049FE">
        <w:rPr>
          <w:sz w:val="22"/>
          <w:szCs w:val="22"/>
        </w:rPr>
        <w:t>y 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odbioró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ściowyc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realizac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postanowi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3"/>
          <w:sz w:val="22"/>
          <w:szCs w:val="22"/>
        </w:rPr>
        <w:t>do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ycz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cyc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un</w:t>
      </w:r>
      <w:r w:rsidRPr="006049FE">
        <w:rPr>
          <w:spacing w:val="4"/>
          <w:sz w:val="22"/>
          <w:szCs w:val="22"/>
        </w:rPr>
        <w:t>ię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usterek,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aktualn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Projektowej,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czy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wprowadzono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iany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uzupe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prawidłow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Podst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wowy</w:t>
      </w:r>
      <w:r w:rsidRPr="006049FE">
        <w:rPr>
          <w:sz w:val="22"/>
          <w:szCs w:val="22"/>
        </w:rPr>
        <w:t xml:space="preserve">m </w:t>
      </w:r>
      <w:r w:rsidRPr="006049FE">
        <w:rPr>
          <w:spacing w:val="3"/>
          <w:sz w:val="22"/>
          <w:szCs w:val="22"/>
        </w:rPr>
        <w:t>dokum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nt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dokonani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ń</w:t>
      </w:r>
      <w:r w:rsidRPr="006049FE">
        <w:rPr>
          <w:spacing w:val="4"/>
          <w:sz w:val="22"/>
          <w:szCs w:val="22"/>
        </w:rPr>
        <w:t>coweg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protok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odbio</w:t>
      </w:r>
      <w:r w:rsidRPr="006049FE">
        <w:rPr>
          <w:spacing w:val="5"/>
          <w:sz w:val="22"/>
          <w:szCs w:val="22"/>
        </w:rPr>
        <w:t>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-3"/>
          <w:sz w:val="22"/>
          <w:szCs w:val="22"/>
        </w:rPr>
        <w:t>końcow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Dokumentacja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dostarc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ana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Inspektoro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Dostarczeni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Inspekt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row</w:t>
      </w:r>
      <w:r w:rsidRPr="006049FE">
        <w:rPr>
          <w:sz w:val="22"/>
          <w:szCs w:val="22"/>
        </w:rPr>
        <w:t>i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ykonaw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ę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wszystkic</w:t>
      </w:r>
      <w:r w:rsidRPr="006049FE">
        <w:rPr>
          <w:sz w:val="22"/>
          <w:szCs w:val="22"/>
        </w:rPr>
        <w:t>h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ionyc</w:t>
      </w:r>
      <w:r w:rsidRPr="006049FE">
        <w:rPr>
          <w:sz w:val="22"/>
          <w:szCs w:val="22"/>
        </w:rPr>
        <w:t>h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doku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entó</w:t>
      </w:r>
      <w:r w:rsidRPr="006049FE">
        <w:rPr>
          <w:sz w:val="22"/>
          <w:szCs w:val="22"/>
        </w:rPr>
        <w:t>w 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wynikó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"/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warunki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2"/>
          <w:sz w:val="22"/>
          <w:szCs w:val="22"/>
        </w:rPr>
        <w:t>niez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dny</w:t>
      </w:r>
      <w:r w:rsidRPr="006049FE">
        <w:rPr>
          <w:sz w:val="22"/>
          <w:szCs w:val="22"/>
        </w:rPr>
        <w:t xml:space="preserve">m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otrzy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adec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odbio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-2"/>
          <w:sz w:val="22"/>
          <w:szCs w:val="22"/>
        </w:rPr>
        <w:t>etap</w:t>
      </w:r>
      <w:r w:rsidRPr="006049FE">
        <w:rPr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robót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któryc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odnos</w:t>
      </w:r>
      <w:r w:rsidRPr="006049FE">
        <w:rPr>
          <w:sz w:val="22"/>
          <w:szCs w:val="22"/>
        </w:rPr>
        <w:t>zą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enty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ań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końcowego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zobowiązany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entację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naniesi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iana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(dokumentacja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powykonawcza),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ysunk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obocz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l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en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2"/>
          <w:sz w:val="22"/>
          <w:szCs w:val="22"/>
        </w:rPr>
        <w:t>konst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ukcyjnych</w:t>
      </w:r>
      <w:r w:rsidRPr="006049FE">
        <w:rPr>
          <w:sz w:val="22"/>
          <w:szCs w:val="22"/>
        </w:rPr>
        <w:t xml:space="preserve">, </w:t>
      </w:r>
      <w:r w:rsidRPr="006049FE">
        <w:rPr>
          <w:spacing w:val="2"/>
          <w:sz w:val="22"/>
          <w:szCs w:val="22"/>
        </w:rPr>
        <w:t>dl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któ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poszczegó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wymagaj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spor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dzeni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W</w:t>
      </w:r>
      <w:r w:rsidRPr="006049FE">
        <w:rPr>
          <w:spacing w:val="3"/>
          <w:sz w:val="22"/>
          <w:szCs w:val="22"/>
        </w:rPr>
        <w:t>ykona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ę z 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naniesieniem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ual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ia</w:t>
      </w:r>
      <w:r w:rsidRPr="006049FE">
        <w:rPr>
          <w:sz w:val="22"/>
          <w:szCs w:val="22"/>
        </w:rPr>
        <w:t>n dokonanych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adzenia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Spec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</w:t>
      </w:r>
      <w:r w:rsidRPr="006049FE">
        <w:rPr>
          <w:sz w:val="22"/>
          <w:szCs w:val="22"/>
        </w:rPr>
        <w:t>je</w:t>
      </w:r>
      <w:r w:rsidRPr="006049FE">
        <w:rPr>
          <w:spacing w:val="-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Techn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czne,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uwagi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zalecenia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ktora,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łaszcza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przy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odbiorze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robót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zanika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 xml:space="preserve">ących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ulegając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zakr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ciu,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entowan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zaleceń,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receptury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technologiczne,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Dzien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k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nik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miar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ntr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ln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da</w:t>
      </w:r>
      <w:r w:rsidRPr="006049FE">
        <w:rPr>
          <w:sz w:val="22"/>
          <w:szCs w:val="22"/>
        </w:rPr>
        <w:t>ń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nacz</w:t>
      </w:r>
      <w:r w:rsidRPr="006049FE">
        <w:rPr>
          <w:sz w:val="22"/>
          <w:szCs w:val="22"/>
        </w:rPr>
        <w:t>eń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labor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to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odni</w:t>
      </w:r>
      <w:r w:rsidRPr="006049FE">
        <w:rPr>
          <w:sz w:val="22"/>
          <w:szCs w:val="22"/>
        </w:rPr>
        <w:t xml:space="preserve">e z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ZJ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atesty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jakościowe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aprobaty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zne,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tec</w:t>
      </w:r>
      <w:r w:rsidRPr="006049FE">
        <w:rPr>
          <w:spacing w:val="3"/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gicz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orz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dsta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ws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ki</w:t>
      </w:r>
      <w:r w:rsidRPr="006049FE">
        <w:rPr>
          <w:sz w:val="22"/>
          <w:szCs w:val="22"/>
        </w:rPr>
        <w:t>ch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ada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iarów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załączon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PZJ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sprawozdanie</w:t>
      </w:r>
      <w:r w:rsidRPr="006049FE">
        <w:rPr>
          <w:spacing w:val="-25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ne,</w:t>
      </w:r>
    </w:p>
    <w:p w:rsidR="00CA3637" w:rsidRPr="006049FE" w:rsidRDefault="00A26CEE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</w:t>
      </w:r>
      <w:r w:rsidR="00CA3637" w:rsidRPr="006049FE">
        <w:rPr>
          <w:sz w:val="22"/>
          <w:szCs w:val="22"/>
        </w:rPr>
        <w:t>nne</w:t>
      </w:r>
      <w:r w:rsidR="00CA3637" w:rsidRPr="006049FE">
        <w:rPr>
          <w:spacing w:val="-1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dokumenty</w:t>
      </w:r>
      <w:r w:rsidR="00CA3637" w:rsidRPr="006049FE">
        <w:rPr>
          <w:spacing w:val="-12"/>
          <w:sz w:val="22"/>
          <w:szCs w:val="22"/>
        </w:rPr>
        <w:t xml:space="preserve"> </w:t>
      </w:r>
      <w:r w:rsidR="00CA3637" w:rsidRPr="006049FE">
        <w:rPr>
          <w:spacing w:val="-3"/>
          <w:sz w:val="22"/>
          <w:szCs w:val="22"/>
        </w:rPr>
        <w:t>w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-3"/>
          <w:sz w:val="22"/>
          <w:szCs w:val="22"/>
        </w:rPr>
        <w:t>m</w:t>
      </w:r>
      <w:r w:rsidR="00CA3637" w:rsidRPr="006049FE">
        <w:rPr>
          <w:spacing w:val="-2"/>
          <w:sz w:val="22"/>
          <w:szCs w:val="22"/>
        </w:rPr>
        <w:t>a</w:t>
      </w:r>
      <w:r w:rsidR="00CA3637" w:rsidRPr="006049FE">
        <w:rPr>
          <w:sz w:val="22"/>
          <w:szCs w:val="22"/>
        </w:rPr>
        <w:t>g</w:t>
      </w:r>
      <w:r w:rsidR="00CA3637" w:rsidRPr="006049FE">
        <w:rPr>
          <w:spacing w:val="-2"/>
          <w:sz w:val="22"/>
          <w:szCs w:val="22"/>
        </w:rPr>
        <w:t>a</w:t>
      </w:r>
      <w:r w:rsidR="00CA3637" w:rsidRPr="006049FE">
        <w:rPr>
          <w:sz w:val="22"/>
          <w:szCs w:val="22"/>
        </w:rPr>
        <w:t>ne</w:t>
      </w:r>
      <w:r w:rsidR="00CA3637" w:rsidRPr="006049FE">
        <w:rPr>
          <w:spacing w:val="-1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przez</w:t>
      </w:r>
      <w:r w:rsidR="00CA3637" w:rsidRPr="006049FE">
        <w:rPr>
          <w:spacing w:val="-1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Zamawia</w:t>
      </w:r>
      <w:r w:rsidR="00CA3637" w:rsidRPr="006049FE">
        <w:rPr>
          <w:spacing w:val="1"/>
          <w:sz w:val="22"/>
          <w:szCs w:val="22"/>
        </w:rPr>
        <w:t>j</w:t>
      </w:r>
      <w:r w:rsidR="00CA3637" w:rsidRPr="006049FE">
        <w:rPr>
          <w:spacing w:val="-2"/>
          <w:sz w:val="22"/>
          <w:szCs w:val="22"/>
        </w:rPr>
        <w:t>ą</w:t>
      </w:r>
      <w:r w:rsidR="00CA3637" w:rsidRPr="006049FE">
        <w:rPr>
          <w:sz w:val="22"/>
          <w:szCs w:val="22"/>
        </w:rPr>
        <w:t>cego.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Sprawozdanie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ędzie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zawierać: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zakres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lokalizację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wyka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wprowad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ony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ia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"/>
          <w:sz w:val="22"/>
          <w:szCs w:val="22"/>
        </w:rPr>
        <w:t>stosunk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dokumentacj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projektowe</w:t>
      </w:r>
      <w:r w:rsidRPr="006049FE">
        <w:rPr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 xml:space="preserve"> przekaz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z w:val="22"/>
          <w:szCs w:val="22"/>
        </w:rPr>
        <w:t>Zamawiają</w:t>
      </w:r>
      <w:r w:rsidRPr="006049FE">
        <w:rPr>
          <w:spacing w:val="-2"/>
          <w:sz w:val="22"/>
          <w:szCs w:val="22"/>
        </w:rPr>
        <w:t>cego,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uwagi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da</w:t>
      </w:r>
      <w:r w:rsidRPr="006049FE">
        <w:rPr>
          <w:sz w:val="22"/>
          <w:szCs w:val="22"/>
        </w:rPr>
        <w:t>tę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rozpoc</w:t>
      </w:r>
      <w:r w:rsidRPr="006049FE">
        <w:rPr>
          <w:sz w:val="22"/>
          <w:szCs w:val="22"/>
        </w:rPr>
        <w:t>zęcia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zak</w:t>
      </w:r>
      <w:r w:rsidRPr="006049FE">
        <w:rPr>
          <w:spacing w:val="-2"/>
          <w:sz w:val="22"/>
          <w:szCs w:val="22"/>
        </w:rPr>
        <w:t>oń</w:t>
      </w:r>
      <w:r w:rsidRPr="006049FE">
        <w:rPr>
          <w:sz w:val="22"/>
          <w:szCs w:val="22"/>
        </w:rPr>
        <w:t>czenia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w w:val="95"/>
          <w:sz w:val="22"/>
          <w:szCs w:val="22"/>
        </w:rPr>
        <w:lastRenderedPageBreak/>
        <w:t>Uchybienia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Je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el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wc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zuc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roboty</w:t>
      </w:r>
      <w:r w:rsidRPr="006049FE">
        <w:rPr>
          <w:sz w:val="22"/>
          <w:szCs w:val="22"/>
        </w:rPr>
        <w:t>,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odmów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osuj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obow</w:t>
      </w:r>
      <w:r w:rsidRPr="006049FE">
        <w:rPr>
          <w:spacing w:val="-2"/>
          <w:sz w:val="22"/>
          <w:szCs w:val="22"/>
        </w:rPr>
        <w:t>iązują</w:t>
      </w:r>
      <w:r w:rsidRPr="006049FE">
        <w:rPr>
          <w:spacing w:val="-3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pol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cen</w:t>
      </w:r>
      <w:r w:rsidRPr="006049FE">
        <w:rPr>
          <w:sz w:val="22"/>
          <w:szCs w:val="22"/>
        </w:rPr>
        <w:t>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wiającego,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przerwie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opieszały,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niezgodny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umo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mo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pise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nego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upo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nienia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owę,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awiający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wydać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nie.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ciągu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14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otrzy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takiego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pow</w:t>
      </w:r>
      <w:r w:rsidRPr="006049FE">
        <w:rPr>
          <w:spacing w:val="1"/>
          <w:sz w:val="22"/>
          <w:szCs w:val="22"/>
        </w:rPr>
        <w:t>ia</w:t>
      </w:r>
      <w:r w:rsidRPr="006049FE">
        <w:rPr>
          <w:sz w:val="22"/>
          <w:szCs w:val="22"/>
        </w:rPr>
        <w:t>dom</w:t>
      </w:r>
      <w:r w:rsidRPr="006049FE">
        <w:rPr>
          <w:spacing w:val="1"/>
          <w:sz w:val="22"/>
          <w:szCs w:val="22"/>
        </w:rPr>
        <w:t>ie</w:t>
      </w:r>
      <w:r w:rsidRPr="006049FE">
        <w:rPr>
          <w:sz w:val="22"/>
          <w:szCs w:val="22"/>
        </w:rPr>
        <w:t>nia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podej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star</w:t>
      </w:r>
      <w:r w:rsidRPr="006049FE">
        <w:rPr>
          <w:sz w:val="22"/>
          <w:szCs w:val="22"/>
        </w:rPr>
        <w:t>ań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napraw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zaniedbań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awia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ący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owie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zie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przypadk</w:t>
      </w:r>
      <w:r w:rsidRPr="006049FE">
        <w:rPr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gd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poniesi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strat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szkod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zostani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obci</w:t>
      </w:r>
      <w:r w:rsidRPr="006049FE">
        <w:rPr>
          <w:sz w:val="22"/>
          <w:szCs w:val="22"/>
        </w:rPr>
        <w:t>ążony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kara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no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nas</w:t>
      </w:r>
      <w:r w:rsidRPr="006049FE">
        <w:rPr>
          <w:sz w:val="22"/>
          <w:szCs w:val="22"/>
        </w:rPr>
        <w:t>tępstwie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łań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zaniedbań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Wykonawcy</w:t>
      </w:r>
      <w:r w:rsidRPr="006049FE">
        <w:rPr>
          <w:sz w:val="22"/>
          <w:szCs w:val="22"/>
        </w:rPr>
        <w:t>,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mawia</w:t>
      </w:r>
      <w:r w:rsidRPr="006049FE">
        <w:rPr>
          <w:sz w:val="22"/>
          <w:szCs w:val="22"/>
        </w:rPr>
        <w:t>jący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upow</w:t>
      </w:r>
      <w:r w:rsidRPr="006049FE">
        <w:rPr>
          <w:spacing w:val="-2"/>
          <w:sz w:val="22"/>
          <w:szCs w:val="22"/>
        </w:rPr>
        <w:t>ażniony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obc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wc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ca</w:t>
      </w:r>
      <w:r w:rsidRPr="006049FE">
        <w:rPr>
          <w:spacing w:val="-2"/>
          <w:sz w:val="22"/>
          <w:szCs w:val="22"/>
        </w:rPr>
        <w:t>ło</w:t>
      </w:r>
      <w:r w:rsidRPr="006049FE">
        <w:rPr>
          <w:spacing w:val="-3"/>
          <w:sz w:val="22"/>
          <w:szCs w:val="22"/>
        </w:rPr>
        <w:t>śc</w:t>
      </w:r>
      <w:r w:rsidRPr="006049FE">
        <w:rPr>
          <w:sz w:val="22"/>
          <w:szCs w:val="22"/>
        </w:rPr>
        <w:t>ią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powsta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kosztó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tak</w:t>
      </w:r>
      <w:r w:rsidRPr="006049FE">
        <w:rPr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zę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ią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jaką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zda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wiającego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Ub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2"/>
          <w:sz w:val="22"/>
          <w:szCs w:val="22"/>
        </w:rPr>
        <w:t>e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ze</w:t>
      </w:r>
      <w:r w:rsidRPr="006049FE">
        <w:rPr>
          <w:sz w:val="22"/>
          <w:szCs w:val="22"/>
        </w:rPr>
        <w:t xml:space="preserve">d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zys</w:t>
      </w:r>
      <w:r w:rsidRPr="006049FE">
        <w:rPr>
          <w:spacing w:val="2"/>
          <w:sz w:val="22"/>
          <w:szCs w:val="22"/>
        </w:rPr>
        <w:t>tąpienie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>t W</w:t>
      </w:r>
      <w:r w:rsidRPr="006049FE">
        <w:rPr>
          <w:spacing w:val="2"/>
          <w:sz w:val="22"/>
          <w:szCs w:val="22"/>
        </w:rPr>
        <w:t>ykona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obo</w:t>
      </w:r>
      <w:r w:rsidRPr="006049FE">
        <w:rPr>
          <w:sz w:val="22"/>
          <w:szCs w:val="22"/>
        </w:rPr>
        <w:t>wi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zan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zawrz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ubezpieczeni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 xml:space="preserve">d </w:t>
      </w:r>
      <w:r w:rsidRPr="006049FE">
        <w:rPr>
          <w:spacing w:val="-2"/>
          <w:sz w:val="22"/>
          <w:szCs w:val="22"/>
        </w:rPr>
        <w:t>ws</w:t>
      </w:r>
      <w:r w:rsidRPr="006049FE">
        <w:rPr>
          <w:sz w:val="22"/>
          <w:szCs w:val="22"/>
        </w:rPr>
        <w:t>zel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-2"/>
          <w:sz w:val="22"/>
          <w:szCs w:val="22"/>
        </w:rPr>
        <w:t>ryzyk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budowy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mu</w:t>
      </w:r>
      <w:r w:rsidRPr="006049FE">
        <w:rPr>
          <w:sz w:val="22"/>
          <w:szCs w:val="22"/>
        </w:rPr>
        <w:t>jące: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persone</w:t>
      </w:r>
      <w:r w:rsidRPr="006049FE">
        <w:rPr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 xml:space="preserve"> w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asny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swoi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ykonaw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ów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wia</w:t>
      </w:r>
      <w:r w:rsidRPr="006049FE">
        <w:rPr>
          <w:spacing w:val="5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ąceg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osob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trzeci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4"/>
          <w:sz w:val="22"/>
          <w:szCs w:val="22"/>
        </w:rPr>
        <w:t xml:space="preserve"> na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przypade</w:t>
      </w:r>
      <w:r w:rsidRPr="006049FE">
        <w:rPr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erc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us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kodz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ci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ora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odpow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edzialnoś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cywilne</w:t>
      </w:r>
      <w:r w:rsidRPr="006049FE">
        <w:rPr>
          <w:sz w:val="22"/>
          <w:szCs w:val="22"/>
        </w:rPr>
        <w:t>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iązku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praca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eł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war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odtworzenia</w:t>
      </w:r>
      <w:r w:rsidRPr="006049FE">
        <w:rPr>
          <w:sz w:val="22"/>
          <w:szCs w:val="22"/>
        </w:rPr>
        <w:t>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ęk</w:t>
      </w:r>
      <w:r w:rsidRPr="006049FE">
        <w:rPr>
          <w:spacing w:val="7"/>
          <w:sz w:val="22"/>
          <w:szCs w:val="22"/>
        </w:rPr>
        <w:t>szo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15</w:t>
      </w:r>
      <w:r w:rsidRPr="006049FE">
        <w:rPr>
          <w:sz w:val="22"/>
          <w:szCs w:val="22"/>
        </w:rPr>
        <w:t>%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pok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yc</w:t>
      </w:r>
      <w:r w:rsidRPr="006049FE">
        <w:rPr>
          <w:spacing w:val="7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ko</w:t>
      </w:r>
      <w:r w:rsidRPr="006049FE">
        <w:rPr>
          <w:spacing w:val="7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ztu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rozbiór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zniszczonych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entów,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ykonawcy,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śro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pełnej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wartości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odpowiedzialności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cywilnej.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Koszt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ubezpieczenia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oferty.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Wykonawca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obow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 xml:space="preserve">k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dostarczeni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Zamawia</w:t>
      </w:r>
      <w:r w:rsidRPr="006049FE">
        <w:rPr>
          <w:sz w:val="22"/>
          <w:szCs w:val="22"/>
        </w:rPr>
        <w:t xml:space="preserve">jącemu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kopii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polis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oraz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dowodów </w:t>
      </w:r>
      <w:r w:rsidRPr="006049FE">
        <w:rPr>
          <w:spacing w:val="-2"/>
          <w:sz w:val="22"/>
          <w:szCs w:val="22"/>
        </w:rPr>
        <w:t>op</w:t>
      </w:r>
      <w:r w:rsidRPr="006049FE">
        <w:rPr>
          <w:sz w:val="22"/>
          <w:szCs w:val="22"/>
        </w:rPr>
        <w:t>łacenia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kolejnych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ade</w:t>
      </w:r>
      <w:r w:rsidRPr="006049FE">
        <w:rPr>
          <w:sz w:val="22"/>
          <w:szCs w:val="22"/>
        </w:rPr>
        <w:t>k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ubezpieczeniowych.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Jeżeli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awiają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 xml:space="preserve">d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da</w:t>
      </w:r>
      <w:r w:rsidRPr="006049FE">
        <w:rPr>
          <w:sz w:val="22"/>
          <w:szCs w:val="22"/>
        </w:rPr>
        <w:t xml:space="preserve">tą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rozpoczęcia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robót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nie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przedstawi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 xml:space="preserve">letnych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polis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ubezpieczeniowyc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dowod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wp</w:t>
      </w:r>
      <w:r w:rsidRPr="006049FE">
        <w:rPr>
          <w:sz w:val="22"/>
          <w:szCs w:val="22"/>
        </w:rPr>
        <w:t>łaty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ładek,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awiają</w:t>
      </w:r>
      <w:r w:rsidRPr="006049FE">
        <w:rPr>
          <w:spacing w:val="-2"/>
          <w:sz w:val="22"/>
          <w:szCs w:val="22"/>
        </w:rPr>
        <w:t>cy: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wstrzy</w:t>
      </w:r>
      <w:r w:rsidRPr="006049FE">
        <w:rPr>
          <w:sz w:val="22"/>
          <w:szCs w:val="22"/>
        </w:rPr>
        <w:t>ma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rozpoczęci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polec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wstrz</w:t>
      </w:r>
      <w:r w:rsidRPr="006049FE">
        <w:rPr>
          <w:sz w:val="22"/>
          <w:szCs w:val="22"/>
        </w:rPr>
        <w:t>ym</w:t>
      </w:r>
      <w:r w:rsidRPr="006049FE">
        <w:rPr>
          <w:spacing w:val="1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czas</w:t>
      </w:r>
      <w:r w:rsidRPr="006049FE">
        <w:rPr>
          <w:sz w:val="22"/>
          <w:szCs w:val="22"/>
        </w:rPr>
        <w:t>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uzyskani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dowodów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ż</w:t>
      </w:r>
      <w:r w:rsidR="00A26CEE" w:rsidRPr="006049FE">
        <w:rPr>
          <w:sz w:val="22"/>
          <w:szCs w:val="22"/>
        </w:rPr>
        <w:t xml:space="preserve">e </w:t>
      </w:r>
      <w:r w:rsidRPr="006049FE">
        <w:rPr>
          <w:sz w:val="22"/>
          <w:szCs w:val="22"/>
        </w:rPr>
        <w:t>ubezpiecze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tało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ozost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op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źnienia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obciąży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wykonawcę,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rz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odpowiedni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ubezpieczen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ac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sk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adki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czy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poniesiony</w:t>
      </w:r>
      <w:r w:rsidRPr="006049FE">
        <w:rPr>
          <w:sz w:val="22"/>
          <w:szCs w:val="22"/>
        </w:rPr>
        <w:t>mi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koszta</w:t>
      </w:r>
      <w:r w:rsidRPr="006049FE">
        <w:rPr>
          <w:sz w:val="22"/>
          <w:szCs w:val="22"/>
        </w:rPr>
        <w:t>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obc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wc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U</w:t>
      </w:r>
      <w:r w:rsidRPr="006049FE">
        <w:rPr>
          <w:b/>
          <w:bCs/>
          <w:sz w:val="22"/>
          <w:szCs w:val="22"/>
        </w:rPr>
        <w:t>su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wad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</w:t>
      </w:r>
      <w:r w:rsidRPr="006049FE">
        <w:rPr>
          <w:sz w:val="22"/>
          <w:szCs w:val="22"/>
        </w:rPr>
        <w:t>cę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</w:t>
      </w:r>
      <w:r w:rsidRPr="006049FE">
        <w:rPr>
          <w:sz w:val="22"/>
          <w:szCs w:val="22"/>
        </w:rPr>
        <w:t>tą</w:t>
      </w:r>
      <w:r w:rsidRPr="006049FE">
        <w:rPr>
          <w:spacing w:val="-2"/>
          <w:sz w:val="22"/>
          <w:szCs w:val="22"/>
        </w:rPr>
        <w:t>pieni</w:t>
      </w:r>
      <w:r w:rsidRPr="006049FE">
        <w:rPr>
          <w:sz w:val="22"/>
          <w:szCs w:val="22"/>
        </w:rPr>
        <w:t>u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d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robotach</w:t>
      </w:r>
      <w:r w:rsidRPr="006049FE">
        <w:rPr>
          <w:sz w:val="22"/>
          <w:szCs w:val="22"/>
        </w:rPr>
        <w:t>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6"/>
          <w:sz w:val="22"/>
          <w:szCs w:val="22"/>
        </w:rPr>
        <w:t>każdy</w:t>
      </w:r>
      <w:r w:rsidRPr="006049FE">
        <w:rPr>
          <w:sz w:val="22"/>
          <w:szCs w:val="22"/>
        </w:rPr>
        <w:t>m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pł</w:t>
      </w:r>
      <w:r w:rsidRPr="006049FE">
        <w:rPr>
          <w:spacing w:val="5"/>
          <w:sz w:val="22"/>
          <w:szCs w:val="22"/>
        </w:rPr>
        <w:t>ywe</w:t>
      </w:r>
      <w:r w:rsidRPr="006049FE">
        <w:rPr>
          <w:sz w:val="22"/>
          <w:szCs w:val="22"/>
        </w:rPr>
        <w:t>m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rę</w:t>
      </w:r>
      <w:r w:rsidRPr="006049FE">
        <w:rPr>
          <w:spacing w:val="5"/>
          <w:sz w:val="22"/>
          <w:szCs w:val="22"/>
        </w:rPr>
        <w:t>koj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.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Wykonawc</w:t>
      </w:r>
      <w:r w:rsidRPr="006049FE">
        <w:rPr>
          <w:sz w:val="22"/>
          <w:szCs w:val="22"/>
        </w:rPr>
        <w:t>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ożliwi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jkrótszy</w:t>
      </w:r>
      <w:r w:rsidRPr="006049FE">
        <w:rPr>
          <w:sz w:val="22"/>
          <w:szCs w:val="22"/>
        </w:rPr>
        <w:t>m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ąpi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usun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cia</w:t>
      </w:r>
      <w:r w:rsidRPr="006049FE">
        <w:rPr>
          <w:sz w:val="22"/>
          <w:szCs w:val="22"/>
        </w:rPr>
        <w:t>.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przypadk</w:t>
      </w:r>
      <w:r w:rsidRPr="006049FE">
        <w:rPr>
          <w:sz w:val="22"/>
          <w:szCs w:val="22"/>
        </w:rPr>
        <w:t>u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kied</w:t>
      </w:r>
      <w:r w:rsidRPr="006049FE">
        <w:rPr>
          <w:sz w:val="22"/>
          <w:szCs w:val="22"/>
        </w:rPr>
        <w:t>y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ykona</w:t>
      </w:r>
      <w:r w:rsidRPr="006049FE">
        <w:rPr>
          <w:sz w:val="22"/>
          <w:szCs w:val="22"/>
        </w:rPr>
        <w:t>wca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usunie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wad,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cy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upoważniony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PODSTAWA</w:t>
      </w:r>
      <w:r w:rsidRPr="006049FE">
        <w:rPr>
          <w:bCs/>
          <w:spacing w:val="-5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PŁATN</w:t>
      </w:r>
      <w:r w:rsidRPr="006049FE">
        <w:rPr>
          <w:bCs/>
          <w:spacing w:val="1"/>
          <w:sz w:val="22"/>
          <w:szCs w:val="22"/>
          <w:u w:val="thick"/>
        </w:rPr>
        <w:t>O</w:t>
      </w:r>
      <w:r w:rsidRPr="006049FE">
        <w:rPr>
          <w:bCs/>
          <w:sz w:val="22"/>
          <w:szCs w:val="22"/>
          <w:u w:val="thick"/>
        </w:rPr>
        <w:t>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Ustaleni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Ce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 xml:space="preserve">ę </w:t>
      </w:r>
      <w:r w:rsidRPr="006049FE">
        <w:rPr>
          <w:b/>
          <w:bCs/>
          <w:spacing w:val="-2"/>
          <w:sz w:val="22"/>
          <w:szCs w:val="22"/>
        </w:rPr>
        <w:t>ofert</w:t>
      </w:r>
      <w:r w:rsidRPr="006049FE">
        <w:rPr>
          <w:b/>
          <w:bCs/>
          <w:sz w:val="22"/>
          <w:szCs w:val="22"/>
        </w:rPr>
        <w:t xml:space="preserve">y </w:t>
      </w:r>
      <w:r w:rsidRPr="006049FE">
        <w:rPr>
          <w:b/>
          <w:bCs/>
          <w:spacing w:val="-2"/>
          <w:sz w:val="22"/>
          <w:szCs w:val="22"/>
        </w:rPr>
        <w:t>nale</w:t>
      </w:r>
      <w:r w:rsidRPr="006049FE">
        <w:rPr>
          <w:b/>
          <w:bCs/>
          <w:spacing w:val="-5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 xml:space="preserve">y </w:t>
      </w:r>
      <w:r w:rsidRPr="006049FE">
        <w:rPr>
          <w:b/>
          <w:bCs/>
          <w:spacing w:val="-3"/>
          <w:sz w:val="22"/>
          <w:szCs w:val="22"/>
        </w:rPr>
        <w:t>ska</w:t>
      </w:r>
      <w:r w:rsidRPr="006049FE">
        <w:rPr>
          <w:b/>
          <w:bCs/>
          <w:sz w:val="22"/>
          <w:szCs w:val="22"/>
        </w:rPr>
        <w:t>l</w:t>
      </w:r>
      <w:r w:rsidRPr="006049FE">
        <w:rPr>
          <w:b/>
          <w:bCs/>
          <w:spacing w:val="-3"/>
          <w:sz w:val="22"/>
          <w:szCs w:val="22"/>
        </w:rPr>
        <w:t>kulo</w:t>
      </w:r>
      <w:r w:rsidRPr="006049FE">
        <w:rPr>
          <w:b/>
          <w:bCs/>
          <w:spacing w:val="-5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ać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- </w:t>
      </w:r>
      <w:r w:rsidRPr="006049FE">
        <w:rPr>
          <w:spacing w:val="-2"/>
          <w:sz w:val="22"/>
          <w:szCs w:val="22"/>
        </w:rPr>
        <w:t>meto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-3"/>
          <w:sz w:val="22"/>
          <w:szCs w:val="22"/>
        </w:rPr>
        <w:t>kalkulacj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-3"/>
          <w:sz w:val="22"/>
          <w:szCs w:val="22"/>
        </w:rPr>
        <w:t>upros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czone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pol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aj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-3"/>
          <w:sz w:val="22"/>
          <w:szCs w:val="22"/>
        </w:rPr>
        <w:t>obl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czeni</w:t>
      </w:r>
      <w:r w:rsidRPr="006049FE">
        <w:rPr>
          <w:sz w:val="22"/>
          <w:szCs w:val="22"/>
        </w:rPr>
        <w:t xml:space="preserve">u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rto</w:t>
      </w:r>
      <w:r w:rsidRPr="006049FE">
        <w:rPr>
          <w:spacing w:val="3"/>
          <w:sz w:val="22"/>
          <w:szCs w:val="22"/>
        </w:rPr>
        <w:t>ści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kosztorysowe</w:t>
      </w:r>
      <w:r w:rsidRPr="006049FE">
        <w:rPr>
          <w:sz w:val="22"/>
          <w:szCs w:val="22"/>
        </w:rPr>
        <w:t>j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ob</w:t>
      </w:r>
      <w:r w:rsidRPr="006049FE">
        <w:rPr>
          <w:spacing w:val="4"/>
          <w:sz w:val="22"/>
          <w:szCs w:val="22"/>
        </w:rPr>
        <w:t>ję</w:t>
      </w:r>
      <w:r w:rsidRPr="006049FE">
        <w:rPr>
          <w:spacing w:val="3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przedmiare</w:t>
      </w:r>
      <w:r w:rsidRPr="006049FE">
        <w:rPr>
          <w:sz w:val="22"/>
          <w:szCs w:val="22"/>
        </w:rPr>
        <w:t>m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ak</w:t>
      </w:r>
      <w:r w:rsidRPr="006049FE">
        <w:rPr>
          <w:sz w:val="22"/>
          <w:szCs w:val="22"/>
        </w:rPr>
        <w:t>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sum</w:t>
      </w:r>
      <w:r w:rsidRPr="006049FE">
        <w:rPr>
          <w:sz w:val="22"/>
          <w:szCs w:val="22"/>
        </w:rPr>
        <w:t>a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iloczynó</w:t>
      </w:r>
      <w:r w:rsidRPr="006049FE">
        <w:rPr>
          <w:sz w:val="22"/>
          <w:szCs w:val="22"/>
        </w:rPr>
        <w:t>w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ilośc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jednostek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iarowyc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1"/>
          <w:sz w:val="22"/>
          <w:szCs w:val="22"/>
        </w:rPr>
        <w:t>podstawowyc</w:t>
      </w:r>
      <w:r w:rsidRPr="006049FE">
        <w:rPr>
          <w:sz w:val="22"/>
          <w:szCs w:val="22"/>
        </w:rPr>
        <w:t xml:space="preserve">h i </w:t>
      </w:r>
      <w:r w:rsidRPr="006049FE">
        <w:rPr>
          <w:spacing w:val="1"/>
          <w:sz w:val="22"/>
          <w:szCs w:val="22"/>
        </w:rPr>
        <w:t>ic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1"/>
          <w:sz w:val="22"/>
          <w:szCs w:val="22"/>
        </w:rPr>
        <w:t>jednostko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1"/>
          <w:sz w:val="22"/>
          <w:szCs w:val="22"/>
        </w:rPr>
        <w:t>be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podatk</w:t>
      </w:r>
      <w:r w:rsidRPr="006049FE">
        <w:rPr>
          <w:sz w:val="22"/>
          <w:szCs w:val="22"/>
        </w:rPr>
        <w:t xml:space="preserve">u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 xml:space="preserve">d </w:t>
      </w:r>
      <w:r w:rsidRPr="006049FE">
        <w:rPr>
          <w:spacing w:val="1"/>
          <w:sz w:val="22"/>
          <w:szCs w:val="22"/>
        </w:rPr>
        <w:t>to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ró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sług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(wg sposobu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obliczenia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oferty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owie).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</w:rPr>
        <w:t>Warunki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u</w:t>
      </w:r>
      <w:r w:rsidRPr="006049FE">
        <w:rPr>
          <w:bCs/>
          <w:sz w:val="22"/>
          <w:szCs w:val="22"/>
        </w:rPr>
        <w:t>mo</w:t>
      </w:r>
      <w:r w:rsidRPr="006049FE">
        <w:rPr>
          <w:bCs/>
          <w:spacing w:val="-2"/>
          <w:sz w:val="22"/>
          <w:szCs w:val="22"/>
        </w:rPr>
        <w:t>w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i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w</w:t>
      </w:r>
      <w:r w:rsidRPr="006049FE">
        <w:rPr>
          <w:bCs/>
          <w:spacing w:val="1"/>
          <w:sz w:val="22"/>
          <w:szCs w:val="22"/>
        </w:rPr>
        <w:t>ym</w:t>
      </w:r>
      <w:r w:rsidRPr="006049FE">
        <w:rPr>
          <w:bCs/>
          <w:sz w:val="22"/>
          <w:szCs w:val="22"/>
        </w:rPr>
        <w:t>agania</w:t>
      </w:r>
      <w:r w:rsidRPr="006049FE">
        <w:rPr>
          <w:bCs/>
          <w:spacing w:val="-5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Kosz</w:t>
      </w:r>
      <w:r w:rsidRPr="006049FE">
        <w:rPr>
          <w:sz w:val="22"/>
          <w:szCs w:val="22"/>
        </w:rPr>
        <w:t>t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dostosowani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ag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warunków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owy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agań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ogólnych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zawartych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 Specyfikacji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uje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lon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ww</w:t>
      </w:r>
      <w:r w:rsidRPr="006049FE">
        <w:rPr>
          <w:sz w:val="22"/>
          <w:szCs w:val="22"/>
        </w:rPr>
        <w:t>.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dokumentach</w:t>
      </w:r>
      <w:r w:rsidRPr="006049FE">
        <w:rPr>
          <w:sz w:val="22"/>
          <w:szCs w:val="22"/>
        </w:rPr>
        <w:t>,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wyszczegó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nion</w:t>
      </w:r>
      <w:r w:rsidRPr="006049FE">
        <w:rPr>
          <w:sz w:val="22"/>
          <w:szCs w:val="22"/>
        </w:rPr>
        <w:t>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kosztorysie.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</w:rPr>
        <w:t>S</w:t>
      </w:r>
      <w:r w:rsidRPr="006049FE">
        <w:rPr>
          <w:bCs/>
          <w:sz w:val="22"/>
          <w:szCs w:val="22"/>
        </w:rPr>
        <w:t>t</w:t>
      </w:r>
      <w:r w:rsidRPr="006049FE">
        <w:rPr>
          <w:bCs/>
          <w:spacing w:val="-2"/>
          <w:sz w:val="22"/>
          <w:szCs w:val="22"/>
        </w:rPr>
        <w:t>os</w:t>
      </w:r>
      <w:r w:rsidRPr="006049FE">
        <w:rPr>
          <w:bCs/>
          <w:sz w:val="22"/>
          <w:szCs w:val="22"/>
        </w:rPr>
        <w:t>o</w:t>
      </w:r>
      <w:r w:rsidRPr="006049FE">
        <w:rPr>
          <w:bCs/>
          <w:spacing w:val="-3"/>
          <w:sz w:val="22"/>
          <w:szCs w:val="22"/>
        </w:rPr>
        <w:t>w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-2"/>
          <w:sz w:val="22"/>
          <w:szCs w:val="22"/>
        </w:rPr>
        <w:t>n</w:t>
      </w:r>
      <w:r w:rsidRPr="006049FE">
        <w:rPr>
          <w:bCs/>
          <w:sz w:val="22"/>
          <w:szCs w:val="22"/>
        </w:rPr>
        <w:t>ie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s</w:t>
      </w:r>
      <w:r w:rsidRPr="006049FE">
        <w:rPr>
          <w:bCs/>
          <w:sz w:val="22"/>
          <w:szCs w:val="22"/>
        </w:rPr>
        <w:t>ię</w:t>
      </w:r>
      <w:r w:rsidRPr="006049FE">
        <w:rPr>
          <w:bCs/>
          <w:spacing w:val="-3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d</w:t>
      </w:r>
      <w:r w:rsidRPr="006049FE">
        <w:rPr>
          <w:bCs/>
          <w:sz w:val="22"/>
          <w:szCs w:val="22"/>
        </w:rPr>
        <w:t>o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pr</w:t>
      </w:r>
      <w:r w:rsidRPr="006049FE">
        <w:rPr>
          <w:bCs/>
          <w:sz w:val="22"/>
          <w:szCs w:val="22"/>
        </w:rPr>
        <w:t>awa</w:t>
      </w:r>
      <w:r w:rsidRPr="006049FE">
        <w:rPr>
          <w:bCs/>
          <w:spacing w:val="-3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i</w:t>
      </w:r>
      <w:r w:rsidRPr="006049FE">
        <w:rPr>
          <w:bCs/>
          <w:spacing w:val="-3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innyc</w:t>
      </w:r>
      <w:r w:rsidRPr="006049FE">
        <w:rPr>
          <w:bCs/>
          <w:sz w:val="22"/>
          <w:szCs w:val="22"/>
        </w:rPr>
        <w:t>h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p</w:t>
      </w:r>
      <w:r w:rsidRPr="006049FE">
        <w:rPr>
          <w:bCs/>
          <w:sz w:val="22"/>
          <w:szCs w:val="22"/>
        </w:rPr>
        <w:t>r</w:t>
      </w:r>
      <w:r w:rsidRPr="006049FE">
        <w:rPr>
          <w:bCs/>
          <w:spacing w:val="-5"/>
          <w:sz w:val="22"/>
          <w:szCs w:val="22"/>
        </w:rPr>
        <w:t>z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-2"/>
          <w:sz w:val="22"/>
          <w:szCs w:val="22"/>
        </w:rPr>
        <w:t>pis</w:t>
      </w:r>
      <w:r w:rsidRPr="006049FE">
        <w:rPr>
          <w:bCs/>
          <w:sz w:val="22"/>
          <w:szCs w:val="22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Wykonawc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zobow</w:t>
      </w:r>
      <w:r w:rsidRPr="006049FE">
        <w:rPr>
          <w:sz w:val="22"/>
          <w:szCs w:val="22"/>
        </w:rPr>
        <w:t xml:space="preserve">iązany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jest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znać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wszelkie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przepisy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wydane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przez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organy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ad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 xml:space="preserve">inistracji </w:t>
      </w:r>
      <w:r w:rsidRPr="006049FE">
        <w:rPr>
          <w:spacing w:val="2"/>
          <w:sz w:val="22"/>
          <w:szCs w:val="22"/>
        </w:rPr>
        <w:t>pa</w:t>
      </w:r>
      <w:r w:rsidRPr="006049FE">
        <w:rPr>
          <w:spacing w:val="1"/>
          <w:sz w:val="22"/>
          <w:szCs w:val="22"/>
        </w:rPr>
        <w:t>ń</w:t>
      </w:r>
      <w:r w:rsidRPr="006049FE">
        <w:rPr>
          <w:spacing w:val="2"/>
          <w:sz w:val="22"/>
          <w:szCs w:val="22"/>
        </w:rPr>
        <w:t>stwowe</w:t>
      </w:r>
      <w:r w:rsidRPr="006049FE">
        <w:rPr>
          <w:sz w:val="22"/>
          <w:szCs w:val="22"/>
        </w:rPr>
        <w:t>j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dowej</w:t>
      </w:r>
      <w:r w:rsidRPr="006049FE">
        <w:rPr>
          <w:sz w:val="22"/>
          <w:szCs w:val="22"/>
        </w:rPr>
        <w:t>,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któr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jakikolwie</w:t>
      </w:r>
      <w:r w:rsidRPr="006049FE">
        <w:rPr>
          <w:sz w:val="22"/>
          <w:szCs w:val="22"/>
        </w:rPr>
        <w:t>k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ią</w:t>
      </w:r>
      <w:r w:rsidRPr="006049FE">
        <w:rPr>
          <w:spacing w:val="2"/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ota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wykonuje</w:t>
      </w:r>
      <w:r w:rsidRPr="006049FE">
        <w:rPr>
          <w:sz w:val="22"/>
          <w:szCs w:val="22"/>
        </w:rPr>
        <w:t>.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w</w:t>
      </w:r>
      <w:r w:rsidRPr="006049FE">
        <w:rPr>
          <w:bCs/>
          <w:spacing w:val="5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eł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odpowied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ialn</w:t>
      </w:r>
      <w:r w:rsidRPr="006049FE">
        <w:rPr>
          <w:sz w:val="22"/>
          <w:szCs w:val="22"/>
        </w:rPr>
        <w:t>y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przestrzegani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praw</w:t>
      </w:r>
      <w:r w:rsidRPr="006049FE">
        <w:rPr>
          <w:sz w:val="22"/>
          <w:szCs w:val="22"/>
        </w:rPr>
        <w:t>,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przepisó</w:t>
      </w:r>
      <w:r w:rsidRPr="006049FE">
        <w:rPr>
          <w:sz w:val="22"/>
          <w:szCs w:val="22"/>
        </w:rPr>
        <w:t>w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wytycznych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  <w:r w:rsidR="00A26CEE" w:rsidRPr="006049FE">
        <w:rPr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lastRenderedPageBreak/>
        <w:t>W</w:t>
      </w:r>
      <w:r w:rsidRPr="006049FE">
        <w:rPr>
          <w:spacing w:val="3"/>
          <w:sz w:val="22"/>
          <w:szCs w:val="22"/>
        </w:rPr>
        <w:t>ykonawc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ponos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odpowi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alnoś</w:t>
      </w:r>
      <w:r w:rsidRPr="006049FE">
        <w:rPr>
          <w:sz w:val="22"/>
          <w:szCs w:val="22"/>
        </w:rPr>
        <w:t>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rozpoc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ci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dnia</w:t>
      </w:r>
      <w:r w:rsidRPr="006049FE">
        <w:rPr>
          <w:sz w:val="22"/>
          <w:szCs w:val="22"/>
        </w:rPr>
        <w:t>,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kt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rym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nastąpi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odbiór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końcowy.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zreko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nsuje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wiające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u,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innym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wykonawcom,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przedstawicielom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pracownikom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skutki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wszelkich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roszcz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strat,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szkód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wydatków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poniesionych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iązku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niepoprawnie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PR</w:t>
      </w:r>
      <w:r w:rsidRPr="006049FE">
        <w:rPr>
          <w:bCs/>
          <w:spacing w:val="-3"/>
          <w:sz w:val="22"/>
          <w:szCs w:val="22"/>
          <w:u w:val="thick"/>
        </w:rPr>
        <w:t>Z</w:t>
      </w:r>
      <w:r w:rsidRPr="006049FE">
        <w:rPr>
          <w:bCs/>
          <w:sz w:val="22"/>
          <w:szCs w:val="22"/>
          <w:u w:val="thick"/>
        </w:rPr>
        <w:t>EPISY</w:t>
      </w:r>
      <w:r w:rsidRPr="006049FE">
        <w:rPr>
          <w:bCs/>
          <w:spacing w:val="-4"/>
          <w:sz w:val="22"/>
          <w:szCs w:val="22"/>
          <w:u w:val="thick"/>
        </w:rPr>
        <w:t xml:space="preserve"> </w:t>
      </w:r>
      <w:r w:rsidRPr="006049FE">
        <w:rPr>
          <w:bCs/>
          <w:spacing w:val="-3"/>
          <w:sz w:val="22"/>
          <w:szCs w:val="22"/>
          <w:u w:val="thick"/>
        </w:rPr>
        <w:t>Z</w:t>
      </w:r>
      <w:r w:rsidRPr="006049FE">
        <w:rPr>
          <w:bCs/>
          <w:spacing w:val="-2"/>
          <w:sz w:val="22"/>
          <w:szCs w:val="22"/>
          <w:u w:val="thick"/>
        </w:rPr>
        <w:t>W</w:t>
      </w:r>
      <w:r w:rsidRPr="006049FE">
        <w:rPr>
          <w:bCs/>
          <w:sz w:val="22"/>
          <w:szCs w:val="22"/>
          <w:u w:val="thick"/>
        </w:rPr>
        <w:t>IĄ</w:t>
      </w:r>
      <w:r w:rsidRPr="006049FE">
        <w:rPr>
          <w:bCs/>
          <w:spacing w:val="-3"/>
          <w:sz w:val="22"/>
          <w:szCs w:val="22"/>
          <w:u w:val="thick"/>
        </w:rPr>
        <w:t>Z</w:t>
      </w:r>
      <w:r w:rsidRPr="006049FE">
        <w:rPr>
          <w:bCs/>
          <w:sz w:val="22"/>
          <w:szCs w:val="22"/>
          <w:u w:val="thick"/>
        </w:rPr>
        <w:t>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Ustaw</w:t>
      </w:r>
      <w:r w:rsidRPr="006049FE">
        <w:rPr>
          <w:sz w:val="22"/>
          <w:szCs w:val="22"/>
        </w:rPr>
        <w:t xml:space="preserve">a z </w:t>
      </w:r>
      <w:r w:rsidRPr="006049FE">
        <w:rPr>
          <w:spacing w:val="1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7 </w:t>
      </w:r>
      <w:r w:rsidRPr="006049FE">
        <w:rPr>
          <w:spacing w:val="1"/>
          <w:sz w:val="22"/>
          <w:szCs w:val="22"/>
        </w:rPr>
        <w:t>lipc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1</w:t>
      </w:r>
      <w:r w:rsidRPr="006049FE">
        <w:rPr>
          <w:sz w:val="22"/>
          <w:szCs w:val="22"/>
        </w:rPr>
        <w:t>9</w:t>
      </w:r>
      <w:r w:rsidRPr="006049FE">
        <w:rPr>
          <w:spacing w:val="1"/>
          <w:sz w:val="22"/>
          <w:szCs w:val="22"/>
        </w:rPr>
        <w:t>94r</w:t>
      </w:r>
      <w:r w:rsidRPr="006049FE">
        <w:rPr>
          <w:sz w:val="22"/>
          <w:szCs w:val="22"/>
        </w:rPr>
        <w:t xml:space="preserve">. - </w:t>
      </w:r>
      <w:r w:rsidRPr="006049FE">
        <w:rPr>
          <w:spacing w:val="1"/>
          <w:sz w:val="22"/>
          <w:szCs w:val="22"/>
        </w:rPr>
        <w:t>praw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>budowlan</w:t>
      </w:r>
      <w:r w:rsidRPr="006049FE">
        <w:rPr>
          <w:sz w:val="22"/>
          <w:szCs w:val="22"/>
        </w:rPr>
        <w:t xml:space="preserve">e - </w:t>
      </w:r>
      <w:r w:rsidRPr="006049FE">
        <w:rPr>
          <w:spacing w:val="1"/>
          <w:sz w:val="22"/>
          <w:szCs w:val="22"/>
        </w:rPr>
        <w:t>(Dz.U</w:t>
      </w:r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r </w:t>
      </w:r>
      <w:r w:rsidRPr="006049FE">
        <w:rPr>
          <w:spacing w:val="1"/>
          <w:sz w:val="22"/>
          <w:szCs w:val="22"/>
        </w:rPr>
        <w:t>8</w:t>
      </w:r>
      <w:r w:rsidRPr="006049FE">
        <w:rPr>
          <w:sz w:val="22"/>
          <w:szCs w:val="22"/>
        </w:rPr>
        <w:t xml:space="preserve">9 z </w:t>
      </w:r>
      <w:r w:rsidRPr="006049FE">
        <w:rPr>
          <w:spacing w:val="1"/>
          <w:sz w:val="22"/>
          <w:szCs w:val="22"/>
        </w:rPr>
        <w:t>1994r</w:t>
      </w:r>
      <w:r w:rsidRPr="006049FE">
        <w:rPr>
          <w:sz w:val="22"/>
          <w:szCs w:val="22"/>
        </w:rPr>
        <w:t xml:space="preserve">. z </w:t>
      </w:r>
      <w:proofErr w:type="spellStart"/>
      <w:r w:rsidRPr="006049FE">
        <w:rPr>
          <w:spacing w:val="1"/>
          <w:sz w:val="22"/>
          <w:szCs w:val="22"/>
        </w:rPr>
        <w:t>późn</w:t>
      </w:r>
      <w:proofErr w:type="spellEnd"/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.)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Ustaw</w:t>
      </w:r>
      <w:r w:rsidRPr="006049FE">
        <w:rPr>
          <w:sz w:val="22"/>
          <w:szCs w:val="22"/>
        </w:rPr>
        <w:t xml:space="preserve">a z </w:t>
      </w:r>
      <w:r w:rsidRPr="006049FE">
        <w:rPr>
          <w:spacing w:val="1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2</w:t>
      </w:r>
      <w:r w:rsidRPr="006049FE">
        <w:rPr>
          <w:sz w:val="22"/>
          <w:szCs w:val="22"/>
        </w:rPr>
        <w:t xml:space="preserve">3 </w:t>
      </w:r>
      <w:r w:rsidRPr="006049FE">
        <w:rPr>
          <w:spacing w:val="1"/>
          <w:sz w:val="22"/>
          <w:szCs w:val="22"/>
        </w:rPr>
        <w:t>kwietni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1964r</w:t>
      </w:r>
      <w:r w:rsidRPr="006049FE">
        <w:rPr>
          <w:sz w:val="22"/>
          <w:szCs w:val="22"/>
        </w:rPr>
        <w:t xml:space="preserve">. - </w:t>
      </w:r>
      <w:r w:rsidRPr="006049FE">
        <w:rPr>
          <w:spacing w:val="1"/>
          <w:sz w:val="22"/>
          <w:szCs w:val="22"/>
        </w:rPr>
        <w:t>kodek</w:t>
      </w:r>
      <w:r w:rsidRPr="006049FE">
        <w:rPr>
          <w:sz w:val="22"/>
          <w:szCs w:val="22"/>
        </w:rPr>
        <w:t xml:space="preserve">s </w:t>
      </w:r>
      <w:r w:rsidRPr="006049FE">
        <w:rPr>
          <w:spacing w:val="1"/>
          <w:sz w:val="22"/>
          <w:szCs w:val="22"/>
        </w:rPr>
        <w:t>cywiln</w:t>
      </w:r>
      <w:r w:rsidRPr="006049FE">
        <w:rPr>
          <w:sz w:val="22"/>
          <w:szCs w:val="22"/>
        </w:rPr>
        <w:t xml:space="preserve">y - </w:t>
      </w:r>
      <w:r w:rsidRPr="006049FE">
        <w:rPr>
          <w:spacing w:val="1"/>
          <w:sz w:val="22"/>
          <w:szCs w:val="22"/>
        </w:rPr>
        <w:t>(Dz.U</w:t>
      </w:r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r </w:t>
      </w:r>
      <w:r w:rsidRPr="006049FE">
        <w:rPr>
          <w:spacing w:val="1"/>
          <w:sz w:val="22"/>
          <w:szCs w:val="22"/>
        </w:rPr>
        <w:t>1</w:t>
      </w:r>
      <w:r w:rsidRPr="006049FE">
        <w:rPr>
          <w:sz w:val="22"/>
          <w:szCs w:val="22"/>
        </w:rPr>
        <w:t xml:space="preserve">6 z </w:t>
      </w:r>
      <w:r w:rsidRPr="006049FE">
        <w:rPr>
          <w:spacing w:val="1"/>
          <w:sz w:val="22"/>
          <w:szCs w:val="22"/>
        </w:rPr>
        <w:t>1964r</w:t>
      </w:r>
      <w:r w:rsidRPr="006049FE">
        <w:rPr>
          <w:sz w:val="22"/>
          <w:szCs w:val="22"/>
        </w:rPr>
        <w:t xml:space="preserve">. z </w:t>
      </w:r>
      <w:proofErr w:type="spellStart"/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ź</w:t>
      </w:r>
      <w:r w:rsidRPr="006049FE">
        <w:rPr>
          <w:spacing w:val="1"/>
          <w:sz w:val="22"/>
          <w:szCs w:val="22"/>
        </w:rPr>
        <w:t>n</w:t>
      </w:r>
      <w:proofErr w:type="spellEnd"/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.)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Ustaw</w:t>
      </w:r>
      <w:r w:rsidRPr="006049FE">
        <w:rPr>
          <w:sz w:val="22"/>
          <w:szCs w:val="22"/>
        </w:rPr>
        <w:t xml:space="preserve">a z </w:t>
      </w:r>
      <w:r w:rsidRPr="006049FE">
        <w:rPr>
          <w:spacing w:val="1"/>
          <w:sz w:val="22"/>
          <w:szCs w:val="22"/>
        </w:rPr>
        <w:t>dni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 xml:space="preserve">7 </w:t>
      </w:r>
      <w:r w:rsidRPr="006049FE">
        <w:rPr>
          <w:spacing w:val="1"/>
          <w:sz w:val="22"/>
          <w:szCs w:val="22"/>
        </w:rPr>
        <w:t>kwiet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2001r</w:t>
      </w:r>
      <w:r w:rsidRPr="006049FE">
        <w:rPr>
          <w:sz w:val="22"/>
          <w:szCs w:val="22"/>
        </w:rPr>
        <w:t xml:space="preserve">. - </w:t>
      </w:r>
      <w:r w:rsidRPr="006049FE">
        <w:rPr>
          <w:spacing w:val="1"/>
          <w:sz w:val="22"/>
          <w:szCs w:val="22"/>
        </w:rPr>
        <w:t>praw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>ochron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środowisk</w:t>
      </w:r>
      <w:r w:rsidRPr="006049FE">
        <w:rPr>
          <w:sz w:val="22"/>
          <w:szCs w:val="22"/>
        </w:rPr>
        <w:t xml:space="preserve">a - </w:t>
      </w:r>
      <w:r w:rsidRPr="006049FE">
        <w:rPr>
          <w:spacing w:val="1"/>
          <w:sz w:val="22"/>
          <w:szCs w:val="22"/>
        </w:rPr>
        <w:t>(Dz.U</w:t>
      </w:r>
      <w:r w:rsidRPr="006049FE">
        <w:rPr>
          <w:sz w:val="22"/>
          <w:szCs w:val="22"/>
        </w:rPr>
        <w:t xml:space="preserve">. Nr </w:t>
      </w:r>
      <w:r w:rsidRPr="006049FE">
        <w:rPr>
          <w:spacing w:val="1"/>
          <w:sz w:val="22"/>
          <w:szCs w:val="22"/>
        </w:rPr>
        <w:t>6</w:t>
      </w:r>
      <w:r w:rsidRPr="006049FE">
        <w:rPr>
          <w:sz w:val="22"/>
          <w:szCs w:val="22"/>
        </w:rPr>
        <w:t xml:space="preserve">2 z </w:t>
      </w:r>
      <w:r w:rsidRPr="006049FE">
        <w:rPr>
          <w:spacing w:val="1"/>
          <w:sz w:val="22"/>
          <w:szCs w:val="22"/>
        </w:rPr>
        <w:t>2001r.,poz</w:t>
      </w:r>
      <w:r w:rsidRPr="006049FE">
        <w:rPr>
          <w:sz w:val="22"/>
          <w:szCs w:val="22"/>
        </w:rPr>
        <w:t xml:space="preserve">. </w:t>
      </w:r>
      <w:r w:rsidRPr="006049FE">
        <w:rPr>
          <w:spacing w:val="-4"/>
          <w:sz w:val="22"/>
          <w:szCs w:val="22"/>
        </w:rPr>
        <w:t>62</w:t>
      </w:r>
      <w:r w:rsidRPr="006049FE">
        <w:rPr>
          <w:spacing w:val="-5"/>
          <w:sz w:val="22"/>
          <w:szCs w:val="22"/>
        </w:rPr>
        <w:t>7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Ustaw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arc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1981r</w:t>
      </w:r>
      <w:r w:rsidRPr="006049FE">
        <w:rPr>
          <w:sz w:val="22"/>
          <w:szCs w:val="22"/>
        </w:rPr>
        <w:t>.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Państwowe</w:t>
      </w:r>
      <w:r w:rsidRPr="006049FE">
        <w:rPr>
          <w:sz w:val="22"/>
          <w:szCs w:val="22"/>
        </w:rPr>
        <w:t>j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Inspekcj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(tj</w:t>
      </w:r>
      <w:r w:rsidRPr="006049FE">
        <w:rPr>
          <w:sz w:val="22"/>
          <w:szCs w:val="22"/>
        </w:rPr>
        <w:t>.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Dz.U</w:t>
      </w:r>
      <w:r w:rsidRPr="006049FE">
        <w:rPr>
          <w:sz w:val="22"/>
          <w:szCs w:val="22"/>
        </w:rPr>
        <w:t>.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12</w:t>
      </w:r>
      <w:r w:rsidRPr="006049FE">
        <w:rPr>
          <w:sz w:val="22"/>
          <w:szCs w:val="22"/>
        </w:rPr>
        <w:t>4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 xml:space="preserve">2001r., </w:t>
      </w:r>
      <w:r w:rsidRPr="006049FE">
        <w:rPr>
          <w:sz w:val="22"/>
          <w:szCs w:val="22"/>
        </w:rPr>
        <w:t>poz.1362)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Ustaw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dni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1</w:t>
      </w:r>
      <w:r w:rsidRPr="006049FE">
        <w:rPr>
          <w:sz w:val="22"/>
          <w:szCs w:val="22"/>
        </w:rPr>
        <w:t>4 m</w:t>
      </w:r>
      <w:r w:rsidRPr="006049FE">
        <w:rPr>
          <w:spacing w:val="2"/>
          <w:sz w:val="22"/>
          <w:szCs w:val="22"/>
        </w:rPr>
        <w:t>arc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1985r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ń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twow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 xml:space="preserve"> 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sp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(Dz.</w:t>
      </w:r>
      <w:r w:rsidRPr="006049FE">
        <w:rPr>
          <w:sz w:val="22"/>
          <w:szCs w:val="22"/>
        </w:rPr>
        <w:t>U.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 xml:space="preserve"> 1</w:t>
      </w:r>
      <w:r w:rsidRPr="006049FE">
        <w:rPr>
          <w:sz w:val="22"/>
          <w:szCs w:val="22"/>
        </w:rPr>
        <w:t>2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1985r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proofErr w:type="spellStart"/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ó</w:t>
      </w:r>
      <w:r w:rsidRPr="006049FE">
        <w:rPr>
          <w:sz w:val="22"/>
          <w:szCs w:val="22"/>
        </w:rPr>
        <w:t>ź</w:t>
      </w:r>
      <w:r w:rsidRPr="006049FE">
        <w:rPr>
          <w:spacing w:val="-2"/>
          <w:sz w:val="22"/>
          <w:szCs w:val="22"/>
        </w:rPr>
        <w:t>n</w:t>
      </w:r>
      <w:proofErr w:type="spellEnd"/>
      <w:r w:rsidRPr="006049FE">
        <w:rPr>
          <w:spacing w:val="-2"/>
          <w:sz w:val="22"/>
          <w:szCs w:val="22"/>
        </w:rPr>
        <w:t xml:space="preserve">.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.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grudnia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2000r.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dozorze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122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2001r.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ź</w:t>
      </w:r>
      <w:r w:rsidRPr="006049FE">
        <w:rPr>
          <w:spacing w:val="-2"/>
          <w:sz w:val="22"/>
          <w:szCs w:val="22"/>
        </w:rPr>
        <w:t>n</w:t>
      </w:r>
      <w:proofErr w:type="spellEnd"/>
      <w:r w:rsidRPr="006049FE">
        <w:rPr>
          <w:sz w:val="22"/>
          <w:szCs w:val="22"/>
        </w:rPr>
        <w:t>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.)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Rozpor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Ministr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Pra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Poli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yk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Sp</w:t>
      </w:r>
      <w:r w:rsidRPr="006049FE">
        <w:rPr>
          <w:spacing w:val="3"/>
          <w:sz w:val="22"/>
          <w:szCs w:val="22"/>
        </w:rPr>
        <w:t>ołeczne</w:t>
      </w:r>
      <w:r w:rsidRPr="006049FE">
        <w:rPr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2</w:t>
      </w:r>
      <w:r w:rsidRPr="006049FE">
        <w:rPr>
          <w:sz w:val="22"/>
          <w:szCs w:val="22"/>
        </w:rPr>
        <w:t>6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wrz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1997r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spra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ogólnyc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zepisó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piecz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ń</w:t>
      </w:r>
      <w:r w:rsidRPr="006049FE">
        <w:rPr>
          <w:sz w:val="22"/>
          <w:szCs w:val="22"/>
        </w:rPr>
        <w:t>stwa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higieny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(tj.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Dz.U.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2003r</w:t>
      </w:r>
      <w:r w:rsidRPr="006049FE">
        <w:rPr>
          <w:spacing w:val="-3"/>
          <w:sz w:val="22"/>
          <w:szCs w:val="22"/>
        </w:rPr>
        <w:t>.</w:t>
      </w:r>
      <w:r w:rsidRPr="006049FE">
        <w:rPr>
          <w:position w:val="-3"/>
          <w:sz w:val="22"/>
          <w:szCs w:val="22"/>
        </w:rPr>
        <w:t>?</w:t>
      </w:r>
      <w:r w:rsidRPr="006049FE">
        <w:rPr>
          <w:spacing w:val="14"/>
          <w:position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169)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Rozpor</w:t>
      </w:r>
      <w:r w:rsidRPr="006049FE">
        <w:rPr>
          <w:spacing w:val="5"/>
          <w:sz w:val="22"/>
          <w:szCs w:val="22"/>
        </w:rPr>
        <w:t>zą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Ministr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Infrastruktur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7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kwietni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2004r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sprawi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warunków</w:t>
      </w:r>
      <w:r w:rsidR="006B0BF9" w:rsidRPr="006049FE">
        <w:rPr>
          <w:sz w:val="22"/>
          <w:szCs w:val="22"/>
        </w:rPr>
        <w:t xml:space="preserve"> </w:t>
      </w:r>
      <w:r w:rsidR="006B0BF9" w:rsidRPr="006049FE">
        <w:rPr>
          <w:spacing w:val="3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chnic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nych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jak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odpowiad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3"/>
          <w:sz w:val="22"/>
          <w:szCs w:val="22"/>
        </w:rPr>
        <w:t xml:space="preserve"> b</w:t>
      </w:r>
      <w:r w:rsidRPr="006049FE">
        <w:rPr>
          <w:spacing w:val="2"/>
          <w:sz w:val="22"/>
          <w:szCs w:val="22"/>
        </w:rPr>
        <w:t>ud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u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ytu</w:t>
      </w:r>
      <w:r w:rsidRPr="006049FE">
        <w:rPr>
          <w:spacing w:val="2"/>
          <w:sz w:val="22"/>
          <w:szCs w:val="22"/>
        </w:rPr>
        <w:t>owan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(D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2</w:t>
      </w:r>
      <w:r w:rsidRPr="006049FE">
        <w:rPr>
          <w:spacing w:val="3"/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3"/>
          <w:sz w:val="22"/>
          <w:szCs w:val="22"/>
        </w:rPr>
        <w:t>4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.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10"/>
          <w:sz w:val="22"/>
          <w:szCs w:val="22"/>
        </w:rPr>
        <w:t>109)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Rozpor</w:t>
      </w:r>
      <w:r w:rsidRPr="006049FE">
        <w:rPr>
          <w:spacing w:val="5"/>
          <w:sz w:val="22"/>
          <w:szCs w:val="22"/>
        </w:rPr>
        <w:t>ząd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Ministr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Infrastruktur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dni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1</w:t>
      </w:r>
      <w:r w:rsidRPr="006049FE">
        <w:rPr>
          <w:sz w:val="22"/>
          <w:szCs w:val="22"/>
        </w:rPr>
        <w:t>5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styczni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2002r</w:t>
      </w:r>
      <w:r w:rsidRPr="006049FE">
        <w:rPr>
          <w:sz w:val="22"/>
          <w:szCs w:val="22"/>
        </w:rPr>
        <w:t>.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rawi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aproba</w:t>
      </w:r>
      <w:r w:rsidRPr="006049FE">
        <w:rPr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kryterió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chnicznyc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ednos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koweg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stosowa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wy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obó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budowlanych</w:t>
      </w:r>
      <w:r w:rsidRPr="006049FE">
        <w:rPr>
          <w:spacing w:val="5"/>
          <w:sz w:val="22"/>
          <w:szCs w:val="22"/>
        </w:rPr>
        <w:t>(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.U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2002r.,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8)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Roz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orządzeni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Minist</w:t>
      </w:r>
      <w:r w:rsidRPr="006049FE">
        <w:rPr>
          <w:spacing w:val="5"/>
          <w:sz w:val="22"/>
          <w:szCs w:val="22"/>
        </w:rPr>
        <w:t>r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Infrastruktur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lipc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2003r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sprawi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szczeg</w:t>
      </w:r>
      <w:r w:rsidRPr="006049FE">
        <w:rPr>
          <w:spacing w:val="4"/>
          <w:sz w:val="22"/>
          <w:szCs w:val="22"/>
        </w:rPr>
        <w:t>óło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ego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formy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budowlanego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2003r.,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120)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nk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>techni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wykonan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a i </w:t>
      </w:r>
      <w:r w:rsidRPr="006049FE">
        <w:rPr>
          <w:spacing w:val="3"/>
          <w:sz w:val="22"/>
          <w:szCs w:val="22"/>
        </w:rPr>
        <w:t>odbior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lano-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onta</w:t>
      </w:r>
      <w:r w:rsidRPr="006049FE">
        <w:rPr>
          <w:spacing w:val="2"/>
          <w:sz w:val="22"/>
          <w:szCs w:val="22"/>
        </w:rPr>
        <w:t>żowy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 -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wyd</w:t>
      </w:r>
      <w:r w:rsidRPr="006049FE">
        <w:rPr>
          <w:sz w:val="22"/>
          <w:szCs w:val="22"/>
        </w:rPr>
        <w:t>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kady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-10"/>
          <w:sz w:val="22"/>
          <w:szCs w:val="22"/>
        </w:rPr>
        <w:t>1989</w:t>
      </w:r>
      <w:r w:rsidRPr="006049FE">
        <w:rPr>
          <w:spacing w:val="-8"/>
          <w:sz w:val="22"/>
          <w:szCs w:val="22"/>
        </w:rPr>
        <w:t>r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ąd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Min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str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Infr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struktur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dni</w:t>
      </w:r>
      <w:r w:rsidRPr="006049FE">
        <w:rPr>
          <w:sz w:val="22"/>
          <w:szCs w:val="22"/>
        </w:rPr>
        <w:t xml:space="preserve">a 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1</w:t>
      </w:r>
      <w:r w:rsidRPr="006049FE">
        <w:rPr>
          <w:sz w:val="22"/>
          <w:szCs w:val="22"/>
        </w:rPr>
        <w:t xml:space="preserve">9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lis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op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2001r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pr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ennika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ntażu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rozbiórki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infor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cyjnej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138,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1555)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Ustawa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21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arca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1985r.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drogach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publicznych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14,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60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źn</w:t>
      </w:r>
      <w:proofErr w:type="spellEnd"/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zm.)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Rozporz</w:t>
      </w:r>
      <w:r w:rsidRPr="006049FE">
        <w:rPr>
          <w:spacing w:val="1"/>
          <w:sz w:val="22"/>
          <w:szCs w:val="22"/>
        </w:rPr>
        <w:t>ądz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str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Spr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wnę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ny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Adm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str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cj</w:t>
      </w:r>
      <w:r w:rsidRPr="006049FE">
        <w:rPr>
          <w:sz w:val="22"/>
          <w:szCs w:val="22"/>
        </w:rPr>
        <w:t xml:space="preserve">i z </w:t>
      </w:r>
      <w:r w:rsidRPr="006049FE">
        <w:rPr>
          <w:spacing w:val="1"/>
          <w:sz w:val="22"/>
          <w:szCs w:val="22"/>
        </w:rPr>
        <w:t>dni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4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wr</w:t>
      </w:r>
      <w:r w:rsidRPr="006049FE">
        <w:rPr>
          <w:spacing w:val="2"/>
          <w:sz w:val="22"/>
          <w:szCs w:val="22"/>
        </w:rPr>
        <w:t>ześni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1998r</w:t>
      </w:r>
      <w:r w:rsidRPr="006049FE">
        <w:rPr>
          <w:sz w:val="22"/>
          <w:szCs w:val="22"/>
        </w:rPr>
        <w:t xml:space="preserve">. w </w:t>
      </w:r>
      <w:r w:rsidRPr="006049FE">
        <w:rPr>
          <w:spacing w:val="2"/>
          <w:sz w:val="22"/>
          <w:szCs w:val="22"/>
        </w:rPr>
        <w:t>spra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ustalani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geotechnicz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warunkó</w:t>
      </w:r>
      <w:r w:rsidRPr="006049FE">
        <w:rPr>
          <w:sz w:val="22"/>
          <w:szCs w:val="22"/>
        </w:rPr>
        <w:t>w</w:t>
      </w:r>
      <w:r w:rsidRPr="006049FE">
        <w:rPr>
          <w:spacing w:val="56"/>
          <w:sz w:val="22"/>
          <w:szCs w:val="22"/>
        </w:rPr>
        <w:t xml:space="preserve"> </w:t>
      </w:r>
      <w:proofErr w:type="spellStart"/>
      <w:r w:rsidRPr="006049FE">
        <w:rPr>
          <w:spacing w:val="2"/>
          <w:sz w:val="22"/>
          <w:szCs w:val="22"/>
        </w:rPr>
        <w:t>posa</w:t>
      </w:r>
      <w:r w:rsidRPr="006049FE">
        <w:rPr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awiani</w:t>
      </w:r>
      <w:r w:rsidRPr="006049FE">
        <w:rPr>
          <w:sz w:val="22"/>
          <w:szCs w:val="22"/>
        </w:rPr>
        <w:t>a</w:t>
      </w:r>
      <w:proofErr w:type="spellEnd"/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obiektó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2"/>
          <w:sz w:val="22"/>
          <w:szCs w:val="22"/>
        </w:rPr>
        <w:t>budo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lanyc</w:t>
      </w:r>
      <w:r w:rsidRPr="006049FE">
        <w:rPr>
          <w:sz w:val="22"/>
          <w:szCs w:val="22"/>
        </w:rPr>
        <w:t>h (</w:t>
      </w:r>
      <w:proofErr w:type="spellStart"/>
      <w:r w:rsidRPr="006049FE">
        <w:rPr>
          <w:sz w:val="22"/>
          <w:szCs w:val="22"/>
        </w:rPr>
        <w:t>Dz.U</w:t>
      </w:r>
      <w:proofErr w:type="spellEnd"/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1998r. Nr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126, poz. 839)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Rozpor</w:t>
      </w:r>
      <w:r w:rsidRPr="006049FE">
        <w:rPr>
          <w:spacing w:val="5"/>
          <w:sz w:val="22"/>
          <w:szCs w:val="22"/>
        </w:rPr>
        <w:t>zą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Ministr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Spra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ętrznyc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Ad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inist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acj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1</w:t>
      </w:r>
      <w:r w:rsidRPr="006049FE">
        <w:rPr>
          <w:sz w:val="22"/>
          <w:szCs w:val="22"/>
        </w:rPr>
        <w:t>9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ździernika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1998r.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książki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budowlanego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135,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882)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Rozporządzeni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Ministr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Gospodark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Przestrzenne</w:t>
      </w:r>
      <w:r w:rsidRPr="006049FE">
        <w:rPr>
          <w:sz w:val="22"/>
          <w:szCs w:val="22"/>
        </w:rPr>
        <w:t>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Budownictw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luteg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1995r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"/>
          <w:sz w:val="22"/>
          <w:szCs w:val="22"/>
        </w:rPr>
        <w:t>spra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zaj</w:t>
      </w:r>
      <w:r w:rsidRPr="006049FE">
        <w:rPr>
          <w:sz w:val="22"/>
          <w:szCs w:val="22"/>
        </w:rPr>
        <w:t>u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zakres</w:t>
      </w:r>
      <w:r w:rsidRPr="006049FE">
        <w:rPr>
          <w:sz w:val="22"/>
          <w:szCs w:val="22"/>
        </w:rPr>
        <w:t>u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prac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ań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geodezyjno-kartogra</w:t>
      </w:r>
      <w:r w:rsidRPr="006049FE">
        <w:rPr>
          <w:sz w:val="22"/>
          <w:szCs w:val="22"/>
        </w:rPr>
        <w:t>f</w:t>
      </w:r>
      <w:r w:rsidRPr="006049FE">
        <w:rPr>
          <w:spacing w:val="1"/>
          <w:sz w:val="22"/>
          <w:szCs w:val="22"/>
        </w:rPr>
        <w:t>icznyc</w:t>
      </w:r>
      <w:r w:rsidRPr="006049FE">
        <w:rPr>
          <w:sz w:val="22"/>
          <w:szCs w:val="22"/>
        </w:rPr>
        <w:t>h</w:t>
      </w:r>
      <w:r w:rsidRPr="006049FE">
        <w:rPr>
          <w:spacing w:val="5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czynn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ści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obowiązujących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budownictwie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25,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poz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133).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Rozporządzenie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istra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Infrastru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tury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2</w:t>
      </w:r>
      <w:r w:rsidRPr="006049FE">
        <w:rPr>
          <w:sz w:val="22"/>
          <w:szCs w:val="22"/>
        </w:rPr>
        <w:t>6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czerwca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2</w:t>
      </w:r>
      <w:r w:rsidRPr="006049FE">
        <w:rPr>
          <w:sz w:val="22"/>
          <w:szCs w:val="22"/>
        </w:rPr>
        <w:t>002r.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 xml:space="preserve">budowy,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onta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 xml:space="preserve">u i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ta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lic</w:t>
      </w:r>
      <w:r w:rsidRPr="006049FE">
        <w:rPr>
          <w:sz w:val="22"/>
          <w:szCs w:val="22"/>
        </w:rPr>
        <w:t>y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in</w:t>
      </w:r>
      <w:r w:rsidRPr="006049FE">
        <w:rPr>
          <w:spacing w:val="1"/>
          <w:sz w:val="22"/>
          <w:szCs w:val="22"/>
        </w:rPr>
        <w:t>f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acyj</w:t>
      </w:r>
      <w:r w:rsidRPr="006049FE">
        <w:rPr>
          <w:spacing w:val="1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 xml:space="preserve"> or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oszen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zawie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ją</w:t>
      </w:r>
      <w:r w:rsidRPr="006049FE">
        <w:rPr>
          <w:spacing w:val="1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dan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bezpieczeństwa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zdrowia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108,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953).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footerReference w:type="default" r:id="rId8"/>
          <w:pgSz w:w="11905" w:h="16840"/>
          <w:pgMar w:top="1340" w:right="960" w:bottom="900" w:left="9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b/>
          <w:bCs/>
          <w:w w:val="99"/>
          <w:sz w:val="22"/>
          <w:szCs w:val="22"/>
        </w:rPr>
      </w:pPr>
      <w:r w:rsidRPr="006049FE">
        <w:rPr>
          <w:b/>
          <w:bCs/>
          <w:sz w:val="22"/>
          <w:szCs w:val="22"/>
        </w:rPr>
        <w:lastRenderedPageBreak/>
        <w:t>ST.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1.00</w:t>
      </w:r>
      <w:r w:rsidRPr="006049FE">
        <w:rPr>
          <w:b/>
          <w:bCs/>
          <w:sz w:val="22"/>
          <w:szCs w:val="22"/>
        </w:rPr>
        <w:tab/>
        <w:t>ROBOTY</w:t>
      </w:r>
      <w:r w:rsidRPr="006049FE">
        <w:rPr>
          <w:b/>
          <w:bCs/>
          <w:spacing w:val="-4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PRZYGOTOWAWCZE</w:t>
      </w:r>
      <w:r w:rsidRPr="006049FE">
        <w:rPr>
          <w:b/>
          <w:bCs/>
          <w:w w:val="99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b/>
          <w:bCs/>
          <w:spacing w:val="56"/>
          <w:sz w:val="22"/>
          <w:szCs w:val="22"/>
        </w:rPr>
      </w:pPr>
      <w:r w:rsidRPr="006049FE">
        <w:rPr>
          <w:b/>
          <w:bCs/>
          <w:sz w:val="22"/>
          <w:szCs w:val="22"/>
        </w:rPr>
        <w:t>GRUPA</w:t>
      </w:r>
      <w:r w:rsidRPr="006049FE">
        <w:rPr>
          <w:b/>
          <w:bCs/>
          <w:spacing w:val="5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CPV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451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  <w:u w:val="thick"/>
        </w:rPr>
        <w:t>WSTĘ</w:t>
      </w:r>
      <w:r w:rsidRPr="006049FE">
        <w:rPr>
          <w:b/>
          <w:bCs/>
          <w:sz w:val="22"/>
          <w:szCs w:val="22"/>
          <w:u w:val="thick"/>
        </w:rPr>
        <w:t>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B29A7">
      <w:pPr>
        <w:pStyle w:val="Bezodstpw"/>
        <w:rPr>
          <w:b/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iotem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ściowych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w ramach</w:t>
      </w:r>
      <w:r w:rsidR="0042061D" w:rsidRPr="006049FE">
        <w:rPr>
          <w:b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 xml:space="preserve">realizacji budowy boiska wielofunkcyjnego </w:t>
      </w:r>
      <w:r w:rsidR="007B1501" w:rsidRPr="006049FE">
        <w:rPr>
          <w:b/>
          <w:bCs/>
          <w:spacing w:val="18"/>
          <w:sz w:val="22"/>
          <w:szCs w:val="22"/>
        </w:rPr>
        <w:t xml:space="preserve">przy </w:t>
      </w:r>
      <w:r w:rsidR="007B1501">
        <w:rPr>
          <w:b/>
          <w:bCs/>
          <w:spacing w:val="18"/>
          <w:sz w:val="22"/>
          <w:szCs w:val="22"/>
        </w:rPr>
        <w:t>szkole podstawowej w Zbrudzewie</w:t>
      </w:r>
      <w:r w:rsidR="007B1501" w:rsidRPr="006049FE">
        <w:rPr>
          <w:b/>
          <w:bCs/>
          <w:spacing w:val="18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9"/>
          <w:w w:val="115"/>
          <w:sz w:val="22"/>
          <w:szCs w:val="22"/>
        </w:rPr>
        <w:t>Zakre</w:t>
      </w:r>
      <w:r w:rsidRPr="006049FE">
        <w:rPr>
          <w:bCs/>
          <w:w w:val="115"/>
          <w:sz w:val="22"/>
          <w:szCs w:val="22"/>
        </w:rPr>
        <w:t>s</w:t>
      </w:r>
      <w:r w:rsidRPr="006049FE">
        <w:rPr>
          <w:bCs/>
          <w:spacing w:val="6"/>
          <w:w w:val="115"/>
          <w:sz w:val="22"/>
          <w:szCs w:val="22"/>
        </w:rPr>
        <w:t xml:space="preserve"> </w:t>
      </w:r>
      <w:r w:rsidRPr="006049FE">
        <w:rPr>
          <w:bCs/>
          <w:spacing w:val="9"/>
          <w:w w:val="115"/>
          <w:sz w:val="22"/>
          <w:szCs w:val="22"/>
        </w:rPr>
        <w:t>stosowani</w:t>
      </w:r>
      <w:r w:rsidRPr="006049FE">
        <w:rPr>
          <w:bCs/>
          <w:w w:val="115"/>
          <w:sz w:val="22"/>
          <w:szCs w:val="22"/>
        </w:rPr>
        <w:t>a</w:t>
      </w:r>
      <w:r w:rsidRPr="006049FE">
        <w:rPr>
          <w:bCs/>
          <w:spacing w:val="6"/>
          <w:w w:val="115"/>
          <w:sz w:val="22"/>
          <w:szCs w:val="22"/>
        </w:rPr>
        <w:t xml:space="preserve"> </w:t>
      </w:r>
      <w:r w:rsidRPr="006049FE">
        <w:rPr>
          <w:bCs/>
          <w:spacing w:val="9"/>
          <w:w w:val="115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Specyfikacja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tech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iczna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przeta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gowy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ntra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towy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zlecaniu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okre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lonym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3"/>
          <w:sz w:val="22"/>
          <w:szCs w:val="22"/>
        </w:rPr>
        <w:t>Z</w:t>
      </w:r>
      <w:r w:rsidRPr="006049FE">
        <w:rPr>
          <w:bCs/>
          <w:sz w:val="22"/>
          <w:szCs w:val="22"/>
        </w:rPr>
        <w:t>akres robót objętych</w:t>
      </w:r>
      <w:r w:rsidRPr="006049FE">
        <w:rPr>
          <w:bCs/>
          <w:spacing w:val="-2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tyczą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wadzenia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czynnościa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umożliwiający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mający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celu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przebiegu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komunikacyjnego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ałej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architektury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Odtworzenie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wysokościowych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iarowych,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rasy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pun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wysokościowych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wchodzą: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sprawdzenie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sytuac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jnego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ściowego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 wysokościowych,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uzupełnienie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datkowy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(wyznacze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osi), wyznaczenie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dodatkowych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wysokościowych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(reperów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roboczych),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roj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z w:val="22"/>
          <w:szCs w:val="22"/>
        </w:rPr>
        <w:t>zastabilizowanie</w:t>
      </w:r>
      <w:proofErr w:type="spellEnd"/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trwały,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zniszczeniem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oznakowanie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 sposób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ułatwiający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odszukanie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Wyznaczenie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Wyznaczenie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yznaczenia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obie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ych,</w:t>
      </w:r>
      <w:r w:rsidRPr="006049FE">
        <w:rPr>
          <w:w w:val="99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zastabilizowanie</w:t>
      </w:r>
      <w:proofErr w:type="spellEnd"/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trwały,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iszczenie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oznakowanie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 ułatwia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odszukanie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syt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(kont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r, podpory,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Określenia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podstawowe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Punkty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kierunkowe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końcowy punkt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Pozostałe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reśle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stawowe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obowiązujący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no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definicja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MATERIA</w:t>
      </w:r>
      <w:r w:rsidRPr="006049FE">
        <w:rPr>
          <w:bCs/>
          <w:spacing w:val="1"/>
          <w:sz w:val="22"/>
          <w:szCs w:val="22"/>
          <w:u w:val="thick"/>
        </w:rPr>
        <w:t>Ł</w:t>
      </w:r>
      <w:r w:rsidRPr="006049FE">
        <w:rPr>
          <w:bCs/>
          <w:sz w:val="22"/>
          <w:szCs w:val="22"/>
          <w:u w:val="thick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ozyskiwania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2. Rodzaje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utrwalenia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pale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gwoździem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prętem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słupki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albo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rury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etalowe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długości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około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0,50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Pale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ieszczone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nych,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ąsiedztwie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tras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 xml:space="preserve">, powinny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ieć śred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icę od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0,15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do 0,20 m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i długość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 1,5 do 1,7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stabilizacji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poz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pali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rewniane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średnicy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0,05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0,08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około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0,30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utrwalanych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istniejącej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bolce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średnicy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długości od 0,04 do 0,05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„Świadki”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około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0,50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przekrój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prostokątny.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SPRZĘT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rzętu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rzętu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3. Sprzęt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sytuacyjnego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sprzęt: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teodolity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tachi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w w:val="95"/>
          <w:sz w:val="22"/>
          <w:szCs w:val="22"/>
        </w:rPr>
        <w:t>niwelatory,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dal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ierze,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tyczki,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łaty,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taś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stal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we,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Sprzęt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drogowej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ściowych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gwarantować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uzyskanie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dokładności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TRANSPORT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4. Transport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Sprzęt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zewozić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wolny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WYKONAN</w:t>
      </w:r>
      <w:r w:rsidRPr="006049FE">
        <w:rPr>
          <w:bCs/>
          <w:spacing w:val="1"/>
          <w:sz w:val="22"/>
          <w:szCs w:val="22"/>
          <w:u w:val="thick"/>
        </w:rPr>
        <w:t>I</w:t>
      </w:r>
      <w:r w:rsidRPr="006049FE">
        <w:rPr>
          <w:bCs/>
          <w:sz w:val="22"/>
          <w:szCs w:val="22"/>
          <w:u w:val="thick"/>
        </w:rPr>
        <w:t>E</w:t>
      </w:r>
      <w:r w:rsidRPr="006049FE">
        <w:rPr>
          <w:bCs/>
          <w:spacing w:val="-29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„Wy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36" w:name="5.1._Zasady_wykonywania_prac_pomiarowych"/>
      <w:bookmarkEnd w:id="36"/>
      <w:r w:rsidRPr="006049FE">
        <w:rPr>
          <w:sz w:val="22"/>
          <w:szCs w:val="22"/>
        </w:rPr>
        <w:t>Zasady wykonywania prac pomiarowych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Prace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obow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ązujący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Instrukcja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GUGiK</w:t>
      </w:r>
      <w:proofErr w:type="spellEnd"/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(od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 7).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stąpieniem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ąć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wiającego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dane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zawierające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lokalizację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współrzędne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oparciu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wiającego,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wca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przeprowadzić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obliczenia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ge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dezyjne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iez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szczegółowe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wytyczenia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Prace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osoby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posiadające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kwalifikacje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uprawnienia.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natych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iast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poinfo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wszelkich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błędach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wykrytych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 wytyczeniu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głównych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(lub)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reperów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roboczych.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Błędy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usunięte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na koszt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awiającego.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rzeczywisty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stwierdzi,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rzeczywiste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ist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tnie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różnią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rzędnych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ślonych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ntacji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j,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tym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ra.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Ukształtowanie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takim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rejonie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ieniane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podjęciem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odpowiedniej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dec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zji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Ins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ekt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ra.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szystkie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datkowe,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wynikające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różnic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podanych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rzędnych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rzeczywistych,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akceptowane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ra,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zostaną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awiającego.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Zaniechanie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enia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takim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ążą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ykonawcę.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Wszystkie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bazują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iarach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ykonawcy,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mogą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rozpoczęte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towaniem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ków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pektora.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Punkty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wierzchołkowe,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pośrednie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zaopatrzone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 oznaczenia określające w sposób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wyraźny i jednoznaczny charakterystykę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łożenie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tych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punktów. For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wzór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tych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oznaczeń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Ins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ekt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ochronę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iarowych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oznaczeń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 czasie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trwa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żeli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zna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zekazane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ającego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zo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taną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zniszczone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ykonawcę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świado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wskutek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zaniedba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do dalszego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zostaną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ykonawcy.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Wszystkie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prace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konieczne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prawi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łowej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realizacji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żą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 xml:space="preserve">do </w:t>
      </w:r>
      <w:r w:rsidRPr="006049FE">
        <w:rPr>
          <w:sz w:val="22"/>
          <w:szCs w:val="22"/>
        </w:rPr>
        <w:t>obowiązków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ykonaw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color w:val="000000"/>
          <w:sz w:val="22"/>
          <w:szCs w:val="22"/>
        </w:rPr>
      </w:pPr>
      <w:bookmarkStart w:id="37" w:name="5.2._Sprawdzenie_wyznaczenia_punktów_głó"/>
      <w:bookmarkEnd w:id="37"/>
      <w:r w:rsidRPr="006049FE">
        <w:rPr>
          <w:sz w:val="22"/>
          <w:szCs w:val="22"/>
        </w:rPr>
        <w:t>Sprawdzenie wyznaczenie punktów głównych osi trasy i punktów wysokościowych</w:t>
      </w:r>
      <w:r w:rsidRPr="006049FE">
        <w:rPr>
          <w:b/>
          <w:bCs/>
          <w:color w:val="323232"/>
          <w:w w:val="115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Punkty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wierzchołkowe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24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zastabilizowane</w:t>
      </w:r>
      <w:proofErr w:type="spellEnd"/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trwały, przy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użyciu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pali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drewnianych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słupków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betonowych,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także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dowiązane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 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ocniczych,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położonych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poza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ą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zie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nych.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Maksy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odle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łość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odcinkach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może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500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wiający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założyć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ocze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wysokościowe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(repery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robocze)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zdłuż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 boisk,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także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każd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obiekcie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Maksy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odległ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dłuż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drogowej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łaskim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wynosić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500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etrów,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nato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iast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falistym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górskim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niejszona,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zależnie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konfiguracji.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Repery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rob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cze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założyć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poza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związanych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wykonaniem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ej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, chodnika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lastRenderedPageBreak/>
        <w:t>obiektów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towarzyszących.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repery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ożna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wykorzystać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punkty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stałe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stabilnych,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istniejących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budowlach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wzdłuż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drogowej.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ile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brak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takich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ależy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założyć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postaci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słupków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betonowych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grubych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kszt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łtowników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stalowych,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osadzonych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gruncie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wyklucza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iadanie,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Rzędne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reperów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roboczych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 okr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ślać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  taką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ładnością,  aby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średni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błąd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niwelacji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po wyrównaniu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był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/km,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niwelację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podwójną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naw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ązaniu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reperów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państwowych.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Repery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ocze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wyposażone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oznaczenia,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zawierające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wyraźne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jednoznaczne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nazwy</w:t>
      </w:r>
      <w:r w:rsidRPr="006049FE">
        <w:rPr>
          <w:spacing w:val="-9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reperu</w:t>
      </w:r>
      <w:proofErr w:type="spellEnd"/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38" w:name="5.3._Tyczenie_osi_trasy_"/>
      <w:bookmarkEnd w:id="38"/>
      <w:r w:rsidRPr="006049FE">
        <w:rPr>
          <w:sz w:val="22"/>
          <w:szCs w:val="22"/>
        </w:rPr>
        <w:t>Tyczenie osi trasy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Tyczenie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si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wykonać 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oparciu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entację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dane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przekazane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awiającego,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wykorzystaniu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sieci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poligonizacji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państ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owej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albo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innej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osnowy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geodezyjnej,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Oś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wyznaczona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punktach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głównych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punktach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pośrednich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odległości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zależnej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charakterystyki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ukszt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łtowania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lecz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rzadziej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50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Dopuszczalne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odchyle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syt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acyj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wytyczonej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acji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rojektowej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eci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kanalizacyjnej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pozostałych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dróg.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niwelety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ością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rzędnych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niwelety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utrwalenia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użyć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iałów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ienionych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2.2.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Usunięcie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ali  z  osi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  jest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puszczalne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tylko  wówczas,  gdy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  zastąpi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pal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stronach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osi,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ieszczonych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gra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icą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39" w:name="5.4._Wyznaczenie_przekrojów_poprzecznych"/>
      <w:bookmarkEnd w:id="39"/>
      <w:r w:rsidRPr="006049FE">
        <w:rPr>
          <w:sz w:val="22"/>
          <w:szCs w:val="22"/>
        </w:rPr>
        <w:t>Wyznaczenie   przekrojów poprzecznych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Wyznaczenie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poprzecznych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obejmuje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kra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ędzi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nasypów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wykopów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(określenie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robót),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iejscach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agających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uzupełnienia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poprawnego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miejscach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wyznaczania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rawędzi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nasypów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wykopów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 stosować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dobrze widoczne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paliki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wiechy.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iechy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nasypów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raczającej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wykopów głębszych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etr.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Odległ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palika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wiechami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dostosować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do ukształtowania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geo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etrii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chodnika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drogi.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Odległość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ta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ods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ępowi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olejnych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rzekrojów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rzecznych.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Profilowanie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roj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umożliwiać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nasypów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wykopów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kszt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łcie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KONTROLA</w:t>
      </w:r>
      <w:r w:rsidRPr="006049FE">
        <w:rPr>
          <w:bCs/>
          <w:spacing w:val="-23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JAK</w:t>
      </w:r>
      <w:r w:rsidRPr="006049FE">
        <w:rPr>
          <w:bCs/>
          <w:spacing w:val="-5"/>
          <w:sz w:val="22"/>
          <w:szCs w:val="22"/>
          <w:u w:val="thick"/>
        </w:rPr>
        <w:t>O</w:t>
      </w:r>
      <w:r w:rsidRPr="006049FE">
        <w:rPr>
          <w:bCs/>
          <w:sz w:val="22"/>
          <w:szCs w:val="22"/>
          <w:u w:val="thick"/>
        </w:rPr>
        <w:t>Ś</w:t>
      </w:r>
      <w:r w:rsidRPr="006049FE">
        <w:rPr>
          <w:bCs/>
          <w:spacing w:val="-2"/>
          <w:sz w:val="22"/>
          <w:szCs w:val="22"/>
          <w:u w:val="thick"/>
        </w:rPr>
        <w:t>CI</w:t>
      </w:r>
      <w:r w:rsidRPr="006049FE">
        <w:rPr>
          <w:bCs/>
          <w:spacing w:val="-22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zasady kontroli jakości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6.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40" w:name="6.2._Kontrola_jakości_prac_pomiarowych_"/>
      <w:bookmarkEnd w:id="40"/>
      <w:r w:rsidRPr="006049FE">
        <w:rPr>
          <w:sz w:val="22"/>
          <w:szCs w:val="22"/>
        </w:rPr>
        <w:t>Kontrola jakości prac pomiarowych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Kontrolę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rac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iarowych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związanych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odtworzeniem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prowadzić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we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ług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ogólnych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instrukcjach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wytycznych</w:t>
      </w:r>
      <w:r w:rsidRPr="006049FE">
        <w:rPr>
          <w:spacing w:val="23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K</w:t>
      </w:r>
      <w:proofErr w:type="spellEnd"/>
      <w:r w:rsidRPr="006049FE">
        <w:rPr>
          <w:sz w:val="22"/>
          <w:szCs w:val="22"/>
        </w:rPr>
        <w:t xml:space="preserve"> (1,2,3,4,5,6,7)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podanymi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5.4.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OBMIAR</w:t>
      </w:r>
      <w:r w:rsidRPr="006049FE">
        <w:rPr>
          <w:bCs/>
          <w:spacing w:val="-25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zasady obmiaru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Jednostka obmiarowa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Jednostką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(kilometr)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ha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(hektar)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odtworzonej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ODBIÓR</w:t>
      </w:r>
      <w:r w:rsidRPr="006049FE">
        <w:rPr>
          <w:bCs/>
          <w:spacing w:val="-25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41" w:name="8.1._Ogólne_zasady_odbioru_robót_"/>
      <w:bookmarkEnd w:id="41"/>
      <w:r w:rsidRPr="006049FE">
        <w:rPr>
          <w:sz w:val="22"/>
          <w:szCs w:val="22"/>
        </w:rPr>
        <w:t>Ogólne zasady odbioru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8.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42" w:name="8.2._Sposób_odbioru_robót_"/>
      <w:bookmarkEnd w:id="42"/>
      <w:r w:rsidRPr="006049FE">
        <w:rPr>
          <w:sz w:val="22"/>
          <w:szCs w:val="22"/>
        </w:rPr>
        <w:t>Sposób odbioru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Odbiór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związanych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odtworzeniem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nas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ępuje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szkiców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dzienników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geodezyjnych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protok</w:t>
      </w:r>
      <w:r w:rsidR="0042061D" w:rsidRPr="006049FE">
        <w:rPr>
          <w:sz w:val="22"/>
          <w:szCs w:val="22"/>
        </w:rPr>
        <w:t>o</w:t>
      </w:r>
      <w:r w:rsidRPr="006049FE">
        <w:rPr>
          <w:sz w:val="22"/>
          <w:szCs w:val="22"/>
        </w:rPr>
        <w:t>łu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geodezyjnej,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przedkłada</w:t>
      </w:r>
      <w:r w:rsidRPr="006049FE">
        <w:rPr>
          <w:spacing w:val="-24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PODSTAWA</w:t>
      </w:r>
      <w:r w:rsidRPr="006049FE">
        <w:rPr>
          <w:bCs/>
          <w:spacing w:val="-36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PŁ</w:t>
      </w:r>
      <w:r w:rsidRPr="006049FE">
        <w:rPr>
          <w:bCs/>
          <w:spacing w:val="-3"/>
          <w:sz w:val="22"/>
          <w:szCs w:val="22"/>
          <w:u w:val="thick"/>
        </w:rPr>
        <w:t>ATN</w:t>
      </w:r>
      <w:r w:rsidRPr="006049FE">
        <w:rPr>
          <w:bCs/>
          <w:sz w:val="22"/>
          <w:szCs w:val="22"/>
          <w:u w:val="thick"/>
        </w:rPr>
        <w:t>O</w:t>
      </w:r>
      <w:r w:rsidRPr="006049FE">
        <w:rPr>
          <w:bCs/>
          <w:spacing w:val="-2"/>
          <w:sz w:val="22"/>
          <w:szCs w:val="22"/>
          <w:u w:val="thick"/>
        </w:rPr>
        <w:t>ŚCI</w:t>
      </w:r>
    </w:p>
    <w:p w:rsidR="0042061D" w:rsidRPr="006049FE" w:rsidRDefault="0042061D" w:rsidP="00746A47">
      <w:pPr>
        <w:pStyle w:val="Akapitzlist"/>
        <w:rPr>
          <w:b/>
          <w:bCs/>
          <w:color w:val="323232"/>
          <w:spacing w:val="9"/>
          <w:w w:val="115"/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ustalenia dotyczące podstawy płatności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płatności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color w:val="000000"/>
          <w:sz w:val="22"/>
          <w:szCs w:val="22"/>
        </w:rPr>
      </w:pPr>
      <w:r w:rsidRPr="006049FE">
        <w:rPr>
          <w:b/>
          <w:bCs/>
          <w:color w:val="323232"/>
          <w:spacing w:val="9"/>
          <w:w w:val="115"/>
          <w:sz w:val="22"/>
          <w:szCs w:val="22"/>
        </w:rPr>
        <w:t>Cen</w:t>
      </w:r>
      <w:r w:rsidRPr="006049FE">
        <w:rPr>
          <w:b/>
          <w:bCs/>
          <w:color w:val="323232"/>
          <w:w w:val="115"/>
          <w:sz w:val="22"/>
          <w:szCs w:val="22"/>
        </w:rPr>
        <w:t>a</w:t>
      </w:r>
      <w:r w:rsidRPr="006049FE">
        <w:rPr>
          <w:b/>
          <w:bCs/>
          <w:color w:val="323232"/>
          <w:spacing w:val="4"/>
          <w:w w:val="115"/>
          <w:sz w:val="22"/>
          <w:szCs w:val="22"/>
        </w:rPr>
        <w:t xml:space="preserve"> </w:t>
      </w:r>
      <w:r w:rsidRPr="006049FE">
        <w:rPr>
          <w:b/>
          <w:bCs/>
          <w:color w:val="323232"/>
          <w:spacing w:val="9"/>
          <w:w w:val="115"/>
          <w:sz w:val="22"/>
          <w:szCs w:val="22"/>
        </w:rPr>
        <w:t>jednos</w:t>
      </w:r>
      <w:r w:rsidRPr="006049FE">
        <w:rPr>
          <w:b/>
          <w:bCs/>
          <w:color w:val="323232"/>
          <w:spacing w:val="7"/>
          <w:w w:val="115"/>
          <w:sz w:val="22"/>
          <w:szCs w:val="22"/>
        </w:rPr>
        <w:t>t</w:t>
      </w:r>
      <w:r w:rsidRPr="006049FE">
        <w:rPr>
          <w:b/>
          <w:bCs/>
          <w:color w:val="323232"/>
          <w:spacing w:val="8"/>
          <w:w w:val="115"/>
          <w:sz w:val="22"/>
          <w:szCs w:val="22"/>
        </w:rPr>
        <w:t>k</w:t>
      </w:r>
      <w:r w:rsidRPr="006049FE">
        <w:rPr>
          <w:b/>
          <w:bCs/>
          <w:color w:val="323232"/>
          <w:w w:val="115"/>
          <w:sz w:val="22"/>
          <w:szCs w:val="22"/>
        </w:rPr>
        <w:t>i</w:t>
      </w:r>
      <w:r w:rsidRPr="006049FE">
        <w:rPr>
          <w:b/>
          <w:bCs/>
          <w:color w:val="323232"/>
          <w:spacing w:val="4"/>
          <w:w w:val="115"/>
          <w:sz w:val="22"/>
          <w:szCs w:val="22"/>
        </w:rPr>
        <w:t xml:space="preserve"> </w:t>
      </w:r>
      <w:r w:rsidRPr="006049FE">
        <w:rPr>
          <w:b/>
          <w:bCs/>
          <w:color w:val="323232"/>
          <w:spacing w:val="9"/>
          <w:w w:val="115"/>
          <w:sz w:val="22"/>
          <w:szCs w:val="22"/>
        </w:rPr>
        <w:t>obmiarowej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1ha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zapewnienie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produkcji,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sprawdzenie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wyznaczenia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ściowych,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uzupełnienie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trasy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datkowy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wyznaczenie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dodatkowych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wysokościowych,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wyznaczenie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roj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ewentualnym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yczeniem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jów,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z w:val="22"/>
          <w:szCs w:val="22"/>
        </w:rPr>
        <w:t>zastabilizowanie</w:t>
      </w:r>
      <w:proofErr w:type="spellEnd"/>
      <w:r w:rsidRPr="006049FE">
        <w:rPr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punktów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sposób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trw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 xml:space="preserve">ły,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ochrona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ich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przed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zniszczeniem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oznakowanie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ułatwia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odszukanie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odtworzenie.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uporządkowanie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PRZEPISY</w:t>
      </w:r>
      <w:r w:rsidRPr="006049FE">
        <w:rPr>
          <w:bCs/>
          <w:spacing w:val="-33"/>
          <w:sz w:val="22"/>
          <w:szCs w:val="22"/>
          <w:u w:val="thick"/>
        </w:rPr>
        <w:t xml:space="preserve"> </w:t>
      </w:r>
      <w:r w:rsidRPr="006049FE">
        <w:rPr>
          <w:bCs/>
          <w:spacing w:val="-2"/>
          <w:sz w:val="22"/>
          <w:szCs w:val="22"/>
          <w:u w:val="thick"/>
        </w:rPr>
        <w:t>ZW</w:t>
      </w:r>
      <w:r w:rsidRPr="006049FE">
        <w:rPr>
          <w:bCs/>
          <w:spacing w:val="-3"/>
          <w:sz w:val="22"/>
          <w:szCs w:val="22"/>
          <w:u w:val="thick"/>
        </w:rPr>
        <w:t>I</w:t>
      </w:r>
      <w:r w:rsidRPr="006049FE">
        <w:rPr>
          <w:bCs/>
          <w:spacing w:val="-2"/>
          <w:sz w:val="22"/>
          <w:szCs w:val="22"/>
          <w:u w:val="thick"/>
        </w:rPr>
        <w:t>ĄZANE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Instrukcja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0-1.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wykonywania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Instrukcja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G-3.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obsługa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inwestycji,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Geodezji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Kartografii,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Warszawa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1979.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Instrukcja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G-1.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osnowa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pozio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a,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GUGiK</w:t>
      </w:r>
      <w:proofErr w:type="spellEnd"/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1978.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Instrukcja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G-2.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ysokościowa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osnowa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geodezyjna,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GUGiK</w:t>
      </w:r>
      <w:proofErr w:type="spellEnd"/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1983.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Instru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cja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G-4.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sytuacyj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wysokościowe,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GUGiK</w:t>
      </w:r>
      <w:proofErr w:type="spellEnd"/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1979.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Wytyczne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G-3.2.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realizacyjne,</w:t>
      </w:r>
      <w:r w:rsidRPr="006049FE">
        <w:rPr>
          <w:spacing w:val="-6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GUGiK</w:t>
      </w:r>
      <w:proofErr w:type="spellEnd"/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1983.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Wytyczne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G-3.1.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Osnowy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realizacyjne,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GUGiK</w:t>
      </w:r>
      <w:proofErr w:type="spellEnd"/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1"/>
          <w:sz w:val="22"/>
          <w:szCs w:val="22"/>
        </w:rPr>
        <w:t>9</w:t>
      </w:r>
      <w:r w:rsidRPr="006049FE">
        <w:rPr>
          <w:sz w:val="22"/>
          <w:szCs w:val="22"/>
        </w:rPr>
        <w:t>83.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240" w:right="960" w:bottom="900" w:left="9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43" w:name="ST_1.30_ROBOTY_ZIEMNE_"/>
      <w:bookmarkEnd w:id="43"/>
      <w:r w:rsidRPr="006049FE">
        <w:rPr>
          <w:b/>
          <w:bCs/>
          <w:w w:val="115"/>
          <w:sz w:val="22"/>
          <w:szCs w:val="22"/>
        </w:rPr>
        <w:lastRenderedPageBreak/>
        <w:t>ST</w:t>
      </w:r>
      <w:r w:rsidRPr="006049FE">
        <w:rPr>
          <w:b/>
          <w:bCs/>
          <w:spacing w:val="8"/>
          <w:w w:val="115"/>
          <w:sz w:val="22"/>
          <w:szCs w:val="22"/>
        </w:rPr>
        <w:t xml:space="preserve"> 2.00 </w:t>
      </w:r>
      <w:r w:rsidRPr="006049FE">
        <w:rPr>
          <w:b/>
          <w:bCs/>
          <w:spacing w:val="10"/>
          <w:w w:val="115"/>
          <w:sz w:val="22"/>
          <w:szCs w:val="22"/>
        </w:rPr>
        <w:t>ROBOT</w:t>
      </w:r>
      <w:r w:rsidRPr="006049FE">
        <w:rPr>
          <w:b/>
          <w:bCs/>
          <w:w w:val="115"/>
          <w:sz w:val="22"/>
          <w:szCs w:val="22"/>
        </w:rPr>
        <w:t>Y</w:t>
      </w:r>
      <w:r w:rsidRPr="006049FE">
        <w:rPr>
          <w:b/>
          <w:bCs/>
          <w:spacing w:val="9"/>
          <w:w w:val="115"/>
          <w:sz w:val="22"/>
          <w:szCs w:val="22"/>
        </w:rPr>
        <w:t xml:space="preserve"> </w:t>
      </w:r>
      <w:r w:rsidRPr="006049FE">
        <w:rPr>
          <w:b/>
          <w:bCs/>
          <w:spacing w:val="10"/>
          <w:w w:val="115"/>
          <w:sz w:val="22"/>
          <w:szCs w:val="22"/>
        </w:rPr>
        <w:t>ZIEMNE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44" w:name="GRUPA_CPV_451_"/>
      <w:bookmarkEnd w:id="44"/>
      <w:r w:rsidRPr="006049FE">
        <w:rPr>
          <w:b/>
          <w:bCs/>
          <w:spacing w:val="17"/>
          <w:sz w:val="22"/>
          <w:szCs w:val="22"/>
        </w:rPr>
        <w:t>GRUP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24"/>
          <w:sz w:val="22"/>
          <w:szCs w:val="22"/>
        </w:rPr>
        <w:t xml:space="preserve"> </w:t>
      </w:r>
      <w:r w:rsidRPr="006049FE">
        <w:rPr>
          <w:b/>
          <w:bCs/>
          <w:spacing w:val="17"/>
          <w:sz w:val="22"/>
          <w:szCs w:val="22"/>
        </w:rPr>
        <w:t>CP</w:t>
      </w:r>
      <w:r w:rsidRPr="006049FE">
        <w:rPr>
          <w:b/>
          <w:bCs/>
          <w:sz w:val="22"/>
          <w:szCs w:val="22"/>
        </w:rPr>
        <w:t>V</w:t>
      </w:r>
      <w:r w:rsidRPr="006049FE">
        <w:rPr>
          <w:b/>
          <w:bCs/>
          <w:spacing w:val="24"/>
          <w:sz w:val="22"/>
          <w:szCs w:val="22"/>
        </w:rPr>
        <w:t xml:space="preserve"> </w:t>
      </w:r>
      <w:r w:rsidRPr="006049FE">
        <w:rPr>
          <w:b/>
          <w:bCs/>
          <w:spacing w:val="17"/>
          <w:sz w:val="22"/>
          <w:szCs w:val="22"/>
        </w:rPr>
        <w:t>451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20"/>
          <w:sz w:val="22"/>
          <w:szCs w:val="22"/>
          <w:u w:val="thick"/>
        </w:rPr>
        <w:t>W</w:t>
      </w:r>
      <w:r w:rsidRPr="006049FE">
        <w:rPr>
          <w:b/>
          <w:bCs/>
          <w:sz w:val="22"/>
          <w:szCs w:val="22"/>
          <w:u w:val="thick"/>
        </w:rPr>
        <w:t>S</w:t>
      </w:r>
      <w:r w:rsidRPr="006049FE">
        <w:rPr>
          <w:b/>
          <w:bCs/>
          <w:spacing w:val="-54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T</w:t>
      </w:r>
      <w:r w:rsidRPr="006049FE">
        <w:rPr>
          <w:b/>
          <w:bCs/>
          <w:spacing w:val="-5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20"/>
          <w:sz w:val="22"/>
          <w:szCs w:val="22"/>
          <w:u w:val="thick"/>
        </w:rPr>
        <w:t>Ę</w:t>
      </w:r>
      <w:r w:rsidRPr="006049FE">
        <w:rPr>
          <w:b/>
          <w:bCs/>
          <w:sz w:val="22"/>
          <w:szCs w:val="22"/>
          <w:u w:val="thick"/>
        </w:rPr>
        <w:t>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Default="00CA3637" w:rsidP="00BE3AC7">
      <w:pPr>
        <w:pStyle w:val="Bezodstpw"/>
        <w:rPr>
          <w:b/>
          <w:bCs/>
          <w:spacing w:val="18"/>
          <w:sz w:val="22"/>
          <w:szCs w:val="22"/>
        </w:rPr>
      </w:pPr>
      <w:r w:rsidRPr="006049FE">
        <w:rPr>
          <w:spacing w:val="1"/>
          <w:sz w:val="22"/>
          <w:szCs w:val="22"/>
        </w:rPr>
        <w:t>Przed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iote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Specyfikacj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Tech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icz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są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 i</w:t>
      </w:r>
      <w:r w:rsidRPr="006049FE">
        <w:rPr>
          <w:spacing w:val="2"/>
          <w:sz w:val="22"/>
          <w:szCs w:val="22"/>
        </w:rPr>
        <w:t xml:space="preserve"> odb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oru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ziemnych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 xml:space="preserve">w ramach realizacji </w:t>
      </w:r>
      <w:r w:rsidR="00BE3AC7" w:rsidRPr="006049FE">
        <w:rPr>
          <w:b/>
          <w:bCs/>
          <w:spacing w:val="11"/>
          <w:sz w:val="22"/>
          <w:szCs w:val="22"/>
        </w:rPr>
        <w:t>budow</w:t>
      </w:r>
      <w:r w:rsidR="00BE3AC7" w:rsidRPr="006049FE">
        <w:rPr>
          <w:b/>
          <w:bCs/>
          <w:sz w:val="22"/>
          <w:szCs w:val="22"/>
        </w:rPr>
        <w:t>y</w:t>
      </w:r>
      <w:r w:rsidR="00BE3AC7" w:rsidRPr="006049FE">
        <w:rPr>
          <w:b/>
          <w:bCs/>
          <w:spacing w:val="18"/>
          <w:sz w:val="22"/>
          <w:szCs w:val="22"/>
        </w:rPr>
        <w:t xml:space="preserve"> boiska wielofunkcyjnego przy </w:t>
      </w:r>
      <w:r w:rsidR="00BE3AC7">
        <w:rPr>
          <w:b/>
          <w:bCs/>
          <w:spacing w:val="18"/>
          <w:sz w:val="22"/>
          <w:szCs w:val="22"/>
        </w:rPr>
        <w:t>szkole podstawowej w Zbrudzewie</w:t>
      </w:r>
      <w:r w:rsidR="00BE3AC7" w:rsidRPr="006049FE">
        <w:rPr>
          <w:b/>
          <w:bCs/>
          <w:spacing w:val="18"/>
          <w:sz w:val="22"/>
          <w:szCs w:val="22"/>
        </w:rPr>
        <w:t>.</w:t>
      </w:r>
    </w:p>
    <w:p w:rsidR="00BE3AC7" w:rsidRPr="006049FE" w:rsidRDefault="00BE3AC7" w:rsidP="00BE3AC7">
      <w:pPr>
        <w:pStyle w:val="Bezodstpw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8"/>
          <w:sz w:val="22"/>
          <w:szCs w:val="22"/>
        </w:rPr>
        <w:t>1</w:t>
      </w:r>
      <w:r w:rsidRPr="006049FE">
        <w:rPr>
          <w:spacing w:val="7"/>
          <w:sz w:val="22"/>
          <w:szCs w:val="22"/>
        </w:rPr>
        <w:t>.</w:t>
      </w:r>
      <w:r w:rsidRPr="006049FE">
        <w:rPr>
          <w:sz w:val="22"/>
          <w:szCs w:val="22"/>
        </w:rPr>
        <w:t>2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akre</w:t>
      </w:r>
      <w:r w:rsidRPr="006049FE">
        <w:rPr>
          <w:sz w:val="22"/>
          <w:szCs w:val="22"/>
        </w:rPr>
        <w:t>s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to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ow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</w:t>
      </w:r>
      <w:r w:rsidRPr="006049FE">
        <w:rPr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pacing w:val="31"/>
          <w:sz w:val="22"/>
          <w:szCs w:val="22"/>
        </w:rPr>
      </w:pPr>
      <w:r w:rsidRPr="006049FE">
        <w:rPr>
          <w:spacing w:val="8"/>
          <w:sz w:val="22"/>
          <w:szCs w:val="22"/>
        </w:rPr>
        <w:t>Spe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yf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ac</w:t>
      </w:r>
      <w:r w:rsidRPr="006049FE">
        <w:rPr>
          <w:spacing w:val="7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Tec</w:t>
      </w:r>
      <w:r w:rsidRPr="006049FE">
        <w:rPr>
          <w:spacing w:val="7"/>
          <w:sz w:val="22"/>
          <w:szCs w:val="22"/>
        </w:rPr>
        <w:t>h</w:t>
      </w:r>
      <w:r w:rsidRPr="006049FE">
        <w:rPr>
          <w:spacing w:val="8"/>
          <w:sz w:val="22"/>
          <w:szCs w:val="22"/>
        </w:rPr>
        <w:t>nic</w:t>
      </w:r>
      <w:r w:rsidRPr="006049FE">
        <w:rPr>
          <w:spacing w:val="7"/>
          <w:sz w:val="22"/>
          <w:szCs w:val="22"/>
        </w:rPr>
        <w:t>zn</w:t>
      </w:r>
      <w:r w:rsidRPr="006049FE">
        <w:rPr>
          <w:sz w:val="22"/>
          <w:szCs w:val="22"/>
        </w:rPr>
        <w:t>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so</w:t>
      </w:r>
      <w:r w:rsidRPr="006049FE">
        <w:rPr>
          <w:spacing w:val="8"/>
          <w:sz w:val="22"/>
          <w:szCs w:val="22"/>
        </w:rPr>
        <w:t>wan</w:t>
      </w:r>
      <w:r w:rsidRPr="006049FE">
        <w:rPr>
          <w:sz w:val="22"/>
          <w:szCs w:val="22"/>
        </w:rPr>
        <w:t>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j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en</w:t>
      </w:r>
      <w:r w:rsidRPr="006049FE">
        <w:rPr>
          <w:sz w:val="22"/>
          <w:szCs w:val="22"/>
        </w:rPr>
        <w:t>t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</w:t>
      </w:r>
      <w:r w:rsidRPr="006049FE">
        <w:rPr>
          <w:spacing w:val="7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etar</w:t>
      </w:r>
      <w:r w:rsidRPr="006049FE">
        <w:rPr>
          <w:spacing w:val="7"/>
          <w:sz w:val="22"/>
          <w:szCs w:val="22"/>
        </w:rPr>
        <w:t>g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k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>ra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to</w:t>
      </w:r>
      <w:r w:rsidRPr="006049FE">
        <w:rPr>
          <w:spacing w:val="7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31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realizacj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enion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pun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ci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1.1.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7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kre</w:t>
      </w:r>
      <w:r w:rsidRPr="006049FE">
        <w:rPr>
          <w:sz w:val="22"/>
          <w:szCs w:val="22"/>
        </w:rPr>
        <w:t>s</w:t>
      </w:r>
      <w:r w:rsidRPr="006049FE">
        <w:rPr>
          <w:spacing w:val="9"/>
          <w:sz w:val="22"/>
          <w:szCs w:val="22"/>
        </w:rPr>
        <w:t xml:space="preserve"> robó</w:t>
      </w:r>
      <w:r w:rsidRPr="006049FE">
        <w:rPr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obj</w:t>
      </w:r>
      <w:r w:rsidRPr="006049FE">
        <w:rPr>
          <w:spacing w:val="8"/>
          <w:sz w:val="22"/>
          <w:szCs w:val="22"/>
        </w:rPr>
        <w:t>ęt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</w:t>
      </w:r>
      <w:r w:rsidRPr="006049FE">
        <w:rPr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w w:val="99"/>
          <w:sz w:val="22"/>
          <w:szCs w:val="22"/>
        </w:rPr>
      </w:pPr>
      <w:r w:rsidRPr="006049FE">
        <w:rPr>
          <w:spacing w:val="7"/>
          <w:sz w:val="22"/>
          <w:szCs w:val="22"/>
        </w:rPr>
        <w:t>Rob</w:t>
      </w:r>
      <w:r w:rsidRPr="006049FE">
        <w:rPr>
          <w:spacing w:val="6"/>
          <w:sz w:val="22"/>
          <w:szCs w:val="22"/>
        </w:rPr>
        <w:t>ot</w:t>
      </w:r>
      <w:r w:rsidRPr="006049FE">
        <w:rPr>
          <w:spacing w:val="9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6"/>
          <w:sz w:val="22"/>
          <w:szCs w:val="22"/>
        </w:rPr>
        <w:t xml:space="preserve"> k</w:t>
      </w:r>
      <w:r w:rsidRPr="006049FE">
        <w:rPr>
          <w:spacing w:val="7"/>
          <w:sz w:val="22"/>
          <w:szCs w:val="22"/>
        </w:rPr>
        <w:t>tó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7"/>
          <w:sz w:val="22"/>
          <w:szCs w:val="22"/>
        </w:rPr>
        <w:t xml:space="preserve"> do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yc</w:t>
      </w:r>
      <w:r w:rsidRPr="006049FE">
        <w:rPr>
          <w:spacing w:val="5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specyfikacj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obej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wsz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czynnośc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żliwiając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maj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 xml:space="preserve">ce 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 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celu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="00E14C15">
        <w:rPr>
          <w:sz w:val="22"/>
          <w:szCs w:val="22"/>
        </w:rPr>
        <w:t xml:space="preserve">nie </w:t>
      </w:r>
      <w:r w:rsidRPr="006049FE">
        <w:rPr>
          <w:sz w:val="22"/>
          <w:szCs w:val="22"/>
        </w:rPr>
        <w:t xml:space="preserve">robót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="00E14C15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alizowan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="00E14C15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ra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ach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zadania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ok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ś</w:t>
      </w:r>
      <w:r w:rsidRPr="006049FE">
        <w:rPr>
          <w:spacing w:val="5"/>
          <w:sz w:val="22"/>
          <w:szCs w:val="22"/>
        </w:rPr>
        <w:t>loneg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kt</w:t>
      </w:r>
      <w:r w:rsidRPr="006049FE">
        <w:rPr>
          <w:sz w:val="22"/>
          <w:szCs w:val="22"/>
        </w:rPr>
        <w:t>.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1.1.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  <w:u w:val="single"/>
        </w:rPr>
        <w:t>Zakres</w:t>
      </w:r>
      <w:r w:rsidRPr="006049FE">
        <w:rPr>
          <w:spacing w:val="-6"/>
          <w:sz w:val="22"/>
          <w:szCs w:val="22"/>
          <w:u w:val="single"/>
        </w:rPr>
        <w:t xml:space="preserve"> </w:t>
      </w:r>
      <w:r w:rsidRPr="006049FE">
        <w:rPr>
          <w:spacing w:val="5"/>
          <w:sz w:val="22"/>
          <w:szCs w:val="22"/>
          <w:u w:val="single"/>
        </w:rPr>
        <w:t>robót</w:t>
      </w:r>
      <w:r w:rsidRPr="006049FE">
        <w:rPr>
          <w:spacing w:val="-5"/>
          <w:sz w:val="22"/>
          <w:szCs w:val="22"/>
          <w:u w:val="single"/>
        </w:rPr>
        <w:t xml:space="preserve"> </w:t>
      </w:r>
      <w:r w:rsidRPr="006049FE">
        <w:rPr>
          <w:spacing w:val="5"/>
          <w:sz w:val="22"/>
          <w:szCs w:val="22"/>
          <w:u w:val="single"/>
        </w:rPr>
        <w:t>obej</w:t>
      </w:r>
      <w:r w:rsidRPr="006049FE">
        <w:rPr>
          <w:spacing w:val="3"/>
          <w:sz w:val="22"/>
          <w:szCs w:val="22"/>
          <w:u w:val="single"/>
        </w:rPr>
        <w:t>m</w:t>
      </w:r>
      <w:r w:rsidRPr="006049FE">
        <w:rPr>
          <w:spacing w:val="5"/>
          <w:sz w:val="22"/>
          <w:szCs w:val="22"/>
          <w:u w:val="single"/>
        </w:rPr>
        <w:t>uj</w:t>
      </w:r>
      <w:r w:rsidRPr="006049FE">
        <w:rPr>
          <w:spacing w:val="4"/>
          <w:sz w:val="22"/>
          <w:szCs w:val="22"/>
          <w:u w:val="single"/>
        </w:rPr>
        <w:t>e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kopó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usunięcie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bk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miejsc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ukopu,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ualn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odwodn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wykopów,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transpor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ęt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na</w:t>
      </w:r>
      <w:r w:rsidRPr="006049FE">
        <w:rPr>
          <w:spacing w:val="6"/>
          <w:sz w:val="22"/>
          <w:szCs w:val="22"/>
        </w:rPr>
        <w:t>/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ej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ac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iez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ędn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co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nika</w:t>
      </w:r>
      <w:r w:rsidRPr="006049FE">
        <w:rPr>
          <w:spacing w:val="4"/>
          <w:sz w:val="22"/>
          <w:szCs w:val="22"/>
        </w:rPr>
        <w:t>ją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zast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 xml:space="preserve"> technologi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n</w:t>
      </w:r>
      <w:r w:rsidRPr="006049FE">
        <w:rPr>
          <w:spacing w:val="3"/>
          <w:sz w:val="22"/>
          <w:szCs w:val="22"/>
        </w:rPr>
        <w:t>iez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dn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miarów,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prac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por</w:t>
      </w:r>
      <w:r w:rsidRPr="006049FE">
        <w:rPr>
          <w:spacing w:val="3"/>
          <w:sz w:val="22"/>
          <w:szCs w:val="22"/>
        </w:rPr>
        <w:t>zą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kow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tereni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wó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odpadó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wra</w:t>
      </w:r>
      <w:r w:rsidRPr="006049FE">
        <w:rPr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at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wi</w:t>
      </w:r>
      <w:r w:rsidRPr="006049FE">
        <w:rPr>
          <w:spacing w:val="6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zanymi.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Okreś</w:t>
      </w:r>
      <w:r w:rsidRPr="006049FE">
        <w:rPr>
          <w:spacing w:val="8"/>
          <w:sz w:val="22"/>
          <w:szCs w:val="22"/>
        </w:rPr>
        <w:t>le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ods</w:t>
      </w:r>
      <w:r w:rsidRPr="006049FE">
        <w:rPr>
          <w:spacing w:val="8"/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>awowe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Ok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śle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odan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niejsze</w:t>
      </w:r>
      <w:r w:rsidRPr="006049FE">
        <w:rPr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zgodn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śle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am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dan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>ST-0.0</w:t>
      </w:r>
      <w:r w:rsidRPr="006049FE">
        <w:rPr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 xml:space="preserve"> „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agan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og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"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ra</w:t>
      </w:r>
      <w:r w:rsidRPr="006049FE">
        <w:rPr>
          <w:sz w:val="22"/>
          <w:szCs w:val="22"/>
        </w:rPr>
        <w:t xml:space="preserve">z z </w:t>
      </w:r>
      <w:r w:rsidRPr="006049FE">
        <w:rPr>
          <w:spacing w:val="3"/>
          <w:sz w:val="22"/>
          <w:szCs w:val="22"/>
        </w:rPr>
        <w:t>PN-IS</w:t>
      </w:r>
      <w:r w:rsidRPr="006049FE">
        <w:rPr>
          <w:sz w:val="22"/>
          <w:szCs w:val="22"/>
        </w:rPr>
        <w:t xml:space="preserve">O </w:t>
      </w:r>
      <w:r w:rsidRPr="006049FE">
        <w:rPr>
          <w:spacing w:val="4"/>
          <w:sz w:val="22"/>
          <w:szCs w:val="22"/>
        </w:rPr>
        <w:t>7</w:t>
      </w:r>
      <w:r w:rsidRPr="006049FE">
        <w:rPr>
          <w:spacing w:val="3"/>
          <w:sz w:val="22"/>
          <w:szCs w:val="22"/>
        </w:rPr>
        <w:t>607-</w:t>
      </w:r>
      <w:r w:rsidRPr="006049FE">
        <w:rPr>
          <w:sz w:val="22"/>
          <w:szCs w:val="22"/>
        </w:rPr>
        <w:t xml:space="preserve">1 </w:t>
      </w:r>
      <w:r w:rsidRPr="006049FE">
        <w:rPr>
          <w:spacing w:val="3"/>
          <w:sz w:val="22"/>
          <w:szCs w:val="22"/>
        </w:rPr>
        <w:t>„Bud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wnictw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 xml:space="preserve">.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rmin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og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" ,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PN-IS</w:t>
      </w:r>
      <w:r w:rsidRPr="006049FE">
        <w:rPr>
          <w:sz w:val="22"/>
          <w:szCs w:val="22"/>
        </w:rPr>
        <w:t xml:space="preserve">O </w:t>
      </w:r>
      <w:r w:rsidRPr="006049FE">
        <w:rPr>
          <w:spacing w:val="6"/>
          <w:sz w:val="22"/>
          <w:szCs w:val="22"/>
        </w:rPr>
        <w:t>76</w:t>
      </w:r>
      <w:r w:rsidRPr="006049FE">
        <w:rPr>
          <w:spacing w:val="5"/>
          <w:sz w:val="22"/>
          <w:szCs w:val="22"/>
        </w:rPr>
        <w:t>0</w:t>
      </w:r>
      <w:r w:rsidRPr="006049FE">
        <w:rPr>
          <w:spacing w:val="6"/>
          <w:sz w:val="22"/>
          <w:szCs w:val="22"/>
        </w:rPr>
        <w:t>7-</w:t>
      </w:r>
      <w:r w:rsidRPr="006049FE">
        <w:rPr>
          <w:sz w:val="22"/>
          <w:szCs w:val="22"/>
        </w:rPr>
        <w:t>2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„</w:t>
      </w:r>
      <w:r w:rsidRPr="006049FE">
        <w:rPr>
          <w:spacing w:val="6"/>
          <w:sz w:val="22"/>
          <w:szCs w:val="22"/>
        </w:rPr>
        <w:t>Budownictwo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Ter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stosowan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ach"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tak</w:t>
      </w:r>
      <w:r w:rsidRPr="006049FE">
        <w:rPr>
          <w:spacing w:val="5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oł</w:t>
      </w:r>
      <w:r w:rsidRPr="006049FE">
        <w:rPr>
          <w:spacing w:val="5"/>
          <w:sz w:val="22"/>
          <w:szCs w:val="22"/>
        </w:rPr>
        <w:t>an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ed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io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h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>g</w:t>
      </w:r>
      <w:r w:rsidRPr="006049FE">
        <w:rPr>
          <w:spacing w:val="10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dot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czą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9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ko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awc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odp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wie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9"/>
          <w:sz w:val="22"/>
          <w:szCs w:val="22"/>
        </w:rPr>
        <w:t>zialn</w:t>
      </w:r>
      <w:r w:rsidRPr="006049FE">
        <w:rPr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ja</w:t>
      </w:r>
      <w:r w:rsidRPr="006049FE">
        <w:rPr>
          <w:spacing w:val="10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k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an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zast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wan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>er</w:t>
      </w:r>
      <w:r w:rsidRPr="006049FE">
        <w:rPr>
          <w:spacing w:val="9"/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11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zgodnoś</w:t>
      </w:r>
      <w:r w:rsidRPr="006049FE">
        <w:rPr>
          <w:sz w:val="22"/>
          <w:szCs w:val="22"/>
        </w:rPr>
        <w:t>ć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dok</w:t>
      </w:r>
      <w:r w:rsidRPr="006049FE">
        <w:rPr>
          <w:spacing w:val="11"/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>mentacj</w:t>
      </w:r>
      <w:r w:rsidRPr="006049FE">
        <w:rPr>
          <w:sz w:val="22"/>
          <w:szCs w:val="22"/>
        </w:rPr>
        <w:t>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proje</w:t>
      </w:r>
      <w:r w:rsidRPr="006049FE">
        <w:rPr>
          <w:spacing w:val="11"/>
          <w:sz w:val="22"/>
          <w:szCs w:val="22"/>
        </w:rPr>
        <w:t>k</w:t>
      </w:r>
      <w:r w:rsidRPr="006049FE">
        <w:rPr>
          <w:spacing w:val="10"/>
          <w:sz w:val="22"/>
          <w:szCs w:val="22"/>
        </w:rPr>
        <w:t>tow</w:t>
      </w:r>
      <w:r w:rsidRPr="006049FE">
        <w:rPr>
          <w:spacing w:val="9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poleceniam</w:t>
      </w:r>
      <w:r w:rsidRPr="006049FE">
        <w:rPr>
          <w:sz w:val="22"/>
          <w:szCs w:val="22"/>
        </w:rPr>
        <w:t>i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awiają</w:t>
      </w:r>
      <w:r w:rsidRPr="006049FE">
        <w:rPr>
          <w:spacing w:val="2"/>
          <w:sz w:val="22"/>
          <w:szCs w:val="22"/>
        </w:rPr>
        <w:t>ceg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>.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Og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magania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cz</w:t>
      </w:r>
      <w:r w:rsidRPr="006049FE">
        <w:rPr>
          <w:spacing w:val="2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dan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ST-0.</w:t>
      </w:r>
      <w:r w:rsidRPr="006049FE">
        <w:rPr>
          <w:spacing w:val="4"/>
          <w:sz w:val="22"/>
          <w:szCs w:val="22"/>
        </w:rPr>
        <w:t>0</w:t>
      </w:r>
      <w:r w:rsidRPr="006049FE">
        <w:rPr>
          <w:sz w:val="22"/>
          <w:szCs w:val="22"/>
        </w:rPr>
        <w:t>0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„W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ólne</w:t>
      </w:r>
      <w:r w:rsidRPr="006049FE">
        <w:rPr>
          <w:sz w:val="22"/>
          <w:szCs w:val="22"/>
        </w:rPr>
        <w:t>".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4"/>
          <w:sz w:val="22"/>
          <w:szCs w:val="22"/>
          <w:u w:val="thick"/>
        </w:rPr>
        <w:t>MATERI</w:t>
      </w:r>
      <w:r w:rsidRPr="006049FE">
        <w:rPr>
          <w:spacing w:val="13"/>
          <w:sz w:val="22"/>
          <w:szCs w:val="22"/>
          <w:u w:val="thick"/>
        </w:rPr>
        <w:t>A</w:t>
      </w:r>
      <w:r w:rsidRPr="006049FE">
        <w:rPr>
          <w:spacing w:val="14"/>
          <w:sz w:val="22"/>
          <w:szCs w:val="22"/>
          <w:u w:val="thick"/>
        </w:rPr>
        <w:t>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Ogól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maga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dot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ąc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at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ri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an</w:t>
      </w:r>
      <w:r w:rsidRPr="006049FE">
        <w:rPr>
          <w:sz w:val="22"/>
          <w:szCs w:val="22"/>
        </w:rPr>
        <w:t xml:space="preserve">o w </w:t>
      </w:r>
      <w:r w:rsidRPr="006049FE">
        <w:rPr>
          <w:spacing w:val="4"/>
          <w:sz w:val="22"/>
          <w:szCs w:val="22"/>
        </w:rPr>
        <w:t>ST-0.0</w:t>
      </w:r>
      <w:r w:rsidRPr="006049FE">
        <w:rPr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„W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4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ogólne"</w:t>
      </w:r>
      <w:r w:rsidRPr="006049FE">
        <w:rPr>
          <w:sz w:val="22"/>
          <w:szCs w:val="22"/>
        </w:rPr>
        <w:t xml:space="preserve">. </w:t>
      </w:r>
      <w:r w:rsidRPr="006049FE">
        <w:rPr>
          <w:spacing w:val="9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za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k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al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ż</w:t>
      </w:r>
      <w:r w:rsidRPr="006049FE">
        <w:rPr>
          <w:spacing w:val="10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g</w:t>
      </w:r>
      <w:r w:rsidRPr="006049FE">
        <w:rPr>
          <w:spacing w:val="8"/>
          <w:sz w:val="22"/>
          <w:szCs w:val="22"/>
        </w:rPr>
        <w:t>ru</w:t>
      </w:r>
      <w:r w:rsidRPr="006049FE">
        <w:rPr>
          <w:spacing w:val="10"/>
          <w:sz w:val="22"/>
          <w:szCs w:val="22"/>
        </w:rPr>
        <w:t>n</w:t>
      </w:r>
      <w:r w:rsidRPr="006049FE">
        <w:rPr>
          <w:sz w:val="22"/>
          <w:szCs w:val="22"/>
        </w:rPr>
        <w:t>t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dob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teg</w:t>
      </w:r>
      <w:r w:rsidRPr="006049FE">
        <w:rPr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sameg</w:t>
      </w:r>
      <w:r w:rsidRPr="006049FE">
        <w:rPr>
          <w:sz w:val="22"/>
          <w:szCs w:val="22"/>
        </w:rPr>
        <w:t>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kop</w:t>
      </w:r>
      <w:r w:rsidRPr="006049FE">
        <w:rPr>
          <w:sz w:val="22"/>
          <w:szCs w:val="22"/>
        </w:rPr>
        <w:t>u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ię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 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zaniec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yszc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k </w:t>
      </w:r>
      <w:r w:rsidRPr="006049FE">
        <w:rPr>
          <w:spacing w:val="2"/>
          <w:sz w:val="22"/>
          <w:szCs w:val="22"/>
        </w:rPr>
        <w:t xml:space="preserve"> z</w:t>
      </w:r>
      <w:r w:rsidRPr="006049FE">
        <w:rPr>
          <w:spacing w:val="3"/>
          <w:sz w:val="22"/>
          <w:szCs w:val="22"/>
        </w:rPr>
        <w:t>ie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roś</w:t>
      </w:r>
      <w:r w:rsidRPr="006049FE">
        <w:rPr>
          <w:spacing w:val="2"/>
          <w:sz w:val="22"/>
          <w:szCs w:val="22"/>
        </w:rPr>
        <w:t>lin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 xml:space="preserve">a   i  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pad</w:t>
      </w:r>
      <w:r w:rsidRPr="006049FE">
        <w:rPr>
          <w:sz w:val="22"/>
          <w:szCs w:val="22"/>
        </w:rPr>
        <w:t xml:space="preserve">y 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materia</w:t>
      </w:r>
      <w:r w:rsidRPr="006049FE">
        <w:rPr>
          <w:spacing w:val="3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dowl</w:t>
      </w:r>
      <w:r w:rsidRPr="006049FE">
        <w:rPr>
          <w:sz w:val="22"/>
          <w:szCs w:val="22"/>
        </w:rPr>
        <w:t>an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4"/>
          <w:sz w:val="22"/>
          <w:szCs w:val="22"/>
          <w:u w:val="thick"/>
        </w:rPr>
        <w:t>SPRZĘT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gani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do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stosowani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spr</w:t>
      </w:r>
      <w:r w:rsidRPr="006049FE">
        <w:rPr>
          <w:spacing w:val="5"/>
          <w:sz w:val="22"/>
          <w:szCs w:val="22"/>
        </w:rPr>
        <w:t>zę</w:t>
      </w:r>
      <w:r w:rsidRPr="006049FE">
        <w:rPr>
          <w:spacing w:val="6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podan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ST</w:t>
      </w:r>
      <w:r w:rsidRPr="006049FE">
        <w:rPr>
          <w:spacing w:val="4"/>
          <w:sz w:val="22"/>
          <w:szCs w:val="22"/>
        </w:rPr>
        <w:t>-</w:t>
      </w:r>
      <w:r w:rsidRPr="006049FE">
        <w:rPr>
          <w:spacing w:val="6"/>
          <w:sz w:val="22"/>
          <w:szCs w:val="22"/>
        </w:rPr>
        <w:t>0.0</w:t>
      </w:r>
      <w:r w:rsidRPr="006049FE">
        <w:rPr>
          <w:sz w:val="22"/>
          <w:szCs w:val="22"/>
        </w:rPr>
        <w:t>0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„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"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kop</w:t>
      </w:r>
      <w:r w:rsidRPr="006049FE">
        <w:rPr>
          <w:sz w:val="22"/>
          <w:szCs w:val="22"/>
        </w:rPr>
        <w:t>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bo</w:t>
      </w:r>
      <w:r w:rsidRPr="006049FE">
        <w:rPr>
          <w:spacing w:val="4"/>
          <w:sz w:val="22"/>
          <w:szCs w:val="22"/>
        </w:rPr>
        <w:t>ko</w:t>
      </w:r>
      <w:r w:rsidRPr="006049FE">
        <w:rPr>
          <w:spacing w:val="2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2</w:t>
      </w:r>
      <w:r w:rsidRPr="006049FE">
        <w:rPr>
          <w:sz w:val="22"/>
          <w:szCs w:val="22"/>
        </w:rPr>
        <w:t>m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oż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ręc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ci</w:t>
      </w:r>
      <w:r w:rsidRPr="006049FE">
        <w:rPr>
          <w:sz w:val="22"/>
          <w:szCs w:val="22"/>
        </w:rPr>
        <w:t>u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wol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pr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ętu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dobraneg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konaw</w:t>
      </w:r>
      <w:r w:rsidRPr="006049FE">
        <w:rPr>
          <w:spacing w:val="6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ę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kop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gł</w:t>
      </w:r>
      <w:r w:rsidRPr="006049FE">
        <w:rPr>
          <w:spacing w:val="6"/>
          <w:sz w:val="22"/>
          <w:szCs w:val="22"/>
        </w:rPr>
        <w:t>ę</w:t>
      </w:r>
      <w:r w:rsidRPr="006049FE">
        <w:rPr>
          <w:spacing w:val="7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ok</w:t>
      </w:r>
      <w:r w:rsidRPr="006049FE">
        <w:rPr>
          <w:spacing w:val="7"/>
          <w:sz w:val="22"/>
          <w:szCs w:val="22"/>
        </w:rPr>
        <w:t>ośc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ż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2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nal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ż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iu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mec</w:t>
      </w:r>
      <w:r w:rsidRPr="006049FE">
        <w:rPr>
          <w:spacing w:val="5"/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>anicz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eg</w:t>
      </w:r>
      <w:r w:rsidRPr="006049FE">
        <w:rPr>
          <w:sz w:val="22"/>
          <w:szCs w:val="22"/>
        </w:rPr>
        <w:t>o -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koparek,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4"/>
          <w:sz w:val="22"/>
          <w:szCs w:val="22"/>
          <w:u w:val="thick"/>
        </w:rPr>
        <w:t>TRANSPORT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Ogóln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5"/>
          <w:sz w:val="22"/>
          <w:szCs w:val="22"/>
        </w:rPr>
        <w:t xml:space="preserve"> 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ma</w:t>
      </w:r>
      <w:r w:rsidRPr="006049FE">
        <w:rPr>
          <w:spacing w:val="6"/>
          <w:sz w:val="22"/>
          <w:szCs w:val="22"/>
        </w:rPr>
        <w:t>g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5"/>
          <w:sz w:val="22"/>
          <w:szCs w:val="22"/>
        </w:rPr>
        <w:t xml:space="preserve"> dot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stos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wan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"/>
          <w:sz w:val="22"/>
          <w:szCs w:val="22"/>
        </w:rPr>
        <w:t xml:space="preserve"> sp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zę</w:t>
      </w:r>
      <w:r w:rsidRPr="006049FE">
        <w:rPr>
          <w:spacing w:val="5"/>
          <w:sz w:val="22"/>
          <w:szCs w:val="22"/>
        </w:rPr>
        <w:t>t</w:t>
      </w:r>
      <w:r w:rsidRPr="006049FE">
        <w:rPr>
          <w:sz w:val="22"/>
          <w:szCs w:val="22"/>
        </w:rPr>
        <w:t xml:space="preserve">u 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podan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5"/>
          <w:sz w:val="22"/>
          <w:szCs w:val="22"/>
        </w:rPr>
        <w:t xml:space="preserve"> ST-0.0</w:t>
      </w:r>
      <w:r w:rsidRPr="006049FE">
        <w:rPr>
          <w:sz w:val="22"/>
          <w:szCs w:val="22"/>
        </w:rPr>
        <w:t>0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„W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g</w:t>
      </w:r>
      <w:r w:rsidRPr="006049FE">
        <w:rPr>
          <w:spacing w:val="5"/>
          <w:sz w:val="22"/>
          <w:szCs w:val="22"/>
        </w:rPr>
        <w:t>ania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ólne</w:t>
      </w:r>
      <w:r w:rsidRPr="006049FE">
        <w:rPr>
          <w:sz w:val="22"/>
          <w:szCs w:val="22"/>
        </w:rPr>
        <w:t>".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8"/>
          <w:sz w:val="22"/>
          <w:szCs w:val="22"/>
        </w:rPr>
        <w:t>Materi</w:t>
      </w:r>
      <w:r w:rsidRPr="006049FE">
        <w:rPr>
          <w:spacing w:val="7"/>
          <w:sz w:val="22"/>
          <w:szCs w:val="22"/>
        </w:rPr>
        <w:t>ał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>og</w:t>
      </w:r>
      <w:r w:rsidRPr="006049FE">
        <w:rPr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przewoż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ln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ś</w:t>
      </w:r>
      <w:r w:rsidRPr="006049FE">
        <w:rPr>
          <w:spacing w:val="7"/>
          <w:sz w:val="22"/>
          <w:szCs w:val="22"/>
        </w:rPr>
        <w:t>rod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7"/>
          <w:sz w:val="22"/>
          <w:szCs w:val="22"/>
        </w:rPr>
        <w:t>am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tra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sp</w:t>
      </w:r>
      <w:r w:rsidRPr="006049FE">
        <w:rPr>
          <w:spacing w:val="8"/>
          <w:sz w:val="22"/>
          <w:szCs w:val="22"/>
        </w:rPr>
        <w:t>or</w:t>
      </w:r>
      <w:r w:rsidRPr="006049FE">
        <w:rPr>
          <w:spacing w:val="7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 xml:space="preserve"> d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st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sowan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rodzaj</w:t>
      </w:r>
      <w:r w:rsidRPr="006049FE">
        <w:rPr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ę</w:t>
      </w:r>
      <w:r w:rsidRPr="006049FE">
        <w:rPr>
          <w:spacing w:val="8"/>
          <w:sz w:val="22"/>
          <w:szCs w:val="22"/>
        </w:rPr>
        <w:t>żar</w:t>
      </w:r>
      <w:r w:rsidRPr="006049FE">
        <w:rPr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prze</w:t>
      </w:r>
      <w:r w:rsidRPr="006049FE">
        <w:rPr>
          <w:spacing w:val="7"/>
          <w:sz w:val="22"/>
          <w:szCs w:val="22"/>
        </w:rPr>
        <w:t>wo</w:t>
      </w:r>
      <w:r w:rsidRPr="006049FE">
        <w:rPr>
          <w:spacing w:val="8"/>
          <w:sz w:val="22"/>
          <w:szCs w:val="22"/>
        </w:rPr>
        <w:t>żo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ateri</w:t>
      </w:r>
      <w:r w:rsidRPr="006049FE">
        <w:rPr>
          <w:spacing w:val="7"/>
          <w:sz w:val="22"/>
          <w:szCs w:val="22"/>
        </w:rPr>
        <w:t>ał</w:t>
      </w:r>
      <w:r w:rsidRPr="006049FE">
        <w:rPr>
          <w:spacing w:val="8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wp</w:t>
      </w:r>
      <w:r w:rsidRPr="006049FE">
        <w:rPr>
          <w:spacing w:val="7"/>
          <w:sz w:val="22"/>
          <w:szCs w:val="22"/>
        </w:rPr>
        <w:t>ł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ją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9"/>
          <w:sz w:val="22"/>
          <w:szCs w:val="22"/>
        </w:rPr>
        <w:t xml:space="preserve"> n</w:t>
      </w:r>
      <w:r w:rsidRPr="006049FE">
        <w:rPr>
          <w:spacing w:val="8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ek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ła</w:t>
      </w:r>
      <w:r w:rsidRPr="006049FE">
        <w:rPr>
          <w:spacing w:val="4"/>
          <w:sz w:val="22"/>
          <w:szCs w:val="22"/>
        </w:rPr>
        <w:t>śc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oś</w:t>
      </w:r>
      <w:r w:rsidRPr="006049FE">
        <w:rPr>
          <w:spacing w:val="4"/>
          <w:sz w:val="22"/>
          <w:szCs w:val="22"/>
        </w:rPr>
        <w:t>ci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Mat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ria</w:t>
      </w:r>
      <w:r w:rsidRPr="006049FE">
        <w:rPr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ło</w:t>
      </w:r>
      <w:r w:rsidRPr="006049FE">
        <w:rPr>
          <w:spacing w:val="4"/>
          <w:sz w:val="22"/>
          <w:szCs w:val="22"/>
        </w:rPr>
        <w:t>ż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równ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er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ca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wie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zchn</w:t>
      </w:r>
      <w:r w:rsidRPr="006049FE">
        <w:rPr>
          <w:sz w:val="22"/>
          <w:szCs w:val="22"/>
        </w:rPr>
        <w:t xml:space="preserve">i   </w:t>
      </w:r>
      <w:r w:rsidRPr="006049FE">
        <w:rPr>
          <w:spacing w:val="5"/>
          <w:sz w:val="22"/>
          <w:szCs w:val="22"/>
        </w:rPr>
        <w:t>ładunkowej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śr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dk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tr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or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bez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iec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danie</w:t>
      </w:r>
      <w:r w:rsidRPr="006049FE">
        <w:rPr>
          <w:sz w:val="22"/>
          <w:szCs w:val="22"/>
        </w:rPr>
        <w:t>m,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przesu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anie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zapewni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ochro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ywa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f</w:t>
      </w:r>
      <w:r w:rsidRPr="006049FE">
        <w:rPr>
          <w:spacing w:val="3"/>
          <w:sz w:val="22"/>
          <w:szCs w:val="22"/>
        </w:rPr>
        <w:t>er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zny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(desz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nieg).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5"/>
          <w:sz w:val="22"/>
          <w:szCs w:val="22"/>
          <w:u w:val="thick"/>
        </w:rPr>
        <w:t>WYKONANIE</w:t>
      </w:r>
      <w:r w:rsidRPr="006049FE">
        <w:rPr>
          <w:spacing w:val="-14"/>
          <w:sz w:val="22"/>
          <w:szCs w:val="22"/>
          <w:u w:val="thick"/>
        </w:rPr>
        <w:t xml:space="preserve"> </w:t>
      </w:r>
      <w:r w:rsidRPr="006049FE">
        <w:rPr>
          <w:spacing w:val="15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Rob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ziem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nal</w:t>
      </w:r>
      <w:r w:rsidRPr="006049FE">
        <w:rPr>
          <w:spacing w:val="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zgod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rmam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BN-8</w:t>
      </w:r>
      <w:r w:rsidRPr="006049FE">
        <w:rPr>
          <w:spacing w:val="4"/>
          <w:sz w:val="22"/>
          <w:szCs w:val="22"/>
        </w:rPr>
        <w:t>3</w:t>
      </w:r>
      <w:r w:rsidRPr="006049FE">
        <w:rPr>
          <w:spacing w:val="2"/>
          <w:sz w:val="22"/>
          <w:szCs w:val="22"/>
        </w:rPr>
        <w:t>/</w:t>
      </w:r>
      <w:r w:rsidRPr="006049FE">
        <w:rPr>
          <w:spacing w:val="3"/>
          <w:sz w:val="22"/>
          <w:szCs w:val="22"/>
        </w:rPr>
        <w:t>883</w:t>
      </w:r>
      <w:r w:rsidRPr="006049FE">
        <w:rPr>
          <w:sz w:val="22"/>
          <w:szCs w:val="22"/>
        </w:rPr>
        <w:t>6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PN-</w:t>
      </w:r>
      <w:r w:rsidRPr="006049FE">
        <w:rPr>
          <w:spacing w:val="4"/>
          <w:sz w:val="22"/>
          <w:szCs w:val="22"/>
        </w:rPr>
        <w:t>6</w:t>
      </w:r>
      <w:r w:rsidRPr="006049FE">
        <w:rPr>
          <w:spacing w:val="3"/>
          <w:sz w:val="22"/>
          <w:szCs w:val="22"/>
        </w:rPr>
        <w:t>8/B-0605</w:t>
      </w:r>
      <w:r w:rsidRPr="006049FE">
        <w:rPr>
          <w:spacing w:val="4"/>
          <w:sz w:val="22"/>
          <w:szCs w:val="22"/>
        </w:rPr>
        <w:t>0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p.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 xml:space="preserve">.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"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te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hn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bo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zie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og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e"</w:t>
      </w:r>
      <w:r w:rsidRPr="006049FE">
        <w:rPr>
          <w:sz w:val="22"/>
          <w:szCs w:val="22"/>
        </w:rPr>
        <w:t>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2"/>
          <w:sz w:val="22"/>
          <w:szCs w:val="22"/>
        </w:rPr>
        <w:t>"Warun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nani</w:t>
      </w:r>
      <w:r w:rsidRPr="006049FE">
        <w:rPr>
          <w:sz w:val="22"/>
          <w:szCs w:val="22"/>
        </w:rPr>
        <w:t>a 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lastRenderedPageBreak/>
        <w:t>budowlano-monta</w:t>
      </w:r>
      <w:r w:rsidRPr="006049FE">
        <w:rPr>
          <w:spacing w:val="3"/>
          <w:sz w:val="22"/>
          <w:szCs w:val="22"/>
        </w:rPr>
        <w:t>żow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h".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Wszelki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nal</w:t>
      </w:r>
      <w:r w:rsidRPr="006049FE">
        <w:rPr>
          <w:spacing w:val="1"/>
          <w:sz w:val="22"/>
          <w:szCs w:val="22"/>
        </w:rPr>
        <w:t>eż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howanie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zasa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P.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kopó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winn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poprze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zo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miaram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eo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ez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jn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p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yp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dk</w:t>
      </w:r>
      <w:r w:rsidRPr="006049FE">
        <w:rPr>
          <w:sz w:val="22"/>
          <w:szCs w:val="22"/>
        </w:rPr>
        <w:t>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st</w:t>
      </w:r>
      <w:r w:rsidRPr="006049FE">
        <w:rPr>
          <w:spacing w:val="8"/>
          <w:sz w:val="22"/>
          <w:szCs w:val="22"/>
        </w:rPr>
        <w:t>ęp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wod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grunt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k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pac</w:t>
      </w:r>
      <w:r w:rsidRPr="006049FE">
        <w:rPr>
          <w:spacing w:val="10"/>
          <w:sz w:val="22"/>
          <w:szCs w:val="22"/>
        </w:rPr>
        <w:t>h</w:t>
      </w:r>
      <w:r w:rsidRPr="006049FE">
        <w:rPr>
          <w:sz w:val="22"/>
          <w:szCs w:val="22"/>
        </w:rPr>
        <w:t>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nal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za</w:t>
      </w:r>
      <w:r w:rsidRPr="006049FE">
        <w:rPr>
          <w:sz w:val="22"/>
          <w:szCs w:val="22"/>
        </w:rPr>
        <w:t>s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aliza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9"/>
          <w:sz w:val="22"/>
          <w:szCs w:val="22"/>
        </w:rPr>
        <w:t>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zadani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odwodni</w:t>
      </w:r>
      <w:r w:rsidRPr="006049FE">
        <w:rPr>
          <w:spacing w:val="1"/>
          <w:sz w:val="22"/>
          <w:szCs w:val="22"/>
        </w:rPr>
        <w:t>ć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i/>
          <w:iCs/>
          <w:sz w:val="22"/>
          <w:szCs w:val="22"/>
        </w:rPr>
      </w:pPr>
      <w:r w:rsidRPr="006049FE">
        <w:rPr>
          <w:spacing w:val="7"/>
          <w:sz w:val="22"/>
          <w:szCs w:val="22"/>
          <w:u w:val="thick"/>
        </w:rPr>
        <w:t>Wykopy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</w:t>
      </w:r>
      <w:r w:rsidRPr="006049FE">
        <w:rPr>
          <w:spacing w:val="3"/>
          <w:sz w:val="22"/>
          <w:szCs w:val="22"/>
        </w:rPr>
        <w:t>p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fundament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cz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   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ch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len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bez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ec</w:t>
      </w:r>
      <w:r w:rsidRPr="006049FE">
        <w:rPr>
          <w:spacing w:val="3"/>
          <w:sz w:val="22"/>
          <w:szCs w:val="22"/>
        </w:rPr>
        <w:t>zn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skarp:</w:t>
      </w:r>
      <w:r w:rsidRPr="006049FE">
        <w:rPr>
          <w:sz w:val="22"/>
          <w:szCs w:val="22"/>
        </w:rPr>
        <w:tab/>
        <w:t>dla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gruntu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niespoistego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zagęszczonego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1:1,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z w:val="22"/>
          <w:szCs w:val="22"/>
        </w:rPr>
        <w:tab/>
        <w:t>1:1,30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dla 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niespoist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słabo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kopac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z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s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ar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ch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eni</w:t>
      </w:r>
      <w:r w:rsidRPr="006049FE">
        <w:rPr>
          <w:sz w:val="22"/>
          <w:szCs w:val="22"/>
        </w:rPr>
        <w:t xml:space="preserve">u 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ieczn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 xml:space="preserve">m 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al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owa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st</w:t>
      </w:r>
      <w:r w:rsidRPr="006049FE">
        <w:rPr>
          <w:spacing w:val="3"/>
          <w:sz w:val="22"/>
          <w:szCs w:val="22"/>
        </w:rPr>
        <w:t>ęp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ące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zab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zpi</w:t>
      </w:r>
      <w:r w:rsidRPr="006049FE">
        <w:rPr>
          <w:sz w:val="22"/>
          <w:szCs w:val="22"/>
        </w:rPr>
        <w:t>ec</w:t>
      </w:r>
      <w:r w:rsidRPr="006049FE">
        <w:rPr>
          <w:spacing w:val="-2"/>
          <w:sz w:val="22"/>
          <w:szCs w:val="22"/>
        </w:rPr>
        <w:t>zen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pasi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teren</w:t>
      </w:r>
      <w:r w:rsidRPr="006049FE">
        <w:rPr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lega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gó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6"/>
          <w:sz w:val="22"/>
          <w:szCs w:val="22"/>
        </w:rPr>
        <w:t xml:space="preserve"> kra</w:t>
      </w:r>
      <w:r w:rsidRPr="006049FE">
        <w:rPr>
          <w:spacing w:val="5"/>
          <w:sz w:val="22"/>
          <w:szCs w:val="22"/>
        </w:rPr>
        <w:t>wę</w:t>
      </w:r>
      <w:r w:rsidRPr="006049FE">
        <w:rPr>
          <w:spacing w:val="6"/>
          <w:sz w:val="22"/>
          <w:szCs w:val="22"/>
        </w:rPr>
        <w:t>dz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skarp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n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szerok</w:t>
      </w:r>
      <w:r w:rsidRPr="006049FE">
        <w:rPr>
          <w:spacing w:val="5"/>
          <w:sz w:val="22"/>
          <w:szCs w:val="22"/>
        </w:rPr>
        <w:t>oś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ró</w:t>
      </w:r>
      <w:r w:rsidRPr="006049FE">
        <w:rPr>
          <w:spacing w:val="5"/>
          <w:sz w:val="22"/>
          <w:szCs w:val="22"/>
        </w:rPr>
        <w:t>ż</w:t>
      </w:r>
      <w:r w:rsidRPr="006049FE">
        <w:rPr>
          <w:spacing w:val="6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3-kro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>nej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głęboko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op</w:t>
      </w:r>
      <w:r w:rsidRPr="006049FE">
        <w:rPr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wierzchni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owinn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e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od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owiedn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spadk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możl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ją</w:t>
      </w:r>
      <w:r w:rsidRPr="006049FE">
        <w:rPr>
          <w:spacing w:val="3"/>
          <w:sz w:val="22"/>
          <w:szCs w:val="22"/>
        </w:rPr>
        <w:t>ce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łatw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wó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 xml:space="preserve">d </w:t>
      </w:r>
      <w:r w:rsidRPr="006049FE">
        <w:rPr>
          <w:spacing w:val="4"/>
          <w:sz w:val="22"/>
          <w:szCs w:val="22"/>
        </w:rPr>
        <w:t>kraw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zi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8"/>
          <w:sz w:val="22"/>
          <w:szCs w:val="22"/>
        </w:rPr>
        <w:t>roz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ar</w:t>
      </w:r>
      <w:r w:rsidRPr="006049FE">
        <w:rPr>
          <w:sz w:val="22"/>
          <w:szCs w:val="22"/>
        </w:rPr>
        <w:t xml:space="preserve">p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od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op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do</w:t>
      </w:r>
      <w:r w:rsidRPr="006049FE">
        <w:rPr>
          <w:spacing w:val="6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powinn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uw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how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niem</w:t>
      </w:r>
      <w:r w:rsidRPr="006049FE">
        <w:rPr>
          <w:spacing w:val="8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z w:val="22"/>
          <w:szCs w:val="22"/>
        </w:rPr>
        <w:t>nachyl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sta</w:t>
      </w:r>
      <w:r w:rsidRPr="006049FE">
        <w:rPr>
          <w:sz w:val="22"/>
          <w:szCs w:val="22"/>
        </w:rPr>
        <w:t>n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ar</w:t>
      </w:r>
      <w:r w:rsidRPr="006049FE">
        <w:rPr>
          <w:sz w:val="22"/>
          <w:szCs w:val="22"/>
        </w:rPr>
        <w:t>p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nal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raw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 xml:space="preserve">ać 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okresowo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zale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no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z w:val="22"/>
          <w:szCs w:val="22"/>
        </w:rPr>
        <w:tab/>
      </w:r>
      <w:r w:rsidRPr="006049FE">
        <w:rPr>
          <w:spacing w:val="-2"/>
          <w:w w:val="95"/>
          <w:sz w:val="22"/>
          <w:szCs w:val="22"/>
        </w:rPr>
        <w:t>w</w:t>
      </w:r>
      <w:r w:rsidRPr="006049FE">
        <w:rPr>
          <w:w w:val="95"/>
          <w:sz w:val="22"/>
          <w:szCs w:val="22"/>
        </w:rPr>
        <w:t>y</w:t>
      </w:r>
      <w:r w:rsidRPr="006049FE">
        <w:rPr>
          <w:spacing w:val="-2"/>
          <w:w w:val="95"/>
          <w:sz w:val="22"/>
          <w:szCs w:val="22"/>
        </w:rPr>
        <w:t>stę</w:t>
      </w:r>
      <w:r w:rsidRPr="006049FE">
        <w:rPr>
          <w:w w:val="95"/>
          <w:sz w:val="22"/>
          <w:szCs w:val="22"/>
        </w:rPr>
        <w:t>powania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iekorz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stnyc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warunk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atm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sfer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h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i/>
          <w:iCs/>
          <w:sz w:val="22"/>
          <w:szCs w:val="22"/>
        </w:rPr>
      </w:pPr>
      <w:r w:rsidRPr="006049FE">
        <w:rPr>
          <w:spacing w:val="6"/>
          <w:sz w:val="22"/>
          <w:szCs w:val="22"/>
          <w:u w:val="thick"/>
        </w:rPr>
        <w:t>Zasypka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Zas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wani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kop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m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po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ą</w:t>
      </w:r>
      <w:r w:rsidRPr="006049FE">
        <w:rPr>
          <w:sz w:val="22"/>
          <w:szCs w:val="22"/>
        </w:rPr>
        <w:t>ć</w:t>
      </w:r>
      <w:r w:rsidRPr="006049FE">
        <w:rPr>
          <w:spacing w:val="3"/>
          <w:sz w:val="22"/>
          <w:szCs w:val="22"/>
        </w:rPr>
        <w:t xml:space="preserve"> p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ysk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od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sp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to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Zas</w:t>
      </w:r>
      <w:r w:rsidRPr="006049FE">
        <w:rPr>
          <w:spacing w:val="10"/>
          <w:sz w:val="22"/>
          <w:szCs w:val="22"/>
        </w:rPr>
        <w:t>yp</w:t>
      </w:r>
      <w:r w:rsidRPr="006049FE">
        <w:rPr>
          <w:spacing w:val="8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10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pł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t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0"/>
          <w:sz w:val="22"/>
          <w:szCs w:val="22"/>
        </w:rPr>
        <w:t>fundament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l</w:t>
      </w:r>
      <w:r w:rsidRPr="006049FE">
        <w:rPr>
          <w:spacing w:val="7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kona</w:t>
      </w:r>
      <w:r w:rsidRPr="006049FE">
        <w:rPr>
          <w:sz w:val="22"/>
          <w:szCs w:val="22"/>
        </w:rPr>
        <w:t>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at</w:t>
      </w:r>
      <w:r w:rsidRPr="006049FE">
        <w:rPr>
          <w:spacing w:val="9"/>
          <w:sz w:val="22"/>
          <w:szCs w:val="22"/>
        </w:rPr>
        <w:t>er</w:t>
      </w:r>
      <w:r w:rsidRPr="006049FE">
        <w:rPr>
          <w:spacing w:val="11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ał</w:t>
      </w:r>
      <w:r w:rsidRPr="006049FE">
        <w:rPr>
          <w:sz w:val="22"/>
          <w:szCs w:val="22"/>
        </w:rPr>
        <w:t>u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</w:t>
      </w:r>
      <w:r w:rsidRPr="006049FE">
        <w:rPr>
          <w:spacing w:val="11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ełnia</w:t>
      </w:r>
      <w:r w:rsidRPr="006049FE">
        <w:rPr>
          <w:spacing w:val="11"/>
          <w:sz w:val="22"/>
          <w:szCs w:val="22"/>
        </w:rPr>
        <w:t>j</w:t>
      </w:r>
      <w:r w:rsidRPr="006049FE">
        <w:rPr>
          <w:spacing w:val="10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ce</w:t>
      </w:r>
      <w:r w:rsidRPr="006049FE">
        <w:rPr>
          <w:spacing w:val="10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struk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wierzchn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renu.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Pozost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ęś</w:t>
      </w:r>
      <w:r w:rsidRPr="006049FE">
        <w:rPr>
          <w:sz w:val="22"/>
          <w:szCs w:val="22"/>
        </w:rPr>
        <w:t>ć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pe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konan</w:t>
      </w:r>
      <w:r w:rsidRPr="006049FE">
        <w:rPr>
          <w:sz w:val="22"/>
          <w:szCs w:val="22"/>
        </w:rPr>
        <w:t>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unt</w:t>
      </w:r>
      <w:r w:rsidRPr="006049FE">
        <w:rPr>
          <w:sz w:val="22"/>
          <w:szCs w:val="22"/>
        </w:rPr>
        <w:t>u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zimeg</w:t>
      </w:r>
      <w:r w:rsidRPr="006049FE">
        <w:rPr>
          <w:sz w:val="22"/>
          <w:szCs w:val="22"/>
        </w:rPr>
        <w:t>o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ra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kopu</w:t>
      </w:r>
      <w:r w:rsidRPr="006049FE">
        <w:rPr>
          <w:sz w:val="22"/>
          <w:szCs w:val="22"/>
        </w:rPr>
        <w:t>;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untu</w:t>
      </w:r>
      <w:r w:rsidRPr="006049FE">
        <w:rPr>
          <w:spacing w:val="3"/>
          <w:w w:val="99"/>
          <w:sz w:val="22"/>
          <w:szCs w:val="22"/>
        </w:rPr>
        <w:t xml:space="preserve"> </w:t>
      </w:r>
      <w:proofErr w:type="spellStart"/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in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proofErr w:type="spellEnd"/>
      <w:r w:rsidRPr="006049FE">
        <w:rPr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 xml:space="preserve">d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warunkie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usun</w:t>
      </w:r>
      <w:r w:rsidRPr="006049FE">
        <w:rPr>
          <w:spacing w:val="5"/>
          <w:sz w:val="22"/>
          <w:szCs w:val="22"/>
        </w:rPr>
        <w:t>ię</w:t>
      </w:r>
      <w:r w:rsidRPr="006049FE">
        <w:rPr>
          <w:spacing w:val="6"/>
          <w:sz w:val="22"/>
          <w:szCs w:val="22"/>
        </w:rPr>
        <w:t>ci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nieg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tward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bry</w:t>
      </w:r>
      <w:r w:rsidRPr="006049FE">
        <w:rPr>
          <w:sz w:val="22"/>
          <w:szCs w:val="22"/>
        </w:rPr>
        <w:t xml:space="preserve">ł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zaniecz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sz</w:t>
      </w:r>
      <w:r w:rsidRPr="006049FE">
        <w:rPr>
          <w:spacing w:val="7"/>
          <w:sz w:val="22"/>
          <w:szCs w:val="22"/>
        </w:rPr>
        <w:t>cz</w:t>
      </w:r>
      <w:r w:rsidRPr="006049FE">
        <w:rPr>
          <w:spacing w:val="6"/>
          <w:sz w:val="22"/>
          <w:szCs w:val="22"/>
        </w:rPr>
        <w:t>e</w:t>
      </w:r>
      <w:r w:rsidRPr="006049FE">
        <w:rPr>
          <w:sz w:val="22"/>
          <w:szCs w:val="22"/>
        </w:rPr>
        <w:t xml:space="preserve">ń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czą</w:t>
      </w:r>
      <w:r w:rsidRPr="006049FE">
        <w:rPr>
          <w:spacing w:val="6"/>
          <w:sz w:val="22"/>
          <w:szCs w:val="22"/>
        </w:rPr>
        <w:t>ste</w:t>
      </w:r>
      <w:r w:rsidRPr="006049FE">
        <w:rPr>
          <w:sz w:val="22"/>
          <w:szCs w:val="22"/>
        </w:rPr>
        <w:t xml:space="preserve">k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wielko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30</w:t>
      </w:r>
      <w:r w:rsidRPr="006049FE">
        <w:rPr>
          <w:spacing w:val="4"/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4"/>
          <w:sz w:val="22"/>
          <w:szCs w:val="22"/>
          <w:u w:val="thick"/>
        </w:rPr>
        <w:t>KONTROLA</w:t>
      </w:r>
      <w:r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pacing w:val="14"/>
          <w:sz w:val="22"/>
          <w:szCs w:val="22"/>
          <w:u w:val="thick"/>
        </w:rPr>
        <w:t>JAKOŚCI</w:t>
      </w:r>
      <w:r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pacing w:val="14"/>
          <w:sz w:val="22"/>
          <w:szCs w:val="22"/>
          <w:u w:val="thick"/>
        </w:rPr>
        <w:t>ROBÓT</w:t>
      </w:r>
      <w:r w:rsidRPr="006049FE">
        <w:rPr>
          <w:sz w:val="22"/>
          <w:szCs w:val="22"/>
          <w:u w:val="thick"/>
        </w:rPr>
        <w:t xml:space="preserve"> I</w:t>
      </w:r>
      <w:r w:rsidRPr="006049FE">
        <w:rPr>
          <w:spacing w:val="9"/>
          <w:sz w:val="22"/>
          <w:szCs w:val="22"/>
          <w:u w:val="thick"/>
        </w:rPr>
        <w:t xml:space="preserve"> </w:t>
      </w:r>
      <w:r w:rsidRPr="006049FE">
        <w:rPr>
          <w:spacing w:val="14"/>
          <w:sz w:val="22"/>
          <w:szCs w:val="22"/>
          <w:u w:val="thick"/>
        </w:rPr>
        <w:t>MATERIAŁÓW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raw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ze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bió</w:t>
      </w:r>
      <w:r w:rsidRPr="006049FE">
        <w:rPr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rob</w:t>
      </w:r>
      <w:r w:rsidRPr="006049FE">
        <w:rPr>
          <w:spacing w:val="9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ziemn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9"/>
          <w:sz w:val="22"/>
          <w:szCs w:val="22"/>
        </w:rPr>
        <w:t xml:space="preserve"> n</w:t>
      </w:r>
      <w:r w:rsidRPr="006049FE">
        <w:rPr>
          <w:spacing w:val="7"/>
          <w:sz w:val="22"/>
          <w:szCs w:val="22"/>
        </w:rPr>
        <w:t>ależ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8"/>
          <w:sz w:val="22"/>
          <w:szCs w:val="22"/>
        </w:rPr>
        <w:t>rz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>owad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>g</w:t>
      </w:r>
      <w:r w:rsidRPr="006049FE">
        <w:rPr>
          <w:spacing w:val="7"/>
          <w:sz w:val="22"/>
          <w:szCs w:val="22"/>
        </w:rPr>
        <w:t>od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 xml:space="preserve"> n</w:t>
      </w:r>
      <w:r w:rsidRPr="006049FE">
        <w:rPr>
          <w:spacing w:val="7"/>
          <w:sz w:val="22"/>
          <w:szCs w:val="22"/>
        </w:rPr>
        <w:t>or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PN-B-</w:t>
      </w:r>
      <w:r w:rsidRPr="006049FE">
        <w:rPr>
          <w:spacing w:val="8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60</w:t>
      </w:r>
      <w:r w:rsidRPr="006049FE">
        <w:rPr>
          <w:spacing w:val="2"/>
          <w:sz w:val="22"/>
          <w:szCs w:val="22"/>
        </w:rPr>
        <w:t>5</w:t>
      </w:r>
      <w:r w:rsidRPr="006049FE">
        <w:rPr>
          <w:sz w:val="22"/>
          <w:szCs w:val="22"/>
        </w:rPr>
        <w:t>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2"/>
          <w:sz w:val="22"/>
          <w:szCs w:val="22"/>
        </w:rPr>
        <w:t>Geo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ech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ik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ne</w:t>
      </w:r>
      <w:r w:rsidRPr="006049FE">
        <w:rPr>
          <w:sz w:val="22"/>
          <w:szCs w:val="22"/>
        </w:rPr>
        <w:t xml:space="preserve">.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".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Wsz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z w:val="22"/>
          <w:szCs w:val="22"/>
        </w:rPr>
        <w:tab/>
      </w:r>
      <w:r w:rsidRPr="006049FE">
        <w:rPr>
          <w:spacing w:val="1"/>
          <w:sz w:val="22"/>
          <w:szCs w:val="22"/>
        </w:rPr>
        <w:t>materi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z w:val="22"/>
          <w:szCs w:val="22"/>
        </w:rPr>
        <w:tab/>
      </w:r>
      <w:r w:rsidRPr="006049FE">
        <w:rPr>
          <w:spacing w:val="1"/>
          <w:sz w:val="22"/>
          <w:szCs w:val="22"/>
        </w:rPr>
        <w:t>przewidzian</w:t>
      </w:r>
      <w:r w:rsidRPr="006049FE">
        <w:rPr>
          <w:sz w:val="22"/>
          <w:szCs w:val="22"/>
        </w:rPr>
        <w:t>e</w:t>
      </w:r>
      <w:r w:rsidRPr="006049FE">
        <w:rPr>
          <w:sz w:val="22"/>
          <w:szCs w:val="22"/>
        </w:rPr>
        <w:tab/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z w:val="22"/>
          <w:szCs w:val="22"/>
        </w:rPr>
        <w:tab/>
        <w:t>w</w:t>
      </w:r>
      <w:r w:rsidRPr="006049FE">
        <w:rPr>
          <w:spacing w:val="1"/>
          <w:sz w:val="22"/>
          <w:szCs w:val="22"/>
        </w:rPr>
        <w:t>ykonani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  <w:t>r</w:t>
      </w:r>
      <w:r w:rsidRPr="006049FE">
        <w:rPr>
          <w:spacing w:val="1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z w:val="22"/>
          <w:szCs w:val="22"/>
        </w:rPr>
        <w:tab/>
        <w:t>m</w:t>
      </w:r>
      <w:r w:rsidRPr="006049FE">
        <w:rPr>
          <w:spacing w:val="1"/>
          <w:sz w:val="22"/>
          <w:szCs w:val="22"/>
        </w:rPr>
        <w:t>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z w:val="22"/>
          <w:szCs w:val="22"/>
        </w:rPr>
        <w:tab/>
      </w:r>
      <w:r w:rsidRPr="006049FE">
        <w:rPr>
          <w:w w:val="95"/>
          <w:sz w:val="22"/>
          <w:szCs w:val="22"/>
        </w:rPr>
        <w:t>odpowiadać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er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ar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pecy</w:t>
      </w:r>
      <w:r w:rsidRPr="006049FE">
        <w:rPr>
          <w:spacing w:val="3"/>
          <w:sz w:val="22"/>
          <w:szCs w:val="22"/>
        </w:rPr>
        <w:t>fi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acj</w:t>
      </w:r>
      <w:r w:rsidRPr="006049FE">
        <w:rPr>
          <w:spacing w:val="5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hni</w:t>
      </w:r>
      <w:r w:rsidRPr="006049FE">
        <w:rPr>
          <w:spacing w:val="3"/>
          <w:sz w:val="22"/>
          <w:szCs w:val="22"/>
        </w:rPr>
        <w:t>cz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Kontr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l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ja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3"/>
          <w:sz w:val="22"/>
          <w:szCs w:val="22"/>
        </w:rPr>
        <w:t>ziemn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3"/>
          <w:sz w:val="22"/>
          <w:szCs w:val="22"/>
        </w:rPr>
        <w:t>poleg</w:t>
      </w:r>
      <w:r w:rsidRPr="006049FE">
        <w:rPr>
          <w:sz w:val="22"/>
          <w:szCs w:val="22"/>
        </w:rPr>
        <w:t xml:space="preserve">a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wiz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alne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mpletn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ci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 xml:space="preserve">ót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sprawdze</w:t>
      </w:r>
      <w:r w:rsidRPr="006049FE">
        <w:rPr>
          <w:sz w:val="22"/>
          <w:szCs w:val="22"/>
        </w:rPr>
        <w:t xml:space="preserve">niu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 xml:space="preserve">ót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et</w:t>
      </w:r>
      <w:r w:rsidRPr="006049FE">
        <w:rPr>
          <w:spacing w:val="2"/>
          <w:sz w:val="22"/>
          <w:szCs w:val="22"/>
        </w:rPr>
        <w:t>ar</w:t>
      </w:r>
      <w:r w:rsidRPr="006049FE">
        <w:rPr>
          <w:spacing w:val="3"/>
          <w:sz w:val="22"/>
          <w:szCs w:val="22"/>
        </w:rPr>
        <w:t>go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 xml:space="preserve">i ,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 xml:space="preserve">T i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nia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 xml:space="preserve">i z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am</w:t>
      </w:r>
      <w:r w:rsidRPr="006049FE">
        <w:rPr>
          <w:spacing w:val="3"/>
          <w:sz w:val="22"/>
          <w:szCs w:val="22"/>
        </w:rPr>
        <w:t>awia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Sprawdzeni</w:t>
      </w:r>
      <w:r w:rsidRPr="006049FE">
        <w:rPr>
          <w:sz w:val="22"/>
          <w:szCs w:val="22"/>
        </w:rPr>
        <w:t>u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podlega: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</w:t>
      </w:r>
      <w:r w:rsidRPr="006049FE">
        <w:rPr>
          <w:sz w:val="22"/>
          <w:szCs w:val="22"/>
        </w:rPr>
        <w:t>ie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pó</w:t>
      </w:r>
      <w:r w:rsidRPr="006049FE">
        <w:rPr>
          <w:sz w:val="22"/>
          <w:szCs w:val="22"/>
        </w:rPr>
        <w:t>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stan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nach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lenia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skarp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kopów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pod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 xml:space="preserve">ątem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bezpieczeństwa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robotników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zatrudnion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u,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z w:val="22"/>
          <w:szCs w:val="22"/>
        </w:rPr>
        <w:tab/>
        <w:t>zasypanie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wykopów.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w w:val="115"/>
          <w:sz w:val="22"/>
          <w:szCs w:val="22"/>
          <w:u w:val="thick"/>
        </w:rPr>
        <w:t>OBMIAR</w:t>
      </w:r>
      <w:r w:rsidRPr="006049FE">
        <w:rPr>
          <w:spacing w:val="-3"/>
          <w:w w:val="115"/>
          <w:sz w:val="22"/>
          <w:szCs w:val="22"/>
          <w:u w:val="thick"/>
        </w:rPr>
        <w:t xml:space="preserve"> </w:t>
      </w:r>
      <w:r w:rsidRPr="006049FE">
        <w:rPr>
          <w:spacing w:val="-2"/>
          <w:w w:val="115"/>
          <w:sz w:val="22"/>
          <w:szCs w:val="22"/>
          <w:u w:val="thick"/>
        </w:rPr>
        <w:t>ROBOT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Jedn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st</w:t>
      </w:r>
      <w:r w:rsidRPr="006049FE">
        <w:rPr>
          <w:spacing w:val="4"/>
          <w:sz w:val="22"/>
          <w:szCs w:val="22"/>
        </w:rPr>
        <w:t>k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>miar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 xml:space="preserve">3  </w:t>
      </w:r>
      <w:r w:rsidRPr="006049FE">
        <w:rPr>
          <w:spacing w:val="7"/>
          <w:position w:val="1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kopó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zas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pki.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  <w:u w:val="thick"/>
        </w:rPr>
        <w:t>ODBIÓR</w:t>
      </w:r>
      <w:r w:rsidRPr="006049FE">
        <w:rPr>
          <w:spacing w:val="-26"/>
          <w:sz w:val="22"/>
          <w:szCs w:val="22"/>
          <w:u w:val="thick"/>
        </w:rPr>
        <w:t xml:space="preserve"> </w:t>
      </w:r>
      <w:r w:rsidRPr="006049FE">
        <w:rPr>
          <w:spacing w:val="-3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Ogól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zasad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odbior</w:t>
      </w:r>
      <w:r w:rsidRPr="006049FE">
        <w:rPr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podan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ST-0.0</w:t>
      </w:r>
      <w:r w:rsidRPr="006049FE">
        <w:rPr>
          <w:sz w:val="22"/>
          <w:szCs w:val="22"/>
        </w:rPr>
        <w:t>0</w:t>
      </w:r>
      <w:r w:rsidRPr="006049FE">
        <w:rPr>
          <w:spacing w:val="4"/>
          <w:sz w:val="22"/>
          <w:szCs w:val="22"/>
        </w:rPr>
        <w:t xml:space="preserve"> 'W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ogólne"</w:t>
      </w:r>
      <w:r w:rsidRPr="006049FE">
        <w:rPr>
          <w:sz w:val="22"/>
          <w:szCs w:val="22"/>
        </w:rPr>
        <w:t>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resi</w:t>
      </w:r>
      <w:r w:rsidRPr="006049FE">
        <w:rPr>
          <w:sz w:val="22"/>
          <w:szCs w:val="22"/>
        </w:rPr>
        <w:t>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ziem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dle</w:t>
      </w:r>
      <w:r w:rsidRPr="006049FE">
        <w:rPr>
          <w:spacing w:val="3"/>
          <w:sz w:val="22"/>
          <w:szCs w:val="22"/>
        </w:rPr>
        <w:t>g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zgod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kop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7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ku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nt</w:t>
      </w:r>
      <w:r w:rsidRPr="006049FE">
        <w:rPr>
          <w:spacing w:val="6"/>
          <w:sz w:val="22"/>
          <w:szCs w:val="22"/>
        </w:rPr>
        <w:t>ac</w:t>
      </w:r>
      <w:r w:rsidRPr="006049FE">
        <w:rPr>
          <w:spacing w:val="7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oj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kto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technologiczna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prawno</w:t>
      </w:r>
      <w:r w:rsidRPr="006049FE">
        <w:rPr>
          <w:spacing w:val="6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wyk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nane</w:t>
      </w:r>
      <w:r w:rsidRPr="006049FE">
        <w:rPr>
          <w:spacing w:val="6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w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k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ędn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</w:t>
      </w:r>
      <w:r w:rsidRPr="006049FE">
        <w:rPr>
          <w:spacing w:val="4"/>
          <w:sz w:val="22"/>
          <w:szCs w:val="22"/>
        </w:rPr>
        <w:t>pó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5"/>
          <w:w w:val="115"/>
          <w:sz w:val="22"/>
          <w:szCs w:val="22"/>
          <w:u w:val="thick"/>
        </w:rPr>
        <w:t xml:space="preserve">PODSTAWA </w:t>
      </w:r>
      <w:r w:rsidRPr="006049FE">
        <w:rPr>
          <w:spacing w:val="-4"/>
          <w:w w:val="115"/>
          <w:sz w:val="22"/>
          <w:szCs w:val="22"/>
          <w:u w:val="thick"/>
        </w:rPr>
        <w:t>P</w:t>
      </w:r>
      <w:r w:rsidRPr="006049FE">
        <w:rPr>
          <w:spacing w:val="-5"/>
          <w:w w:val="115"/>
          <w:sz w:val="22"/>
          <w:szCs w:val="22"/>
          <w:u w:val="thick"/>
        </w:rPr>
        <w:t>ŁATNOŚCI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3"/>
          <w:sz w:val="22"/>
          <w:szCs w:val="22"/>
        </w:rPr>
        <w:t>Podsta</w:t>
      </w:r>
      <w:r w:rsidRPr="006049FE">
        <w:rPr>
          <w:spacing w:val="1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p</w:t>
      </w:r>
      <w:r w:rsidRPr="006049FE">
        <w:rPr>
          <w:spacing w:val="12"/>
          <w:sz w:val="22"/>
          <w:szCs w:val="22"/>
        </w:rPr>
        <w:t>ł</w:t>
      </w:r>
      <w:r w:rsidRPr="006049FE">
        <w:rPr>
          <w:spacing w:val="13"/>
          <w:sz w:val="22"/>
          <w:szCs w:val="22"/>
        </w:rPr>
        <w:t>atno</w:t>
      </w:r>
      <w:r w:rsidRPr="006049FE">
        <w:rPr>
          <w:spacing w:val="12"/>
          <w:sz w:val="22"/>
          <w:szCs w:val="22"/>
        </w:rPr>
        <w:t>ś</w:t>
      </w:r>
      <w:r w:rsidRPr="006049FE">
        <w:rPr>
          <w:spacing w:val="1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cen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jednost</w:t>
      </w:r>
      <w:r w:rsidRPr="006049FE">
        <w:rPr>
          <w:spacing w:val="14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3"/>
          <w:sz w:val="22"/>
          <w:szCs w:val="22"/>
        </w:rPr>
        <w:t>b</w:t>
      </w:r>
      <w:r w:rsidRPr="006049FE">
        <w:rPr>
          <w:spacing w:val="12"/>
          <w:sz w:val="22"/>
          <w:szCs w:val="22"/>
        </w:rPr>
        <w:t>miar</w:t>
      </w:r>
      <w:r w:rsidRPr="006049FE">
        <w:rPr>
          <w:spacing w:val="13"/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skalkulowan</w:t>
      </w:r>
      <w:r w:rsidRPr="006049FE">
        <w:rPr>
          <w:sz w:val="22"/>
          <w:szCs w:val="22"/>
        </w:rPr>
        <w:t>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pr</w:t>
      </w:r>
      <w:r w:rsidRPr="006049FE">
        <w:rPr>
          <w:spacing w:val="11"/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>kon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>c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>oferow</w:t>
      </w:r>
      <w:r w:rsidRPr="006049FE">
        <w:rPr>
          <w:spacing w:val="13"/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Za</w:t>
      </w:r>
      <w:r w:rsidRPr="006049FE">
        <w:rPr>
          <w:spacing w:val="12"/>
          <w:sz w:val="22"/>
          <w:szCs w:val="22"/>
        </w:rPr>
        <w:t>m</w:t>
      </w:r>
      <w:r w:rsidRPr="006049FE">
        <w:rPr>
          <w:spacing w:val="14"/>
          <w:sz w:val="22"/>
          <w:szCs w:val="22"/>
        </w:rPr>
        <w:t>awiające</w:t>
      </w:r>
      <w:r w:rsidRPr="006049FE">
        <w:rPr>
          <w:spacing w:val="12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>ferci</w:t>
      </w:r>
      <w:r w:rsidRPr="006049FE">
        <w:rPr>
          <w:sz w:val="22"/>
          <w:szCs w:val="22"/>
        </w:rPr>
        <w:t>e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prz</w:t>
      </w:r>
      <w:r w:rsidRPr="006049FE">
        <w:rPr>
          <w:spacing w:val="12"/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>t</w:t>
      </w:r>
      <w:r w:rsidRPr="006049FE">
        <w:rPr>
          <w:spacing w:val="14"/>
          <w:sz w:val="22"/>
          <w:szCs w:val="22"/>
        </w:rPr>
        <w:t>ar</w:t>
      </w:r>
      <w:r w:rsidRPr="006049FE">
        <w:rPr>
          <w:spacing w:val="13"/>
          <w:sz w:val="22"/>
          <w:szCs w:val="22"/>
        </w:rPr>
        <w:t>g</w:t>
      </w:r>
      <w:r w:rsidRPr="006049FE">
        <w:rPr>
          <w:spacing w:val="14"/>
          <w:sz w:val="22"/>
          <w:szCs w:val="22"/>
        </w:rPr>
        <w:t>owe</w:t>
      </w:r>
      <w:r w:rsidRPr="006049FE">
        <w:rPr>
          <w:sz w:val="22"/>
          <w:szCs w:val="22"/>
        </w:rPr>
        <w:t>j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d</w:t>
      </w:r>
      <w:r w:rsidRPr="006049FE">
        <w:rPr>
          <w:spacing w:val="12"/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p</w:t>
      </w:r>
      <w:r w:rsidRPr="006049FE">
        <w:rPr>
          <w:spacing w:val="14"/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>cji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2"/>
          <w:sz w:val="22"/>
          <w:szCs w:val="22"/>
        </w:rPr>
        <w:t>koszto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13"/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>sow</w:t>
      </w:r>
      <w:r w:rsidRPr="006049FE">
        <w:rPr>
          <w:spacing w:val="12"/>
          <w:sz w:val="22"/>
          <w:szCs w:val="22"/>
        </w:rPr>
        <w:t>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9"/>
          <w:sz w:val="22"/>
          <w:szCs w:val="22"/>
        </w:rPr>
        <w:t>Cen</w:t>
      </w:r>
      <w:r w:rsidRPr="006049FE">
        <w:rPr>
          <w:sz w:val="22"/>
          <w:szCs w:val="22"/>
        </w:rPr>
        <w:t xml:space="preserve">a 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uw</w:t>
      </w:r>
      <w:r w:rsidRPr="006049FE">
        <w:rPr>
          <w:spacing w:val="8"/>
          <w:sz w:val="22"/>
          <w:szCs w:val="22"/>
        </w:rPr>
        <w:t>zg</w:t>
      </w:r>
      <w:r w:rsidRPr="006049FE">
        <w:rPr>
          <w:spacing w:val="9"/>
          <w:sz w:val="22"/>
          <w:szCs w:val="22"/>
        </w:rPr>
        <w:t>l</w:t>
      </w:r>
      <w:r w:rsidRPr="006049FE">
        <w:rPr>
          <w:spacing w:val="8"/>
          <w:sz w:val="22"/>
          <w:szCs w:val="22"/>
        </w:rPr>
        <w:t>ę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</w:r>
      <w:r w:rsidRPr="006049FE">
        <w:rPr>
          <w:spacing w:val="9"/>
          <w:sz w:val="22"/>
          <w:szCs w:val="22"/>
        </w:rPr>
        <w:t>ws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9"/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="00E14C15">
        <w:rPr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oś</w:t>
      </w:r>
      <w:r w:rsidRPr="006049FE">
        <w:rPr>
          <w:spacing w:val="8"/>
          <w:sz w:val="22"/>
          <w:szCs w:val="22"/>
        </w:rPr>
        <w:t>ci</w:t>
      </w:r>
      <w:r w:rsidRPr="006049FE">
        <w:rPr>
          <w:sz w:val="22"/>
          <w:szCs w:val="22"/>
        </w:rPr>
        <w:t>,</w:t>
      </w:r>
      <w:r w:rsidRPr="006049FE">
        <w:rPr>
          <w:sz w:val="22"/>
          <w:szCs w:val="22"/>
        </w:rPr>
        <w:tab/>
      </w:r>
      <w:r w:rsidRPr="006049FE">
        <w:rPr>
          <w:spacing w:val="8"/>
          <w:sz w:val="22"/>
          <w:szCs w:val="22"/>
        </w:rPr>
        <w:t>wyma</w:t>
      </w:r>
      <w:r w:rsidRPr="006049FE">
        <w:rPr>
          <w:spacing w:val="10"/>
          <w:sz w:val="22"/>
          <w:szCs w:val="22"/>
        </w:rPr>
        <w:t>g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  <w:t>i</w:t>
      </w:r>
      <w:r w:rsidR="00E14C15">
        <w:rPr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dani</w:t>
      </w:r>
      <w:r w:rsidRPr="006049FE">
        <w:rPr>
          <w:sz w:val="22"/>
          <w:szCs w:val="22"/>
        </w:rPr>
        <w:t>a</w:t>
      </w:r>
      <w:r w:rsidR="00E14C15">
        <w:rPr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10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9"/>
          <w:sz w:val="22"/>
          <w:szCs w:val="22"/>
        </w:rPr>
        <w:t>aj</w:t>
      </w:r>
      <w:r w:rsidRPr="006049FE">
        <w:rPr>
          <w:spacing w:val="8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z w:val="22"/>
          <w:szCs w:val="22"/>
        </w:rPr>
        <w:tab/>
      </w:r>
      <w:r w:rsidRPr="006049FE">
        <w:rPr>
          <w:spacing w:val="9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z w:val="22"/>
          <w:szCs w:val="22"/>
        </w:rPr>
        <w:tab/>
      </w:r>
      <w:r w:rsidRPr="006049FE">
        <w:rPr>
          <w:spacing w:val="10"/>
          <w:sz w:val="22"/>
          <w:szCs w:val="22"/>
        </w:rPr>
        <w:t>n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1"/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>konani</w:t>
      </w:r>
      <w:r w:rsidRPr="006049FE">
        <w:rPr>
          <w:sz w:val="22"/>
          <w:szCs w:val="22"/>
        </w:rPr>
        <w:t>e</w:t>
      </w:r>
      <w:r w:rsidRPr="006049FE">
        <w:rPr>
          <w:sz w:val="22"/>
          <w:szCs w:val="22"/>
        </w:rPr>
        <w:tab/>
      </w:r>
      <w:r w:rsidRPr="006049FE">
        <w:rPr>
          <w:spacing w:val="11"/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>ceniane</w:t>
      </w:r>
      <w:r w:rsidRPr="006049FE">
        <w:rPr>
          <w:sz w:val="22"/>
          <w:szCs w:val="22"/>
        </w:rPr>
        <w:t>j</w:t>
      </w:r>
      <w:r w:rsidRPr="006049FE">
        <w:rPr>
          <w:sz w:val="22"/>
          <w:szCs w:val="22"/>
        </w:rPr>
        <w:tab/>
      </w:r>
      <w:r w:rsidRPr="006049FE">
        <w:rPr>
          <w:spacing w:val="11"/>
          <w:sz w:val="22"/>
          <w:szCs w:val="22"/>
        </w:rPr>
        <w:t>robot</w:t>
      </w:r>
      <w:r w:rsidRPr="006049FE">
        <w:rPr>
          <w:spacing w:val="12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z w:val="22"/>
          <w:szCs w:val="22"/>
        </w:rPr>
        <w:tab/>
      </w:r>
      <w:r w:rsidR="00E14C15">
        <w:rPr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Cen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</w:r>
      <w:r w:rsidRPr="006049FE">
        <w:rPr>
          <w:spacing w:val="11"/>
          <w:sz w:val="22"/>
          <w:szCs w:val="22"/>
        </w:rPr>
        <w:t>jed</w:t>
      </w:r>
      <w:r w:rsidRPr="006049FE">
        <w:rPr>
          <w:spacing w:val="12"/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>ostkow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</w:r>
      <w:r w:rsidRPr="006049FE">
        <w:rPr>
          <w:spacing w:val="11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z w:val="22"/>
          <w:szCs w:val="22"/>
        </w:rPr>
        <w:tab/>
      </w:r>
      <w:r w:rsidRPr="006049FE">
        <w:rPr>
          <w:spacing w:val="11"/>
          <w:sz w:val="22"/>
          <w:szCs w:val="22"/>
        </w:rPr>
        <w:t>wartoś</w:t>
      </w:r>
      <w:r w:rsidRPr="006049FE">
        <w:rPr>
          <w:spacing w:val="10"/>
          <w:sz w:val="22"/>
          <w:szCs w:val="22"/>
        </w:rPr>
        <w:t>c</w:t>
      </w:r>
      <w:r w:rsidRPr="006049FE">
        <w:rPr>
          <w:spacing w:val="12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z w:val="22"/>
          <w:szCs w:val="22"/>
        </w:rPr>
        <w:tab/>
      </w:r>
      <w:r w:rsidRPr="006049FE">
        <w:rPr>
          <w:spacing w:val="11"/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>ś</w:t>
      </w:r>
      <w:r w:rsidRPr="006049FE">
        <w:rPr>
          <w:spacing w:val="11"/>
          <w:sz w:val="22"/>
          <w:szCs w:val="22"/>
        </w:rPr>
        <w:t>rednion</w:t>
      </w:r>
      <w:r w:rsidRPr="006049FE">
        <w:rPr>
          <w:sz w:val="22"/>
          <w:szCs w:val="22"/>
        </w:rPr>
        <w:t>ą</w:t>
      </w:r>
      <w:r w:rsidRPr="006049FE">
        <w:rPr>
          <w:sz w:val="22"/>
          <w:szCs w:val="22"/>
        </w:rPr>
        <w:tab/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6"/>
          <w:sz w:val="22"/>
          <w:szCs w:val="22"/>
        </w:rPr>
        <w:t>obejmuje: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zapewnieni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nie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dn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ik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du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cji</w:t>
      </w:r>
      <w:r w:rsidRPr="006049FE">
        <w:rPr>
          <w:sz w:val="22"/>
          <w:szCs w:val="22"/>
        </w:rPr>
        <w:t>,</w:t>
      </w:r>
    </w:p>
    <w:p w:rsidR="00CA3637" w:rsidRPr="006049FE" w:rsidRDefault="00A25B30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group id="Grupa 21" o:spid="_x0000_s1026" style="position:absolute;margin-left:105.85pt;margin-top:10pt;width:437.6pt;height:44.85pt;z-index:-251657216;mso-position-horizontal-relative:page" coordorigin="2117,200" coordsize="8752,8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" o:allowincell="f">
            <v:rect id="Rectangle 3" o:spid="_x0000_s1027" style="position:absolute;left:2127;top:210;width:8732;height:2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uD2MMA&#10;AADbAAAADwAAAGRycy9kb3ducmV2LnhtbESPT4vCMBTE74LfITxhb5q2oEjXWBZB0cWLfy7eXpu3&#10;bdnmpTSxdr/9RhA8DjPzG2aVDaYRPXWutqwgnkUgiAuray4VXC/b6RKE88gaG8uk4I8cZOvxaIWp&#10;tg8+UX/2pQgQdikqqLxvUyldUZFBN7MtcfB+bGfQB9mVUnf4CHDTyCSKFtJgzWGhwpY2FRW/57tR&#10;kB+OJ7/7vu76ZV62jc1v8dHOlfqYDF+fIDwN/h1+tfdaQZLA80v4AX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uD2MMAAADbAAAADwAAAAAAAAAAAAAAAACYAgAAZHJzL2Rv&#10;d25yZXYueG1sUEsFBgAAAAAEAAQA9QAAAIgDAAAAAA==&#10;" stroked="f">
              <v:path arrowok="t"/>
            </v:rect>
            <v:rect id="Rectangle 4" o:spid="_x0000_s1028" style="position:absolute;left:2127;top:426;width:8732;height:2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cmQ8QA&#10;AADbAAAADwAAAGRycy9kb3ducmV2LnhtbESPT4vCMBTE7wt+h/AEb2uqsiK1qYig6OLFPxdvr82z&#10;LTYvpYm1++03Cwseh5n5DZOselOLjlpXWVYwGUcgiHOrKy4UXC/bzwUI55E11pZJwQ85WKWDjwRj&#10;bV98ou7sCxEg7GJUUHrfxFK6vCSDbmwb4uDdbWvQB9kWUrf4CnBTy2kUzaXBisNCiQ1tSsof56dR&#10;kB2OJ7/7vu66RVY0tc1uk6P9Umo07NdLEJ56/w7/t/dawXQGf1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XJkPEAAAA2wAAAA8AAAAAAAAAAAAAAAAAmAIAAGRycy9k&#10;b3ducmV2LnhtbFBLBQYAAAAABAAEAPUAAACJAwAAAAA=&#10;" stroked="f">
              <v:path arrowok="t"/>
            </v:rect>
            <v:rect id="Rectangle 5" o:spid="_x0000_s1029" style="position:absolute;left:2127;top:655;width:8732;height:2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6+N8QA&#10;AADbAAAADwAAAGRycy9kb3ducmV2LnhtbESPT4vCMBTE7wt+h/AEb2uquCK1qYig6OLFPxdvr82z&#10;LTYvpYm1++03Cwseh5n5DZOselOLjlpXWVYwGUcgiHOrKy4UXC/bzwUI55E11pZJwQ85WKWDjwRj&#10;bV98ou7sCxEg7GJUUHrfxFK6vCSDbmwb4uDdbWvQB9kWUrf4CnBTy2kUzaXBisNCiQ1tSsof56dR&#10;kB2OJ7/7vu66RVY0tc1uk6P9Umo07NdLEJ56/w7/t/dawXQGf1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+vjfEAAAA2wAAAA8AAAAAAAAAAAAAAAAAmAIAAGRycy9k&#10;b3ducmV2LnhtbFBLBQYAAAAABAAEAPUAAACJAwAAAAA=&#10;" stroked="f">
              <v:path arrowok="t"/>
            </v:rect>
            <v:rect id="Rectangle 6" o:spid="_x0000_s1030" style="position:absolute;left:2127;top:871;width:8732;height:2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IbrMMA&#10;AADbAAAADwAAAGRycy9kb3ducmV2LnhtbESPQWvCQBSE7wX/w/IEb3WjoEh0FREMbfGS6MXbS/Y1&#10;Cc2+Ddk1if++KxR6HGbmG2Z3GE0jeupcbVnBYh6BIC6srrlUcLue3zcgnEfW2FgmBU9ycNhP3nYY&#10;aztwSn3mSxEg7GJUUHnfxlK6oiKDbm5b4uB9286gD7Irpe5wCHDTyGUUraXBmsNChS2dKip+sodR&#10;kH9eUp983ZJ+k5dtY/P74mJXSs2m43ELwtPo/8N/7Q+tYLmC15fwA+T+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IbrMMAAADbAAAADwAAAAAAAAAAAAAAAACYAgAAZHJzL2Rv&#10;d25yZXYueG1sUEsFBgAAAAAEAAQA9QAAAIgDAAAAAA==&#10;" stroked="f">
              <v:path arrowok="t"/>
            </v:rect>
            <w10:wrap anchorx="page"/>
          </v:group>
        </w:pict>
      </w:r>
      <w:r w:rsidR="00CA3637" w:rsidRPr="006049FE">
        <w:rPr>
          <w:spacing w:val="3"/>
          <w:sz w:val="22"/>
          <w:szCs w:val="22"/>
        </w:rPr>
        <w:t>w</w:t>
      </w:r>
      <w:r w:rsidR="00CA3637" w:rsidRPr="006049FE">
        <w:rPr>
          <w:spacing w:val="4"/>
          <w:sz w:val="22"/>
          <w:szCs w:val="22"/>
        </w:rPr>
        <w:t>e</w:t>
      </w:r>
      <w:r w:rsidR="00CA3637" w:rsidRPr="006049FE">
        <w:rPr>
          <w:spacing w:val="3"/>
          <w:sz w:val="22"/>
          <w:szCs w:val="22"/>
        </w:rPr>
        <w:t>w</w:t>
      </w:r>
      <w:r w:rsidR="00CA3637" w:rsidRPr="006049FE">
        <w:rPr>
          <w:spacing w:val="5"/>
          <w:sz w:val="22"/>
          <w:szCs w:val="22"/>
        </w:rPr>
        <w:t>n</w:t>
      </w:r>
      <w:r w:rsidR="00CA3637" w:rsidRPr="006049FE">
        <w:rPr>
          <w:spacing w:val="3"/>
          <w:sz w:val="22"/>
          <w:szCs w:val="22"/>
        </w:rPr>
        <w:t>ętrzn</w:t>
      </w:r>
      <w:r w:rsidR="00CA3637" w:rsidRPr="006049FE">
        <w:rPr>
          <w:sz w:val="22"/>
          <w:szCs w:val="22"/>
        </w:rPr>
        <w:t xml:space="preserve">y </w:t>
      </w:r>
      <w:r w:rsidR="00CA3637" w:rsidRPr="006049FE">
        <w:rPr>
          <w:spacing w:val="3"/>
          <w:sz w:val="22"/>
          <w:szCs w:val="22"/>
        </w:rPr>
        <w:t>tra</w:t>
      </w:r>
      <w:r w:rsidR="00CA3637" w:rsidRPr="006049FE">
        <w:rPr>
          <w:spacing w:val="5"/>
          <w:sz w:val="22"/>
          <w:szCs w:val="22"/>
        </w:rPr>
        <w:t>n</w:t>
      </w:r>
      <w:r w:rsidR="00CA3637" w:rsidRPr="006049FE">
        <w:rPr>
          <w:spacing w:val="3"/>
          <w:sz w:val="22"/>
          <w:szCs w:val="22"/>
        </w:rPr>
        <w:t>spor</w:t>
      </w:r>
      <w:r w:rsidR="00CA3637" w:rsidRPr="006049FE">
        <w:rPr>
          <w:sz w:val="22"/>
          <w:szCs w:val="22"/>
        </w:rPr>
        <w:t xml:space="preserve">t </w:t>
      </w:r>
      <w:r w:rsidR="00CA3637" w:rsidRPr="006049FE">
        <w:rPr>
          <w:spacing w:val="3"/>
          <w:sz w:val="22"/>
          <w:szCs w:val="22"/>
        </w:rPr>
        <w:t>ma</w:t>
      </w:r>
      <w:r w:rsidR="00CA3637" w:rsidRPr="006049FE">
        <w:rPr>
          <w:spacing w:val="5"/>
          <w:sz w:val="22"/>
          <w:szCs w:val="22"/>
        </w:rPr>
        <w:t>t</w:t>
      </w:r>
      <w:r w:rsidR="00CA3637" w:rsidRPr="006049FE">
        <w:rPr>
          <w:spacing w:val="3"/>
          <w:sz w:val="22"/>
          <w:szCs w:val="22"/>
        </w:rPr>
        <w:t>er</w:t>
      </w:r>
      <w:r w:rsidR="00CA3637" w:rsidRPr="006049FE">
        <w:rPr>
          <w:spacing w:val="5"/>
          <w:sz w:val="22"/>
          <w:szCs w:val="22"/>
        </w:rPr>
        <w:t>i</w:t>
      </w:r>
      <w:r w:rsidR="00CA3637" w:rsidRPr="006049FE">
        <w:rPr>
          <w:spacing w:val="3"/>
          <w:sz w:val="22"/>
          <w:szCs w:val="22"/>
        </w:rPr>
        <w:t>ał</w:t>
      </w:r>
      <w:r w:rsidR="00CA3637" w:rsidRPr="006049FE">
        <w:rPr>
          <w:spacing w:val="5"/>
          <w:sz w:val="22"/>
          <w:szCs w:val="22"/>
        </w:rPr>
        <w:t>ó</w:t>
      </w:r>
      <w:r w:rsidR="00CA3637" w:rsidRPr="006049FE">
        <w:rPr>
          <w:sz w:val="22"/>
          <w:szCs w:val="22"/>
        </w:rPr>
        <w:t>w i</w:t>
      </w:r>
      <w:r w:rsidR="00CA3637" w:rsidRPr="006049FE">
        <w:rPr>
          <w:spacing w:val="1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urz</w:t>
      </w:r>
      <w:r w:rsidR="00CA3637" w:rsidRPr="006049FE">
        <w:rPr>
          <w:spacing w:val="3"/>
          <w:sz w:val="22"/>
          <w:szCs w:val="22"/>
        </w:rPr>
        <w:t>ą</w:t>
      </w:r>
      <w:r w:rsidR="00CA3637" w:rsidRPr="006049FE">
        <w:rPr>
          <w:spacing w:val="4"/>
          <w:sz w:val="22"/>
          <w:szCs w:val="22"/>
        </w:rPr>
        <w:t>dz</w:t>
      </w:r>
      <w:r w:rsidR="00CA3637" w:rsidRPr="006049FE">
        <w:rPr>
          <w:spacing w:val="3"/>
          <w:sz w:val="22"/>
          <w:szCs w:val="22"/>
        </w:rPr>
        <w:t>e</w:t>
      </w:r>
      <w:r w:rsidR="00CA3637" w:rsidRPr="006049FE">
        <w:rPr>
          <w:sz w:val="22"/>
          <w:szCs w:val="22"/>
        </w:rPr>
        <w:t xml:space="preserve">ń </w:t>
      </w:r>
      <w:r w:rsidR="00CA3637" w:rsidRPr="006049FE">
        <w:rPr>
          <w:spacing w:val="5"/>
          <w:sz w:val="22"/>
          <w:szCs w:val="22"/>
        </w:rPr>
        <w:t>o</w:t>
      </w:r>
      <w:r w:rsidR="00CA3637" w:rsidRPr="006049FE">
        <w:rPr>
          <w:spacing w:val="3"/>
          <w:sz w:val="22"/>
          <w:szCs w:val="22"/>
        </w:rPr>
        <w:t>r</w:t>
      </w:r>
      <w:r w:rsidR="00CA3637" w:rsidRPr="006049FE">
        <w:rPr>
          <w:spacing w:val="5"/>
          <w:sz w:val="22"/>
          <w:szCs w:val="22"/>
        </w:rPr>
        <w:t>a</w:t>
      </w:r>
      <w:r w:rsidR="00CA3637" w:rsidRPr="006049FE">
        <w:rPr>
          <w:sz w:val="22"/>
          <w:szCs w:val="22"/>
        </w:rPr>
        <w:t xml:space="preserve">z </w:t>
      </w:r>
      <w:r w:rsidR="00CA3637" w:rsidRPr="006049FE">
        <w:rPr>
          <w:spacing w:val="5"/>
          <w:sz w:val="22"/>
          <w:szCs w:val="22"/>
        </w:rPr>
        <w:t>n</w:t>
      </w:r>
      <w:r w:rsidR="00CA3637" w:rsidRPr="006049FE">
        <w:rPr>
          <w:spacing w:val="3"/>
          <w:sz w:val="22"/>
          <w:szCs w:val="22"/>
        </w:rPr>
        <w:t>a</w:t>
      </w:r>
      <w:r w:rsidR="00CA3637" w:rsidRPr="006049FE">
        <w:rPr>
          <w:spacing w:val="5"/>
          <w:sz w:val="22"/>
          <w:szCs w:val="22"/>
        </w:rPr>
        <w:t>r</w:t>
      </w:r>
      <w:r w:rsidR="00CA3637" w:rsidRPr="006049FE">
        <w:rPr>
          <w:spacing w:val="3"/>
          <w:sz w:val="22"/>
          <w:szCs w:val="22"/>
        </w:rPr>
        <w:t>zę</w:t>
      </w:r>
      <w:r w:rsidR="00CA3637" w:rsidRPr="006049FE">
        <w:rPr>
          <w:spacing w:val="5"/>
          <w:sz w:val="22"/>
          <w:szCs w:val="22"/>
        </w:rPr>
        <w:t>d</w:t>
      </w:r>
      <w:r w:rsidR="00CA3637" w:rsidRPr="006049FE">
        <w:rPr>
          <w:spacing w:val="3"/>
          <w:sz w:val="22"/>
          <w:szCs w:val="22"/>
        </w:rPr>
        <w:t>z</w:t>
      </w:r>
      <w:r w:rsidR="00CA3637" w:rsidRPr="006049FE">
        <w:rPr>
          <w:spacing w:val="5"/>
          <w:sz w:val="22"/>
          <w:szCs w:val="22"/>
        </w:rPr>
        <w:t>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onta</w:t>
      </w:r>
      <w:r w:rsidRPr="006049FE">
        <w:rPr>
          <w:sz w:val="22"/>
          <w:szCs w:val="22"/>
        </w:rPr>
        <w:t>ż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przęt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cnicz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go,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kop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wó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ur</w:t>
      </w:r>
      <w:r w:rsidRPr="006049FE">
        <w:rPr>
          <w:spacing w:val="5"/>
          <w:sz w:val="22"/>
          <w:szCs w:val="22"/>
        </w:rPr>
        <w:t>ob</w:t>
      </w:r>
      <w:r w:rsidRPr="006049FE">
        <w:rPr>
          <w:spacing w:val="6"/>
          <w:sz w:val="22"/>
          <w:szCs w:val="22"/>
        </w:rPr>
        <w:t>k</w:t>
      </w:r>
      <w:r w:rsidRPr="006049FE">
        <w:rPr>
          <w:sz w:val="22"/>
          <w:szCs w:val="22"/>
        </w:rPr>
        <w:t xml:space="preserve">u </w:t>
      </w:r>
      <w:r w:rsidRPr="006049FE">
        <w:rPr>
          <w:spacing w:val="6"/>
          <w:sz w:val="22"/>
          <w:szCs w:val="22"/>
        </w:rPr>
        <w:t xml:space="preserve"> 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przeznaczoneg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nowne</w:t>
      </w:r>
      <w:r w:rsidRPr="006049FE">
        <w:rPr>
          <w:spacing w:val="5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wbudowa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6"/>
          <w:sz w:val="22"/>
          <w:szCs w:val="22"/>
        </w:rPr>
        <w:t xml:space="preserve"> n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isk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wra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kos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te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lastRenderedPageBreak/>
        <w:t>skł</w:t>
      </w:r>
      <w:r w:rsidRPr="006049FE">
        <w:rPr>
          <w:spacing w:val="2"/>
          <w:sz w:val="22"/>
          <w:szCs w:val="22"/>
        </w:rPr>
        <w:t>ad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zplan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wani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gr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nt</w:t>
      </w:r>
      <w:r w:rsidRPr="006049FE">
        <w:rPr>
          <w:sz w:val="22"/>
          <w:szCs w:val="22"/>
        </w:rPr>
        <w:t xml:space="preserve">u z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kopu,</w:t>
      </w:r>
    </w:p>
    <w:p w:rsidR="00CA3637" w:rsidRPr="006049FE" w:rsidRDefault="00A25B30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group id="Grupa 13" o:spid="_x0000_s1041" style="position:absolute;margin-left:51.85pt;margin-top:10.9pt;width:491.65pt;height:78.35pt;z-index:-251656192;mso-position-horizontal-relative:page" coordorigin="1037,218" coordsize="9833,1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" o:allowincell="f">
            <v:rect id="Rectangle 8" o:spid="_x0000_s1045" style="position:absolute;left:2127;top:228;width:8732;height:2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J0isIA&#10;AADbAAAADwAAAGRycy9kb3ducmV2LnhtbERPTWvCQBC9C/0PyxR6041Si6SuIoKhlVxivfQ2yU6T&#10;YHY2ZNck/ntXEHqbx/uc9XY0jeipc7VlBfNZBIK4sLrmUsH55zBdgXAeWWNjmRTcyMF28zJZY6zt&#10;wBn1J1+KEMIuRgWV920spSsqMuhmtiUO3J/tDPoAu1LqDocQbhq5iKIPabDm0FBhS/uKisvpahTk&#10;32nmk+M56Vd52TY2/52ndqnU2+u4+wThafT/4qf7S4f57/D4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UnSKwgAAANsAAAAPAAAAAAAAAAAAAAAAAJgCAABkcnMvZG93&#10;bnJldi54bWxQSwUGAAAAAAQABAD1AAAAhwMAAAAA&#10;" stroked="f">
              <v:path arrowok="t"/>
            </v:rect>
            <v:rect id="Rectangle 9" o:spid="_x0000_s1044" style="position:absolute;left:2127;top:451;width:8732;height:2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7REcIA&#10;AADbAAAADwAAAGRycy9kb3ducmV2LnhtbERPTWuDQBC9F/Iflin01qwGUsRmlVCItCGXWC+9je5U&#10;Je6suBtj/322UOhtHu9zdvliBjHT5HrLCuJ1BIK4sbrnVkH1eXhOQDiPrHGwTAp+yEGerR52mGp7&#10;4zPNpW9FCGGXooLO+zGV0jUdGXRrOxIH7ttOBn2AUyv1hLcQbga5iaIXabDn0NDhSG8dNZfyahTU&#10;H6ezL45VMSd1Ow62/opPdqvU0+OyfwXhafH/4j/3uw7zt/D7SzhAZ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HtERwgAAANsAAAAPAAAAAAAAAAAAAAAAAJgCAABkcnMvZG93&#10;bnJldi54bWxQSwUGAAAAAAQABAD1AAAAhwMAAAAA&#10;" stroked="f">
              <v:path arrowok="t"/>
            </v:rect>
            <v:rect id="Rectangle 10" o:spid="_x0000_s1043" style="position:absolute;left:2127;top:667;width:8732;height:2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xPZsEA&#10;AADbAAAADwAAAGRycy9kb3ducmV2LnhtbERPTYvCMBC9L/gfwgje1lRBkWpaRFB2Fy9qL96mzdgW&#10;m0lpYu3++82C4G0e73M26WAa0VPnassKZtMIBHFhdc2lguyy/1yBcB5ZY2OZFPySgzQZfWww1vbJ&#10;J+rPvhQhhF2MCirv21hKV1Rk0E1tSxy4m+0M+gC7UuoOnyHcNHIeRUtpsObQUGFLu4qK+/lhFOTf&#10;x5M//GSHfpWXbWPz6+xoF0pNxsN2DcLT4N/il/tLh/lL+P8lHCCT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3MT2bBAAAA2wAAAA8AAAAAAAAAAAAAAAAAmAIAAGRycy9kb3du&#10;cmV2LnhtbFBLBQYAAAAABAAEAPUAAACGAwAAAAA=&#10;" stroked="f">
              <v:path arrowok="t"/>
            </v:rect>
            <v:rect id="Rectangle 11" o:spid="_x0000_s1042" style="position:absolute;left:2127;top:890;width:8732;height:21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Dq/cIA&#10;AADbAAAADwAAAGRycy9kb3ducmV2LnhtbERPTWvCQBC9C/0PyxR6041CraSuIoKhlVxivfQ2yU6T&#10;YHY2ZNck/ntXEHqbx/uc9XY0jeipc7VlBfNZBIK4sLrmUsH55zBdgXAeWWNjmRTcyMF28zJZY6zt&#10;wBn1J1+KEMIuRgWV920spSsqMuhmtiUO3J/tDPoAu1LqDocQbhq5iKKlNFhzaKiwpX1FxeV0NQry&#10;7zTzyfGc9Ku8bBub/85T+67U2+u4+wThafT/4qf7S4f5H/D4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gOr9wgAAANsAAAAPAAAAAAAAAAAAAAAAAJgCAABkcnMvZG93&#10;bnJldi54bWxQSwUGAAAAAAQABAD1AAAAhwMAAAAA&#10;" stroked="f">
              <v:path arrowok="t"/>
            </v:rect>
            <v:rect id="Rectangle 12" o:spid="_x0000_s1031" style="position:absolute;left:2127;top:1106;width:8732;height:2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9+j8QA&#10;AADbAAAADwAAAGRycy9kb3ducmV2LnhtbESPQWvDMAyF74P+B6PCbovTwUbI6pZRaGlLLu1y2U2J&#10;tSQslkPspem/nw6D3STe03uf1tvZ9WqiMXSeDaySFBRx7W3HjYHyY/+UgQoR2WLvmQzcKcB2s3hY&#10;Y279jS80XWOjJIRDjgbaGIdc61C35DAkfiAW7cuPDqOsY6PtiDcJd71+TtNX7bBjaWhxoF1L9ff1&#10;xxmoTsUlHs7lYcqqZuh99bkq/Isxj8v5/Q1UpDn+m/+uj1bwBVZ+kQ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ffo/EAAAA2wAAAA8AAAAAAAAAAAAAAAAAmAIAAGRycy9k&#10;b3ducmV2LnhtbFBLBQYAAAAABAAEAPUAAACJAwAAAAA=&#10;" stroked="f">
              <v:path arrowok="t"/>
            </v:rect>
            <v:rect id="Rectangle 13" o:spid="_x0000_s1032" style="position:absolute;left:2127;top:1330;width:5893;height:22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bFMEA&#10;AADbAAAADwAAAGRycy9kb3ducmV2LnhtbERPS4vCMBC+L/gfwgje1tQFRatpEWFlFS8+Lt6mzdgW&#10;m0lpsrX+eyMs7G0+vues0t7UoqPWVZYVTMYRCOLc6ooLBZfz9+cchPPIGmvLpOBJDtJk8LHCWNsH&#10;H6k7+UKEEHYxKii9b2IpXV6SQTe2DXHgbrY16ANsC6lbfIRwU8uvKJpJgxWHhhIb2pSU30+/RkG2&#10;Oxz9dn/ZdvOsaGqbXScHO1VqNOzXSxCeev8v/nP/6DB/Ae9fwgEye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T2xTBAAAA2wAAAA8AAAAAAAAAAAAAAAAAmAIAAGRycy9kb3du&#10;cmV2LnhtbFBLBQYAAAAABAAEAPUAAACGAwAAAAA=&#10;" stroked="f">
              <v:path arrowok="t"/>
            </v:rect>
            <v:rect id="Rectangle 14" o:spid="_x0000_s1033" style="position:absolute;left:1047;top:1552;width:6973;height:22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W4NL0A&#10;AADbAAAADwAAAGRycy9kb3ducmV2LnhtbERPuwrCMBTdBf8hXMFNUwVFqlFEUFRcfCxut821LTY3&#10;pYm1/r0ZBMfDeS9WrSlFQ7UrLCsYDSMQxKnVBWcKbtftYAbCeWSNpWVS8CEHq2W3s8BY2zefqbn4&#10;TIQQdjEqyL2vYildmpNBN7QVceAetjboA6wzqWt8h3BTynEUTaXBgkNDjhVtckqfl5dRkBxOZ787&#10;3nbNLMmq0ib30clOlOr32vUchKfW/8U/914rGIf14Uv4AX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wW4NL0AAADbAAAADwAAAAAAAAAAAAAAAACYAgAAZHJzL2Rvd25yZXYu&#10;eG1sUEsFBgAAAAAEAAQA9QAAAIIDAAAAAA==&#10;" stroked="f">
              <v:path arrowok="t"/>
            </v:rect>
            <w10:wrap anchorx="page"/>
          </v:group>
        </w:pict>
      </w:r>
      <w:r w:rsidR="00CA3637" w:rsidRPr="006049FE">
        <w:rPr>
          <w:spacing w:val="2"/>
          <w:sz w:val="22"/>
          <w:szCs w:val="22"/>
        </w:rPr>
        <w:t>zaku</w:t>
      </w:r>
      <w:r w:rsidR="00CA3637" w:rsidRPr="006049FE">
        <w:rPr>
          <w:sz w:val="22"/>
          <w:szCs w:val="22"/>
        </w:rPr>
        <w:t>p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dost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2"/>
          <w:sz w:val="22"/>
          <w:szCs w:val="22"/>
        </w:rPr>
        <w:t>rczeni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n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-6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pla</w:t>
      </w:r>
      <w:r w:rsidR="00CA3637" w:rsidRPr="006049FE">
        <w:rPr>
          <w:sz w:val="22"/>
          <w:szCs w:val="22"/>
        </w:rPr>
        <w:t>c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budo</w:t>
      </w:r>
      <w:r w:rsidR="00CA3637" w:rsidRPr="006049FE">
        <w:rPr>
          <w:spacing w:val="1"/>
          <w:sz w:val="22"/>
          <w:szCs w:val="22"/>
        </w:rPr>
        <w:t>w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w</w:t>
      </w:r>
      <w:r w:rsidR="00CA3637" w:rsidRPr="006049FE">
        <w:rPr>
          <w:spacing w:val="2"/>
          <w:sz w:val="22"/>
          <w:szCs w:val="22"/>
        </w:rPr>
        <w:t>s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4"/>
          <w:sz w:val="22"/>
          <w:szCs w:val="22"/>
        </w:rPr>
        <w:t>y</w:t>
      </w:r>
      <w:r w:rsidR="00CA3637" w:rsidRPr="006049FE">
        <w:rPr>
          <w:spacing w:val="2"/>
          <w:sz w:val="22"/>
          <w:szCs w:val="22"/>
        </w:rPr>
        <w:t>stki</w:t>
      </w:r>
      <w:r w:rsidR="00CA3637" w:rsidRPr="006049FE">
        <w:rPr>
          <w:sz w:val="22"/>
          <w:szCs w:val="22"/>
        </w:rPr>
        <w:t>ch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ni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2"/>
          <w:sz w:val="22"/>
          <w:szCs w:val="22"/>
        </w:rPr>
        <w:t>z</w:t>
      </w:r>
      <w:r w:rsidR="00CA3637" w:rsidRPr="006049FE">
        <w:rPr>
          <w:spacing w:val="3"/>
          <w:sz w:val="22"/>
          <w:szCs w:val="22"/>
        </w:rPr>
        <w:t>b</w:t>
      </w:r>
      <w:r w:rsidR="00CA3637" w:rsidRPr="006049FE">
        <w:rPr>
          <w:spacing w:val="2"/>
          <w:sz w:val="22"/>
          <w:szCs w:val="22"/>
        </w:rPr>
        <w:t>ę</w:t>
      </w:r>
      <w:r w:rsidR="00CA3637" w:rsidRPr="006049FE">
        <w:rPr>
          <w:spacing w:val="1"/>
          <w:sz w:val="22"/>
          <w:szCs w:val="22"/>
        </w:rPr>
        <w:t>dn</w:t>
      </w:r>
      <w:r w:rsidR="00CA3637" w:rsidRPr="006049FE">
        <w:rPr>
          <w:spacing w:val="3"/>
          <w:sz w:val="22"/>
          <w:szCs w:val="22"/>
        </w:rPr>
        <w:t>y</w:t>
      </w:r>
      <w:r w:rsidR="00CA3637" w:rsidRPr="006049FE">
        <w:rPr>
          <w:spacing w:val="1"/>
          <w:sz w:val="22"/>
          <w:szCs w:val="22"/>
        </w:rPr>
        <w:t>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a</w:t>
      </w:r>
      <w:r w:rsidR="00CA3637" w:rsidRPr="006049FE">
        <w:rPr>
          <w:spacing w:val="1"/>
          <w:sz w:val="22"/>
          <w:szCs w:val="22"/>
        </w:rPr>
        <w:t>teri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pacing w:val="1"/>
          <w:sz w:val="22"/>
          <w:szCs w:val="22"/>
        </w:rPr>
        <w:t>ł</w:t>
      </w:r>
      <w:r w:rsidR="00CA3637" w:rsidRPr="006049FE">
        <w:rPr>
          <w:spacing w:val="2"/>
          <w:sz w:val="22"/>
          <w:szCs w:val="22"/>
        </w:rPr>
        <w:t>ó</w:t>
      </w:r>
      <w:r w:rsidR="00CA3637" w:rsidRPr="006049FE">
        <w:rPr>
          <w:spacing w:val="1"/>
          <w:sz w:val="22"/>
          <w:szCs w:val="22"/>
        </w:rPr>
        <w:t>w</w:t>
      </w:r>
      <w:r w:rsidR="00CA3637"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go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ut</w:t>
      </w:r>
      <w:r w:rsidRPr="006049FE">
        <w:rPr>
          <w:spacing w:val="2"/>
          <w:sz w:val="22"/>
          <w:szCs w:val="22"/>
        </w:rPr>
        <w:t>rz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at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ri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wied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wilg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tno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od</w:t>
      </w:r>
      <w:r w:rsidRPr="006049FE">
        <w:rPr>
          <w:spacing w:val="1"/>
          <w:sz w:val="22"/>
          <w:szCs w:val="22"/>
        </w:rPr>
        <w:t>wo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nieni</w:t>
      </w:r>
      <w:r w:rsidRPr="006049FE">
        <w:rPr>
          <w:sz w:val="22"/>
          <w:szCs w:val="22"/>
        </w:rPr>
        <w:t>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</w:t>
      </w:r>
      <w:r w:rsidRPr="006049FE">
        <w:rPr>
          <w:spacing w:val="3"/>
          <w:sz w:val="22"/>
          <w:szCs w:val="22"/>
        </w:rPr>
        <w:t>pó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zabezpie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kopów,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ocz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sz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zen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teren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</w:t>
      </w:r>
      <w:r w:rsidRPr="006049FE">
        <w:rPr>
          <w:spacing w:val="6"/>
          <w:sz w:val="22"/>
          <w:szCs w:val="22"/>
        </w:rPr>
        <w:t>ó</w:t>
      </w:r>
      <w:r w:rsidRPr="006049FE">
        <w:rPr>
          <w:spacing w:val="4"/>
          <w:sz w:val="22"/>
          <w:szCs w:val="22"/>
        </w:rPr>
        <w:t>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</w:t>
      </w:r>
      <w:r w:rsidRPr="006049FE">
        <w:rPr>
          <w:spacing w:val="2"/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ki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ędn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pomiar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raw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ń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oznakowani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iejsc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jeg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utrzy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2"/>
          <w:sz w:val="22"/>
          <w:szCs w:val="22"/>
        </w:rPr>
        <w:t>Cen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uwzg</w:t>
      </w:r>
      <w:r w:rsidRPr="006049FE">
        <w:rPr>
          <w:spacing w:val="13"/>
          <w:sz w:val="22"/>
          <w:szCs w:val="22"/>
        </w:rPr>
        <w:t>l</w:t>
      </w:r>
      <w:r w:rsidRPr="006049FE">
        <w:rPr>
          <w:spacing w:val="11"/>
          <w:sz w:val="22"/>
          <w:szCs w:val="22"/>
        </w:rPr>
        <w:t>ę</w:t>
      </w:r>
      <w:r w:rsidRPr="006049FE">
        <w:rPr>
          <w:spacing w:val="12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równie</w:t>
      </w:r>
      <w:r w:rsidRPr="006049FE">
        <w:rPr>
          <w:sz w:val="22"/>
          <w:szCs w:val="22"/>
        </w:rPr>
        <w:t>ż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</w:p>
    <w:p w:rsidR="00CA3637" w:rsidRPr="006049FE" w:rsidRDefault="00A25B30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rect id="Prostokąt 12" o:spid="_x0000_s1040" style="position:absolute;margin-left:106.35pt;margin-top:11.05pt;width:436.6pt;height:11.15pt;z-index:-251655168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" o:allowincell="f" stroked="f">
            <v:path arrowok="t"/>
            <w10:wrap anchorx="page"/>
          </v:rect>
        </w:pict>
      </w:r>
      <w:r w:rsidR="00CA3637" w:rsidRPr="006049FE">
        <w:rPr>
          <w:spacing w:val="3"/>
          <w:sz w:val="22"/>
          <w:szCs w:val="22"/>
        </w:rPr>
        <w:t>i</w:t>
      </w:r>
      <w:r w:rsidR="00CA3637" w:rsidRPr="006049FE">
        <w:rPr>
          <w:spacing w:val="2"/>
          <w:sz w:val="22"/>
          <w:szCs w:val="22"/>
        </w:rPr>
        <w:t>l</w:t>
      </w:r>
      <w:r w:rsidR="00CA3637" w:rsidRPr="006049FE">
        <w:rPr>
          <w:spacing w:val="4"/>
          <w:sz w:val="22"/>
          <w:szCs w:val="22"/>
        </w:rPr>
        <w:t>o</w:t>
      </w:r>
      <w:r w:rsidR="00CA3637" w:rsidRPr="006049FE">
        <w:rPr>
          <w:spacing w:val="3"/>
          <w:sz w:val="22"/>
          <w:szCs w:val="22"/>
        </w:rPr>
        <w:t>ś</w:t>
      </w:r>
      <w:r w:rsidR="00CA3637" w:rsidRPr="006049FE">
        <w:rPr>
          <w:spacing w:val="2"/>
          <w:sz w:val="22"/>
          <w:szCs w:val="22"/>
        </w:rPr>
        <w:t>c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ater</w:t>
      </w:r>
      <w:r w:rsidR="00CA3637" w:rsidRPr="006049FE">
        <w:rPr>
          <w:spacing w:val="2"/>
          <w:sz w:val="22"/>
          <w:szCs w:val="22"/>
        </w:rPr>
        <w:t>i</w:t>
      </w:r>
      <w:r w:rsidR="00CA3637" w:rsidRPr="006049FE">
        <w:rPr>
          <w:spacing w:val="3"/>
          <w:sz w:val="22"/>
          <w:szCs w:val="22"/>
        </w:rPr>
        <w:t>a</w:t>
      </w:r>
      <w:r w:rsidR="00CA3637" w:rsidRPr="006049FE">
        <w:rPr>
          <w:spacing w:val="2"/>
          <w:sz w:val="22"/>
          <w:szCs w:val="22"/>
        </w:rPr>
        <w:t>ł</w:t>
      </w:r>
      <w:r w:rsidR="00CA3637" w:rsidRPr="006049FE">
        <w:rPr>
          <w:spacing w:val="4"/>
          <w:sz w:val="22"/>
          <w:szCs w:val="22"/>
        </w:rPr>
        <w:t>ó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potrzebn</w:t>
      </w:r>
      <w:r w:rsidR="00CA3637" w:rsidRPr="006049FE">
        <w:rPr>
          <w:spacing w:val="4"/>
          <w:sz w:val="22"/>
          <w:szCs w:val="22"/>
        </w:rPr>
        <w:t>y</w:t>
      </w:r>
      <w:r w:rsidR="00CA3637" w:rsidRPr="006049FE">
        <w:rPr>
          <w:spacing w:val="2"/>
          <w:sz w:val="22"/>
          <w:szCs w:val="22"/>
        </w:rPr>
        <w:t>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d</w:t>
      </w:r>
      <w:r w:rsidR="00CA3637" w:rsidRPr="006049FE">
        <w:rPr>
          <w:sz w:val="22"/>
          <w:szCs w:val="22"/>
        </w:rPr>
        <w:t>o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pacing w:val="4"/>
          <w:sz w:val="22"/>
          <w:szCs w:val="22"/>
        </w:rPr>
        <w:t>y</w:t>
      </w:r>
      <w:r w:rsidR="00CA3637" w:rsidRPr="006049FE">
        <w:rPr>
          <w:spacing w:val="2"/>
          <w:sz w:val="22"/>
          <w:szCs w:val="22"/>
        </w:rPr>
        <w:t>ko</w:t>
      </w:r>
      <w:r w:rsidR="00CA3637" w:rsidRPr="006049FE">
        <w:rPr>
          <w:spacing w:val="4"/>
          <w:sz w:val="22"/>
          <w:szCs w:val="22"/>
        </w:rPr>
        <w:t>n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pacing w:val="4"/>
          <w:sz w:val="22"/>
          <w:szCs w:val="22"/>
        </w:rPr>
        <w:t>n</w:t>
      </w:r>
      <w:r w:rsidR="00CA3637" w:rsidRPr="006049FE">
        <w:rPr>
          <w:spacing w:val="2"/>
          <w:sz w:val="22"/>
          <w:szCs w:val="22"/>
        </w:rPr>
        <w:t>i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4"/>
          <w:sz w:val="22"/>
          <w:szCs w:val="22"/>
        </w:rPr>
        <w:t>n</w:t>
      </w:r>
      <w:r w:rsidR="00CA3637" w:rsidRPr="006049FE">
        <w:rPr>
          <w:spacing w:val="2"/>
          <w:sz w:val="22"/>
          <w:szCs w:val="22"/>
        </w:rPr>
        <w:t>iez</w:t>
      </w:r>
      <w:r w:rsidR="00CA3637" w:rsidRPr="006049FE">
        <w:rPr>
          <w:spacing w:val="4"/>
          <w:sz w:val="22"/>
          <w:szCs w:val="22"/>
        </w:rPr>
        <w:t>b</w:t>
      </w:r>
      <w:r w:rsidR="00CA3637" w:rsidRPr="006049FE">
        <w:rPr>
          <w:spacing w:val="3"/>
          <w:sz w:val="22"/>
          <w:szCs w:val="22"/>
        </w:rPr>
        <w:t>ę</w:t>
      </w:r>
      <w:r w:rsidR="00CA3637" w:rsidRPr="006049FE">
        <w:rPr>
          <w:spacing w:val="2"/>
          <w:sz w:val="22"/>
          <w:szCs w:val="22"/>
        </w:rPr>
        <w:t>dn</w:t>
      </w:r>
      <w:r w:rsidR="00CA3637" w:rsidRPr="006049FE">
        <w:rPr>
          <w:spacing w:val="4"/>
          <w:sz w:val="22"/>
          <w:szCs w:val="22"/>
        </w:rPr>
        <w:t>y</w:t>
      </w:r>
      <w:r w:rsidR="00CA3637" w:rsidRPr="006049FE">
        <w:rPr>
          <w:spacing w:val="2"/>
          <w:sz w:val="22"/>
          <w:szCs w:val="22"/>
        </w:rPr>
        <w:t>c</w:t>
      </w:r>
      <w:r w:rsidR="00CA3637" w:rsidRPr="006049FE">
        <w:rPr>
          <w:sz w:val="22"/>
          <w:szCs w:val="22"/>
        </w:rPr>
        <w:t>h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po</w:t>
      </w:r>
      <w:r w:rsidR="00CA3637" w:rsidRPr="006049FE">
        <w:rPr>
          <w:spacing w:val="4"/>
          <w:sz w:val="22"/>
          <w:szCs w:val="22"/>
        </w:rPr>
        <w:t>p</w:t>
      </w:r>
      <w:r w:rsidR="00CA3637" w:rsidRPr="006049FE">
        <w:rPr>
          <w:spacing w:val="2"/>
          <w:sz w:val="22"/>
          <w:szCs w:val="22"/>
        </w:rPr>
        <w:t>rawe</w:t>
      </w:r>
      <w:r w:rsidR="00CA3637" w:rsidRPr="006049FE">
        <w:rPr>
          <w:sz w:val="22"/>
          <w:szCs w:val="22"/>
        </w:rPr>
        <w:t>k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tok</w:t>
      </w:r>
      <w:r w:rsidR="00CA3637" w:rsidRPr="006049FE">
        <w:rPr>
          <w:sz w:val="22"/>
          <w:szCs w:val="22"/>
        </w:rPr>
        <w:t>u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pr</w:t>
      </w:r>
      <w:r w:rsidR="00CA3637" w:rsidRPr="006049FE">
        <w:rPr>
          <w:spacing w:val="4"/>
          <w:sz w:val="22"/>
          <w:szCs w:val="22"/>
        </w:rPr>
        <w:t>o</w:t>
      </w:r>
      <w:r w:rsidR="00CA3637" w:rsidRPr="006049FE">
        <w:rPr>
          <w:spacing w:val="2"/>
          <w:sz w:val="22"/>
          <w:szCs w:val="22"/>
        </w:rPr>
        <w:t>wadzenia</w:t>
      </w:r>
      <w:r w:rsidR="00CA3637" w:rsidRPr="006049FE">
        <w:rPr>
          <w:spacing w:val="2"/>
          <w:w w:val="99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robót,</w:t>
      </w:r>
    </w:p>
    <w:p w:rsidR="00CA3637" w:rsidRPr="006049FE" w:rsidRDefault="00A25B30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rect id="Prostokąt 11" o:spid="_x0000_s1039" style="position:absolute;margin-left:106.35pt;margin-top:11.45pt;width:436.6pt;height:11.15pt;z-index:-25165414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" o:allowincell="f" stroked="f">
            <v:path arrowok="t"/>
            <w10:wrap anchorx="page"/>
          </v:rect>
        </w:pict>
      </w:r>
      <w:r w:rsidR="00CA3637" w:rsidRPr="006049FE">
        <w:rPr>
          <w:spacing w:val="2"/>
          <w:sz w:val="22"/>
          <w:szCs w:val="22"/>
        </w:rPr>
        <w:t>p</w:t>
      </w:r>
      <w:r w:rsidR="00CA3637" w:rsidRPr="006049FE">
        <w:rPr>
          <w:spacing w:val="4"/>
          <w:sz w:val="22"/>
          <w:szCs w:val="22"/>
        </w:rPr>
        <w:t>o</w:t>
      </w:r>
      <w:r w:rsidR="00CA3637" w:rsidRPr="006049FE">
        <w:rPr>
          <w:spacing w:val="2"/>
          <w:sz w:val="22"/>
          <w:szCs w:val="22"/>
        </w:rPr>
        <w:t>stoj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s</w:t>
      </w:r>
      <w:r w:rsidR="00CA3637" w:rsidRPr="006049FE">
        <w:rPr>
          <w:spacing w:val="4"/>
          <w:sz w:val="22"/>
          <w:szCs w:val="22"/>
        </w:rPr>
        <w:t>p</w:t>
      </w:r>
      <w:r w:rsidR="00CA3637" w:rsidRPr="006049FE">
        <w:rPr>
          <w:spacing w:val="2"/>
          <w:sz w:val="22"/>
          <w:szCs w:val="22"/>
        </w:rPr>
        <w:t>r</w:t>
      </w:r>
      <w:r w:rsidR="00CA3637" w:rsidRPr="006049FE">
        <w:rPr>
          <w:spacing w:val="4"/>
          <w:sz w:val="22"/>
          <w:szCs w:val="22"/>
        </w:rPr>
        <w:t>z</w:t>
      </w:r>
      <w:r w:rsidR="00CA3637" w:rsidRPr="006049FE">
        <w:rPr>
          <w:spacing w:val="2"/>
          <w:sz w:val="22"/>
          <w:szCs w:val="22"/>
        </w:rPr>
        <w:t>ę</w:t>
      </w:r>
      <w:r w:rsidR="00CA3637" w:rsidRPr="006049FE">
        <w:rPr>
          <w:spacing w:val="3"/>
          <w:sz w:val="22"/>
          <w:szCs w:val="22"/>
        </w:rPr>
        <w:t>t</w:t>
      </w:r>
      <w:r w:rsidR="00CA3637" w:rsidRPr="006049FE">
        <w:rPr>
          <w:sz w:val="22"/>
          <w:szCs w:val="22"/>
        </w:rPr>
        <w:t>u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s</w:t>
      </w:r>
      <w:r w:rsidR="00CA3637" w:rsidRPr="006049FE">
        <w:rPr>
          <w:spacing w:val="3"/>
          <w:sz w:val="22"/>
          <w:szCs w:val="22"/>
        </w:rPr>
        <w:t>po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pacing w:val="3"/>
          <w:sz w:val="22"/>
          <w:szCs w:val="22"/>
        </w:rPr>
        <w:t>odo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pacing w:val="3"/>
          <w:sz w:val="22"/>
          <w:szCs w:val="22"/>
        </w:rPr>
        <w:t>an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proces</w:t>
      </w:r>
      <w:r w:rsidR="00CA3637" w:rsidRPr="006049FE">
        <w:rPr>
          <w:spacing w:val="2"/>
          <w:sz w:val="22"/>
          <w:szCs w:val="22"/>
        </w:rPr>
        <w:t>e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technologiczn</w:t>
      </w:r>
      <w:r w:rsidR="00CA3637" w:rsidRPr="006049FE">
        <w:rPr>
          <w:spacing w:val="5"/>
          <w:sz w:val="22"/>
          <w:szCs w:val="22"/>
        </w:rPr>
        <w:t>y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ora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-5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pacing w:val="3"/>
          <w:sz w:val="22"/>
          <w:szCs w:val="22"/>
        </w:rPr>
        <w:t>yni</w:t>
      </w:r>
      <w:r w:rsidR="00CA3637" w:rsidRPr="006049FE">
        <w:rPr>
          <w:spacing w:val="2"/>
          <w:sz w:val="22"/>
          <w:szCs w:val="22"/>
        </w:rPr>
        <w:t>k</w:t>
      </w:r>
      <w:r w:rsidR="00CA3637" w:rsidRPr="006049FE">
        <w:rPr>
          <w:spacing w:val="3"/>
          <w:sz w:val="22"/>
          <w:szCs w:val="22"/>
        </w:rPr>
        <w:t>ł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przesta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pacing w:val="3"/>
          <w:sz w:val="22"/>
          <w:szCs w:val="22"/>
        </w:rPr>
        <w:t>i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nia</w:t>
      </w:r>
      <w:r w:rsidR="00CA3637" w:rsidRPr="006049FE">
        <w:rPr>
          <w:spacing w:val="3"/>
          <w:w w:val="99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spr</w:t>
      </w:r>
      <w:r w:rsidR="00CA3637" w:rsidRPr="006049FE">
        <w:rPr>
          <w:spacing w:val="4"/>
          <w:sz w:val="22"/>
          <w:szCs w:val="22"/>
        </w:rPr>
        <w:t>z</w:t>
      </w:r>
      <w:r w:rsidR="00CA3637" w:rsidRPr="006049FE">
        <w:rPr>
          <w:spacing w:val="3"/>
          <w:sz w:val="22"/>
          <w:szCs w:val="22"/>
        </w:rPr>
        <w:t>ę</w:t>
      </w:r>
      <w:r w:rsidR="00CA3637" w:rsidRPr="006049FE">
        <w:rPr>
          <w:spacing w:val="2"/>
          <w:sz w:val="22"/>
          <w:szCs w:val="22"/>
        </w:rPr>
        <w:t>tu,</w:t>
      </w:r>
    </w:p>
    <w:p w:rsidR="00CA3637" w:rsidRPr="006049FE" w:rsidRDefault="00A25B30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rect id="Prostokąt 10" o:spid="_x0000_s1038" style="position:absolute;margin-left:54.5pt;margin-top:11.9pt;width:487.3pt;height:11.85pt;z-index:-25165312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" o:allowincell="f" stroked="f">
            <v:path arrowok="t"/>
            <w10:wrap anchorx="page"/>
          </v:rect>
        </w:pict>
      </w:r>
      <w:r w:rsidR="00CA3637" w:rsidRPr="006049FE">
        <w:rPr>
          <w:spacing w:val="3"/>
          <w:sz w:val="22"/>
          <w:szCs w:val="22"/>
        </w:rPr>
        <w:t>pr</w:t>
      </w:r>
      <w:r w:rsidR="00CA3637" w:rsidRPr="006049FE">
        <w:rPr>
          <w:spacing w:val="2"/>
          <w:sz w:val="22"/>
          <w:szCs w:val="22"/>
        </w:rPr>
        <w:t>z</w:t>
      </w:r>
      <w:r w:rsidR="00CA3637" w:rsidRPr="006049FE">
        <w:rPr>
          <w:spacing w:val="3"/>
          <w:sz w:val="22"/>
          <w:szCs w:val="22"/>
        </w:rPr>
        <w:t>er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-8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wy</w:t>
      </w:r>
      <w:r w:rsidR="00CA3637" w:rsidRPr="006049FE">
        <w:rPr>
          <w:spacing w:val="3"/>
          <w:sz w:val="22"/>
          <w:szCs w:val="22"/>
        </w:rPr>
        <w:t>wołan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w</w:t>
      </w:r>
      <w:r w:rsidR="00CA3637" w:rsidRPr="006049FE">
        <w:rPr>
          <w:spacing w:val="3"/>
          <w:sz w:val="22"/>
          <w:szCs w:val="22"/>
        </w:rPr>
        <w:t>arunka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a</w:t>
      </w:r>
      <w:r w:rsidR="00CA3637" w:rsidRPr="006049FE">
        <w:rPr>
          <w:spacing w:val="3"/>
          <w:sz w:val="22"/>
          <w:szCs w:val="22"/>
        </w:rPr>
        <w:t>t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pacing w:val="4"/>
          <w:sz w:val="22"/>
          <w:szCs w:val="22"/>
        </w:rPr>
        <w:t>o</w:t>
      </w:r>
      <w:r w:rsidR="00CA3637" w:rsidRPr="006049FE">
        <w:rPr>
          <w:spacing w:val="2"/>
          <w:sz w:val="22"/>
          <w:szCs w:val="22"/>
        </w:rPr>
        <w:t>s</w:t>
      </w:r>
      <w:r w:rsidR="00CA3637" w:rsidRPr="006049FE">
        <w:rPr>
          <w:spacing w:val="3"/>
          <w:sz w:val="22"/>
          <w:szCs w:val="22"/>
        </w:rPr>
        <w:t>feryc</w:t>
      </w:r>
      <w:r w:rsidR="00CA3637" w:rsidRPr="006049FE">
        <w:rPr>
          <w:spacing w:val="2"/>
          <w:sz w:val="22"/>
          <w:szCs w:val="22"/>
        </w:rPr>
        <w:t>zn</w:t>
      </w:r>
      <w:r w:rsidR="00CA3637" w:rsidRPr="006049FE">
        <w:rPr>
          <w:spacing w:val="5"/>
          <w:sz w:val="22"/>
          <w:szCs w:val="22"/>
        </w:rPr>
        <w:t>y</w:t>
      </w:r>
      <w:r w:rsidR="00CA3637" w:rsidRPr="006049FE">
        <w:rPr>
          <w:spacing w:val="2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8"/>
          <w:sz w:val="22"/>
          <w:szCs w:val="22"/>
        </w:rPr>
        <w:t>Płatno</w:t>
      </w:r>
      <w:r w:rsidRPr="006049FE">
        <w:rPr>
          <w:spacing w:val="17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będ</w:t>
      </w:r>
      <w:r w:rsidRPr="006049FE">
        <w:rPr>
          <w:sz w:val="22"/>
          <w:szCs w:val="22"/>
        </w:rPr>
        <w:t>ą</w:t>
      </w:r>
      <w:r w:rsidRPr="006049FE">
        <w:rPr>
          <w:spacing w:val="39"/>
          <w:sz w:val="22"/>
          <w:szCs w:val="22"/>
        </w:rPr>
        <w:t xml:space="preserve"> </w:t>
      </w:r>
      <w:proofErr w:type="spellStart"/>
      <w:r w:rsidRPr="006049FE">
        <w:rPr>
          <w:spacing w:val="18"/>
          <w:sz w:val="22"/>
          <w:szCs w:val="22"/>
        </w:rPr>
        <w:t>realiz</w:t>
      </w:r>
      <w:r w:rsidRPr="006049FE">
        <w:rPr>
          <w:sz w:val="22"/>
          <w:szCs w:val="22"/>
        </w:rPr>
        <w:t>o</w:t>
      </w:r>
      <w:proofErr w:type="spellEnd"/>
      <w:r w:rsidRPr="006049FE">
        <w:rPr>
          <w:spacing w:val="-36"/>
          <w:sz w:val="22"/>
          <w:szCs w:val="22"/>
        </w:rPr>
        <w:t xml:space="preserve"> </w:t>
      </w:r>
      <w:proofErr w:type="spellStart"/>
      <w:r w:rsidRPr="006049FE">
        <w:rPr>
          <w:spacing w:val="17"/>
          <w:sz w:val="22"/>
          <w:szCs w:val="22"/>
        </w:rPr>
        <w:t>w</w:t>
      </w:r>
      <w:r w:rsidRPr="006049FE">
        <w:rPr>
          <w:spacing w:val="18"/>
          <w:sz w:val="22"/>
          <w:szCs w:val="22"/>
        </w:rPr>
        <w:t>an</w:t>
      </w:r>
      <w:r w:rsidRPr="006049FE">
        <w:rPr>
          <w:sz w:val="22"/>
          <w:szCs w:val="22"/>
        </w:rPr>
        <w:t>e</w:t>
      </w:r>
      <w:proofErr w:type="spellEnd"/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ce</w:t>
      </w:r>
      <w:r w:rsidRPr="006049FE">
        <w:rPr>
          <w:sz w:val="22"/>
          <w:szCs w:val="22"/>
        </w:rPr>
        <w:t>n</w:t>
      </w:r>
      <w:r w:rsidRPr="006049FE">
        <w:rPr>
          <w:spacing w:val="-37"/>
          <w:sz w:val="22"/>
          <w:szCs w:val="22"/>
        </w:rPr>
        <w:t xml:space="preserve"> </w:t>
      </w:r>
      <w:r w:rsidRPr="006049FE">
        <w:rPr>
          <w:sz w:val="22"/>
          <w:szCs w:val="22"/>
        </w:rPr>
        <w:t>ą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oferto</w:t>
      </w:r>
      <w:r w:rsidRPr="006049FE">
        <w:rPr>
          <w:spacing w:val="17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oparci</w:t>
      </w:r>
      <w:r w:rsidRPr="006049FE">
        <w:rPr>
          <w:sz w:val="22"/>
          <w:szCs w:val="22"/>
        </w:rPr>
        <w:t>u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proto</w:t>
      </w:r>
      <w:r w:rsidRPr="006049FE">
        <w:rPr>
          <w:spacing w:val="17"/>
          <w:sz w:val="22"/>
          <w:szCs w:val="22"/>
        </w:rPr>
        <w:t>koł</w:t>
      </w:r>
      <w:r w:rsidRPr="006049FE">
        <w:rPr>
          <w:sz w:val="22"/>
          <w:szCs w:val="22"/>
        </w:rPr>
        <w:t>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8"/>
          <w:sz w:val="22"/>
          <w:szCs w:val="22"/>
        </w:rPr>
        <w:t>odbio</w:t>
      </w:r>
      <w:r w:rsidRPr="006049FE">
        <w:rPr>
          <w:spacing w:val="16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zg</w:t>
      </w:r>
      <w:r w:rsidRPr="006049FE">
        <w:rPr>
          <w:spacing w:val="13"/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>d</w:t>
      </w:r>
      <w:r w:rsidRPr="006049FE">
        <w:rPr>
          <w:spacing w:val="1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3"/>
          <w:sz w:val="22"/>
          <w:szCs w:val="22"/>
        </w:rPr>
        <w:t>zapisa</w:t>
      </w:r>
      <w:r w:rsidRPr="006049FE">
        <w:rPr>
          <w:spacing w:val="11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wzorz</w:t>
      </w:r>
      <w:r w:rsidRPr="006049FE">
        <w:rPr>
          <w:sz w:val="22"/>
          <w:szCs w:val="22"/>
        </w:rPr>
        <w:t>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u</w:t>
      </w:r>
      <w:r w:rsidRPr="006049FE">
        <w:rPr>
          <w:spacing w:val="11"/>
          <w:sz w:val="22"/>
          <w:szCs w:val="22"/>
        </w:rPr>
        <w:t>m</w:t>
      </w:r>
      <w:r w:rsidRPr="006049FE">
        <w:rPr>
          <w:spacing w:val="13"/>
          <w:sz w:val="22"/>
          <w:szCs w:val="22"/>
        </w:rPr>
        <w:t>ow</w:t>
      </w:r>
      <w:r w:rsidRPr="006049FE">
        <w:rPr>
          <w:spacing w:val="14"/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>.,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5"/>
          <w:sz w:val="22"/>
          <w:szCs w:val="22"/>
          <w:u w:val="thick"/>
        </w:rPr>
        <w:t>PRZEPISY</w:t>
      </w:r>
      <w:r w:rsidRPr="006049FE">
        <w:rPr>
          <w:spacing w:val="-20"/>
          <w:sz w:val="22"/>
          <w:szCs w:val="22"/>
          <w:u w:val="thick"/>
        </w:rPr>
        <w:t xml:space="preserve"> </w:t>
      </w:r>
      <w:r w:rsidRPr="006049FE">
        <w:rPr>
          <w:spacing w:val="-5"/>
          <w:sz w:val="22"/>
          <w:szCs w:val="22"/>
          <w:u w:val="thick"/>
        </w:rPr>
        <w:t>ZW</w:t>
      </w:r>
      <w:r w:rsidRPr="006049FE">
        <w:rPr>
          <w:spacing w:val="-3"/>
          <w:sz w:val="22"/>
          <w:szCs w:val="22"/>
          <w:u w:val="thick"/>
        </w:rPr>
        <w:t>I</w:t>
      </w:r>
      <w:r w:rsidRPr="006049FE">
        <w:rPr>
          <w:spacing w:val="-5"/>
          <w:sz w:val="22"/>
          <w:szCs w:val="22"/>
          <w:u w:val="thick"/>
        </w:rPr>
        <w:t>ĄZAN</w:t>
      </w:r>
      <w:r w:rsidRPr="006049FE">
        <w:rPr>
          <w:spacing w:val="-6"/>
          <w:sz w:val="22"/>
          <w:szCs w:val="22"/>
          <w:u w:val="thick"/>
        </w:rPr>
        <w:t>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E14C15">
      <w:pPr>
        <w:pStyle w:val="Akapitzlist"/>
        <w:rPr>
          <w:b/>
          <w:bCs/>
          <w:sz w:val="22"/>
          <w:szCs w:val="22"/>
        </w:rPr>
      </w:pPr>
      <w:r w:rsidRPr="006049FE">
        <w:rPr>
          <w:spacing w:val="-10"/>
          <w:w w:val="120"/>
          <w:sz w:val="22"/>
          <w:szCs w:val="22"/>
        </w:rPr>
        <w:t>Normy.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PN-8</w:t>
      </w:r>
      <w:r w:rsidRPr="006049FE">
        <w:rPr>
          <w:spacing w:val="3"/>
          <w:sz w:val="22"/>
          <w:szCs w:val="22"/>
        </w:rPr>
        <w:t>6</w:t>
      </w:r>
      <w:r w:rsidRPr="006049FE">
        <w:rPr>
          <w:spacing w:val="2"/>
          <w:sz w:val="22"/>
          <w:szCs w:val="22"/>
        </w:rPr>
        <w:t>/</w:t>
      </w:r>
      <w:r w:rsidRPr="006049FE">
        <w:rPr>
          <w:spacing w:val="1"/>
          <w:sz w:val="22"/>
          <w:szCs w:val="22"/>
        </w:rPr>
        <w:t>B-024</w:t>
      </w:r>
      <w:r w:rsidRPr="006049FE">
        <w:rPr>
          <w:spacing w:val="3"/>
          <w:sz w:val="22"/>
          <w:szCs w:val="22"/>
        </w:rPr>
        <w:t>8</w:t>
      </w:r>
      <w:r w:rsidRPr="006049FE">
        <w:rPr>
          <w:sz w:val="22"/>
          <w:szCs w:val="22"/>
        </w:rPr>
        <w:t>0</w:t>
      </w:r>
      <w:r w:rsidRPr="006049FE">
        <w:rPr>
          <w:sz w:val="22"/>
          <w:szCs w:val="22"/>
        </w:rPr>
        <w:tab/>
      </w:r>
      <w:r w:rsidRPr="006049FE">
        <w:rPr>
          <w:spacing w:val="4"/>
          <w:sz w:val="22"/>
          <w:szCs w:val="22"/>
        </w:rPr>
        <w:t>Gr</w:t>
      </w:r>
      <w:r w:rsidRPr="006049FE">
        <w:rPr>
          <w:spacing w:val="5"/>
          <w:sz w:val="22"/>
          <w:szCs w:val="22"/>
        </w:rPr>
        <w:t>unt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bud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wla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Okr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ślenia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le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podzi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opi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gruntów.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PN-8</w:t>
      </w:r>
      <w:r w:rsidRPr="006049FE">
        <w:rPr>
          <w:spacing w:val="3"/>
          <w:sz w:val="22"/>
          <w:szCs w:val="22"/>
        </w:rPr>
        <w:t>8</w:t>
      </w:r>
      <w:r w:rsidRPr="006049FE">
        <w:rPr>
          <w:spacing w:val="2"/>
          <w:sz w:val="22"/>
          <w:szCs w:val="22"/>
        </w:rPr>
        <w:t>/</w:t>
      </w:r>
      <w:r w:rsidRPr="006049FE">
        <w:rPr>
          <w:spacing w:val="1"/>
          <w:sz w:val="22"/>
          <w:szCs w:val="22"/>
        </w:rPr>
        <w:t>B-044</w:t>
      </w:r>
      <w:r w:rsidRPr="006049FE">
        <w:rPr>
          <w:spacing w:val="3"/>
          <w:sz w:val="22"/>
          <w:szCs w:val="22"/>
        </w:rPr>
        <w:t>8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</w:r>
      <w:r w:rsidRPr="006049FE">
        <w:rPr>
          <w:spacing w:val="3"/>
          <w:sz w:val="22"/>
          <w:szCs w:val="22"/>
        </w:rPr>
        <w:t>Gr</w:t>
      </w:r>
      <w:r w:rsidRPr="006049FE">
        <w:rPr>
          <w:spacing w:val="4"/>
          <w:sz w:val="22"/>
          <w:szCs w:val="22"/>
        </w:rPr>
        <w:t>un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>bud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wlane</w:t>
      </w:r>
      <w:r w:rsidRPr="006049FE">
        <w:rPr>
          <w:sz w:val="22"/>
          <w:szCs w:val="22"/>
        </w:rPr>
        <w:t>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óbe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4"/>
          <w:sz w:val="22"/>
          <w:szCs w:val="22"/>
        </w:rPr>
        <w:t>runtu.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PN-B-0605</w:t>
      </w:r>
      <w:r w:rsidRPr="006049FE">
        <w:rPr>
          <w:sz w:val="22"/>
          <w:szCs w:val="22"/>
        </w:rPr>
        <w:t>0</w:t>
      </w:r>
      <w:r w:rsidRPr="006049FE">
        <w:rPr>
          <w:sz w:val="22"/>
          <w:szCs w:val="22"/>
        </w:rPr>
        <w:tab/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ot</w:t>
      </w:r>
      <w:r w:rsidRPr="006049FE">
        <w:rPr>
          <w:sz w:val="22"/>
          <w:szCs w:val="22"/>
        </w:rPr>
        <w:t>ec</w:t>
      </w:r>
      <w:r w:rsidRPr="006049FE">
        <w:rPr>
          <w:spacing w:val="1"/>
          <w:sz w:val="22"/>
          <w:szCs w:val="22"/>
        </w:rPr>
        <w:t>hn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a.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ty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em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e.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gó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PN-8</w:t>
      </w:r>
      <w:r w:rsidRPr="006049FE">
        <w:rPr>
          <w:spacing w:val="3"/>
          <w:sz w:val="22"/>
          <w:szCs w:val="22"/>
        </w:rPr>
        <w:t>8</w:t>
      </w:r>
      <w:r w:rsidRPr="006049FE">
        <w:rPr>
          <w:spacing w:val="2"/>
          <w:sz w:val="22"/>
          <w:szCs w:val="22"/>
        </w:rPr>
        <w:t>/</w:t>
      </w:r>
      <w:r w:rsidRPr="006049FE">
        <w:rPr>
          <w:spacing w:val="1"/>
          <w:sz w:val="22"/>
          <w:szCs w:val="22"/>
        </w:rPr>
        <w:t>B-044</w:t>
      </w:r>
      <w:r w:rsidRPr="006049FE">
        <w:rPr>
          <w:spacing w:val="3"/>
          <w:sz w:val="22"/>
          <w:szCs w:val="22"/>
        </w:rPr>
        <w:t>8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</w:r>
      <w:r w:rsidRPr="006049FE">
        <w:rPr>
          <w:spacing w:val="3"/>
          <w:sz w:val="22"/>
          <w:szCs w:val="22"/>
        </w:rPr>
        <w:t>Gr</w:t>
      </w:r>
      <w:r w:rsidRPr="006049FE">
        <w:rPr>
          <w:spacing w:val="4"/>
          <w:sz w:val="22"/>
          <w:szCs w:val="22"/>
        </w:rPr>
        <w:t>un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>bud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wlane</w:t>
      </w:r>
      <w:r w:rsidRPr="006049FE">
        <w:rPr>
          <w:sz w:val="22"/>
          <w:szCs w:val="22"/>
        </w:rPr>
        <w:t>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óbe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4"/>
          <w:sz w:val="22"/>
          <w:szCs w:val="22"/>
        </w:rPr>
        <w:t>runtu.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PN-IS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446</w:t>
      </w:r>
      <w:r w:rsidRPr="006049FE">
        <w:rPr>
          <w:sz w:val="22"/>
          <w:szCs w:val="22"/>
        </w:rPr>
        <w:t>4</w:t>
      </w:r>
      <w:r w:rsidRPr="006049FE">
        <w:rPr>
          <w:sz w:val="22"/>
          <w:szCs w:val="22"/>
        </w:rPr>
        <w:tab/>
      </w:r>
      <w:r w:rsidRPr="006049FE">
        <w:rPr>
          <w:spacing w:val="2"/>
          <w:sz w:val="22"/>
          <w:szCs w:val="22"/>
        </w:rPr>
        <w:t>Tol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ran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  <w:t>w</w:t>
      </w:r>
      <w:r w:rsidRPr="006049FE">
        <w:rPr>
          <w:sz w:val="22"/>
          <w:szCs w:val="22"/>
        </w:rPr>
        <w:tab/>
      </w:r>
      <w:r w:rsidRPr="006049FE">
        <w:rPr>
          <w:spacing w:val="2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ud</w:t>
      </w:r>
      <w:r w:rsidRPr="006049FE">
        <w:rPr>
          <w:spacing w:val="2"/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ni</w:t>
      </w:r>
      <w:r w:rsidRPr="006049FE">
        <w:rPr>
          <w:spacing w:val="2"/>
          <w:sz w:val="22"/>
          <w:szCs w:val="22"/>
        </w:rPr>
        <w:t>ctwi</w:t>
      </w:r>
      <w:r w:rsidRPr="006049FE">
        <w:rPr>
          <w:sz w:val="22"/>
          <w:szCs w:val="22"/>
        </w:rPr>
        <w:t>e</w:t>
      </w:r>
      <w:r w:rsidRPr="006049FE">
        <w:rPr>
          <w:sz w:val="22"/>
          <w:szCs w:val="22"/>
        </w:rPr>
        <w:tab/>
        <w:t>-</w:t>
      </w:r>
      <w:r w:rsidRPr="006049FE">
        <w:rPr>
          <w:sz w:val="22"/>
          <w:szCs w:val="22"/>
        </w:rPr>
        <w:tab/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z w:val="22"/>
          <w:szCs w:val="22"/>
        </w:rPr>
        <w:tab/>
      </w:r>
      <w:r w:rsidRPr="006049FE">
        <w:rPr>
          <w:spacing w:val="1"/>
          <w:sz w:val="22"/>
          <w:szCs w:val="22"/>
        </w:rPr>
        <w:t>pomi</w:t>
      </w:r>
      <w:r w:rsidRPr="006049FE">
        <w:rPr>
          <w:spacing w:val="2"/>
          <w:sz w:val="22"/>
          <w:szCs w:val="22"/>
        </w:rPr>
        <w:t>ędz</w:t>
      </w:r>
      <w:r w:rsidRPr="006049FE">
        <w:rPr>
          <w:sz w:val="22"/>
          <w:szCs w:val="22"/>
        </w:rPr>
        <w:t>y</w:t>
      </w:r>
      <w:r w:rsidRPr="006049FE">
        <w:rPr>
          <w:sz w:val="22"/>
          <w:szCs w:val="22"/>
        </w:rPr>
        <w:tab/>
      </w:r>
      <w:r w:rsidRPr="006049FE">
        <w:rPr>
          <w:spacing w:val="1"/>
          <w:w w:val="95"/>
          <w:sz w:val="22"/>
          <w:szCs w:val="22"/>
        </w:rPr>
        <w:t>r</w:t>
      </w:r>
      <w:r w:rsidRPr="006049FE">
        <w:rPr>
          <w:spacing w:val="2"/>
          <w:w w:val="95"/>
          <w:sz w:val="22"/>
          <w:szCs w:val="22"/>
        </w:rPr>
        <w:t>ó</w:t>
      </w:r>
      <w:r w:rsidRPr="006049FE">
        <w:rPr>
          <w:w w:val="95"/>
          <w:sz w:val="22"/>
          <w:szCs w:val="22"/>
        </w:rPr>
        <w:t>żn</w:t>
      </w:r>
      <w:r w:rsidRPr="006049FE">
        <w:rPr>
          <w:spacing w:val="3"/>
          <w:w w:val="95"/>
          <w:sz w:val="22"/>
          <w:szCs w:val="22"/>
        </w:rPr>
        <w:t>y</w:t>
      </w:r>
      <w:r w:rsidRPr="006049FE">
        <w:rPr>
          <w:w w:val="95"/>
          <w:sz w:val="22"/>
          <w:szCs w:val="22"/>
        </w:rPr>
        <w:t>mi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rod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ch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łe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nc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wy</w:t>
      </w:r>
      <w:r w:rsidRPr="006049FE">
        <w:rPr>
          <w:spacing w:val="3"/>
          <w:sz w:val="22"/>
          <w:szCs w:val="22"/>
        </w:rPr>
        <w:t>ma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h</w:t>
      </w:r>
      <w:r w:rsidRPr="006049FE">
        <w:rPr>
          <w:sz w:val="22"/>
          <w:szCs w:val="22"/>
        </w:rPr>
        <w:t>.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PN-ISO 3443-8</w:t>
      </w:r>
      <w:r w:rsidRPr="006049FE">
        <w:rPr>
          <w:sz w:val="22"/>
          <w:szCs w:val="22"/>
        </w:rPr>
        <w:tab/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ra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  <w:t>w</w:t>
      </w:r>
      <w:r w:rsidRPr="006049FE">
        <w:rPr>
          <w:sz w:val="22"/>
          <w:szCs w:val="22"/>
        </w:rPr>
        <w:tab/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ud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ctwi</w:t>
      </w:r>
      <w:r w:rsidRPr="006049FE">
        <w:rPr>
          <w:sz w:val="22"/>
          <w:szCs w:val="22"/>
        </w:rPr>
        <w:t>e</w:t>
      </w:r>
      <w:r w:rsidRPr="006049FE">
        <w:rPr>
          <w:sz w:val="22"/>
          <w:szCs w:val="22"/>
        </w:rPr>
        <w:tab/>
        <w:t>-</w:t>
      </w:r>
      <w:r w:rsidRPr="006049FE">
        <w:rPr>
          <w:sz w:val="22"/>
          <w:szCs w:val="22"/>
        </w:rPr>
        <w:tab/>
        <w:t>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iar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z w:val="22"/>
          <w:szCs w:val="22"/>
        </w:rPr>
        <w:tab/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ud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wlan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ch.</w:t>
      </w:r>
    </w:p>
    <w:p w:rsidR="00CA3637" w:rsidRPr="006049FE" w:rsidRDefault="00CA3637" w:rsidP="00E14C15">
      <w:pPr>
        <w:pStyle w:val="Akapitzlist"/>
        <w:rPr>
          <w:b/>
          <w:bCs/>
          <w:sz w:val="22"/>
          <w:szCs w:val="22"/>
        </w:rPr>
      </w:pPr>
      <w:r w:rsidRPr="006049FE">
        <w:rPr>
          <w:spacing w:val="-8"/>
          <w:w w:val="125"/>
          <w:sz w:val="22"/>
          <w:szCs w:val="22"/>
        </w:rPr>
        <w:t>Inne.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Rozpor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ądz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Ministr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Infrastruktur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luteg</w:t>
      </w:r>
      <w:r w:rsidRPr="006049FE">
        <w:rPr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200</w:t>
      </w:r>
      <w:r w:rsidRPr="006049FE">
        <w:rPr>
          <w:sz w:val="22"/>
          <w:szCs w:val="22"/>
        </w:rPr>
        <w:t>3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sprawi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bezpieczeństw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higien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podcza</w:t>
      </w:r>
      <w:r w:rsidRPr="006049FE">
        <w:rPr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wykonywani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budowlanyc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Dz.U.2003.47.401),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Rozporz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tr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i/>
          <w:iCs/>
          <w:spacing w:val="2"/>
          <w:sz w:val="22"/>
          <w:szCs w:val="22"/>
        </w:rPr>
        <w:t>Prac</w:t>
      </w:r>
      <w:r w:rsidRPr="006049FE">
        <w:rPr>
          <w:i/>
          <w:iCs/>
          <w:sz w:val="22"/>
          <w:szCs w:val="22"/>
        </w:rPr>
        <w:t>y</w:t>
      </w:r>
      <w:r w:rsidRPr="006049FE">
        <w:rPr>
          <w:i/>
          <w:iCs/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str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łeczn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2</w:t>
      </w:r>
      <w:r w:rsidRPr="006049FE">
        <w:rPr>
          <w:sz w:val="22"/>
          <w:szCs w:val="22"/>
        </w:rPr>
        <w:t>6 w</w:t>
      </w:r>
      <w:r w:rsidRPr="006049FE">
        <w:rPr>
          <w:spacing w:val="2"/>
          <w:sz w:val="22"/>
          <w:szCs w:val="22"/>
        </w:rPr>
        <w:t>rz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19</w:t>
      </w:r>
      <w:r w:rsidRPr="006049FE">
        <w:rPr>
          <w:spacing w:val="2"/>
          <w:sz w:val="22"/>
          <w:szCs w:val="22"/>
        </w:rPr>
        <w:t>9</w:t>
      </w:r>
      <w:r w:rsidRPr="006049FE">
        <w:rPr>
          <w:sz w:val="22"/>
          <w:szCs w:val="22"/>
        </w:rPr>
        <w:t>7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rawie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przepisó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>bezpiecz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ń</w:t>
      </w:r>
      <w:r w:rsidRPr="006049FE">
        <w:rPr>
          <w:spacing w:val="3"/>
          <w:sz w:val="22"/>
          <w:szCs w:val="22"/>
        </w:rPr>
        <w:t>stw</w:t>
      </w:r>
      <w:r w:rsidRPr="006049FE">
        <w:rPr>
          <w:sz w:val="22"/>
          <w:szCs w:val="22"/>
        </w:rPr>
        <w:t xml:space="preserve">a i </w:t>
      </w:r>
      <w:r w:rsidRPr="006049FE">
        <w:rPr>
          <w:spacing w:val="3"/>
          <w:sz w:val="22"/>
          <w:szCs w:val="22"/>
        </w:rPr>
        <w:t>higien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prac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(te</w:t>
      </w:r>
      <w:r w:rsidRPr="006049FE">
        <w:rPr>
          <w:spacing w:val="6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st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je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 xml:space="preserve">. </w:t>
      </w:r>
      <w:r w:rsidRPr="006049FE">
        <w:rPr>
          <w:spacing w:val="4"/>
          <w:sz w:val="22"/>
          <w:szCs w:val="22"/>
        </w:rPr>
        <w:t>Dz.U.20</w:t>
      </w:r>
      <w:r w:rsidRPr="006049FE">
        <w:rPr>
          <w:spacing w:val="5"/>
          <w:sz w:val="22"/>
          <w:szCs w:val="22"/>
        </w:rPr>
        <w:t>0</w:t>
      </w:r>
      <w:r w:rsidRPr="006049FE">
        <w:rPr>
          <w:spacing w:val="4"/>
          <w:sz w:val="22"/>
          <w:szCs w:val="22"/>
        </w:rPr>
        <w:t>3.169.165</w:t>
      </w:r>
      <w:r w:rsidRPr="006049FE">
        <w:rPr>
          <w:sz w:val="22"/>
          <w:szCs w:val="22"/>
        </w:rPr>
        <w:t>0 )</w:t>
      </w:r>
    </w:p>
    <w:p w:rsidR="00CA3637" w:rsidRPr="006049FE" w:rsidRDefault="00CA3637" w:rsidP="00E14C15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Rozporządz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inistr</w:t>
      </w:r>
      <w:r w:rsidRPr="006049FE">
        <w:rPr>
          <w:sz w:val="22"/>
          <w:szCs w:val="22"/>
        </w:rPr>
        <w:t>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Pra</w:t>
      </w:r>
      <w:r w:rsidRPr="006049FE">
        <w:rPr>
          <w:sz w:val="22"/>
          <w:szCs w:val="22"/>
        </w:rPr>
        <w:t>cy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istr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oli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yk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łeczne</w:t>
      </w:r>
      <w:r w:rsidRPr="006049FE">
        <w:rPr>
          <w:sz w:val="22"/>
          <w:szCs w:val="22"/>
        </w:rPr>
        <w:t>j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</w:t>
      </w:r>
      <w:r w:rsidRPr="006049FE">
        <w:rPr>
          <w:sz w:val="22"/>
          <w:szCs w:val="22"/>
        </w:rPr>
        <w:t>4</w:t>
      </w:r>
      <w:r w:rsidRPr="006049FE">
        <w:rPr>
          <w:spacing w:val="1"/>
          <w:sz w:val="22"/>
          <w:szCs w:val="22"/>
        </w:rPr>
        <w:t>.03.200</w:t>
      </w:r>
      <w:r w:rsidRPr="006049FE">
        <w:rPr>
          <w:sz w:val="22"/>
          <w:szCs w:val="22"/>
        </w:rPr>
        <w:t>0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sprawie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bezpi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ństwa</w:t>
      </w:r>
      <w:r w:rsidRPr="006049FE">
        <w:rPr>
          <w:sz w:val="22"/>
          <w:szCs w:val="22"/>
        </w:rPr>
        <w:tab/>
        <w:t>Ministra</w:t>
      </w:r>
      <w:r w:rsidRPr="006049FE">
        <w:rPr>
          <w:sz w:val="22"/>
          <w:szCs w:val="22"/>
        </w:rPr>
        <w:tab/>
        <w:t>higieny</w:t>
      </w:r>
      <w:r w:rsidRPr="006049FE">
        <w:rPr>
          <w:sz w:val="22"/>
          <w:szCs w:val="22"/>
        </w:rPr>
        <w:tab/>
        <w:t>pracy</w:t>
      </w:r>
      <w:r w:rsidRPr="006049FE">
        <w:rPr>
          <w:sz w:val="22"/>
          <w:szCs w:val="22"/>
        </w:rPr>
        <w:tab/>
        <w:t>przy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rę</w:t>
      </w:r>
      <w:r w:rsidRPr="006049FE">
        <w:rPr>
          <w:sz w:val="22"/>
          <w:szCs w:val="22"/>
        </w:rPr>
        <w:t>czny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z w:val="22"/>
          <w:szCs w:val="22"/>
        </w:rPr>
        <w:tab/>
        <w:t>pracach</w:t>
      </w:r>
      <w:r w:rsidRPr="006049FE">
        <w:rPr>
          <w:sz w:val="22"/>
          <w:szCs w:val="22"/>
        </w:rPr>
        <w:tab/>
        <w:t>transportowych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(Dz.U.2000.26.31</w:t>
      </w:r>
      <w:r w:rsidRPr="006049FE">
        <w:rPr>
          <w:sz w:val="22"/>
          <w:szCs w:val="22"/>
        </w:rPr>
        <w:t>3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220" w:right="960" w:bottom="900" w:left="9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b/>
          <w:w w:val="99"/>
          <w:sz w:val="22"/>
          <w:szCs w:val="22"/>
        </w:rPr>
      </w:pPr>
      <w:r w:rsidRPr="006049FE">
        <w:rPr>
          <w:b/>
          <w:sz w:val="22"/>
          <w:szCs w:val="22"/>
        </w:rPr>
        <w:lastRenderedPageBreak/>
        <w:t>ST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3.10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WYKONANIE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KORYTA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Z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P</w:t>
      </w:r>
      <w:r w:rsidRPr="006049FE">
        <w:rPr>
          <w:b/>
          <w:spacing w:val="1"/>
          <w:sz w:val="22"/>
          <w:szCs w:val="22"/>
        </w:rPr>
        <w:t>R</w:t>
      </w:r>
      <w:r w:rsidRPr="006049FE">
        <w:rPr>
          <w:b/>
          <w:sz w:val="22"/>
          <w:szCs w:val="22"/>
        </w:rPr>
        <w:t>OFILOWANIEM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POD</w:t>
      </w:r>
      <w:r w:rsidRPr="006049FE">
        <w:rPr>
          <w:b/>
          <w:spacing w:val="-13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b/>
          <w:sz w:val="22"/>
          <w:szCs w:val="22"/>
        </w:rPr>
        <w:t>GRUPA</w:t>
      </w:r>
      <w:r w:rsidRPr="006049FE">
        <w:rPr>
          <w:b/>
          <w:spacing w:val="56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CPV</w:t>
      </w:r>
      <w:r w:rsidRPr="006049FE">
        <w:rPr>
          <w:b/>
          <w:spacing w:val="-6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452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2"/>
          <w:sz w:val="22"/>
          <w:szCs w:val="22"/>
          <w:u w:val="thick"/>
        </w:rPr>
        <w:t>WSTĘ</w:t>
      </w:r>
      <w:r w:rsidRPr="006049FE">
        <w:rPr>
          <w:bCs/>
          <w:sz w:val="22"/>
          <w:szCs w:val="22"/>
          <w:u w:val="thick"/>
        </w:rPr>
        <w:t>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Przedmiot ST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Przedmiotem niniejszej specyfikacji technicznej są wymagania dotyczące wykonania i odbioru robót związanych z wykonywaniem koryta wraz z profilowaniem i zagęszczaniem podłoża gruntowego w </w:t>
      </w:r>
      <w:r w:rsidRPr="006049FE">
        <w:rPr>
          <w:b/>
          <w:sz w:val="22"/>
          <w:szCs w:val="22"/>
        </w:rPr>
        <w:t xml:space="preserve">ramach realizacji </w:t>
      </w:r>
      <w:r w:rsidR="00BE3AC7" w:rsidRPr="006049FE">
        <w:rPr>
          <w:b/>
          <w:bCs/>
          <w:spacing w:val="11"/>
          <w:sz w:val="22"/>
          <w:szCs w:val="22"/>
        </w:rPr>
        <w:t>budow</w:t>
      </w:r>
      <w:r w:rsidR="00BE3AC7" w:rsidRPr="006049FE">
        <w:rPr>
          <w:b/>
          <w:bCs/>
          <w:sz w:val="22"/>
          <w:szCs w:val="22"/>
        </w:rPr>
        <w:t>y</w:t>
      </w:r>
      <w:r w:rsidR="00BE3AC7" w:rsidRPr="006049FE">
        <w:rPr>
          <w:b/>
          <w:bCs/>
          <w:spacing w:val="18"/>
          <w:sz w:val="22"/>
          <w:szCs w:val="22"/>
        </w:rPr>
        <w:t xml:space="preserve"> boiska wielofunkcyjnego przy </w:t>
      </w:r>
      <w:r w:rsidR="00BE3AC7">
        <w:rPr>
          <w:b/>
          <w:bCs/>
          <w:spacing w:val="18"/>
          <w:sz w:val="22"/>
          <w:szCs w:val="22"/>
        </w:rPr>
        <w:t>szkole podstawowej w Zbrudzewie</w:t>
      </w:r>
      <w:r w:rsidR="00BE3AC7" w:rsidRPr="006049FE">
        <w:rPr>
          <w:b/>
          <w:bCs/>
          <w:spacing w:val="18"/>
          <w:sz w:val="22"/>
          <w:szCs w:val="22"/>
        </w:rPr>
        <w:t>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Zakres stosowania ST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Specyfikacja techniczna stanowi dokument przetargowy i kontraktowy przy zlecaniu , realizacji i odbioru robót w zakresie określonym w pkt.1.1.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Zakres robót objętych ST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Ustalenia zawarte w niniejszej specyfikacji dotyczą zasad prowadzenia robót związanych z wykonaniem koryta wraz z profilowaniem i zagęszczeniem przeznaczonego do ułożenia :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42061D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="00CA3637" w:rsidRPr="006049FE">
        <w:rPr>
          <w:sz w:val="22"/>
          <w:szCs w:val="22"/>
        </w:rPr>
        <w:t xml:space="preserve"> konstrukcji nawierzchni boisk, placów i małej architektury.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Określenia podstawowe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Określenia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podstawowe 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zgodne 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obowiązując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i,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norma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definicjami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1.4.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wymagania dotyczące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„W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1.5.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  <w:u w:val="thick"/>
        </w:rPr>
        <w:t>MATERI</w:t>
      </w:r>
      <w:r w:rsidRPr="006049FE">
        <w:rPr>
          <w:spacing w:val="-3"/>
          <w:sz w:val="22"/>
          <w:szCs w:val="22"/>
          <w:u w:val="thick"/>
        </w:rPr>
        <w:t>A</w:t>
      </w:r>
      <w:r w:rsidRPr="006049FE">
        <w:rPr>
          <w:spacing w:val="-2"/>
          <w:sz w:val="22"/>
          <w:szCs w:val="22"/>
          <w:u w:val="thick"/>
        </w:rPr>
        <w:t>Ł</w:t>
      </w:r>
      <w:r w:rsidRPr="006049FE">
        <w:rPr>
          <w:sz w:val="22"/>
          <w:szCs w:val="22"/>
          <w:u w:val="thick"/>
        </w:rPr>
        <w:t>Y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stępu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  <w:u w:val="thick"/>
        </w:rPr>
        <w:t>SPR</w:t>
      </w:r>
      <w:r w:rsidRPr="006049FE">
        <w:rPr>
          <w:sz w:val="22"/>
          <w:szCs w:val="22"/>
          <w:u w:val="thick"/>
        </w:rPr>
        <w:t>Z</w:t>
      </w:r>
      <w:r w:rsidRPr="006049FE">
        <w:rPr>
          <w:spacing w:val="-2"/>
          <w:sz w:val="22"/>
          <w:szCs w:val="22"/>
          <w:u w:val="thick"/>
        </w:rPr>
        <w:t>Ę</w:t>
      </w:r>
      <w:r w:rsidRPr="006049FE">
        <w:rPr>
          <w:sz w:val="22"/>
          <w:szCs w:val="22"/>
          <w:u w:val="thick"/>
        </w:rPr>
        <w:t>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wymagania dotyczące sprzętu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Sprzęt do wykonania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ępują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ofilowania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kazać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ożliwośc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sprzętu: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równiarek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sp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charek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uniwersalnych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ukośnie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m;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dopuścić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charki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eszem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ustawionym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prostopadle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kierunku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ny,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koparek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czerpaka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(przy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ąskich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t),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walców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statyczn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wib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Stosowany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spowodować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niekor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bookmarkStart w:id="45" w:name="4._TRANSPORT_"/>
      <w:bookmarkEnd w:id="45"/>
      <w:r w:rsidRPr="006049FE">
        <w:rPr>
          <w:spacing w:val="-2"/>
          <w:sz w:val="22"/>
          <w:szCs w:val="22"/>
          <w:u w:val="thick"/>
        </w:rPr>
        <w:t>TRANSPORT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46" w:name="4.2._Ogólne_wymagania_dotyczące_transpor"/>
      <w:bookmarkEnd w:id="46"/>
      <w:r w:rsidRPr="006049FE">
        <w:rPr>
          <w:sz w:val="22"/>
          <w:szCs w:val="22"/>
        </w:rPr>
        <w:t>Ogólne wymagania dotyczące transportu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47" w:name="4.3._Transport_materiałów_"/>
      <w:bookmarkEnd w:id="47"/>
      <w:r w:rsidRPr="006049FE">
        <w:rPr>
          <w:sz w:val="22"/>
          <w:szCs w:val="22"/>
        </w:rPr>
        <w:t>Transport materiałów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sportu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bookmarkStart w:id="48" w:name="5._WYKONANIE_ROBÓT_"/>
      <w:bookmarkEnd w:id="48"/>
      <w:r w:rsidRPr="006049FE">
        <w:rPr>
          <w:spacing w:val="-2"/>
          <w:sz w:val="22"/>
          <w:szCs w:val="22"/>
          <w:u w:val="thick"/>
        </w:rPr>
        <w:t>WYKONANIE</w:t>
      </w:r>
      <w:r w:rsidRPr="006049FE">
        <w:rPr>
          <w:spacing w:val="-31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zasady wykonania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49" w:name="5.2._Warunki_przystąpienia_do_robót_"/>
      <w:bookmarkEnd w:id="49"/>
      <w:r w:rsidRPr="006049FE">
        <w:rPr>
          <w:sz w:val="22"/>
          <w:szCs w:val="22"/>
        </w:rPr>
        <w:t>Warunki przystąpienia do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 xml:space="preserve">ęszczenia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bezpośrednio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roz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oczęci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bót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</w:t>
      </w:r>
      <w:r w:rsidRPr="006049FE">
        <w:rPr>
          <w:spacing w:val="1"/>
          <w:sz w:val="22"/>
          <w:szCs w:val="22"/>
        </w:rPr>
        <w:t>ny</w:t>
      </w:r>
      <w:r w:rsidRPr="006049FE">
        <w:rPr>
          <w:sz w:val="22"/>
          <w:szCs w:val="22"/>
        </w:rPr>
        <w:t>ch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wykonaniem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nawierzchni.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Wcz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śn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ejsze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stąpienie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az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zania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a,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łącznie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os</w:t>
      </w:r>
      <w:r w:rsidRPr="006049FE">
        <w:rPr>
          <w:spacing w:val="1"/>
          <w:sz w:val="22"/>
          <w:szCs w:val="22"/>
        </w:rPr>
        <w:t>f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ry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cie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profilowan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zag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szczon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podłożu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ruch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niezwi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zany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bezpośrednio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pierwszej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rstwy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0" w:name="5.3._Wykonanie_koryta_"/>
      <w:bookmarkEnd w:id="50"/>
      <w:r w:rsidRPr="006049FE">
        <w:rPr>
          <w:sz w:val="22"/>
          <w:szCs w:val="22"/>
        </w:rPr>
        <w:t>Wykonanie koryta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Paliki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zpilki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awidłowego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ukształtowania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pro</w:t>
      </w:r>
      <w:r w:rsidRPr="006049FE">
        <w:rPr>
          <w:spacing w:val="-2"/>
          <w:sz w:val="22"/>
          <w:szCs w:val="22"/>
        </w:rPr>
        <w:t>f</w:t>
      </w:r>
      <w:r w:rsidRPr="006049FE">
        <w:rPr>
          <w:sz w:val="22"/>
          <w:szCs w:val="22"/>
        </w:rPr>
        <w:t>ilu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wcześ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przygotowane.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Paliki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szpilki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ustawiać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drogi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rzędach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rów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ole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drogi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spo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ób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zaakceptowany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Rozmieszczenie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palików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szpilek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ożliwiać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naciągnięc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sznurków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linek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odstępach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metrów.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Rodzaj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u,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ólności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dostosować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rodzaju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prowadzone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udności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odspojenia.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ożna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ręcznie,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pozwala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ład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poszerzeniach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mał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resie.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si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kceptowany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Grunt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odspojony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konywania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stany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ST,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tj. wbudowany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nasyp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odwieziony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ład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ejsce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wskazane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Profilowanie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czen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5.4.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1" w:name="5.4._Profilowanie_i_zagęszczanie_podłoża"/>
      <w:bookmarkEnd w:id="51"/>
      <w:r w:rsidRPr="006049FE">
        <w:rPr>
          <w:sz w:val="22"/>
          <w:szCs w:val="22"/>
        </w:rPr>
        <w:t>Profilowanie i zagęszczanie podłoża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stąpieniem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szczone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ocz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szczeniu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hni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łoża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sprawdzić,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czy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istniejące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zędne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liwiają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uz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skanie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zaprojektowan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Zal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ca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się, aby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profilowaniem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były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ższe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ższy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warunek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spe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niony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stępują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zaniżenia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pozio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podłożu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przewidzian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profilowania,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spulchnić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głębokość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zaakceptowaną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rzez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ora,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dowieźć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łniający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obowiązujące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górnej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strefy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korpusu,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il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koniecznej do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skania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zagęścić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stwę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uz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skania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artości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wska</w:t>
      </w:r>
      <w:r w:rsidRPr="006049FE">
        <w:rPr>
          <w:spacing w:val="1"/>
          <w:sz w:val="22"/>
          <w:szCs w:val="22"/>
        </w:rPr>
        <w:t>ź</w:t>
      </w:r>
      <w:r w:rsidRPr="006049FE">
        <w:rPr>
          <w:sz w:val="22"/>
          <w:szCs w:val="22"/>
        </w:rPr>
        <w:t>nika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enia,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równiarki.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Ścięty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unt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wykor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stany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Bezpośrednio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pić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zagęszczania.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zanie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kontynuować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osiągnięcia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wskaźni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niejszego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podanego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Wsk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źnik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BN-77/8931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12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5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Minimalne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wartości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wskaźnika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(I</w:t>
      </w:r>
      <w:r w:rsidRPr="006049FE">
        <w:rPr>
          <w:position w:val="-3"/>
          <w:sz w:val="22"/>
          <w:szCs w:val="22"/>
        </w:rPr>
        <w:t>s</w:t>
      </w:r>
      <w:r w:rsidRPr="006049FE">
        <w:rPr>
          <w:sz w:val="22"/>
          <w:szCs w:val="22"/>
        </w:rPr>
        <w:t>)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5"/>
        <w:gridCol w:w="4526"/>
      </w:tblGrid>
      <w:tr w:rsidR="00CA3637" w:rsidRPr="006049FE" w:rsidTr="00B70C44">
        <w:trPr>
          <w:trHeight w:hRule="exact" w:val="652"/>
        </w:trPr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</w:p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Strefa</w:t>
            </w:r>
            <w:r w:rsidRPr="006049FE">
              <w:rPr>
                <w:spacing w:val="-1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korpusu</w:t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Minimalna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wartość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position w:val="-3"/>
                <w:sz w:val="22"/>
                <w:szCs w:val="22"/>
              </w:rPr>
              <w:t>s</w:t>
            </w:r>
          </w:p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obciążenia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ruchu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ciężkiego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bardzo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ciężkiego</w:t>
            </w:r>
          </w:p>
        </w:tc>
      </w:tr>
      <w:tr w:rsidR="00CA3637" w:rsidRPr="006049FE" w:rsidTr="00B70C44">
        <w:trPr>
          <w:trHeight w:hRule="exact" w:val="372"/>
        </w:trPr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Górna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warstwa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grubości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cm</w:t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1,00</w:t>
            </w:r>
          </w:p>
        </w:tc>
      </w:tr>
      <w:tr w:rsidR="00CA3637" w:rsidRPr="006049FE" w:rsidTr="00B70C44">
        <w:trPr>
          <w:trHeight w:hRule="exact" w:val="325"/>
        </w:trPr>
        <w:tc>
          <w:tcPr>
            <w:tcW w:w="5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głębokości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50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cm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powierzchni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podłoża</w:t>
            </w:r>
          </w:p>
        </w:tc>
        <w:tc>
          <w:tcPr>
            <w:tcW w:w="45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1,00</w:t>
            </w:r>
          </w:p>
        </w:tc>
      </w:tr>
    </w:tbl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padku,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uboziarnisty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ący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unie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żli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ia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adzenie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ba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zagęszczenia,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kontrolę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ależy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oprzeć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metodzie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obcią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eń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pierwotny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wtórny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odkształcenia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edług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BN-64/8931-02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3</w:t>
      </w:r>
      <w:r w:rsidRPr="006049FE">
        <w:rPr>
          <w:spacing w:val="-2"/>
          <w:sz w:val="22"/>
          <w:szCs w:val="22"/>
        </w:rPr>
        <w:t>]</w:t>
      </w:r>
      <w:r w:rsidRPr="006049FE">
        <w:rPr>
          <w:sz w:val="22"/>
          <w:szCs w:val="22"/>
        </w:rPr>
        <w:t>.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Stos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nek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wtórnego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pierwotnego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odk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ztałcenia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ekraczać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2,2.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Wilgotność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ęszczania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ej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-20%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+10%.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2" w:name="5.5._Utrzymanie_koryta_oraz_wyprofilowan"/>
      <w:bookmarkEnd w:id="52"/>
      <w:r w:rsidRPr="006049FE">
        <w:rPr>
          <w:sz w:val="22"/>
          <w:szCs w:val="22"/>
        </w:rPr>
        <w:t>Utrzymanie koryta oraz wyprofilowanego i zagęszczonego podłoża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Podłoże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to)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agęszczeniu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dob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stanie.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nastąpi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przerwa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pi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nat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iast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układania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stw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awierzchni,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on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zabezpie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zyć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</w:t>
      </w:r>
      <w:r w:rsidRPr="006049FE">
        <w:rPr>
          <w:spacing w:val="1"/>
          <w:sz w:val="22"/>
          <w:szCs w:val="22"/>
        </w:rPr>
        <w:t>ny</w:t>
      </w:r>
      <w:r w:rsidRPr="006049FE">
        <w:rPr>
          <w:sz w:val="22"/>
          <w:szCs w:val="22"/>
        </w:rPr>
        <w:t>m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wilgoceni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przykład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rozłożen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folii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zaak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eptow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profilowane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zagęszczone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uległo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nad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ierne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zawilgoceniu,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ładania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kolejnej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dopiero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naturalnym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osuszeniu.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osuszeniu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pektor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oceni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stan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zaleci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napraw.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</w:t>
      </w:r>
      <w:r w:rsidRPr="006049FE">
        <w:rPr>
          <w:spacing w:val="1"/>
          <w:sz w:val="22"/>
          <w:szCs w:val="22"/>
        </w:rPr>
        <w:t>li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zawilgocenie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nastąpiło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wskutek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zaniedbania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własny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bookmarkStart w:id="53" w:name="6._KONTROLA_JAKOŚCI_ROBÓT_"/>
      <w:bookmarkEnd w:id="53"/>
      <w:r w:rsidRPr="006049FE">
        <w:rPr>
          <w:spacing w:val="-2"/>
          <w:sz w:val="22"/>
          <w:szCs w:val="22"/>
          <w:u w:val="thick"/>
        </w:rPr>
        <w:t>KONTROLA</w:t>
      </w:r>
      <w:r w:rsidRPr="006049FE">
        <w:rPr>
          <w:spacing w:val="-23"/>
          <w:sz w:val="22"/>
          <w:szCs w:val="22"/>
          <w:u w:val="thick"/>
        </w:rPr>
        <w:t xml:space="preserve"> </w:t>
      </w:r>
      <w:r w:rsidR="00781B7B" w:rsidRPr="006049FE">
        <w:rPr>
          <w:spacing w:val="-23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JAK</w:t>
      </w:r>
      <w:r w:rsidRPr="006049FE">
        <w:rPr>
          <w:spacing w:val="-5"/>
          <w:sz w:val="22"/>
          <w:szCs w:val="22"/>
          <w:u w:val="thick"/>
        </w:rPr>
        <w:t>O</w:t>
      </w:r>
      <w:r w:rsidRPr="006049FE">
        <w:rPr>
          <w:sz w:val="22"/>
          <w:szCs w:val="22"/>
          <w:u w:val="thick"/>
        </w:rPr>
        <w:t>Ś</w:t>
      </w:r>
      <w:r w:rsidRPr="006049FE">
        <w:rPr>
          <w:spacing w:val="-2"/>
          <w:sz w:val="22"/>
          <w:szCs w:val="22"/>
          <w:u w:val="thick"/>
        </w:rPr>
        <w:t>CI</w:t>
      </w:r>
      <w:r w:rsidR="00781B7B"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pacing w:val="-22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zasady kontroli jakości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„W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6.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4" w:name="6.2._Badania_w_czasie_robót_"/>
      <w:bookmarkEnd w:id="54"/>
      <w:r w:rsidRPr="006049FE">
        <w:rPr>
          <w:sz w:val="22"/>
          <w:szCs w:val="22"/>
        </w:rPr>
        <w:t>Badania w czasie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Częstotliwość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Częstotliwość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pomiarów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cech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geometr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koryta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  <w:r w:rsidRPr="006049FE">
        <w:rPr>
          <w:sz w:val="22"/>
          <w:szCs w:val="22"/>
        </w:rPr>
        <w:tab/>
        <w:t>Częstotliwość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yta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tbl>
      <w:tblPr>
        <w:tblW w:w="0" w:type="auto"/>
        <w:tblInd w:w="5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032"/>
        <w:gridCol w:w="4524"/>
      </w:tblGrid>
      <w:tr w:rsidR="00CA3637" w:rsidRPr="006049FE" w:rsidTr="00B70C44">
        <w:trPr>
          <w:trHeight w:hRule="exact" w:val="458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Lp.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szczególnienie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ń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iarów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Minimalna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częstotliwość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badań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iarów</w:t>
            </w:r>
          </w:p>
        </w:tc>
      </w:tr>
      <w:tr w:rsidR="00CA3637" w:rsidRPr="006049FE" w:rsidTr="00B70C44">
        <w:trPr>
          <w:trHeight w:hRule="exact" w:val="312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Szerokość</w:t>
            </w:r>
            <w:r w:rsidRPr="006049FE">
              <w:rPr>
                <w:spacing w:val="-1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kor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ta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km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Równość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podłużna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20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każd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pasie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uchu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Równość</w:t>
            </w:r>
            <w:r w:rsidRPr="006049FE">
              <w:rPr>
                <w:spacing w:val="-1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poprzeczna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km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Spadki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popr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eczne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position w:val="10"/>
                <w:sz w:val="22"/>
                <w:szCs w:val="22"/>
              </w:rPr>
              <w:t>*)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km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Rzędne</w:t>
            </w:r>
            <w:r w:rsidRPr="006049FE">
              <w:rPr>
                <w:spacing w:val="-2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sokościowe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100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pozostał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dróg</w:t>
            </w:r>
          </w:p>
        </w:tc>
      </w:tr>
    </w:tbl>
    <w:p w:rsidR="00CA3637" w:rsidRPr="006049FE" w:rsidRDefault="00CA3637" w:rsidP="006B0BF9">
      <w:pPr>
        <w:pStyle w:val="Akapitzlist"/>
        <w:rPr>
          <w:sz w:val="22"/>
          <w:szCs w:val="22"/>
        </w:rPr>
      </w:pPr>
    </w:p>
    <w:tbl>
      <w:tblPr>
        <w:tblW w:w="0" w:type="auto"/>
        <w:tblInd w:w="4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"/>
        <w:gridCol w:w="4032"/>
        <w:gridCol w:w="4524"/>
      </w:tblGrid>
      <w:tr w:rsidR="00CA3637" w:rsidRPr="006049FE" w:rsidTr="00B70C44">
        <w:trPr>
          <w:trHeight w:hRule="exact" w:val="324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Ukształtowa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osi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planie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position w:val="10"/>
                <w:sz w:val="22"/>
                <w:szCs w:val="22"/>
              </w:rPr>
              <w:t>*)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100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pozostał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dróg</w:t>
            </w:r>
          </w:p>
        </w:tc>
      </w:tr>
      <w:tr w:rsidR="00CA3637" w:rsidRPr="006049FE" w:rsidTr="00B70C44">
        <w:trPr>
          <w:trHeight w:hRule="exact" w:val="577"/>
        </w:trPr>
        <w:tc>
          <w:tcPr>
            <w:tcW w:w="4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7</w:t>
            </w:r>
          </w:p>
        </w:tc>
        <w:tc>
          <w:tcPr>
            <w:tcW w:w="4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Zagęszczenie,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wilgotność</w:t>
            </w:r>
            <w:r w:rsidRPr="006049FE">
              <w:rPr>
                <w:spacing w:val="-1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gruntu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podło</w:t>
            </w:r>
            <w:r w:rsidRPr="006049FE">
              <w:rPr>
                <w:spacing w:val="-2"/>
                <w:sz w:val="22"/>
                <w:szCs w:val="22"/>
              </w:rPr>
              <w:t>ż</w:t>
            </w:r>
            <w:r w:rsidRPr="006049FE">
              <w:rPr>
                <w:sz w:val="22"/>
                <w:szCs w:val="22"/>
              </w:rPr>
              <w:t>a</w:t>
            </w:r>
          </w:p>
        </w:tc>
        <w:tc>
          <w:tcPr>
            <w:tcW w:w="45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punktach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dziennej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działce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roboczej,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lecz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rzadziej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600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position w:val="10"/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577"/>
        </w:trPr>
        <w:tc>
          <w:tcPr>
            <w:tcW w:w="90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6B0BF9">
            <w:pPr>
              <w:pStyle w:val="Akapitzlist"/>
            </w:pPr>
            <w:r w:rsidRPr="006049FE">
              <w:rPr>
                <w:sz w:val="22"/>
                <w:szCs w:val="22"/>
              </w:rPr>
              <w:t>*)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Dodatko</w:t>
            </w:r>
            <w:r w:rsidRPr="006049FE">
              <w:rPr>
                <w:spacing w:val="-2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iary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spadków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popr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eczn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ukszt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łtowania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osi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planie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należy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konać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punktach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główn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łuków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pozio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</w:p>
        </w:tc>
      </w:tr>
    </w:tbl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Szerokość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(p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podłoża)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Szerokość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profilowanego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różnić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szerokości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+10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-5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Równość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(p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podłoża)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profilowanego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mierz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4-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etrową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łatą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normą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BN-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68/8931-04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4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4-metrową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łatą.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Nierówności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ogą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20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mm.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Spadki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popr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eczne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Spadki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anego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łoża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  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projektową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,5%.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Rzędne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sokościowe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42061D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Różnice </w:t>
      </w:r>
      <w:r w:rsidR="00CA3637" w:rsidRPr="006049FE">
        <w:rPr>
          <w:sz w:val="22"/>
          <w:szCs w:val="22"/>
        </w:rPr>
        <w:t>pomiędzy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rzędn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="00CA3637" w:rsidRPr="006049FE">
        <w:rPr>
          <w:sz w:val="22"/>
          <w:szCs w:val="22"/>
        </w:rPr>
        <w:tab/>
        <w:t>w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z w:val="22"/>
          <w:szCs w:val="22"/>
        </w:rPr>
        <w:t>sokościow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i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ko</w:t>
      </w:r>
      <w:r w:rsidR="00CA3637" w:rsidRPr="006049FE">
        <w:rPr>
          <w:spacing w:val="-2"/>
          <w:sz w:val="22"/>
          <w:szCs w:val="22"/>
        </w:rPr>
        <w:t>r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z w:val="22"/>
          <w:szCs w:val="22"/>
        </w:rPr>
        <w:t>ta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lub</w:t>
      </w:r>
      <w:r w:rsidR="00CA3637" w:rsidRPr="006049FE">
        <w:rPr>
          <w:sz w:val="22"/>
          <w:szCs w:val="22"/>
        </w:rPr>
        <w:tab/>
        <w:t>wyprofilo</w:t>
      </w:r>
      <w:r w:rsidR="00CA3637" w:rsidRPr="006049FE">
        <w:rPr>
          <w:spacing w:val="-2"/>
          <w:sz w:val="22"/>
          <w:szCs w:val="22"/>
        </w:rPr>
        <w:t>w</w:t>
      </w:r>
      <w:r w:rsidR="00CA3637" w:rsidRPr="006049FE">
        <w:rPr>
          <w:sz w:val="22"/>
          <w:szCs w:val="22"/>
        </w:rPr>
        <w:t>anego</w:t>
      </w:r>
      <w:r w:rsidRPr="006049FE">
        <w:rPr>
          <w:sz w:val="22"/>
          <w:szCs w:val="22"/>
        </w:rPr>
        <w:t xml:space="preserve"> podłoża</w:t>
      </w:r>
      <w:r w:rsidRPr="006049FE">
        <w:rPr>
          <w:sz w:val="22"/>
          <w:szCs w:val="22"/>
        </w:rPr>
        <w:tab/>
        <w:t xml:space="preserve">i </w:t>
      </w:r>
      <w:r w:rsidR="00CA3637" w:rsidRPr="006049FE">
        <w:rPr>
          <w:sz w:val="22"/>
          <w:szCs w:val="22"/>
        </w:rPr>
        <w:t>rzędnymi projektowanymi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nie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powinny</w:t>
      </w:r>
      <w:r w:rsidR="00CA3637" w:rsidRPr="006049FE">
        <w:rPr>
          <w:spacing w:val="-4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przekracz</w:t>
      </w:r>
      <w:r w:rsidR="00CA3637" w:rsidRPr="006049FE">
        <w:rPr>
          <w:spacing w:val="1"/>
          <w:sz w:val="22"/>
          <w:szCs w:val="22"/>
        </w:rPr>
        <w:t>a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+1</w:t>
      </w:r>
      <w:r w:rsidR="00CA3637" w:rsidRPr="006049FE">
        <w:rPr>
          <w:spacing w:val="-6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c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-2</w:t>
      </w:r>
      <w:r w:rsidR="00CA3637" w:rsidRPr="006049FE">
        <w:rPr>
          <w:spacing w:val="-6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c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Ukształtowa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Oś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przesunięta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ojektowanej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autost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ad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dróg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ekspresow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pozostał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dróg.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Zagęszczenie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(p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ofilowanego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podłoża)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Wskaźnik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profilowanego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BN-77/8931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12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5</w:t>
      </w:r>
      <w:r w:rsidRPr="006049FE">
        <w:rPr>
          <w:sz w:val="22"/>
          <w:szCs w:val="22"/>
        </w:rPr>
        <w:t>]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podanego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Jeśli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kryteri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dobrego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porównanie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wartości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dułów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ałcenia,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wartość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wtórnego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pie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wotnego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odkształcenia,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normą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BN-64/8931-02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3"/>
          <w:sz w:val="22"/>
          <w:szCs w:val="22"/>
        </w:rPr>
        <w:t>3</w:t>
      </w:r>
      <w:r w:rsidRPr="006049FE">
        <w:rPr>
          <w:sz w:val="22"/>
          <w:szCs w:val="22"/>
        </w:rPr>
        <w:t>]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2,2.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Wilgotność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ęszczania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eży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badać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PN-B-06714-17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2</w:t>
      </w:r>
      <w:r w:rsidRPr="006049FE">
        <w:rPr>
          <w:spacing w:val="-2"/>
          <w:sz w:val="22"/>
          <w:szCs w:val="22"/>
        </w:rPr>
        <w:t>]</w:t>
      </w:r>
      <w:r w:rsidRPr="006049FE">
        <w:rPr>
          <w:sz w:val="22"/>
          <w:szCs w:val="22"/>
        </w:rPr>
        <w:t>.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op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-20%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+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10%.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5" w:name="6.3._Zasady_postępowania_z_wadliwie_wyko"/>
      <w:bookmarkEnd w:id="55"/>
      <w:r w:rsidRPr="006049FE">
        <w:rPr>
          <w:sz w:val="22"/>
          <w:szCs w:val="22"/>
        </w:rPr>
        <w:t>Zasady</w:t>
      </w:r>
      <w:r w:rsidRPr="006049FE">
        <w:rPr>
          <w:sz w:val="22"/>
          <w:szCs w:val="22"/>
        </w:rPr>
        <w:tab/>
        <w:t>postępowani</w:t>
      </w:r>
      <w:r w:rsidR="0042061D" w:rsidRPr="006049FE">
        <w:rPr>
          <w:sz w:val="22"/>
          <w:szCs w:val="22"/>
        </w:rPr>
        <w:t>a</w:t>
      </w:r>
      <w:r w:rsidR="0042061D" w:rsidRPr="006049FE">
        <w:rPr>
          <w:sz w:val="22"/>
          <w:szCs w:val="22"/>
        </w:rPr>
        <w:tab/>
        <w:t xml:space="preserve">z </w:t>
      </w:r>
      <w:r w:rsidRPr="006049FE">
        <w:rPr>
          <w:sz w:val="22"/>
          <w:szCs w:val="22"/>
        </w:rPr>
        <w:t>wadliwie</w:t>
      </w:r>
      <w:r w:rsidR="0042061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wykonanymi</w:t>
      </w:r>
      <w:r w:rsidR="0042061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odcinkami</w:t>
      </w:r>
      <w:r w:rsidRPr="006049FE">
        <w:rPr>
          <w:sz w:val="22"/>
          <w:szCs w:val="22"/>
        </w:rPr>
        <w:tab/>
        <w:t>koryta (profilowanego podłoża)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tóre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kazują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lenia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geometr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naprawione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głębokości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równanie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powtórne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zagęszczenie.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Dodanie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nowego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niedopu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zczalne.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  <w:u w:val="thick"/>
        </w:rPr>
        <w:t>OBMIAR</w:t>
      </w:r>
      <w:r w:rsidR="00781B7B"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pacing w:val="-25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6" w:name="7.1._Ogólne_zasady_obmiaru_robót_"/>
      <w:bookmarkEnd w:id="56"/>
      <w:r w:rsidRPr="006049FE">
        <w:rPr>
          <w:sz w:val="22"/>
          <w:szCs w:val="22"/>
        </w:rPr>
        <w:t>Ogólne zasady obmiaru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bookmarkStart w:id="57" w:name="7.2._Jednostka_obmiarowa_"/>
      <w:bookmarkEnd w:id="57"/>
      <w:r w:rsidRPr="006049FE">
        <w:rPr>
          <w:sz w:val="22"/>
          <w:szCs w:val="22"/>
        </w:rPr>
        <w:t>Jednostka obmiarowa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Jednostką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est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2</w:t>
      </w:r>
      <w:r w:rsidRPr="006049FE">
        <w:rPr>
          <w:spacing w:val="12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(metr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kwadratow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)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odebranego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ta.</w:t>
      </w:r>
    </w:p>
    <w:p w:rsidR="00781B7B" w:rsidRPr="006049FE" w:rsidRDefault="00781B7B" w:rsidP="006B0BF9">
      <w:pPr>
        <w:pStyle w:val="Akapitzlist"/>
        <w:rPr>
          <w:spacing w:val="-2"/>
          <w:sz w:val="22"/>
          <w:szCs w:val="22"/>
          <w:u w:val="thick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  <w:u w:val="thick"/>
        </w:rPr>
        <w:t>ODBIÓR</w:t>
      </w:r>
      <w:r w:rsidR="00781B7B"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pacing w:val="-25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ne”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8.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Robo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uznaje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SST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żeli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zachowaniem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dały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wne.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  <w:u w:val="thick"/>
        </w:rPr>
        <w:t>PODSTAWA</w:t>
      </w:r>
      <w:r w:rsidR="00781B7B"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pacing w:val="-36"/>
          <w:sz w:val="22"/>
          <w:szCs w:val="22"/>
          <w:u w:val="thick"/>
        </w:rPr>
        <w:t xml:space="preserve"> </w:t>
      </w:r>
      <w:r w:rsidR="006B0BF9" w:rsidRPr="006049FE">
        <w:rPr>
          <w:spacing w:val="-36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PŁ</w:t>
      </w:r>
      <w:r w:rsidRPr="006049FE">
        <w:rPr>
          <w:spacing w:val="-3"/>
          <w:sz w:val="22"/>
          <w:szCs w:val="22"/>
          <w:u w:val="thick"/>
        </w:rPr>
        <w:t>ATN</w:t>
      </w:r>
      <w:r w:rsidRPr="006049FE">
        <w:rPr>
          <w:sz w:val="22"/>
          <w:szCs w:val="22"/>
          <w:u w:val="thick"/>
        </w:rPr>
        <w:t>O</w:t>
      </w:r>
      <w:r w:rsidRPr="006049FE">
        <w:rPr>
          <w:spacing w:val="-2"/>
          <w:sz w:val="22"/>
          <w:szCs w:val="22"/>
          <w:u w:val="thick"/>
        </w:rPr>
        <w:t>ŚCI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ustalenia dotyczące podstawy płatności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9.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Cena jednostki obmiarowej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="006B0BF9" w:rsidRPr="006049FE">
        <w:rPr>
          <w:spacing w:val="-2"/>
          <w:sz w:val="22"/>
          <w:szCs w:val="22"/>
          <w:vertAlign w:val="superscript"/>
        </w:rPr>
        <w:t>2</w:t>
      </w:r>
      <w:r w:rsidRPr="006049FE">
        <w:rPr>
          <w:spacing w:val="13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yta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uje: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zapewnienie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środków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produkcji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prace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owe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przygotowawcze,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odspojenie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untu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przerzutem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pobocze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rozplantowanie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załadunek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odspojonego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grun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nsportowe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wiezienie,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profilowanie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yta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zagęszczenie,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łoża,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prowadz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nie 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iarów 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laboratoryjnych, wy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ganych w specyfikacji techn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cznej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uporządkow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 terenu po wykonanych robotach.</w:t>
      </w:r>
    </w:p>
    <w:p w:rsidR="006B0BF9" w:rsidRPr="006049FE" w:rsidRDefault="006B0BF9">
      <w:pPr>
        <w:widowControl/>
        <w:autoSpaceDE/>
        <w:autoSpaceDN/>
        <w:adjustRightInd/>
        <w:spacing w:after="200" w:line="276" w:lineRule="auto"/>
        <w:rPr>
          <w:sz w:val="22"/>
          <w:szCs w:val="22"/>
        </w:rPr>
      </w:pPr>
      <w:r w:rsidRPr="006049FE">
        <w:rPr>
          <w:sz w:val="22"/>
          <w:szCs w:val="22"/>
        </w:rPr>
        <w:br w:type="page"/>
      </w:r>
    </w:p>
    <w:p w:rsidR="00CA3637" w:rsidRPr="006049FE" w:rsidRDefault="00CA3637" w:rsidP="00746A47">
      <w:pPr>
        <w:pStyle w:val="Akapitzlist"/>
        <w:rPr>
          <w:w w:val="99"/>
          <w:sz w:val="22"/>
          <w:szCs w:val="22"/>
        </w:rPr>
      </w:pPr>
      <w:r w:rsidRPr="006049FE">
        <w:rPr>
          <w:sz w:val="22"/>
          <w:szCs w:val="22"/>
        </w:rPr>
        <w:lastRenderedPageBreak/>
        <w:t>ST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3.20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WAR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TWY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ĄCZAJĄCE</w:t>
      </w:r>
      <w:r w:rsidRPr="006049FE">
        <w:rPr>
          <w:w w:val="99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GRUPA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>CPV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452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58" w:name="1._WSTĘP_"/>
      <w:bookmarkEnd w:id="58"/>
      <w:r w:rsidRPr="006049FE">
        <w:rPr>
          <w:bCs/>
          <w:spacing w:val="-2"/>
          <w:sz w:val="22"/>
          <w:szCs w:val="22"/>
          <w:u w:val="thick"/>
        </w:rPr>
        <w:t>WSTĘ</w:t>
      </w:r>
      <w:r w:rsidRPr="006049FE">
        <w:rPr>
          <w:bCs/>
          <w:sz w:val="22"/>
          <w:szCs w:val="22"/>
          <w:u w:val="thick"/>
        </w:rPr>
        <w:t>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59" w:name="1.1._Przedmiot_ST_"/>
      <w:bookmarkEnd w:id="59"/>
      <w:r w:rsidRPr="006049FE">
        <w:rPr>
          <w:sz w:val="22"/>
          <w:szCs w:val="22"/>
        </w:rPr>
        <w:t>Przedmiot ST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niniejszej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fikacji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technicznej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są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agania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czące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wykonania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0" w:name="1.2._Zakres_stosowania_ST_"/>
      <w:bookmarkEnd w:id="60"/>
      <w:r w:rsidRPr="006049FE">
        <w:rPr>
          <w:sz w:val="22"/>
          <w:szCs w:val="22"/>
        </w:rPr>
        <w:t>Zakres stosowania 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Default="00CA3637" w:rsidP="00BE3AC7">
      <w:pPr>
        <w:pStyle w:val="Bezodstpw"/>
        <w:rPr>
          <w:b/>
          <w:bCs/>
          <w:spacing w:val="18"/>
          <w:sz w:val="22"/>
          <w:szCs w:val="22"/>
        </w:rPr>
      </w:pPr>
      <w:r w:rsidRPr="006049FE">
        <w:rPr>
          <w:spacing w:val="1"/>
          <w:sz w:val="22"/>
          <w:szCs w:val="22"/>
        </w:rPr>
        <w:t>Przed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iote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Specyfikacj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Tech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icz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są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 i</w:t>
      </w:r>
      <w:r w:rsidRPr="006049FE">
        <w:rPr>
          <w:spacing w:val="2"/>
          <w:sz w:val="22"/>
          <w:szCs w:val="22"/>
        </w:rPr>
        <w:t xml:space="preserve"> odb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oru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warstw odsączających </w:t>
      </w:r>
      <w:r w:rsidRPr="006049FE">
        <w:rPr>
          <w:spacing w:val="3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 xml:space="preserve">w ramach realizacji </w:t>
      </w:r>
      <w:r w:rsidR="00BE3AC7" w:rsidRPr="006049FE">
        <w:rPr>
          <w:b/>
          <w:bCs/>
          <w:spacing w:val="11"/>
          <w:sz w:val="22"/>
          <w:szCs w:val="22"/>
        </w:rPr>
        <w:t>budow</w:t>
      </w:r>
      <w:r w:rsidR="00BE3AC7" w:rsidRPr="006049FE">
        <w:rPr>
          <w:b/>
          <w:bCs/>
          <w:sz w:val="22"/>
          <w:szCs w:val="22"/>
        </w:rPr>
        <w:t>y</w:t>
      </w:r>
      <w:r w:rsidR="00BE3AC7" w:rsidRPr="006049FE">
        <w:rPr>
          <w:b/>
          <w:bCs/>
          <w:spacing w:val="18"/>
          <w:sz w:val="22"/>
          <w:szCs w:val="22"/>
        </w:rPr>
        <w:t xml:space="preserve"> boiska wielofunkcyjnego przy </w:t>
      </w:r>
      <w:r w:rsidR="00BE3AC7">
        <w:rPr>
          <w:b/>
          <w:bCs/>
          <w:spacing w:val="18"/>
          <w:sz w:val="22"/>
          <w:szCs w:val="22"/>
        </w:rPr>
        <w:t>szkole podstawowej w Zbrudzewie</w:t>
      </w:r>
      <w:r w:rsidR="00BE3AC7" w:rsidRPr="006049FE">
        <w:rPr>
          <w:b/>
          <w:bCs/>
          <w:spacing w:val="18"/>
          <w:sz w:val="22"/>
          <w:szCs w:val="22"/>
        </w:rPr>
        <w:t>.</w:t>
      </w:r>
    </w:p>
    <w:p w:rsidR="00BE3AC7" w:rsidRPr="006049FE" w:rsidRDefault="00BE3AC7" w:rsidP="00BE3AC7">
      <w:pPr>
        <w:pStyle w:val="Bezodstpw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1" w:name="1.3._Zakres_robót_objętych_ST_"/>
      <w:bookmarkEnd w:id="61"/>
      <w:r w:rsidRPr="006049FE">
        <w:rPr>
          <w:sz w:val="22"/>
          <w:szCs w:val="22"/>
        </w:rPr>
        <w:t>Zakres robót objętych 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Ustalenia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niejszej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robót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ods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ocniczej,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</w:t>
      </w:r>
      <w:r w:rsidRPr="006049FE">
        <w:rPr>
          <w:spacing w:val="-8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sadzino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proofErr w:type="spellEnd"/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wątpli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nieulepszony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spoiwem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   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odsączającej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naturalnego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6B0BF9" w:rsidRPr="006049FE" w:rsidRDefault="006B0BF9" w:rsidP="00746A47">
      <w:pPr>
        <w:pStyle w:val="Akapitzlist"/>
        <w:rPr>
          <w:color w:val="323232"/>
          <w:spacing w:val="9"/>
          <w:w w:val="115"/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Określenia podstawowe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Określenia podstawowe są zgodne z obowiązującymi, odpowiednimi polskimi normami i z określeniami podanymi w ST „Wymagania ogólne” pkt 1.4.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2" w:name="1.5._Ogólne_wymagania_dotyczące_robót_"/>
      <w:bookmarkEnd w:id="62"/>
      <w:r w:rsidRPr="006049FE">
        <w:rPr>
          <w:sz w:val="22"/>
          <w:szCs w:val="22"/>
        </w:rPr>
        <w:t>Ogólne wymagania dotyczące robót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wymagania dotyczące robót podano w ST „Wymagania ogólne” pkt 1.5.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  <w:u w:val="single"/>
        </w:rPr>
      </w:pPr>
      <w:bookmarkStart w:id="63" w:name="2._MATERIAŁY_"/>
      <w:bookmarkEnd w:id="63"/>
      <w:r w:rsidRPr="006049FE">
        <w:rPr>
          <w:sz w:val="22"/>
          <w:szCs w:val="22"/>
          <w:u w:val="single"/>
        </w:rPr>
        <w:t>MATERIAŁY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 piasek do nawierzchni drogowych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4" w:name="2.1._Ogólne_wymagania_dotyczące_materiał"/>
      <w:bookmarkEnd w:id="64"/>
      <w:r w:rsidRPr="006049FE">
        <w:rPr>
          <w:sz w:val="22"/>
          <w:szCs w:val="22"/>
        </w:rPr>
        <w:t>Ogólne wymagania dotyczące materiałów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 wymagania dotyczące materiałów, ich pozyskiwania i składowania, podano w ST „Wymagania ogólne” pkt 2.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5" w:name="2.2._Rodzaje_materiałów_"/>
      <w:bookmarkEnd w:id="65"/>
      <w:r w:rsidRPr="006049FE">
        <w:rPr>
          <w:sz w:val="22"/>
          <w:szCs w:val="22"/>
        </w:rPr>
        <w:t>Rodzaje materiałów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Materiałami stosowanymi przy wykonywaniu warstw odsączających są: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piaski,</w:t>
      </w:r>
      <w:r w:rsidR="0042061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żwir i mieszanka,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6" w:name="2.3._Wymagania_dla_kruszywa_"/>
      <w:bookmarkEnd w:id="66"/>
      <w:r w:rsidRPr="006049FE">
        <w:rPr>
          <w:sz w:val="22"/>
          <w:szCs w:val="22"/>
        </w:rPr>
        <w:t>Wymagania dla kruszywa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60" w:right="960" w:bottom="900" w:left="960" w:header="0" w:footer="719" w:gutter="0"/>
          <w:cols w:space="708" w:equalWidth="0">
            <w:col w:w="9985"/>
          </w:cols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szczelności,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leżnością: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gdzie: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A25B30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Dowolny kształt 8" o:spid="_x0000_s1037" style="position:absolute;margin-left:279.85pt;margin-top:13.45pt;width:16.25pt;height:0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2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" o:allowincell="f" path="m,l325,e" filled="f" strokeweight=".17531mm">
            <v:path arrowok="t" o:connecttype="custom" o:connectlocs="0,0;205742,0" o:connectangles="0,0"/>
            <w10:wrap anchorx="page"/>
          </v:shape>
        </w:pict>
      </w:r>
      <w:r w:rsidR="00CA3637" w:rsidRPr="006049FE">
        <w:rPr>
          <w:i/>
          <w:iCs/>
          <w:spacing w:val="7"/>
          <w:position w:val="6"/>
          <w:sz w:val="22"/>
          <w:szCs w:val="22"/>
        </w:rPr>
        <w:t>D</w:t>
      </w:r>
      <w:r w:rsidR="00CA3637" w:rsidRPr="006049FE">
        <w:rPr>
          <w:sz w:val="22"/>
          <w:szCs w:val="22"/>
        </w:rPr>
        <w:t xml:space="preserve">15 </w:t>
      </w:r>
      <w:r w:rsidR="00CA3637" w:rsidRPr="006049FE">
        <w:rPr>
          <w:spacing w:val="4"/>
          <w:sz w:val="22"/>
          <w:szCs w:val="22"/>
        </w:rPr>
        <w:t xml:space="preserve"> </w:t>
      </w:r>
      <w:r w:rsidR="00CA3637" w:rsidRPr="006049FE">
        <w:rPr>
          <w:position w:val="-10"/>
          <w:sz w:val="22"/>
          <w:szCs w:val="22"/>
        </w:rPr>
        <w:t>≤ 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position w:val="2"/>
          <w:sz w:val="22"/>
          <w:szCs w:val="22"/>
        </w:rPr>
        <w:t>d</w:t>
      </w:r>
      <w:r w:rsidRPr="006049FE">
        <w:rPr>
          <w:i/>
          <w:iCs/>
          <w:spacing w:val="-33"/>
          <w:position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85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D</w:t>
      </w:r>
      <w:r w:rsidRPr="006049FE">
        <w:rPr>
          <w:position w:val="-3"/>
          <w:sz w:val="22"/>
          <w:szCs w:val="22"/>
        </w:rPr>
        <w:t>15</w:t>
      </w:r>
      <w:r w:rsidRPr="006049FE">
        <w:rPr>
          <w:spacing w:val="13"/>
          <w:position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sita,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przechodzi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15%</w:t>
      </w:r>
      <w:r w:rsidRPr="006049FE">
        <w:rPr>
          <w:spacing w:val="-6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ziarn</w:t>
      </w:r>
      <w:proofErr w:type="spellEnd"/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jącej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d</w:t>
      </w:r>
      <w:r w:rsidRPr="006049FE">
        <w:rPr>
          <w:position w:val="-3"/>
          <w:sz w:val="22"/>
          <w:szCs w:val="22"/>
        </w:rPr>
        <w:t xml:space="preserve">85 </w:t>
      </w:r>
      <w:r w:rsidRPr="006049FE">
        <w:rPr>
          <w:spacing w:val="10"/>
          <w:position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sita,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przechodzi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85%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ziarn</w:t>
      </w:r>
      <w:proofErr w:type="spellEnd"/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Dla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 xml:space="preserve">ów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</w:t>
      </w:r>
      <w:r w:rsidRPr="006049FE">
        <w:rPr>
          <w:spacing w:val="1"/>
          <w:sz w:val="22"/>
          <w:szCs w:val="22"/>
        </w:rPr>
        <w:t>ny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waniu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warstw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warunek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szcz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ln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 xml:space="preserve">ści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usi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z w:val="22"/>
          <w:szCs w:val="22"/>
        </w:rPr>
        <w:t>zagęszcza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ności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zależnośc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d</w:t>
      </w:r>
    </w:p>
    <w:p w:rsidR="00CA3637" w:rsidRPr="006049FE" w:rsidRDefault="00A25B30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Dowolny kształt 7" o:spid="_x0000_s1036" style="position:absolute;margin-left:290.75pt;margin-top:5.1pt;width:15.05pt;height:0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01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" o:allowincell="f" path="m,l301,e" filled="f" strokeweight=".17461mm">
            <v:path arrowok="t" o:connecttype="custom" o:connectlocs="0,0;191135,0" o:connectangles="0,0"/>
            <w10:wrap anchorx="page"/>
          </v:shape>
        </w:pict>
      </w:r>
      <w:r w:rsidR="00CA3637" w:rsidRPr="006049FE">
        <w:rPr>
          <w:i/>
          <w:iCs/>
          <w:sz w:val="22"/>
          <w:szCs w:val="22"/>
        </w:rPr>
        <w:t>U</w:t>
      </w:r>
      <w:r w:rsidR="00CA3637" w:rsidRPr="006049FE">
        <w:rPr>
          <w:i/>
          <w:iCs/>
          <w:spacing w:val="3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=</w:t>
      </w:r>
      <w:r w:rsidR="00CA3637" w:rsidRPr="006049FE">
        <w:rPr>
          <w:sz w:val="22"/>
          <w:szCs w:val="22"/>
        </w:rPr>
        <w:tab/>
      </w:r>
      <w:r w:rsidR="00CA3637" w:rsidRPr="006049FE">
        <w:rPr>
          <w:position w:val="12"/>
          <w:sz w:val="22"/>
          <w:szCs w:val="22"/>
        </w:rPr>
        <w:t xml:space="preserve">60 </w:t>
      </w:r>
      <w:r w:rsidR="00CA3637" w:rsidRPr="006049FE">
        <w:rPr>
          <w:spacing w:val="8"/>
          <w:position w:val="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≥ 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gdzie: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U</w:t>
      </w:r>
      <w:r w:rsidRPr="006049FE">
        <w:rPr>
          <w:i/>
          <w:iCs/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wskaźnik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różnoziarnistości,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position w:val="6"/>
          <w:sz w:val="22"/>
          <w:szCs w:val="22"/>
        </w:rPr>
        <w:t>d</w:t>
      </w:r>
      <w:r w:rsidRPr="006049FE">
        <w:rPr>
          <w:i/>
          <w:iCs/>
          <w:spacing w:val="-24"/>
          <w:position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d</w:t>
      </w:r>
      <w:r w:rsidRPr="006049FE">
        <w:rPr>
          <w:position w:val="-3"/>
          <w:sz w:val="22"/>
          <w:szCs w:val="22"/>
        </w:rPr>
        <w:t>60</w:t>
      </w:r>
      <w:r w:rsidRPr="006049FE">
        <w:rPr>
          <w:spacing w:val="12"/>
          <w:position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sita,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przechodzi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60%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tworz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cinającą,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d</w:t>
      </w:r>
      <w:r w:rsidRPr="006049FE">
        <w:rPr>
          <w:position w:val="-3"/>
          <w:sz w:val="22"/>
          <w:szCs w:val="22"/>
        </w:rPr>
        <w:t>10</w:t>
      </w:r>
      <w:r w:rsidRPr="006049FE">
        <w:rPr>
          <w:spacing w:val="12"/>
          <w:position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sita,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przechodzi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10%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tworz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cinającą.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Piasek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stos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wany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wania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ods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PN-B-11113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5</w:t>
      </w:r>
      <w:r w:rsidRPr="006049FE">
        <w:rPr>
          <w:sz w:val="22"/>
          <w:szCs w:val="22"/>
        </w:rPr>
        <w:t>]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gatunku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Żwir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eszanka  stosowane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wania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PN-B-11111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3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klasy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i</w:t>
      </w:r>
      <w:proofErr w:type="spellEnd"/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7" w:name="2.4._Składowanie_materiałów_"/>
      <w:bookmarkEnd w:id="67"/>
      <w:r w:rsidRPr="006049FE">
        <w:rPr>
          <w:sz w:val="22"/>
          <w:szCs w:val="22"/>
        </w:rPr>
        <w:t>Składowanie materiałów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Składowanie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przeznaczone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ącej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bezpośrednio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dostarczeniu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zachodzi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potrzeba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okresowego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składowania,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zabezpiecz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szczeniem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eszaniem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innymi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ienn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ejscu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ówne,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utwardzone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dobrze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odnione.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68" w:name="3._SPRZĘT_"/>
      <w:bookmarkEnd w:id="68"/>
      <w:r w:rsidRPr="006049FE">
        <w:rPr>
          <w:spacing w:val="-2"/>
          <w:sz w:val="22"/>
          <w:szCs w:val="22"/>
          <w:u w:val="thick"/>
        </w:rPr>
        <w:t>SPR</w:t>
      </w:r>
      <w:r w:rsidRPr="006049FE">
        <w:rPr>
          <w:sz w:val="22"/>
          <w:szCs w:val="22"/>
          <w:u w:val="thick"/>
        </w:rPr>
        <w:t>Z</w:t>
      </w:r>
      <w:r w:rsidRPr="006049FE">
        <w:rPr>
          <w:spacing w:val="-2"/>
          <w:sz w:val="22"/>
          <w:szCs w:val="22"/>
          <w:u w:val="thick"/>
        </w:rPr>
        <w:t>Ę</w:t>
      </w:r>
      <w:r w:rsidRPr="006049FE">
        <w:rPr>
          <w:sz w:val="22"/>
          <w:szCs w:val="22"/>
          <w:u w:val="thick"/>
        </w:rPr>
        <w:t>T</w:t>
      </w:r>
    </w:p>
    <w:p w:rsidR="00CA3637" w:rsidRPr="006049FE" w:rsidRDefault="00CA3637" w:rsidP="006B0BF9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69" w:name="3.1._Ogólne_wymagania_dotyczące_sprzętu_"/>
      <w:bookmarkEnd w:id="69"/>
      <w:r w:rsidRPr="006049FE">
        <w:rPr>
          <w:sz w:val="22"/>
          <w:szCs w:val="22"/>
        </w:rPr>
        <w:t>Ogólne wymagania dotyczące sprzętu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0" w:name="3.2._Sprzęt_do_wykonania_robót_"/>
      <w:bookmarkEnd w:id="70"/>
      <w:r w:rsidRPr="006049FE">
        <w:rPr>
          <w:sz w:val="22"/>
          <w:szCs w:val="22"/>
        </w:rPr>
        <w:t>Sprzęt do wykonania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Wykonawca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stępują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konania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warstwy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odcinającej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lub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odsączającej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powinien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kazać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żliwośc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następujące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równiarek,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walców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atyczn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− 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płyt wibracyjnych lub ub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 xml:space="preserve">ków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echanicznych.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TRANSPORT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1" w:name="4.1._Ogólne_wymagania_dotyczące_transpor"/>
      <w:bookmarkEnd w:id="71"/>
      <w:r w:rsidRPr="006049FE">
        <w:rPr>
          <w:sz w:val="22"/>
          <w:szCs w:val="22"/>
        </w:rPr>
        <w:t>Ogólne wymagania dotyczące transportu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2" w:name="4.2._Transport_kruszywa_"/>
      <w:bookmarkEnd w:id="72"/>
      <w:r w:rsidRPr="006049FE">
        <w:rPr>
          <w:sz w:val="22"/>
          <w:szCs w:val="22"/>
        </w:rPr>
        <w:t>Transport kruszywa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  można  przew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zić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dowolnymi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transportu  w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warunkach  zabezpieczając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  je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rzed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szczeni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mi,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nad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er</w:t>
      </w:r>
      <w:r w:rsidRPr="006049FE">
        <w:rPr>
          <w:spacing w:val="1"/>
          <w:sz w:val="22"/>
          <w:szCs w:val="22"/>
        </w:rPr>
        <w:t>ny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suszeni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wilgoceni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6B0BF9" w:rsidRPr="006049FE" w:rsidRDefault="006B0BF9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73" w:name="5.__WYKONANIE_ROBÓT_"/>
      <w:bookmarkEnd w:id="73"/>
      <w:r w:rsidRPr="006049FE">
        <w:rPr>
          <w:spacing w:val="-2"/>
          <w:sz w:val="22"/>
          <w:szCs w:val="22"/>
          <w:u w:val="thick"/>
        </w:rPr>
        <w:t>WYKONANIE</w:t>
      </w:r>
      <w:r w:rsidRPr="006049FE">
        <w:rPr>
          <w:spacing w:val="-31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4" w:name="5.1._Ogólne_zasady_wykonania_robót_"/>
      <w:bookmarkEnd w:id="74"/>
      <w:r w:rsidRPr="006049FE">
        <w:rPr>
          <w:sz w:val="22"/>
          <w:szCs w:val="22"/>
        </w:rPr>
        <w:t>Ogólne zasady wykonania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5" w:name="5.2._Przygotowanie_podłoża_"/>
      <w:bookmarkEnd w:id="75"/>
      <w:r w:rsidRPr="006049FE">
        <w:rPr>
          <w:sz w:val="22"/>
          <w:szCs w:val="22"/>
        </w:rPr>
        <w:t>Przygotowanie podłoża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Podłoże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gruntowe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ślone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„Roboty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ziemne”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„Wykonanie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profilowaniem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ęszczaniem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gruncie”.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Warstwy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nny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yczone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ożliwiający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tolerancjami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określonymi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</w:t>
      </w:r>
      <w:r w:rsidRPr="006049FE">
        <w:rPr>
          <w:spacing w:val="1"/>
          <w:sz w:val="22"/>
          <w:szCs w:val="22"/>
        </w:rPr>
        <w:t>zy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spe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cjach.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Paliki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szpilki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ustawione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rzędach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wnoległ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tora.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Ro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zenie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lików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szpilek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wiać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aciągnięcie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sznurków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linek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odstępach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6" w:name="5.3._Wbudowanie_i_zagęszczanie_kruszywa_"/>
      <w:bookmarkEnd w:id="76"/>
      <w:r w:rsidRPr="006049FE">
        <w:rPr>
          <w:sz w:val="22"/>
          <w:szCs w:val="22"/>
        </w:rPr>
        <w:t>Wbudowanie i zagęszczanie kruszywa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rozkładane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warstwie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jednakowej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grubości,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yciu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równiarki,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zachowaniem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spadków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ych.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Grubość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rozłożonej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luźn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taka,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aby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osiągnięto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ubość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dok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mentacja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przewiduje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ącej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żej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20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dwuwarstwowo.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Rozpoczęcie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każdej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ąpić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odbiorze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poprzedniej.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scach,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widoczna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segregacja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wymienić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iast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ńco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profilowaniu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cej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eży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stąpić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zanie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rzekroju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daszkow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ynać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krawędzi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stopniowo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przesuwać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pasa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częściowo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nakładając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si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,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kierunku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osi.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Zagęszczanie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zchni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jednostronnym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spadku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rozpoczynać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dolnej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krawędzi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przesuwać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pasami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czę</w:t>
      </w:r>
      <w:r w:rsidRPr="006049FE">
        <w:rPr>
          <w:spacing w:val="1"/>
          <w:sz w:val="22"/>
          <w:szCs w:val="22"/>
        </w:rPr>
        <w:t>ś</w:t>
      </w:r>
      <w:r w:rsidRPr="006049FE">
        <w:rPr>
          <w:sz w:val="22"/>
          <w:szCs w:val="22"/>
        </w:rPr>
        <w:t>ciowo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nakładając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kierunku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górnej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krawędzi.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zagłębienia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powstałe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ęszczania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winny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równ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bieżąco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zez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dodanie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usunięcie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ału,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aż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iejscach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niedostępn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walców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ods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zag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ubijak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mi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echaniczn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Zagęszczanie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nale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kontynuo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osiągn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ęcia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wskaźnika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1,0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próby</w:t>
      </w:r>
      <w:r w:rsidRPr="006049FE">
        <w:rPr>
          <w:spacing w:val="-3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Proctora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przeprowadzonej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we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ług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PN-B-04481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1</w:t>
      </w:r>
      <w:r w:rsidRPr="006049FE">
        <w:rPr>
          <w:spacing w:val="-2"/>
          <w:sz w:val="22"/>
          <w:szCs w:val="22"/>
        </w:rPr>
        <w:t>]</w:t>
      </w:r>
      <w:r w:rsidRPr="006049FE">
        <w:rPr>
          <w:sz w:val="22"/>
          <w:szCs w:val="22"/>
        </w:rPr>
        <w:t>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Wskaźnik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ślać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BN-77/8931-12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8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padku, gdy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gruboziarnisty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 wbudowany w warst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ę odsączaj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cą lub odcinającą,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unie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przeprowadzenie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no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próby</w:t>
      </w:r>
      <w:r w:rsidRPr="006049FE">
        <w:rPr>
          <w:spacing w:val="53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Proctora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ę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oprzeć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metodzie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obciążeń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określić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pierwotny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wtó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ny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odkształcenia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BN-64/8931-02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6</w:t>
      </w:r>
      <w:r w:rsidRPr="006049FE">
        <w:rPr>
          <w:spacing w:val="-2"/>
          <w:sz w:val="22"/>
          <w:szCs w:val="22"/>
        </w:rPr>
        <w:t>]</w:t>
      </w:r>
      <w:r w:rsidRPr="006049FE">
        <w:rPr>
          <w:sz w:val="22"/>
          <w:szCs w:val="22"/>
        </w:rPr>
        <w:t>.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Stosunek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wtórnego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pierwotnego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odułu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odkształce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nien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,2.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Wilgotność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zas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op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0%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+10%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wartości.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przypadku,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ższa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ej,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osus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ieszanie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napowietrza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ie.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przypadku,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est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niższa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alnej,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zwil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określoną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ilością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wody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ieszać.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7" w:name="5.4._Utrzymanie_warstwy_odsączającej__"/>
      <w:bookmarkEnd w:id="77"/>
      <w:r w:rsidRPr="006049FE">
        <w:rPr>
          <w:sz w:val="22"/>
          <w:szCs w:val="22"/>
        </w:rPr>
        <w:t>Utrzymanie warstwy odsączającej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Warstwa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konaniu,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ułoż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następnej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dob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stanie.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ruchu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padku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ruch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pojazdów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żej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leż</w:t>
      </w:r>
      <w:r w:rsidRPr="006049FE">
        <w:rPr>
          <w:spacing w:val="1"/>
          <w:sz w:val="22"/>
          <w:szCs w:val="22"/>
        </w:rPr>
        <w:t>ą</w:t>
      </w:r>
      <w:r w:rsidR="00781B7B" w:rsidRPr="006049FE">
        <w:rPr>
          <w:sz w:val="22"/>
          <w:szCs w:val="22"/>
        </w:rPr>
        <w:t xml:space="preserve">cej </w:t>
      </w:r>
      <w:r w:rsidRPr="006049FE">
        <w:rPr>
          <w:sz w:val="22"/>
          <w:szCs w:val="22"/>
        </w:rPr>
        <w:lastRenderedPageBreak/>
        <w:t>warstwy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nawierzchni.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niewłaściwego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obc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ąża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78" w:name="6._KONTROLA_JAKOŚCI_PRAC_"/>
      <w:bookmarkEnd w:id="78"/>
      <w:r w:rsidRPr="006049FE">
        <w:rPr>
          <w:spacing w:val="-2"/>
          <w:sz w:val="22"/>
          <w:szCs w:val="22"/>
          <w:u w:val="thick"/>
        </w:rPr>
        <w:t>KONTROLA</w:t>
      </w:r>
      <w:r w:rsidRPr="006049FE">
        <w:rPr>
          <w:spacing w:val="-22"/>
          <w:sz w:val="22"/>
          <w:szCs w:val="22"/>
          <w:u w:val="thick"/>
        </w:rPr>
        <w:t xml:space="preserve"> </w:t>
      </w:r>
      <w:r w:rsidR="006B0BF9" w:rsidRPr="006049FE">
        <w:rPr>
          <w:spacing w:val="-22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JAK</w:t>
      </w:r>
      <w:r w:rsidRPr="006049FE">
        <w:rPr>
          <w:spacing w:val="-5"/>
          <w:sz w:val="22"/>
          <w:szCs w:val="22"/>
          <w:u w:val="thick"/>
        </w:rPr>
        <w:t>O</w:t>
      </w:r>
      <w:r w:rsidRPr="006049FE">
        <w:rPr>
          <w:sz w:val="22"/>
          <w:szCs w:val="22"/>
          <w:u w:val="thick"/>
        </w:rPr>
        <w:t>Ś</w:t>
      </w:r>
      <w:r w:rsidRPr="006049FE">
        <w:rPr>
          <w:spacing w:val="-3"/>
          <w:sz w:val="22"/>
          <w:szCs w:val="22"/>
          <w:u w:val="thick"/>
        </w:rPr>
        <w:t>CI</w:t>
      </w:r>
      <w:r w:rsidR="006B0BF9" w:rsidRPr="006049FE">
        <w:rPr>
          <w:spacing w:val="-3"/>
          <w:sz w:val="22"/>
          <w:szCs w:val="22"/>
          <w:u w:val="thick"/>
        </w:rPr>
        <w:t xml:space="preserve"> </w:t>
      </w:r>
      <w:r w:rsidRPr="006049FE">
        <w:rPr>
          <w:spacing w:val="-20"/>
          <w:sz w:val="22"/>
          <w:szCs w:val="22"/>
          <w:u w:val="thick"/>
        </w:rPr>
        <w:t xml:space="preserve"> </w:t>
      </w:r>
      <w:r w:rsidRPr="006049FE">
        <w:rPr>
          <w:spacing w:val="-3"/>
          <w:sz w:val="22"/>
          <w:szCs w:val="22"/>
          <w:u w:val="thick"/>
        </w:rPr>
        <w:t>PRAC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79" w:name="6.1._Ogólne_zasady_kontroli_jakości_robó"/>
      <w:bookmarkEnd w:id="79"/>
      <w:r w:rsidRPr="006049FE">
        <w:rPr>
          <w:sz w:val="22"/>
          <w:szCs w:val="22"/>
        </w:rPr>
        <w:t>Ogólne zasady kontroli jakości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„W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6.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80" w:name="6.2._Badania_przed_przystąpieniem_do_rob"/>
      <w:bookmarkEnd w:id="80"/>
      <w:r w:rsidRPr="006049FE">
        <w:rPr>
          <w:sz w:val="22"/>
          <w:szCs w:val="22"/>
        </w:rPr>
        <w:t>Badania przed przystąpieniem do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stąpieniem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przezna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tawić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Inspektorowi.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winny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ować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oś</w:t>
      </w:r>
      <w:r w:rsidRPr="006049FE">
        <w:rPr>
          <w:spacing w:val="1"/>
          <w:sz w:val="22"/>
          <w:szCs w:val="22"/>
        </w:rPr>
        <w:t>ci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ok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eślone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2.3.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81" w:name="6.3._Badania_w_czasie_robót_"/>
      <w:bookmarkEnd w:id="81"/>
      <w:r w:rsidRPr="006049FE">
        <w:rPr>
          <w:sz w:val="22"/>
          <w:szCs w:val="22"/>
        </w:rPr>
        <w:t>Badania w czasie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Częstotliwość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Częstotliwość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zakr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pomiarów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dotycząc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cech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geo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podaje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Częstotliwość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7"/>
        <w:gridCol w:w="3156"/>
        <w:gridCol w:w="6203"/>
      </w:tblGrid>
      <w:tr w:rsidR="00CA3637" w:rsidRPr="006049FE" w:rsidTr="00B70C44">
        <w:trPr>
          <w:trHeight w:hRule="exact" w:val="712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Lp.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szczególnienie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ń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iarów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Minimalna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</w:t>
            </w:r>
            <w:r w:rsidRPr="006049FE">
              <w:rPr>
                <w:spacing w:val="1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ęstotliwość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badań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iarów</w:t>
            </w:r>
          </w:p>
        </w:tc>
      </w:tr>
      <w:tr w:rsidR="00CA3637" w:rsidRPr="006049FE" w:rsidTr="00B70C44">
        <w:trPr>
          <w:trHeight w:hRule="exact" w:val="311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Szerokość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warstwy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km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Równość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podłużna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20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każd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pasie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uchu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Równość</w:t>
            </w:r>
            <w:r w:rsidRPr="006049FE">
              <w:rPr>
                <w:spacing w:val="-1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poprzeczna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km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Spadki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popr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eczne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position w:val="10"/>
                <w:sz w:val="22"/>
                <w:szCs w:val="22"/>
              </w:rPr>
              <w:t>*)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razy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km</w:t>
            </w:r>
          </w:p>
        </w:tc>
      </w:tr>
      <w:tr w:rsidR="00CA3637" w:rsidRPr="006049FE" w:rsidTr="00B70C44">
        <w:trPr>
          <w:trHeight w:hRule="exact" w:val="577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Rzędne</w:t>
            </w:r>
            <w:r w:rsidRPr="006049FE">
              <w:rPr>
                <w:spacing w:val="-2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sokościowe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25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osi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jezdni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jej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krawędziach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autostrad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dróg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ekspresow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100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pozostał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dróg</w:t>
            </w:r>
          </w:p>
        </w:tc>
      </w:tr>
      <w:tr w:rsidR="00CA3637" w:rsidRPr="006049FE" w:rsidTr="00B70C44">
        <w:trPr>
          <w:trHeight w:hRule="exact" w:val="577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Ukształtowa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osi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planie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position w:val="10"/>
                <w:sz w:val="22"/>
                <w:szCs w:val="22"/>
              </w:rPr>
              <w:t>*)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25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osi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jezdni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j</w:t>
            </w:r>
            <w:r w:rsidRPr="006049FE">
              <w:rPr>
                <w:sz w:val="22"/>
                <w:szCs w:val="22"/>
              </w:rPr>
              <w:t>ej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krawędziach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autostrad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dróg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ekspresow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co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100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pozostał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dróg</w:t>
            </w:r>
          </w:p>
        </w:tc>
      </w:tr>
      <w:tr w:rsidR="00CA3637" w:rsidRPr="006049FE" w:rsidTr="00E14C15">
        <w:trPr>
          <w:trHeight w:hRule="exact" w:val="704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Grubość</w:t>
            </w:r>
            <w:r w:rsidRPr="006049FE">
              <w:rPr>
                <w:spacing w:val="-1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warstwy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  <w:u w:val="single"/>
              </w:rPr>
              <w:t>Podczas</w:t>
            </w:r>
            <w:r w:rsidRPr="006049FE">
              <w:rPr>
                <w:spacing w:val="-5"/>
                <w:sz w:val="22"/>
                <w:szCs w:val="22"/>
                <w:u w:val="single"/>
              </w:rPr>
              <w:t xml:space="preserve"> </w:t>
            </w:r>
            <w:r w:rsidRPr="006049FE">
              <w:rPr>
                <w:sz w:val="22"/>
                <w:szCs w:val="22"/>
                <w:u w:val="single"/>
              </w:rPr>
              <w:t>budow</w:t>
            </w:r>
            <w:r w:rsidRPr="006049FE">
              <w:rPr>
                <w:spacing w:val="1"/>
                <w:sz w:val="22"/>
                <w:szCs w:val="22"/>
                <w:u w:val="single"/>
              </w:rPr>
              <w:t>y</w:t>
            </w:r>
            <w:r w:rsidRPr="006049FE">
              <w:rPr>
                <w:sz w:val="22"/>
                <w:szCs w:val="22"/>
              </w:rPr>
              <w:t>: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punktach,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lecz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rzadziej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400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position w:val="10"/>
                <w:sz w:val="22"/>
                <w:szCs w:val="22"/>
              </w:rPr>
              <w:t xml:space="preserve">2 </w:t>
            </w:r>
            <w:r w:rsidRPr="006049FE">
              <w:rPr>
                <w:sz w:val="22"/>
                <w:szCs w:val="22"/>
                <w:u w:val="single"/>
              </w:rPr>
              <w:t>Przed</w:t>
            </w:r>
            <w:r w:rsidRPr="006049FE">
              <w:rPr>
                <w:spacing w:val="-5"/>
                <w:sz w:val="22"/>
                <w:szCs w:val="22"/>
                <w:u w:val="single"/>
              </w:rPr>
              <w:t xml:space="preserve"> </w:t>
            </w:r>
            <w:r w:rsidRPr="006049FE">
              <w:rPr>
                <w:sz w:val="22"/>
                <w:szCs w:val="22"/>
                <w:u w:val="single"/>
              </w:rPr>
              <w:t>odbior</w:t>
            </w:r>
            <w:r w:rsidRPr="006049FE">
              <w:rPr>
                <w:spacing w:val="-2"/>
                <w:sz w:val="22"/>
                <w:szCs w:val="22"/>
                <w:u w:val="single"/>
              </w:rPr>
              <w:t>e</w:t>
            </w:r>
            <w:r w:rsidRPr="006049FE">
              <w:rPr>
                <w:sz w:val="22"/>
                <w:szCs w:val="22"/>
                <w:u w:val="single"/>
              </w:rPr>
              <w:t>m:</w:t>
            </w:r>
            <w:r w:rsidRPr="006049FE">
              <w:rPr>
                <w:spacing w:val="-5"/>
                <w:sz w:val="22"/>
                <w:szCs w:val="22"/>
                <w:u w:val="single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punktach,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lecz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zadziej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2000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position w:val="10"/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577"/>
        </w:trPr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31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Zagęszczenie,</w:t>
            </w:r>
            <w:r w:rsidRPr="006049FE">
              <w:rPr>
                <w:spacing w:val="-2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wilgotność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</w:p>
        </w:tc>
        <w:tc>
          <w:tcPr>
            <w:tcW w:w="6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punktach,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lecz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rza</w:t>
            </w:r>
            <w:r w:rsidRPr="006049FE">
              <w:rPr>
                <w:spacing w:val="1"/>
                <w:sz w:val="22"/>
                <w:szCs w:val="22"/>
              </w:rPr>
              <w:t>d</w:t>
            </w:r>
            <w:r w:rsidRPr="006049FE">
              <w:rPr>
                <w:sz w:val="22"/>
                <w:szCs w:val="22"/>
              </w:rPr>
              <w:t>ziej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raz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600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position w:val="10"/>
                <w:sz w:val="22"/>
                <w:szCs w:val="22"/>
              </w:rPr>
              <w:t>2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*)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ukszt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punktach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główn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łuków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pozio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Szerokość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Szerokość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różnić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+10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Równość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stwy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stwy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odsączającej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mierz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etrową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łatą,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normą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BN-68/8931-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04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7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odsączającej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metrową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atą.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Nierówności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ogą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20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Spadki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popr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eczne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Spadki 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 xml:space="preserve">wy 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odcinającej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odsączającej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łukach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powinny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zgodne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0,5%.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Rzędne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sokościowe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Różnice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między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rzędnymi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przekraczać</w:t>
      </w:r>
      <w:r w:rsidR="006B0BF9" w:rsidRPr="006049FE">
        <w:rPr>
          <w:sz w:val="22"/>
          <w:szCs w:val="22"/>
        </w:rPr>
        <w:t xml:space="preserve"> , </w:t>
      </w:r>
      <w:r w:rsidRPr="006049FE">
        <w:rPr>
          <w:sz w:val="22"/>
          <w:szCs w:val="22"/>
        </w:rPr>
        <w:t>+1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-2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Ukształtowa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Oś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przesunięta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ię</w:t>
      </w:r>
      <w:r w:rsidRPr="006049FE">
        <w:rPr>
          <w:sz w:val="22"/>
          <w:szCs w:val="22"/>
        </w:rPr>
        <w:t>cej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autostrad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dróg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ekspresow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ięcej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pozostał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dróg.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Grubość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Grubość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+1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-2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stwa,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względów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technologiczn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została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dwóch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warstwach,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łączną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stkich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powierzchniach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wadliwych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wzgl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dem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naprawę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uzup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łnienie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nowym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</w:t>
      </w:r>
      <w:r w:rsidRPr="006049FE">
        <w:rPr>
          <w:spacing w:val="1"/>
          <w:sz w:val="22"/>
          <w:szCs w:val="22"/>
        </w:rPr>
        <w:t>łe</w:t>
      </w:r>
      <w:r w:rsidRPr="006049FE">
        <w:rPr>
          <w:sz w:val="22"/>
          <w:szCs w:val="22"/>
        </w:rPr>
        <w:t>m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wościach,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równanie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zagęszczenie.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własny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konaniu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nastąpi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ocena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żej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Zagęszczenie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Wskaźnik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zagęszczenia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warstwy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 xml:space="preserve">ącej,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określony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wg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BN-77/8931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 xml:space="preserve">12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8</w:t>
      </w:r>
      <w:r w:rsidRPr="006049FE">
        <w:rPr>
          <w:sz w:val="22"/>
          <w:szCs w:val="22"/>
        </w:rPr>
        <w:t xml:space="preserve">]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nie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 xml:space="preserve">owinien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terium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obrego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stwy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stosuje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porównanie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wartości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odułów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odkształcenia, to wartość stosunku wtó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 xml:space="preserve">nego do pierwotnego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odułu odkształcenia, 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 zgodnie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ą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BN-64/8931-02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6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2,2.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Wilgotność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cz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enia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badać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edług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PN-B-06714-17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2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.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Wilg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tność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olerancją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-20%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="006B0BF9" w:rsidRPr="006049FE">
        <w:rPr>
          <w:sz w:val="22"/>
          <w:szCs w:val="22"/>
        </w:rPr>
        <w:t>+10%.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82" w:name="6.4._Zasady_postępowania_z_odcinkami_wad"/>
      <w:bookmarkEnd w:id="82"/>
      <w:r w:rsidRPr="006049FE">
        <w:rPr>
          <w:sz w:val="22"/>
          <w:szCs w:val="22"/>
        </w:rPr>
        <w:t>Zasady postępowania z odcinkami wadliwie wykonanymi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powierzchnie,</w:t>
      </w:r>
      <w:r w:rsidRPr="006049FE">
        <w:rPr>
          <w:spacing w:val="1"/>
          <w:sz w:val="22"/>
          <w:szCs w:val="22"/>
        </w:rPr>
        <w:t xml:space="preserve"> k</w:t>
      </w:r>
      <w:r w:rsidRPr="006049FE">
        <w:rPr>
          <w:sz w:val="22"/>
          <w:szCs w:val="22"/>
        </w:rPr>
        <w:t>tóre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kazują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lenia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cech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geometr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 od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naprawione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głębokości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nane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powtórnie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zagęszczone.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nowego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niedopuszczalne.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42061D" w:rsidP="00746A47">
      <w:pPr>
        <w:pStyle w:val="Akapitzlist"/>
        <w:rPr>
          <w:b/>
          <w:bCs/>
          <w:sz w:val="22"/>
          <w:szCs w:val="22"/>
        </w:rPr>
      </w:pPr>
      <w:bookmarkStart w:id="83" w:name="7._Obmiar_robót_"/>
      <w:bookmarkEnd w:id="83"/>
      <w:r w:rsidRPr="006049FE">
        <w:rPr>
          <w:spacing w:val="-2"/>
          <w:sz w:val="22"/>
          <w:szCs w:val="22"/>
          <w:u w:val="thick"/>
        </w:rPr>
        <w:t>OBMIAR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Jednostka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Jednostką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est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2</w:t>
      </w:r>
      <w:r w:rsidRPr="006049FE">
        <w:rPr>
          <w:spacing w:val="13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(metr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kwadratow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)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84" w:name="8._ODBIÓR_ROBÓT_"/>
      <w:bookmarkEnd w:id="84"/>
      <w:r w:rsidRPr="006049FE">
        <w:rPr>
          <w:spacing w:val="-2"/>
          <w:sz w:val="22"/>
          <w:szCs w:val="22"/>
          <w:u w:val="thick"/>
        </w:rPr>
        <w:t>ODBIÓR</w:t>
      </w:r>
      <w:r w:rsidRPr="006049FE">
        <w:rPr>
          <w:spacing w:val="-25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ne”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8.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Robo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uznaje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tac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projektową,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żeli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zachowaniem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85" w:name="9._PODSTAWA_PŁATNOŚCI_"/>
      <w:bookmarkEnd w:id="85"/>
      <w:r w:rsidRPr="006049FE">
        <w:rPr>
          <w:spacing w:val="-2"/>
          <w:sz w:val="22"/>
          <w:szCs w:val="22"/>
          <w:u w:val="thick"/>
        </w:rPr>
        <w:t>PODSTAWA</w:t>
      </w:r>
      <w:r w:rsidRPr="006049FE">
        <w:rPr>
          <w:spacing w:val="-36"/>
          <w:sz w:val="22"/>
          <w:szCs w:val="22"/>
          <w:u w:val="thick"/>
        </w:rPr>
        <w:t xml:space="preserve"> </w:t>
      </w:r>
      <w:r w:rsidRPr="006049FE">
        <w:rPr>
          <w:spacing w:val="-2"/>
          <w:sz w:val="22"/>
          <w:szCs w:val="22"/>
          <w:u w:val="thick"/>
        </w:rPr>
        <w:t>PŁ</w:t>
      </w:r>
      <w:r w:rsidRPr="006049FE">
        <w:rPr>
          <w:spacing w:val="-3"/>
          <w:sz w:val="22"/>
          <w:szCs w:val="22"/>
          <w:u w:val="thick"/>
        </w:rPr>
        <w:t>ATN</w:t>
      </w:r>
      <w:r w:rsidRPr="006049FE">
        <w:rPr>
          <w:sz w:val="22"/>
          <w:szCs w:val="22"/>
          <w:u w:val="thick"/>
        </w:rPr>
        <w:t>O</w:t>
      </w:r>
      <w:r w:rsidRPr="006049FE">
        <w:rPr>
          <w:spacing w:val="-2"/>
          <w:sz w:val="22"/>
          <w:szCs w:val="22"/>
          <w:u w:val="thick"/>
        </w:rPr>
        <w:t>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86" w:name="9.1._Ogólne_ustalenia_dotyczące_podstawy"/>
      <w:bookmarkEnd w:id="86"/>
      <w:r w:rsidRPr="006049FE">
        <w:rPr>
          <w:sz w:val="22"/>
          <w:szCs w:val="22"/>
        </w:rPr>
        <w:t>Ogólne ustalenia dotyczące podstawy płatności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”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bookmarkStart w:id="87" w:name="9.2._Cena_jednostki_obmiarowej_"/>
      <w:bookmarkEnd w:id="87"/>
      <w:r w:rsidRPr="006049FE">
        <w:rPr>
          <w:sz w:val="22"/>
          <w:szCs w:val="22"/>
        </w:rPr>
        <w:t>Cena jednostki obmiarowej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2"/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2</w:t>
      </w:r>
      <w:r w:rsidRPr="006049FE">
        <w:rPr>
          <w:spacing w:val="13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i/lub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odcinającej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zapewnienie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środków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produkcji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prace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owe,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dostarczenie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rozłożenie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uprzednio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gotowan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podłożu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łu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równanie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łożonej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profilu,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zagęszczenie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ofilowanej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przeprowadzenie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laborator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uporządkowanie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bookmarkStart w:id="88" w:name="10._PRZEPISY_ZWIĄZANE_"/>
      <w:bookmarkEnd w:id="88"/>
      <w:r w:rsidRPr="006049FE">
        <w:rPr>
          <w:b/>
          <w:bCs/>
          <w:spacing w:val="-3"/>
          <w:sz w:val="22"/>
          <w:szCs w:val="22"/>
        </w:rPr>
        <w:t>10</w:t>
      </w:r>
      <w:r w:rsidRPr="006049FE">
        <w:rPr>
          <w:b/>
          <w:bCs/>
          <w:spacing w:val="14"/>
          <w:sz w:val="22"/>
          <w:szCs w:val="22"/>
        </w:rPr>
        <w:t>.</w:t>
      </w:r>
      <w:r w:rsidRPr="006049FE">
        <w:rPr>
          <w:b/>
          <w:bCs/>
          <w:spacing w:val="-3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6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E</w:t>
      </w:r>
      <w:r w:rsidRPr="006049FE">
        <w:rPr>
          <w:b/>
          <w:bCs/>
          <w:spacing w:val="-3"/>
          <w:sz w:val="22"/>
          <w:szCs w:val="22"/>
        </w:rPr>
        <w:t>P</w:t>
      </w:r>
      <w:r w:rsidRPr="006049FE">
        <w:rPr>
          <w:b/>
          <w:bCs/>
          <w:spacing w:val="-2"/>
          <w:sz w:val="22"/>
          <w:szCs w:val="22"/>
        </w:rPr>
        <w:t>I</w:t>
      </w:r>
      <w:r w:rsidRPr="006049FE">
        <w:rPr>
          <w:b/>
          <w:bCs/>
          <w:spacing w:val="-3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6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IĄ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89" w:name="11._Normy_"/>
      <w:bookmarkEnd w:id="89"/>
      <w:r w:rsidRPr="006049FE">
        <w:rPr>
          <w:spacing w:val="-2"/>
          <w:sz w:val="22"/>
          <w:szCs w:val="22"/>
        </w:rPr>
        <w:t>11</w:t>
      </w:r>
      <w:r w:rsidRPr="006049FE">
        <w:rPr>
          <w:sz w:val="22"/>
          <w:szCs w:val="22"/>
        </w:rPr>
        <w:t>.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Nor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A25B30" w:rsidP="00746A47">
      <w:pPr>
        <w:pStyle w:val="Akapitzlist"/>
        <w:rPr>
          <w:sz w:val="22"/>
          <w:szCs w:val="22"/>
        </w:rPr>
      </w:pPr>
      <w:bookmarkStart w:id="90" w:name="strona_tytułowa_SPEC_BOISKA_SPORTOWE_ORL"/>
      <w:bookmarkStart w:id="91" w:name="_______________________________SPECYFIKA"/>
      <w:bookmarkEnd w:id="90"/>
      <w:bookmarkEnd w:id="91"/>
      <w:r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6" o:spid="_x0000_s1035" type="#_x0000_t202" style="position:absolute;margin-left:47.1pt;margin-top:.35pt;width:498.85pt;height:242.15pt;z-index:-251649024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" o:allowincell="f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13"/>
                    <w:gridCol w:w="1403"/>
                    <w:gridCol w:w="7723"/>
                  </w:tblGrid>
                  <w:tr w:rsidR="00E67E94" w:rsidRPr="009A4043" w:rsidTr="00B70C44">
                    <w:trPr>
                      <w:trHeight w:hRule="exact" w:val="324"/>
                    </w:trPr>
                    <w:tc>
                      <w:tcPr>
                        <w:tcW w:w="51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31"/>
                          <w:ind w:left="230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1.</w:t>
                        </w:r>
                      </w:p>
                    </w:tc>
                    <w:tc>
                      <w:tcPr>
                        <w:tcW w:w="140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31"/>
                          <w:ind w:left="117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PN-B-04481</w:t>
                        </w:r>
                      </w:p>
                    </w:tc>
                    <w:tc>
                      <w:tcPr>
                        <w:tcW w:w="772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31"/>
                          <w:ind w:left="160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Grun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t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pacing w:val="-8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b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u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d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o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wlane.</w:t>
                        </w:r>
                        <w:r w:rsidRPr="009A4043">
                          <w:rPr>
                            <w:spacing w:val="-8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Bada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n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ia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próbek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g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r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u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ntu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436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6"/>
                          </w:tabs>
                          <w:kinsoku w:val="0"/>
                          <w:overflowPunct w:val="0"/>
                          <w:spacing w:before="15" w:line="250" w:lineRule="atLeast"/>
                          <w:ind w:left="630" w:right="-9" w:hanging="401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2.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PN-B-06714-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wa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neralne.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Badania.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Oznaczanie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</w:t>
                        </w:r>
                        <w:r w:rsidRPr="009A4043">
                          <w:rPr>
                            <w:w w:val="9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17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562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3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5"/>
                          </w:tabs>
                          <w:kinsoku w:val="0"/>
                          <w:overflowPunct w:val="0"/>
                          <w:ind w:left="230" w:right="-2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3.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PN-B-11111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wo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neralne.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wo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natura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ne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do</w:t>
                        </w:r>
                      </w:p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line="166" w:lineRule="exact"/>
                          <w:ind w:right="997"/>
                          <w:jc w:val="center"/>
                        </w:pP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mie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s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zanka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435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2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5"/>
                          </w:tabs>
                          <w:kinsoku w:val="0"/>
                          <w:overflowPunct w:val="0"/>
                          <w:ind w:left="230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4.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PN-B-11112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wo</w:t>
                        </w:r>
                        <w:r w:rsidRPr="009A4043">
                          <w:rPr>
                            <w:spacing w:val="-8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neralne.</w:t>
                        </w:r>
                        <w:r w:rsidRPr="009A4043">
                          <w:rPr>
                            <w:spacing w:val="-7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wo</w:t>
                        </w:r>
                        <w:r w:rsidRPr="009A4043">
                          <w:rPr>
                            <w:spacing w:val="-7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ła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ane</w:t>
                        </w:r>
                        <w:r w:rsidRPr="009A4043">
                          <w:rPr>
                            <w:spacing w:val="-6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do</w:t>
                        </w:r>
                        <w:r w:rsidRPr="009A4043">
                          <w:rPr>
                            <w:spacing w:val="-8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309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5"/>
                          </w:tabs>
                          <w:kinsoku w:val="0"/>
                          <w:overflowPunct w:val="0"/>
                          <w:spacing w:before="15"/>
                          <w:ind w:left="230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5.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PN-B-11113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wa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i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neralne.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Krusz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wo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natura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l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ne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do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436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6"/>
                          </w:tabs>
                          <w:kinsoku w:val="0"/>
                          <w:overflowPunct w:val="0"/>
                          <w:spacing w:before="16"/>
                          <w:ind w:left="230" w:right="-74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6.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BN-64/8931-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Drogi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sa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ochodowe.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Oznaczanie</w:t>
                        </w:r>
                        <w:r w:rsidRPr="009A4043">
                          <w:rPr>
                            <w:spacing w:val="-8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mod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u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łu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proofErr w:type="spellStart"/>
                        <w:r w:rsidRPr="009A4043">
                          <w:rPr>
                            <w:sz w:val="22"/>
                            <w:szCs w:val="22"/>
                          </w:rPr>
                          <w:t>o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d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k</w:t>
                        </w:r>
                        <w:proofErr w:type="spellEnd"/>
                      </w:p>
                      <w:p w:rsidR="00E67E94" w:rsidRPr="009A4043" w:rsidRDefault="00E67E94">
                        <w:pPr>
                          <w:pStyle w:val="TableParagraph"/>
                          <w:tabs>
                            <w:tab w:val="left" w:pos="2076"/>
                          </w:tabs>
                          <w:kinsoku w:val="0"/>
                          <w:overflowPunct w:val="0"/>
                          <w:spacing w:line="166" w:lineRule="exact"/>
                          <w:ind w:left="630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02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podłoża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przez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obci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ą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żenie</w:t>
                        </w:r>
                        <w:r w:rsidRPr="009A4043">
                          <w:rPr>
                            <w:spacing w:val="-8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pł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y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tą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562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2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6"/>
                          </w:tabs>
                          <w:kinsoku w:val="0"/>
                          <w:overflowPunct w:val="0"/>
                          <w:spacing w:line="250" w:lineRule="atLeast"/>
                          <w:ind w:left="630" w:right="-13" w:hanging="401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7.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BN-68/8931-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Drogi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sa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ochodowe.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Po</w:t>
                        </w:r>
                        <w:r w:rsidRPr="009A4043">
                          <w:rPr>
                            <w:spacing w:val="-2"/>
                            <w:sz w:val="22"/>
                            <w:szCs w:val="22"/>
                          </w:rPr>
                          <w:t>m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iar</w:t>
                        </w:r>
                        <w:r w:rsidRPr="009A4043">
                          <w:rPr>
                            <w:spacing w:val="-10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równ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o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ś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ci</w:t>
                        </w:r>
                        <w:r w:rsidRPr="009A4043">
                          <w:rPr>
                            <w:spacing w:val="-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nawie</w:t>
                        </w:r>
                        <w:r w:rsidRPr="009A4043">
                          <w:rPr>
                            <w:w w:val="99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04</w:t>
                        </w:r>
                      </w:p>
                    </w:tc>
                  </w:tr>
                  <w:tr w:rsidR="00E67E94" w:rsidRPr="009A4043" w:rsidTr="00B70C44">
                    <w:trPr>
                      <w:trHeight w:hRule="exact" w:val="451"/>
                    </w:trPr>
                    <w:tc>
                      <w:tcPr>
                        <w:tcW w:w="963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E67E94" w:rsidRPr="009A4043" w:rsidRDefault="00E67E94">
                        <w:pPr>
                          <w:pStyle w:val="TableParagraph"/>
                          <w:kinsoku w:val="0"/>
                          <w:overflowPunct w:val="0"/>
                          <w:spacing w:before="2" w:line="140" w:lineRule="exact"/>
                          <w:rPr>
                            <w:sz w:val="14"/>
                            <w:szCs w:val="14"/>
                          </w:rPr>
                        </w:pPr>
                      </w:p>
                      <w:p w:rsidR="00E67E94" w:rsidRPr="009A4043" w:rsidRDefault="00E67E94">
                        <w:pPr>
                          <w:pStyle w:val="TableParagraph"/>
                          <w:tabs>
                            <w:tab w:val="left" w:pos="630"/>
                            <w:tab w:val="left" w:pos="2076"/>
                          </w:tabs>
                          <w:kinsoku w:val="0"/>
                          <w:overflowPunct w:val="0"/>
                          <w:ind w:left="230"/>
                        </w:pPr>
                        <w:r w:rsidRPr="009A4043">
                          <w:rPr>
                            <w:sz w:val="22"/>
                            <w:szCs w:val="22"/>
                          </w:rPr>
                          <w:t>8.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BN-77/8931-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ab/>
                          <w:t>Ozna</w:t>
                        </w:r>
                        <w:r w:rsidRPr="009A4043">
                          <w:rPr>
                            <w:spacing w:val="1"/>
                            <w:sz w:val="22"/>
                            <w:szCs w:val="22"/>
                          </w:rPr>
                          <w:t>c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zanie</w:t>
                        </w:r>
                        <w:r w:rsidRPr="009A4043">
                          <w:rPr>
                            <w:spacing w:val="-12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wsk</w:t>
                        </w:r>
                        <w:r w:rsidRPr="009A4043">
                          <w:rPr>
                            <w:spacing w:val="-1"/>
                            <w:sz w:val="22"/>
                            <w:szCs w:val="22"/>
                          </w:rPr>
                          <w:t>a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źnika</w:t>
                        </w:r>
                        <w:r w:rsidRPr="009A4043">
                          <w:rPr>
                            <w:spacing w:val="-12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zagęszczenia</w:t>
                        </w:r>
                        <w:r w:rsidRPr="009A4043">
                          <w:rPr>
                            <w:spacing w:val="-12"/>
                            <w:sz w:val="22"/>
                            <w:szCs w:val="22"/>
                          </w:rPr>
                          <w:t xml:space="preserve"> </w:t>
                        </w:r>
                        <w:r w:rsidRPr="009A4043">
                          <w:rPr>
                            <w:sz w:val="22"/>
                            <w:szCs w:val="22"/>
                          </w:rPr>
                          <w:t>gruntu</w:t>
                        </w:r>
                      </w:p>
                    </w:tc>
                  </w:tr>
                </w:tbl>
                <w:p w:rsidR="00E67E94" w:rsidRDefault="00E67E94" w:rsidP="00CA3637">
                  <w:pPr>
                    <w:kinsoku w:val="0"/>
                    <w:overflowPunct w:val="0"/>
                  </w:pPr>
                </w:p>
              </w:txbxContent>
            </v:textbox>
            <w10:wrap anchorx="page"/>
          </v:shape>
        </w:pic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240" w:right="1020" w:bottom="900" w:left="840" w:header="0" w:footer="719" w:gutter="0"/>
          <w:cols w:space="708" w:equalWidth="0">
            <w:col w:w="10045"/>
          </w:cols>
          <w:noEndnote/>
        </w:sect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lastRenderedPageBreak/>
        <w:t>ST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 xml:space="preserve">0 </w:t>
      </w:r>
      <w:r w:rsidRPr="006049FE">
        <w:rPr>
          <w:sz w:val="22"/>
          <w:szCs w:val="22"/>
        </w:rPr>
        <w:tab/>
        <w:t>PODBUDOWY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KRU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ZYW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ANYCH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w w:val="95"/>
          <w:sz w:val="22"/>
          <w:szCs w:val="22"/>
        </w:rPr>
        <w:t xml:space="preserve">STABILIZOWANYCH   </w:t>
      </w:r>
      <w:r w:rsidRPr="006049FE">
        <w:rPr>
          <w:spacing w:val="11"/>
          <w:w w:val="95"/>
          <w:sz w:val="22"/>
          <w:szCs w:val="22"/>
        </w:rPr>
        <w:t xml:space="preserve"> </w:t>
      </w:r>
      <w:r w:rsidRPr="006049FE">
        <w:rPr>
          <w:w w:val="95"/>
          <w:sz w:val="22"/>
          <w:szCs w:val="22"/>
        </w:rPr>
        <w:t>MECHANICZNIE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GRUPA</w:t>
      </w:r>
      <w:r w:rsidRPr="006049FE">
        <w:rPr>
          <w:b/>
          <w:bCs/>
          <w:spacing w:val="5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CPV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452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WS</w:t>
      </w:r>
      <w:r w:rsidRPr="006049FE">
        <w:rPr>
          <w:bCs/>
          <w:spacing w:val="1"/>
          <w:sz w:val="22"/>
          <w:szCs w:val="22"/>
          <w:u w:val="thick"/>
        </w:rPr>
        <w:t>T</w:t>
      </w:r>
      <w:r w:rsidRPr="006049FE">
        <w:rPr>
          <w:bCs/>
          <w:sz w:val="22"/>
          <w:szCs w:val="22"/>
          <w:u w:val="thick"/>
        </w:rPr>
        <w:t>ĘP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Szczegółowej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odb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oru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mechanicznie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ulepszonego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cementem.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edmiot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akres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stosowania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81B7B">
      <w:pPr>
        <w:pStyle w:val="Bezodstpw"/>
        <w:rPr>
          <w:b/>
          <w:sz w:val="22"/>
          <w:szCs w:val="22"/>
        </w:rPr>
      </w:pPr>
      <w:r w:rsidRPr="006049FE">
        <w:rPr>
          <w:spacing w:val="1"/>
          <w:sz w:val="22"/>
          <w:szCs w:val="22"/>
        </w:rPr>
        <w:t>Przed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iote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Specyfikacj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Tech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icz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są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 i</w:t>
      </w:r>
      <w:r w:rsidRPr="006049FE">
        <w:rPr>
          <w:spacing w:val="2"/>
          <w:sz w:val="22"/>
          <w:szCs w:val="22"/>
        </w:rPr>
        <w:t xml:space="preserve"> odb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oru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podbudowy z kruszyw łamanych </w:t>
      </w:r>
      <w:r w:rsidRPr="006049FE">
        <w:rPr>
          <w:spacing w:val="3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 xml:space="preserve">w ramach realizacji </w:t>
      </w:r>
      <w:r w:rsidR="00460E31" w:rsidRPr="006049FE">
        <w:rPr>
          <w:b/>
          <w:bCs/>
          <w:spacing w:val="11"/>
          <w:sz w:val="22"/>
          <w:szCs w:val="22"/>
        </w:rPr>
        <w:t>budow</w:t>
      </w:r>
      <w:r w:rsidR="00460E31" w:rsidRPr="006049FE">
        <w:rPr>
          <w:b/>
          <w:bCs/>
          <w:sz w:val="22"/>
          <w:szCs w:val="22"/>
        </w:rPr>
        <w:t>y</w:t>
      </w:r>
      <w:r w:rsidR="00460E31" w:rsidRPr="006049FE">
        <w:rPr>
          <w:b/>
          <w:bCs/>
          <w:spacing w:val="18"/>
          <w:sz w:val="22"/>
          <w:szCs w:val="22"/>
        </w:rPr>
        <w:t xml:space="preserve"> boiska wielofunkcyjnego przy </w:t>
      </w:r>
      <w:r w:rsidR="00460E31">
        <w:rPr>
          <w:b/>
          <w:bCs/>
          <w:spacing w:val="18"/>
          <w:sz w:val="22"/>
          <w:szCs w:val="22"/>
        </w:rPr>
        <w:t>szkole podstawowej w Zbrudzewie</w:t>
      </w:r>
      <w:r w:rsidR="00460E31" w:rsidRPr="006049FE">
        <w:rPr>
          <w:b/>
          <w:bCs/>
          <w:spacing w:val="18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akres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objęty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anicznie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Ustaleni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wart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ą w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>0</w:t>
      </w:r>
      <w:r w:rsidRPr="006049FE">
        <w:rPr>
          <w:sz w:val="22"/>
          <w:szCs w:val="22"/>
        </w:rPr>
        <w:t xml:space="preserve">0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 xml:space="preserve">"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1</w:t>
      </w:r>
      <w:r w:rsidRPr="006049FE">
        <w:rPr>
          <w:spacing w:val="1"/>
          <w:sz w:val="22"/>
          <w:szCs w:val="22"/>
        </w:rPr>
        <w:t>.3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kr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bót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bu</w:t>
      </w:r>
      <w:r w:rsidRPr="006049FE">
        <w:rPr>
          <w:spacing w:val="2"/>
          <w:sz w:val="22"/>
          <w:szCs w:val="22"/>
        </w:rPr>
        <w:t>dow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aneg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rstw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ln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uk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ęszcz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1</w:t>
      </w:r>
      <w:r w:rsidRPr="006049FE">
        <w:rPr>
          <w:sz w:val="22"/>
          <w:szCs w:val="22"/>
        </w:rPr>
        <w:t>0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pod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wsz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boi</w:t>
      </w:r>
      <w:r w:rsidRPr="006049FE">
        <w:rPr>
          <w:spacing w:val="-9"/>
          <w:sz w:val="22"/>
          <w:szCs w:val="22"/>
        </w:rPr>
        <w:t>s</w:t>
      </w:r>
      <w:r w:rsidRPr="006049FE">
        <w:rPr>
          <w:spacing w:val="-7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fr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31</w:t>
      </w:r>
      <w:r w:rsidRPr="006049FE">
        <w:rPr>
          <w:spacing w:val="-8"/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>5-</w:t>
      </w:r>
      <w:r w:rsidRPr="006049FE">
        <w:rPr>
          <w:spacing w:val="-8"/>
          <w:sz w:val="22"/>
          <w:szCs w:val="22"/>
        </w:rPr>
        <w:t>6</w:t>
      </w:r>
      <w:r w:rsidRPr="006049FE">
        <w:rPr>
          <w:sz w:val="22"/>
          <w:szCs w:val="22"/>
        </w:rPr>
        <w:t>3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bu</w:t>
      </w:r>
      <w:r w:rsidRPr="006049FE">
        <w:rPr>
          <w:spacing w:val="2"/>
          <w:sz w:val="22"/>
          <w:szCs w:val="22"/>
        </w:rPr>
        <w:t>dow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aneg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rstw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górn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klinu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ąc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ośc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gęszczeni</w:t>
      </w:r>
      <w:r w:rsidRPr="006049FE">
        <w:rPr>
          <w:sz w:val="22"/>
          <w:szCs w:val="22"/>
        </w:rPr>
        <w:t>u 5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-pod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boi</w:t>
      </w:r>
      <w:r w:rsidRPr="006049FE">
        <w:rPr>
          <w:spacing w:val="-8"/>
          <w:sz w:val="22"/>
          <w:szCs w:val="22"/>
        </w:rPr>
        <w:t>s</w:t>
      </w:r>
      <w:r w:rsidRPr="006049FE">
        <w:rPr>
          <w:spacing w:val="-6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k</w:t>
      </w:r>
      <w:r w:rsidRPr="006049FE">
        <w:rPr>
          <w:spacing w:val="-6"/>
          <w:sz w:val="22"/>
          <w:szCs w:val="22"/>
        </w:rPr>
        <w:t>os</w:t>
      </w:r>
      <w:r w:rsidRPr="006049FE">
        <w:rPr>
          <w:spacing w:val="-8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k</w:t>
      </w:r>
      <w:r w:rsidRPr="006049FE">
        <w:rPr>
          <w:spacing w:val="-6"/>
          <w:sz w:val="22"/>
          <w:szCs w:val="22"/>
        </w:rPr>
        <w:t>ówk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sia</w:t>
      </w:r>
      <w:r w:rsidRPr="006049FE">
        <w:rPr>
          <w:spacing w:val="-7"/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>kó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fr</w:t>
      </w:r>
      <w:r w:rsidRPr="006049FE">
        <w:rPr>
          <w:sz w:val="22"/>
          <w:szCs w:val="22"/>
        </w:rPr>
        <w:t>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0</w:t>
      </w:r>
      <w:r w:rsidRPr="006049FE">
        <w:rPr>
          <w:spacing w:val="-7"/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>31</w:t>
      </w:r>
      <w:r w:rsidRPr="006049FE">
        <w:rPr>
          <w:spacing w:val="-7"/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>5</w:t>
      </w:r>
      <w:r w:rsidRPr="006049FE">
        <w:rPr>
          <w:spacing w:val="-7"/>
          <w:sz w:val="22"/>
          <w:szCs w:val="22"/>
        </w:rPr>
        <w:t>0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Podbud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 xml:space="preserve">a z </w:t>
      </w:r>
      <w:r w:rsidRPr="006049FE">
        <w:rPr>
          <w:spacing w:val="2"/>
          <w:sz w:val="22"/>
          <w:szCs w:val="22"/>
        </w:rPr>
        <w:t>kr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aneg</w:t>
      </w:r>
      <w:r w:rsidRPr="006049FE">
        <w:rPr>
          <w:sz w:val="22"/>
          <w:szCs w:val="22"/>
        </w:rPr>
        <w:t>o -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arst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górn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klinują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a i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wn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ąc</w:t>
      </w:r>
      <w:r w:rsidRPr="006049FE">
        <w:rPr>
          <w:sz w:val="22"/>
          <w:szCs w:val="22"/>
        </w:rPr>
        <w:t xml:space="preserve">a o 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zcz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niu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9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5c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rusz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0-</w:t>
      </w:r>
      <w:r w:rsidRPr="006049FE">
        <w:rPr>
          <w:spacing w:val="5"/>
          <w:sz w:val="22"/>
          <w:szCs w:val="22"/>
        </w:rPr>
        <w:t>3</w:t>
      </w:r>
      <w:r w:rsidRPr="006049FE">
        <w:rPr>
          <w:spacing w:val="4"/>
          <w:sz w:val="22"/>
          <w:szCs w:val="22"/>
        </w:rPr>
        <w:t>1</w:t>
      </w:r>
      <w:r w:rsidRPr="006049FE">
        <w:rPr>
          <w:spacing w:val="3"/>
          <w:sz w:val="22"/>
          <w:szCs w:val="22"/>
        </w:rPr>
        <w:t>,</w:t>
      </w:r>
      <w:r w:rsidRPr="006049FE">
        <w:rPr>
          <w:sz w:val="22"/>
          <w:szCs w:val="22"/>
        </w:rPr>
        <w:t>5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4c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m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mienn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0-</w:t>
      </w:r>
      <w:r w:rsidRPr="006049FE">
        <w:rPr>
          <w:spacing w:val="5"/>
          <w:sz w:val="22"/>
          <w:szCs w:val="22"/>
        </w:rPr>
        <w:t>4</w:t>
      </w:r>
      <w:r w:rsidRPr="006049FE">
        <w:rPr>
          <w:spacing w:val="3"/>
          <w:sz w:val="22"/>
          <w:szCs w:val="22"/>
        </w:rPr>
        <w:t>mm</w:t>
      </w:r>
      <w:r w:rsidRPr="006049FE">
        <w:rPr>
          <w:sz w:val="22"/>
          <w:szCs w:val="22"/>
        </w:rPr>
        <w:t>)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 xml:space="preserve"> boisk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ił</w:t>
      </w:r>
      <w:r w:rsidRPr="006049FE">
        <w:rPr>
          <w:spacing w:val="5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no</w:t>
      </w:r>
      <w:r w:rsidRPr="006049FE">
        <w:rPr>
          <w:spacing w:val="3"/>
          <w:sz w:val="22"/>
          <w:szCs w:val="22"/>
        </w:rPr>
        <w:t>ż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bookmarkStart w:id="92" w:name="1.4._Określenia_podstawowe_"/>
      <w:bookmarkEnd w:id="92"/>
      <w:r w:rsidRPr="006049FE">
        <w:rPr>
          <w:spacing w:val="-2"/>
          <w:sz w:val="22"/>
          <w:szCs w:val="22"/>
        </w:rPr>
        <w:t>Okre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od</w:t>
      </w:r>
      <w:r w:rsidRPr="006049FE">
        <w:rPr>
          <w:spacing w:val="-3"/>
          <w:sz w:val="22"/>
          <w:szCs w:val="22"/>
        </w:rPr>
        <w:t>st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Podbudowa</w:t>
      </w:r>
      <w:r w:rsidRPr="006049FE">
        <w:rPr>
          <w:b/>
          <w:bCs/>
          <w:spacing w:val="3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36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k</w:t>
      </w:r>
      <w:r w:rsidRPr="006049FE">
        <w:rPr>
          <w:b/>
          <w:bCs/>
          <w:sz w:val="22"/>
          <w:szCs w:val="22"/>
        </w:rPr>
        <w:t>rus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ywa</w:t>
      </w:r>
      <w:r w:rsidRPr="006049FE">
        <w:rPr>
          <w:b/>
          <w:bCs/>
          <w:spacing w:val="3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stabili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owa</w:t>
      </w:r>
      <w:r w:rsidRPr="006049FE">
        <w:rPr>
          <w:b/>
          <w:bCs/>
          <w:spacing w:val="1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 xml:space="preserve">ego  </w:t>
      </w:r>
      <w:r w:rsidRPr="006049FE">
        <w:rPr>
          <w:b/>
          <w:bCs/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naturalnego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 xml:space="preserve">o,  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ona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podbudowę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niczą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MATERIA</w:t>
      </w:r>
      <w:r w:rsidRPr="006049FE">
        <w:rPr>
          <w:spacing w:val="1"/>
          <w:sz w:val="22"/>
          <w:szCs w:val="22"/>
          <w:u w:val="thick"/>
        </w:rPr>
        <w:t>Ł</w:t>
      </w:r>
      <w:r w:rsidRPr="006049FE">
        <w:rPr>
          <w:sz w:val="22"/>
          <w:szCs w:val="22"/>
          <w:u w:val="thick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</w:rPr>
        <w:t>Ź</w:t>
      </w:r>
      <w:r w:rsidRPr="006049FE">
        <w:rPr>
          <w:sz w:val="22"/>
          <w:szCs w:val="22"/>
        </w:rPr>
        <w:t>ródła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Wsz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materia</w:t>
      </w:r>
      <w:r w:rsidRPr="006049FE">
        <w:rPr>
          <w:sz w:val="22"/>
          <w:szCs w:val="22"/>
        </w:rPr>
        <w:t>ły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yt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dzi</w:t>
      </w:r>
      <w:r w:rsidRPr="006049FE">
        <w:rPr>
          <w:sz w:val="22"/>
          <w:szCs w:val="22"/>
        </w:rPr>
        <w:t>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źród</w:t>
      </w:r>
      <w:r w:rsidRPr="006049FE">
        <w:rPr>
          <w:sz w:val="22"/>
          <w:szCs w:val="22"/>
        </w:rPr>
        <w:t>eł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zg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ion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zatwierdzonyc</w:t>
      </w:r>
      <w:r w:rsidRPr="006049FE">
        <w:rPr>
          <w:sz w:val="22"/>
          <w:szCs w:val="22"/>
        </w:rPr>
        <w:t>h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</w:t>
      </w:r>
      <w:r w:rsidRPr="006049FE">
        <w:rPr>
          <w:sz w:val="22"/>
          <w:szCs w:val="22"/>
        </w:rPr>
        <w:t>a.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Ź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ódł</w:t>
      </w:r>
      <w:r w:rsidRPr="006049FE">
        <w:rPr>
          <w:sz w:val="22"/>
          <w:szCs w:val="22"/>
        </w:rPr>
        <w:t>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teri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ybran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przez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onawc</w:t>
      </w:r>
      <w:r w:rsidRPr="006049FE">
        <w:rPr>
          <w:sz w:val="22"/>
          <w:szCs w:val="22"/>
        </w:rPr>
        <w:t>ę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wyprzedz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nie</w:t>
      </w:r>
      <w:r w:rsidRPr="006049FE">
        <w:rPr>
          <w:sz w:val="22"/>
          <w:szCs w:val="22"/>
        </w:rPr>
        <w:t>m,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rozpoczęci</w:t>
      </w:r>
      <w:r w:rsidRPr="006049FE">
        <w:rPr>
          <w:sz w:val="22"/>
          <w:szCs w:val="22"/>
        </w:rPr>
        <w:t>em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robót</w:t>
      </w:r>
      <w:r w:rsidRPr="006049FE">
        <w:rPr>
          <w:sz w:val="22"/>
          <w:szCs w:val="22"/>
        </w:rPr>
        <w:t>,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pó</w:t>
      </w:r>
      <w:r w:rsidRPr="006049FE">
        <w:rPr>
          <w:sz w:val="22"/>
          <w:szCs w:val="22"/>
        </w:rPr>
        <w:t>ź</w:t>
      </w:r>
      <w:r w:rsidRPr="006049FE">
        <w:rPr>
          <w:spacing w:val="1"/>
          <w:sz w:val="22"/>
          <w:szCs w:val="22"/>
        </w:rPr>
        <w:t>nie</w:t>
      </w:r>
      <w:r w:rsidRPr="006049FE">
        <w:rPr>
          <w:sz w:val="22"/>
          <w:szCs w:val="22"/>
        </w:rPr>
        <w:t>j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iż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>0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dn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przed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rozpoc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ęci</w:t>
      </w:r>
      <w:r w:rsidRPr="006049FE">
        <w:rPr>
          <w:sz w:val="22"/>
          <w:szCs w:val="22"/>
        </w:rPr>
        <w:t>em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onawc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powini</w:t>
      </w:r>
      <w:r w:rsidRPr="006049FE">
        <w:rPr>
          <w:sz w:val="22"/>
          <w:szCs w:val="22"/>
        </w:rPr>
        <w:t>en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tarcz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ekto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labora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yj</w:t>
      </w:r>
      <w:r w:rsidRPr="006049FE">
        <w:rPr>
          <w:sz w:val="22"/>
          <w:szCs w:val="22"/>
        </w:rPr>
        <w:t>nych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łączni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ktow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wą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uziarnieni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reprezentatywn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próbki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materi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Materi</w:t>
      </w:r>
      <w:r w:rsidRPr="006049FE">
        <w:rPr>
          <w:sz w:val="22"/>
          <w:szCs w:val="22"/>
        </w:rPr>
        <w:t>ały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zaproponowaneg</w:t>
      </w:r>
      <w:r w:rsidRPr="006049FE">
        <w:rPr>
          <w:sz w:val="22"/>
          <w:szCs w:val="22"/>
        </w:rPr>
        <w:t>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cę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źródł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będ</w:t>
      </w:r>
      <w:r w:rsidRPr="006049FE">
        <w:rPr>
          <w:sz w:val="22"/>
          <w:szCs w:val="22"/>
        </w:rPr>
        <w:t>ą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zaakceptowan</w:t>
      </w:r>
      <w:r w:rsidRPr="006049FE">
        <w:rPr>
          <w:sz w:val="22"/>
          <w:szCs w:val="22"/>
        </w:rPr>
        <w:t>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wbudowani</w:t>
      </w:r>
      <w:r w:rsidRPr="006049FE">
        <w:rPr>
          <w:sz w:val="22"/>
          <w:szCs w:val="22"/>
        </w:rPr>
        <w:t>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</w:t>
      </w:r>
      <w:r w:rsidRPr="006049FE">
        <w:rPr>
          <w:sz w:val="22"/>
          <w:szCs w:val="22"/>
        </w:rPr>
        <w:t>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jeżel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dostarczon</w:t>
      </w:r>
      <w:r w:rsidRPr="006049FE">
        <w:rPr>
          <w:sz w:val="22"/>
          <w:szCs w:val="22"/>
        </w:rPr>
        <w:t>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Wykonawc</w:t>
      </w:r>
      <w:r w:rsidRPr="006049FE">
        <w:rPr>
          <w:sz w:val="22"/>
          <w:szCs w:val="22"/>
        </w:rPr>
        <w:t>ę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wynik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labora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yj</w:t>
      </w:r>
      <w:r w:rsidRPr="006049FE">
        <w:rPr>
          <w:sz w:val="22"/>
          <w:szCs w:val="22"/>
        </w:rPr>
        <w:t>ny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ewentualn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iki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ań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laboratoryjn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prowad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on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przez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ażą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go</w:t>
      </w:r>
      <w:r w:rsidRPr="006049FE">
        <w:rPr>
          <w:sz w:val="22"/>
          <w:szCs w:val="22"/>
        </w:rPr>
        <w:t>dn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cec</w:t>
      </w:r>
      <w:r w:rsidRPr="006049FE">
        <w:rPr>
          <w:sz w:val="22"/>
          <w:szCs w:val="22"/>
        </w:rPr>
        <w:t>h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gania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.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Zatwier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zeni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źródł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materi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>oznacza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ż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>wsz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teriał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teg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"/>
          <w:sz w:val="22"/>
          <w:szCs w:val="22"/>
        </w:rPr>
        <w:t>źródł</w:t>
      </w:r>
      <w:r w:rsidRPr="006049FE">
        <w:rPr>
          <w:sz w:val="22"/>
          <w:szCs w:val="22"/>
        </w:rPr>
        <w:t>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będ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prze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"/>
          <w:sz w:val="22"/>
          <w:szCs w:val="22"/>
        </w:rPr>
        <w:t>Inspektora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puszczon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dow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nia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Mate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kt</w:t>
      </w:r>
      <w:r w:rsidRPr="006049FE">
        <w:rPr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spełniaj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</w:t>
      </w:r>
      <w:r w:rsidRPr="006049FE">
        <w:rPr>
          <w:sz w:val="22"/>
          <w:szCs w:val="22"/>
        </w:rPr>
        <w:t>ań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zost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odrzu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one.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w w:val="99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Skład</w:t>
      </w:r>
      <w:r w:rsidRPr="006049FE">
        <w:rPr>
          <w:b/>
          <w:bCs/>
          <w:spacing w:val="-12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mies</w:t>
      </w:r>
      <w:r w:rsidRPr="006049FE">
        <w:rPr>
          <w:b/>
          <w:bCs/>
          <w:spacing w:val="-2"/>
          <w:sz w:val="22"/>
          <w:szCs w:val="22"/>
          <w:u w:val="thick"/>
        </w:rPr>
        <w:t>z</w:t>
      </w:r>
      <w:r w:rsidRPr="006049FE">
        <w:rPr>
          <w:b/>
          <w:bCs/>
          <w:sz w:val="22"/>
          <w:szCs w:val="22"/>
          <w:u w:val="thick"/>
        </w:rPr>
        <w:t>anki</w:t>
      </w:r>
      <w:r w:rsidRPr="006049FE">
        <w:rPr>
          <w:b/>
          <w:bCs/>
          <w:spacing w:val="-12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krus</w:t>
      </w:r>
      <w:r w:rsidRPr="006049FE">
        <w:rPr>
          <w:b/>
          <w:bCs/>
          <w:spacing w:val="-2"/>
          <w:sz w:val="22"/>
          <w:szCs w:val="22"/>
          <w:u w:val="thick"/>
        </w:rPr>
        <w:t>z</w:t>
      </w:r>
      <w:r w:rsidRPr="006049FE">
        <w:rPr>
          <w:b/>
          <w:bCs/>
          <w:sz w:val="22"/>
          <w:szCs w:val="22"/>
          <w:u w:val="thick"/>
        </w:rPr>
        <w:t>yw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konani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podbudo</w:t>
      </w:r>
      <w:r w:rsidRPr="006049FE">
        <w:rPr>
          <w:sz w:val="22"/>
          <w:szCs w:val="22"/>
        </w:rPr>
        <w:t>wy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zasadnicze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tabili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owaneg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echaniczni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nk</w:t>
      </w:r>
      <w:r w:rsidRPr="006049FE">
        <w:rPr>
          <w:sz w:val="22"/>
          <w:szCs w:val="22"/>
        </w:rPr>
        <w:t>ę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łamanego</w:t>
      </w:r>
      <w:r w:rsidRPr="006049FE">
        <w:rPr>
          <w:sz w:val="22"/>
          <w:szCs w:val="22"/>
        </w:rPr>
        <w:t>,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łniają</w:t>
      </w:r>
      <w:r w:rsidRPr="006049FE">
        <w:rPr>
          <w:sz w:val="22"/>
          <w:szCs w:val="22"/>
        </w:rPr>
        <w:t>cą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gani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niniejs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Spe</w:t>
      </w:r>
      <w:r w:rsidRPr="006049FE">
        <w:rPr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f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kacji.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am</w:t>
      </w:r>
      <w:r w:rsidRPr="006049FE">
        <w:rPr>
          <w:spacing w:val="1"/>
          <w:sz w:val="22"/>
          <w:szCs w:val="22"/>
        </w:rPr>
        <w:t>an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>odzi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przekruszeni</w:t>
      </w:r>
      <w:r w:rsidRPr="006049FE">
        <w:rPr>
          <w:sz w:val="22"/>
          <w:szCs w:val="22"/>
        </w:rPr>
        <w:t>a</w:t>
      </w:r>
      <w:proofErr w:type="spellEnd"/>
      <w:r w:rsidRPr="006049FE">
        <w:rPr>
          <w:spacing w:val="3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ziar</w:t>
      </w:r>
      <w:r w:rsidRPr="006049FE">
        <w:rPr>
          <w:sz w:val="22"/>
          <w:szCs w:val="22"/>
        </w:rPr>
        <w:t>n</w:t>
      </w:r>
      <w:proofErr w:type="spellEnd"/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kamien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utow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al</w:t>
      </w:r>
      <w:r w:rsidRPr="006049FE">
        <w:rPr>
          <w:sz w:val="22"/>
          <w:szCs w:val="22"/>
        </w:rPr>
        <w:t>bo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surowc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skalnego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Zawarto</w:t>
      </w:r>
      <w:r w:rsidRPr="006049FE">
        <w:rPr>
          <w:sz w:val="22"/>
          <w:szCs w:val="22"/>
        </w:rPr>
        <w:t>ść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ziare</w:t>
      </w:r>
      <w:r w:rsidRPr="006049FE">
        <w:rPr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przekruszonyc</w:t>
      </w:r>
      <w:r w:rsidRPr="006049FE">
        <w:rPr>
          <w:sz w:val="22"/>
          <w:szCs w:val="22"/>
        </w:rPr>
        <w:t>h</w:t>
      </w:r>
      <w:proofErr w:type="spellEnd"/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frakcj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lastRenderedPageBreak/>
        <w:t>mieszank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pozosta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ące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sici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oczkac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kwadratow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niejsz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</w:t>
      </w:r>
      <w:r w:rsidRPr="006049FE">
        <w:rPr>
          <w:sz w:val="22"/>
          <w:szCs w:val="22"/>
        </w:rPr>
        <w:t>3</w:t>
      </w:r>
      <w:r w:rsidRPr="006049FE">
        <w:rPr>
          <w:spacing w:val="1"/>
          <w:sz w:val="22"/>
          <w:szCs w:val="22"/>
        </w:rPr>
        <w:t>5</w:t>
      </w:r>
      <w:r w:rsidRPr="006049FE">
        <w:rPr>
          <w:sz w:val="22"/>
          <w:szCs w:val="22"/>
        </w:rPr>
        <w:t>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w w:val="99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U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iar</w:t>
      </w:r>
      <w:r w:rsidRPr="006049FE">
        <w:rPr>
          <w:spacing w:val="1"/>
          <w:sz w:val="22"/>
          <w:szCs w:val="22"/>
          <w:u w:val="thick"/>
        </w:rPr>
        <w:t>n</w:t>
      </w:r>
      <w:r w:rsidRPr="006049FE">
        <w:rPr>
          <w:sz w:val="22"/>
          <w:szCs w:val="22"/>
          <w:u w:val="thick"/>
        </w:rPr>
        <w:t>ienie</w:t>
      </w:r>
      <w:r w:rsidRPr="006049FE">
        <w:rPr>
          <w:spacing w:val="-2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krus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pacing w:val="1"/>
          <w:sz w:val="22"/>
          <w:szCs w:val="22"/>
          <w:u w:val="thick"/>
        </w:rPr>
        <w:t>y</w:t>
      </w:r>
      <w:r w:rsidRPr="006049FE">
        <w:rPr>
          <w:sz w:val="22"/>
          <w:szCs w:val="22"/>
          <w:u w:val="thick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PN-91/B/06714/15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leżeć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iędzy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1.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ulepszonego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24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1"/>
        <w:gridCol w:w="2552"/>
      </w:tblGrid>
      <w:tr w:rsidR="00CA3637" w:rsidRPr="006049FE" w:rsidTr="00B70C44">
        <w:trPr>
          <w:trHeight w:hRule="exact" w:val="324"/>
        </w:trPr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Sito</w:t>
            </w:r>
            <w:r w:rsidRPr="006049FE">
              <w:rPr>
                <w:spacing w:val="4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kwadratowe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]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Przechodzi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przez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sito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]</w:t>
            </w:r>
          </w:p>
        </w:tc>
      </w:tr>
      <w:tr w:rsidR="00CA3637" w:rsidRPr="006049FE" w:rsidTr="00B70C44">
        <w:trPr>
          <w:trHeight w:hRule="exact" w:val="318"/>
        </w:trPr>
        <w:tc>
          <w:tcPr>
            <w:tcW w:w="5103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63</w:t>
            </w:r>
            <w:r w:rsidRPr="006049FE">
              <w:rPr>
                <w:sz w:val="22"/>
                <w:szCs w:val="22"/>
              </w:rPr>
              <w:tab/>
              <w:t>100</w:t>
            </w:r>
          </w:p>
        </w:tc>
      </w:tr>
      <w:tr w:rsidR="00CA3637" w:rsidRPr="006049FE" w:rsidTr="00B70C44">
        <w:trPr>
          <w:trHeight w:hRule="exact" w:val="309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31,5</w:t>
            </w:r>
            <w:r w:rsidRPr="006049FE">
              <w:rPr>
                <w:sz w:val="22"/>
                <w:szCs w:val="22"/>
              </w:rPr>
              <w:tab/>
              <w:t>78-100</w:t>
            </w:r>
          </w:p>
        </w:tc>
      </w:tr>
      <w:tr w:rsidR="00CA3637" w:rsidRPr="006049FE" w:rsidTr="00B70C44">
        <w:trPr>
          <w:trHeight w:hRule="exact" w:val="309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16</w:t>
            </w:r>
            <w:r w:rsidRPr="006049FE">
              <w:rPr>
                <w:sz w:val="22"/>
                <w:szCs w:val="22"/>
              </w:rPr>
              <w:tab/>
              <w:t>58-87</w:t>
            </w:r>
          </w:p>
        </w:tc>
      </w:tr>
      <w:tr w:rsidR="00CA3637" w:rsidRPr="006049FE" w:rsidTr="00B70C44">
        <w:trPr>
          <w:trHeight w:hRule="exact" w:val="309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  <w:r w:rsidRPr="006049FE">
              <w:rPr>
                <w:sz w:val="22"/>
                <w:szCs w:val="22"/>
              </w:rPr>
              <w:tab/>
              <w:t>42-70</w:t>
            </w:r>
          </w:p>
        </w:tc>
      </w:tr>
      <w:tr w:rsidR="00CA3637" w:rsidRPr="006049FE" w:rsidTr="00B70C44">
        <w:trPr>
          <w:trHeight w:hRule="exact" w:val="309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  <w:r w:rsidRPr="006049FE">
              <w:rPr>
                <w:sz w:val="22"/>
                <w:szCs w:val="22"/>
              </w:rPr>
              <w:tab/>
              <w:t>30-54</w:t>
            </w:r>
          </w:p>
        </w:tc>
      </w:tr>
      <w:tr w:rsidR="00CA3637" w:rsidRPr="006049FE" w:rsidTr="00B70C44">
        <w:trPr>
          <w:trHeight w:hRule="exact" w:val="309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  <w:r w:rsidRPr="006049FE">
              <w:rPr>
                <w:sz w:val="22"/>
                <w:szCs w:val="22"/>
              </w:rPr>
              <w:tab/>
              <w:t>21-41</w:t>
            </w:r>
          </w:p>
        </w:tc>
      </w:tr>
      <w:tr w:rsidR="00CA3637" w:rsidRPr="006049FE" w:rsidTr="00B70C44">
        <w:trPr>
          <w:trHeight w:hRule="exact" w:val="309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0,5</w:t>
            </w:r>
            <w:r w:rsidRPr="006049FE">
              <w:rPr>
                <w:sz w:val="22"/>
                <w:szCs w:val="22"/>
              </w:rPr>
              <w:tab/>
              <w:t>10-23</w:t>
            </w:r>
          </w:p>
        </w:tc>
      </w:tr>
      <w:tr w:rsidR="00CA3637" w:rsidRPr="006049FE" w:rsidTr="00B70C44">
        <w:trPr>
          <w:trHeight w:hRule="exact" w:val="316"/>
        </w:trPr>
        <w:tc>
          <w:tcPr>
            <w:tcW w:w="5103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0.075</w:t>
            </w:r>
            <w:r w:rsidRPr="006049FE">
              <w:rPr>
                <w:sz w:val="22"/>
                <w:szCs w:val="22"/>
              </w:rPr>
              <w:tab/>
              <w:t>3-10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Krz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uzia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nieni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yw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cią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przebieg</w:t>
      </w:r>
      <w:r w:rsidRPr="006049FE">
        <w:rPr>
          <w:sz w:val="22"/>
          <w:szCs w:val="22"/>
        </w:rPr>
        <w:t>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ol</w:t>
      </w:r>
      <w:r w:rsidRPr="006049FE">
        <w:rPr>
          <w:spacing w:val="1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ywej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graniczne</w:t>
      </w:r>
      <w:r w:rsidRPr="006049FE">
        <w:rPr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iarnieni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górne</w:t>
      </w:r>
      <w:r w:rsidRPr="006049FE">
        <w:rPr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graniczne</w:t>
      </w:r>
      <w:r w:rsidRPr="006049FE">
        <w:rPr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uziarnieni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ąsiednic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sitach.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miar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z w:val="22"/>
          <w:szCs w:val="22"/>
        </w:rPr>
        <w:t>jw</w:t>
      </w:r>
      <w:r w:rsidRPr="006049FE">
        <w:rPr>
          <w:spacing w:val="1"/>
          <w:sz w:val="22"/>
          <w:szCs w:val="22"/>
        </w:rPr>
        <w:t>iększeg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przekracza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2/</w:t>
      </w:r>
      <w:r w:rsidRPr="006049FE">
        <w:rPr>
          <w:sz w:val="22"/>
          <w:szCs w:val="22"/>
        </w:rPr>
        <w:t>3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ośc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uk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adanej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jednorazowo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Frakcj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przechod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sit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0.07</w:t>
      </w:r>
      <w:r w:rsidRPr="006049FE">
        <w:rPr>
          <w:sz w:val="22"/>
          <w:szCs w:val="22"/>
        </w:rPr>
        <w:t>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stanow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więce</w:t>
      </w:r>
      <w:r w:rsidRPr="006049FE">
        <w:rPr>
          <w:sz w:val="22"/>
          <w:szCs w:val="22"/>
        </w:rPr>
        <w:t>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iż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65%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frakcj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rzechod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sit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0,</w:t>
      </w:r>
      <w:r w:rsidRPr="006049FE">
        <w:rPr>
          <w:sz w:val="22"/>
          <w:szCs w:val="22"/>
        </w:rPr>
        <w:t>5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w w:val="99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Właśc</w:t>
      </w:r>
      <w:r w:rsidRPr="006049FE">
        <w:rPr>
          <w:spacing w:val="1"/>
          <w:sz w:val="22"/>
          <w:szCs w:val="22"/>
          <w:u w:val="thick"/>
        </w:rPr>
        <w:t>i</w:t>
      </w:r>
      <w:r w:rsidRPr="006049FE">
        <w:rPr>
          <w:sz w:val="22"/>
          <w:szCs w:val="22"/>
          <w:u w:val="thick"/>
        </w:rPr>
        <w:t>wości</w:t>
      </w:r>
      <w:r w:rsidRPr="006049FE">
        <w:rPr>
          <w:spacing w:val="-22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krus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pacing w:val="1"/>
          <w:sz w:val="22"/>
          <w:szCs w:val="22"/>
          <w:u w:val="thick"/>
        </w:rPr>
        <w:t>y</w:t>
      </w:r>
      <w:r w:rsidRPr="006049FE">
        <w:rPr>
          <w:sz w:val="22"/>
          <w:szCs w:val="22"/>
          <w:u w:val="thick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Każde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alna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złożona,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przeznaczona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stabilizacji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echanicznej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ulepszenia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ment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kreślone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icznej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ulepszania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7142"/>
        <w:gridCol w:w="1842"/>
      </w:tblGrid>
      <w:tr w:rsidR="00CA3637" w:rsidRPr="006049FE" w:rsidTr="00B70C44">
        <w:trPr>
          <w:trHeight w:hRule="exact" w:val="56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L.p.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Właściwości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badane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we</w:t>
            </w:r>
            <w:r w:rsidRPr="006049FE">
              <w:rPr>
                <w:spacing w:val="-2"/>
                <w:sz w:val="22"/>
                <w:szCs w:val="22"/>
              </w:rPr>
              <w:t>d</w:t>
            </w:r>
            <w:r w:rsidRPr="006049FE">
              <w:rPr>
                <w:sz w:val="22"/>
                <w:szCs w:val="22"/>
              </w:rPr>
              <w:t>ług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agania</w:t>
            </w:r>
          </w:p>
        </w:tc>
      </w:tr>
      <w:tr w:rsidR="00CA3637" w:rsidRPr="006049FE" w:rsidTr="00B70C44">
        <w:trPr>
          <w:trHeight w:hRule="exact" w:val="86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Zawartość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ziarn</w:t>
            </w:r>
            <w:proofErr w:type="spellEnd"/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niefore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pacing w:val="1"/>
                <w:sz w:val="22"/>
                <w:szCs w:val="22"/>
              </w:rPr>
              <w:t>ny</w:t>
            </w:r>
            <w:r w:rsidRPr="006049FE">
              <w:rPr>
                <w:sz w:val="22"/>
                <w:szCs w:val="22"/>
              </w:rPr>
              <w:t>ch,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frakcji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2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yżej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4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PN-78/B-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06714/16,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więcej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30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Stopień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przekruszenia</w:t>
            </w:r>
            <w:proofErr w:type="spellEnd"/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ziarn</w:t>
            </w:r>
            <w:proofErr w:type="spellEnd"/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*</w:t>
            </w:r>
          </w:p>
        </w:tc>
      </w:tr>
      <w:tr w:rsidR="00CA3637" w:rsidRPr="006049FE" w:rsidTr="00B70C44">
        <w:trPr>
          <w:trHeight w:hRule="exact" w:val="83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Ścieralność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1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arn</w:t>
            </w:r>
            <w:proofErr w:type="spellEnd"/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większ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bębnie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Los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Angeles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PN-79/B-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06714/42,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ub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tek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as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większy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30</w:t>
            </w:r>
          </w:p>
        </w:tc>
      </w:tr>
      <w:tr w:rsidR="00CA3637" w:rsidRPr="006049FE" w:rsidTr="00B70C44">
        <w:trPr>
          <w:trHeight w:hRule="exact" w:val="830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Mrozoodporność,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ziarn</w:t>
            </w:r>
            <w:proofErr w:type="spellEnd"/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</w:t>
            </w:r>
            <w:r w:rsidRPr="006049FE">
              <w:rPr>
                <w:spacing w:val="1"/>
                <w:sz w:val="22"/>
                <w:szCs w:val="22"/>
              </w:rPr>
              <w:t>ę</w:t>
            </w:r>
            <w:r w:rsidRPr="006049FE">
              <w:rPr>
                <w:sz w:val="22"/>
                <w:szCs w:val="22"/>
              </w:rPr>
              <w:t>ksz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PN-78/B-06714/19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14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]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25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klach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za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pacing w:val="1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ażania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rażania,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ub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tek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as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większy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</w:p>
        </w:tc>
      </w:tr>
      <w:tr w:rsidR="00CA3637" w:rsidRPr="006049FE" w:rsidTr="00B70C44">
        <w:trPr>
          <w:trHeight w:hRule="exact" w:val="829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Plast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czność,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PN-88/B-04481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frakcji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przechodząc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przez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sito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0,42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mm: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granica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płynności,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więcej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niż: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wskaźnik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plast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czności,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więcej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25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</w:tr>
      <w:tr w:rsidR="00CA3637" w:rsidRPr="006049FE" w:rsidTr="00B70C44">
        <w:trPr>
          <w:trHeight w:hRule="exact" w:val="578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Wskaźnik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piaskow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1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BN-64/8931-01,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5-krotnie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zagęszczonego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metodą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30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75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2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7142"/>
        <w:gridCol w:w="1842"/>
      </w:tblGrid>
      <w:tr w:rsidR="00CA3637" w:rsidRPr="006049FE" w:rsidTr="00B70C44">
        <w:trPr>
          <w:trHeight w:hRule="exact" w:val="32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nor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alną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PN-88/B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04481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577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Zawartość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1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niecz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szczeń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ob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PN-78/B-06714/12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8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]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więcej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niż: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0,2</w:t>
            </w:r>
          </w:p>
        </w:tc>
      </w:tr>
      <w:tr w:rsidR="00CA3637" w:rsidRPr="006049FE" w:rsidTr="00B70C44">
        <w:trPr>
          <w:trHeight w:hRule="exact" w:val="1084"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7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Zawartość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siarczanów,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przeliczeniu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SO,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PN-78/B-06714/28,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%,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poniżej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barwa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ci</w:t>
            </w:r>
            <w:r w:rsidRPr="006049FE">
              <w:rPr>
                <w:spacing w:val="1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czy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ponad</w:t>
            </w:r>
            <w:r w:rsidRPr="006049FE">
              <w:rPr>
                <w:spacing w:val="-1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</w:t>
            </w:r>
            <w:r w:rsidRPr="006049FE">
              <w:rPr>
                <w:spacing w:val="-2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uszywem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ci</w:t>
            </w:r>
            <w:r w:rsidRPr="006049FE">
              <w:rPr>
                <w:spacing w:val="1"/>
                <w:sz w:val="22"/>
                <w:szCs w:val="22"/>
              </w:rPr>
              <w:t>e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niej</w:t>
            </w:r>
            <w:r w:rsidRPr="006049FE">
              <w:rPr>
                <w:spacing w:val="1"/>
                <w:sz w:val="22"/>
                <w:szCs w:val="22"/>
              </w:rPr>
              <w:t>s</w:t>
            </w:r>
            <w:r w:rsidRPr="006049FE">
              <w:rPr>
                <w:sz w:val="22"/>
                <w:szCs w:val="22"/>
              </w:rPr>
              <w:t>za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barwy</w:t>
            </w:r>
            <w:r w:rsidRPr="006049FE">
              <w:rPr>
                <w:spacing w:val="-1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wzorcowej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*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Frakcje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pozostające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sicie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oczkach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kwadratow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mieć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="0042061D" w:rsidRPr="006049FE">
        <w:rPr>
          <w:sz w:val="22"/>
          <w:szCs w:val="22"/>
        </w:rPr>
        <w:t xml:space="preserve"> </w:t>
      </w:r>
      <w:r w:rsidR="0042061D" w:rsidRPr="006049FE">
        <w:rPr>
          <w:spacing w:val="-2"/>
          <w:sz w:val="22"/>
          <w:szCs w:val="22"/>
        </w:rPr>
        <w:t>m</w:t>
      </w:r>
      <w:r w:rsidR="0042061D" w:rsidRPr="006049FE">
        <w:rPr>
          <w:sz w:val="22"/>
          <w:szCs w:val="22"/>
        </w:rPr>
        <w:t>n</w:t>
      </w:r>
      <w:r w:rsidR="0042061D" w:rsidRPr="006049FE">
        <w:rPr>
          <w:spacing w:val="1"/>
          <w:sz w:val="22"/>
          <w:szCs w:val="22"/>
        </w:rPr>
        <w:t>i</w:t>
      </w:r>
      <w:r w:rsidR="0042061D" w:rsidRPr="006049FE">
        <w:rPr>
          <w:sz w:val="22"/>
          <w:szCs w:val="22"/>
        </w:rPr>
        <w:t xml:space="preserve">ej </w:t>
      </w:r>
      <w:r w:rsidRPr="006049FE">
        <w:rPr>
          <w:sz w:val="22"/>
          <w:szCs w:val="22"/>
        </w:rPr>
        <w:t>niż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75%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wagowo</w:t>
      </w:r>
      <w:r w:rsidRPr="006049FE">
        <w:rPr>
          <w:spacing w:val="-8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ziarn</w:t>
      </w:r>
      <w:proofErr w:type="spellEnd"/>
      <w:r w:rsidRPr="006049FE">
        <w:rPr>
          <w:spacing w:val="-8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zekruszon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ących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jedną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przełamaną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powierzchnię.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  <w:u w:val="single"/>
        </w:rPr>
        <w:t>Składowanie</w:t>
      </w:r>
      <w:r w:rsidRPr="006049FE">
        <w:rPr>
          <w:spacing w:val="-12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kruszyw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ach,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utwardzon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dobrze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odnion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placu,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bezpiecza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szczeniem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wymieszani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óżn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rodz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Woda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Wod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oso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an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du</w:t>
      </w:r>
      <w:r w:rsidRPr="006049FE">
        <w:rPr>
          <w:spacing w:val="1"/>
          <w:sz w:val="22"/>
          <w:szCs w:val="22"/>
        </w:rPr>
        <w:t>kcj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epszone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cemente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ęgnacji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nane</w:t>
      </w:r>
      <w:r w:rsidRPr="006049FE">
        <w:rPr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rstw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owi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zawart</w:t>
      </w:r>
      <w:r w:rsidRPr="006049FE">
        <w:rPr>
          <w:sz w:val="22"/>
          <w:szCs w:val="22"/>
        </w:rPr>
        <w:t>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szko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li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oda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ków,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powiadaj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PN-88/B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>2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5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ad</w:t>
      </w:r>
      <w:r w:rsidRPr="006049FE">
        <w:rPr>
          <w:sz w:val="22"/>
          <w:szCs w:val="22"/>
        </w:rPr>
        <w:t>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labora</w:t>
      </w:r>
      <w:r w:rsidRPr="006049FE">
        <w:rPr>
          <w:sz w:val="22"/>
          <w:szCs w:val="22"/>
        </w:rPr>
        <w:t>tor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jnyc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stosow</w:t>
      </w:r>
      <w:r w:rsidRPr="006049FE">
        <w:rPr>
          <w:sz w:val="22"/>
          <w:szCs w:val="22"/>
        </w:rPr>
        <w:t>ać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wodoci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go</w:t>
      </w:r>
      <w:r w:rsidRPr="006049FE">
        <w:rPr>
          <w:sz w:val="22"/>
          <w:szCs w:val="22"/>
        </w:rPr>
        <w:t>wą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wod</w:t>
      </w:r>
      <w:r w:rsidRPr="006049FE">
        <w:rPr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pi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ną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Gd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od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pochodz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tpli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ź</w:t>
      </w:r>
      <w:r w:rsidRPr="006049FE">
        <w:rPr>
          <w:sz w:val="22"/>
          <w:szCs w:val="22"/>
        </w:rPr>
        <w:t>ró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eł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 </w:t>
      </w:r>
      <w:r w:rsidRPr="006049FE">
        <w:rPr>
          <w:spacing w:val="1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przebadani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że</w:t>
      </w:r>
      <w:r w:rsidRPr="006049FE">
        <w:rPr>
          <w:sz w:val="22"/>
          <w:szCs w:val="22"/>
        </w:rPr>
        <w:t>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podan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nor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SPRZĘT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Wymagania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Sprzę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wlany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wi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ien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wia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ać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wzg</w:t>
      </w:r>
      <w:r w:rsidRPr="006049FE">
        <w:rPr>
          <w:sz w:val="22"/>
          <w:szCs w:val="22"/>
        </w:rPr>
        <w:t>lęd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typó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il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wskazaniom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zawart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Sprzę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produkcji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transport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si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zaakceptowan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przez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Jakik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lwie</w:t>
      </w:r>
      <w:r w:rsidRPr="006049FE">
        <w:rPr>
          <w:sz w:val="22"/>
          <w:szCs w:val="22"/>
        </w:rPr>
        <w:t>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ęt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aszy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ądzeni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ędzi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gwara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tu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zachowania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</w:t>
      </w:r>
      <w:r w:rsidRPr="006049FE">
        <w:rPr>
          <w:sz w:val="22"/>
          <w:szCs w:val="22"/>
        </w:rPr>
        <w:t>ań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cio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zostan</w:t>
      </w:r>
      <w:r w:rsidRPr="006049FE">
        <w:rPr>
          <w:sz w:val="22"/>
          <w:szCs w:val="22"/>
        </w:rPr>
        <w:t>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zd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kwali</w:t>
      </w:r>
      <w:r w:rsidRPr="006049FE">
        <w:rPr>
          <w:sz w:val="22"/>
          <w:szCs w:val="22"/>
        </w:rPr>
        <w:t>f</w:t>
      </w:r>
      <w:r w:rsidRPr="006049FE">
        <w:rPr>
          <w:spacing w:val="1"/>
          <w:sz w:val="22"/>
          <w:szCs w:val="22"/>
        </w:rPr>
        <w:t>iko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an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dopuszczon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mechanicznie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twórnie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tacjonarne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twarzania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ki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wowej,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pos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żony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puter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progra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licencją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drukarką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dan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ur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ądzenie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współpracy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komputer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dozowaniu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ieszek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operacji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aut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dozowanie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wody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dokładnością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.</w:t>
      </w:r>
      <w:r w:rsidRPr="006049FE">
        <w:rPr>
          <w:sz w:val="22"/>
          <w:szCs w:val="22"/>
        </w:rPr>
        <w:t>5.8.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Mie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twarzanie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jednorodnego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+</w:t>
      </w:r>
      <w:r w:rsidRPr="006049FE">
        <w:rPr>
          <w:spacing w:val="1"/>
          <w:sz w:val="22"/>
          <w:szCs w:val="22"/>
        </w:rPr>
        <w:t>1</w:t>
      </w:r>
      <w:r w:rsidRPr="006049FE">
        <w:rPr>
          <w:sz w:val="22"/>
          <w:szCs w:val="22"/>
        </w:rPr>
        <w:t>%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–2%.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ochody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ładowcze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produkowanej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zanki.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układarki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równiarki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rozkładania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walce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og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one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stat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ania.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ejs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trudno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dostępn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ar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towe,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ubijaki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walce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TRANSPORT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Transport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materiałów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odb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przeciwdziałaj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szczeniu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niekorz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stne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wowi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warunków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at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osfer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Ponadto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transportowana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chroniący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rozsegregowani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osuszeni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Wydajność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środków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m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si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dostosowana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wydajności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stosowanego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 xml:space="preserve"> m</w:t>
      </w:r>
      <w:r w:rsidRPr="006049FE">
        <w:rPr>
          <w:sz w:val="22"/>
          <w:szCs w:val="22"/>
        </w:rPr>
        <w:t>ieszania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wowej.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Ruch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jazdów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wyprofilowanym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łożu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tak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zorganizowany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aby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dopuścić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tworzenia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kolein.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WYKONAN</w:t>
      </w:r>
      <w:r w:rsidRPr="006049FE">
        <w:rPr>
          <w:spacing w:val="1"/>
          <w:sz w:val="22"/>
          <w:szCs w:val="22"/>
          <w:u w:val="thick"/>
        </w:rPr>
        <w:t>I</w:t>
      </w:r>
      <w:r w:rsidRPr="006049FE">
        <w:rPr>
          <w:sz w:val="22"/>
          <w:szCs w:val="22"/>
          <w:u w:val="thick"/>
        </w:rPr>
        <w:t>E</w:t>
      </w:r>
      <w:r w:rsidRPr="006049FE">
        <w:rPr>
          <w:spacing w:val="-29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Skład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mies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anki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Krz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uzia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nieni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yw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nn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dn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nkte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2.</w:t>
      </w:r>
      <w:r w:rsidRPr="006049FE">
        <w:rPr>
          <w:sz w:val="22"/>
          <w:szCs w:val="22"/>
        </w:rPr>
        <w:t>2</w:t>
      </w:r>
      <w:r w:rsidRPr="006049FE">
        <w:rPr>
          <w:spacing w:val="1"/>
          <w:sz w:val="22"/>
          <w:szCs w:val="22"/>
        </w:rPr>
        <w:t>.2.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Zawarto</w:t>
      </w:r>
      <w:r w:rsidRPr="006049FE">
        <w:rPr>
          <w:sz w:val="22"/>
          <w:szCs w:val="22"/>
        </w:rPr>
        <w:t>ść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zanc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</w:t>
      </w:r>
      <w:r w:rsidRPr="006049FE">
        <w:rPr>
          <w:sz w:val="22"/>
          <w:szCs w:val="22"/>
        </w:rPr>
        <w:t>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przedzial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%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4%</w:t>
      </w:r>
      <w:r w:rsidRPr="006049FE">
        <w:rPr>
          <w:sz w:val="22"/>
          <w:szCs w:val="22"/>
        </w:rPr>
        <w:t>.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Zawart</w:t>
      </w:r>
      <w:r w:rsidRPr="006049FE">
        <w:rPr>
          <w:sz w:val="22"/>
          <w:szCs w:val="22"/>
        </w:rPr>
        <w:t>ość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wody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zanc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powinn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lastRenderedPageBreak/>
        <w:t>odpowiad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wilgotn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optymalnej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</w:t>
      </w:r>
      <w:r w:rsidRPr="006049FE">
        <w:rPr>
          <w:spacing w:val="1"/>
          <w:sz w:val="22"/>
          <w:szCs w:val="22"/>
        </w:rPr>
        <w:t>lone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wedł</w:t>
      </w:r>
      <w:r w:rsidRPr="006049FE">
        <w:rPr>
          <w:sz w:val="22"/>
          <w:szCs w:val="22"/>
        </w:rPr>
        <w:t>ug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nor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lnej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óby</w:t>
      </w:r>
      <w:r w:rsidRPr="006049FE">
        <w:rPr>
          <w:spacing w:val="-4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Proc</w:t>
      </w:r>
      <w:r w:rsidRPr="006049FE">
        <w:rPr>
          <w:sz w:val="22"/>
          <w:szCs w:val="22"/>
        </w:rPr>
        <w:t>to</w:t>
      </w:r>
      <w:r w:rsidRPr="006049FE">
        <w:rPr>
          <w:spacing w:val="1"/>
          <w:sz w:val="22"/>
          <w:szCs w:val="22"/>
        </w:rPr>
        <w:t>ra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PN-88/B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44</w:t>
      </w:r>
      <w:r w:rsidRPr="006049FE">
        <w:rPr>
          <w:spacing w:val="1"/>
          <w:sz w:val="22"/>
          <w:szCs w:val="22"/>
        </w:rPr>
        <w:t>81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oleran</w:t>
      </w:r>
      <w:r w:rsidRPr="006049FE">
        <w:rPr>
          <w:sz w:val="22"/>
          <w:szCs w:val="22"/>
        </w:rPr>
        <w:t>cją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+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1%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%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bezwzględ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Projektowanie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mies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anki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iej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30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ciem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akceptacji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Wraz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projektem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próbki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cementu,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pobrane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obecności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Projekt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(</w:t>
      </w:r>
      <w:r w:rsidRPr="006049FE">
        <w:rPr>
          <w:sz w:val="22"/>
          <w:szCs w:val="22"/>
        </w:rPr>
        <w:t>receptur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),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ć:</w:t>
      </w:r>
    </w:p>
    <w:p w:rsidR="00CA3637" w:rsidRPr="006049FE" w:rsidRDefault="00CA3637" w:rsidP="0042061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przezna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tworzenia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27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6.4.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padkach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wątpliw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wody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PN-88/B-32250,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skład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ulepszonej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ment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tym: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skład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ineralnej,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zawartość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optymalnej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mineralnej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p.2.2.3.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maks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malnej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gęstości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objętościowej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Wilgotność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alną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malną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gęstość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bjętościową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szkieletu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określić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we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ług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PN-88/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-04481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(du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linder,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metoda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II).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względu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gruboziarniste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ęszczenie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określić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odsianiu</w:t>
      </w:r>
      <w:r w:rsidRPr="006049FE">
        <w:rPr>
          <w:spacing w:val="3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ziarn</w:t>
      </w:r>
      <w:proofErr w:type="spellEnd"/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20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skorygowaniu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ników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dań</w:t>
      </w:r>
      <w:r w:rsidRPr="006049FE">
        <w:rPr>
          <w:spacing w:val="3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Proctora</w:t>
      </w:r>
      <w:proofErr w:type="spellEnd"/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etodyki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podanej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PN-88/B-04481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wzory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77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78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p.8.6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no</w:t>
      </w:r>
      <w:r w:rsidRPr="006049FE">
        <w:rPr>
          <w:spacing w:val="-2"/>
          <w:sz w:val="22"/>
          <w:szCs w:val="22"/>
        </w:rPr>
        <w:t>rm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).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ałość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BN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68/8933-08,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ale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próbkach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walcow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średnicy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16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ęszczanie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stoliku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Mrozoodporność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BN-68/8933-08,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jednak,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próbki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walcowe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średnicy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16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Grubość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Mak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aln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bo</w:t>
      </w:r>
      <w:r w:rsidRPr="006049FE">
        <w:rPr>
          <w:sz w:val="22"/>
          <w:szCs w:val="22"/>
        </w:rPr>
        <w:t>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ukł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dane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</w:t>
      </w:r>
      <w:r w:rsidRPr="006049FE">
        <w:rPr>
          <w:sz w:val="22"/>
          <w:szCs w:val="22"/>
        </w:rPr>
        <w:t>wy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abilizowan</w:t>
      </w:r>
      <w:r w:rsidRPr="006049FE">
        <w:rPr>
          <w:sz w:val="22"/>
          <w:szCs w:val="22"/>
        </w:rPr>
        <w:t>ego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echanicznie</w:t>
      </w:r>
      <w:r w:rsidR="00460E31">
        <w:rPr>
          <w:spacing w:val="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nna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zatwierdzon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</w:t>
      </w:r>
      <w:r w:rsidRPr="006049FE">
        <w:rPr>
          <w:sz w:val="22"/>
          <w:szCs w:val="22"/>
        </w:rPr>
        <w:t>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uwzg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ęd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ieni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ęt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echno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ii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proponowanyc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Wykonaw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Warun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z w:val="22"/>
          <w:szCs w:val="22"/>
        </w:rPr>
        <w:t>atmosferyc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Podbudowa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ce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entem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wtedy,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peratura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powietrza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spadła poniżej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position w:val="10"/>
          <w:sz w:val="22"/>
          <w:szCs w:val="22"/>
        </w:rPr>
        <w:t>o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oraz wtedy, gdy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znięte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opadów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deszczu.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rozpoczynać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progno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meteorologiczne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wskazują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żliwy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spadek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peratu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żej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position w:val="10"/>
          <w:sz w:val="22"/>
          <w:szCs w:val="22"/>
        </w:rPr>
        <w:t>o</w:t>
      </w:r>
      <w:r w:rsidRPr="006049FE">
        <w:rPr>
          <w:sz w:val="22"/>
          <w:szCs w:val="22"/>
        </w:rPr>
        <w:t>C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bliższ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7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Wytwa</w:t>
      </w:r>
      <w:r w:rsidRPr="006049FE">
        <w:rPr>
          <w:spacing w:val="-2"/>
          <w:sz w:val="22"/>
          <w:szCs w:val="22"/>
        </w:rPr>
        <w:t>rz</w:t>
      </w:r>
      <w:r w:rsidRPr="006049FE">
        <w:rPr>
          <w:sz w:val="22"/>
          <w:szCs w:val="22"/>
        </w:rPr>
        <w:t>anie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nki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Ze względu na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konieczność zapewnienia jednorodności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 xml:space="preserve">,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ankę 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o ściśle 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uziarnieniu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opt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należy 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twarz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twórniach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stacjonarn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posażon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puter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drukarką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gwarantując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otrzymanie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jednorodnej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Skła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dozowan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ilo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okre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lone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recepci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laboratoryjnej.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Tolerancj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dozowania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wyrażon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1"/>
          <w:sz w:val="22"/>
          <w:szCs w:val="22"/>
        </w:rPr>
        <w:t>osu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uche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3%,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woda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2%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masy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dozowanej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wod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Wilgotność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op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alnej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+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1%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2%.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produko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razu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ransportowana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przeciwdzia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ający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segregacji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iern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chaniu.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ygotowanie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Zgodnie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PW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 xml:space="preserve">łoże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pod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ykonanie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 xml:space="preserve">ędzie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stanowić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warstwa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przepuszc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nego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Podłoże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ygotowane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ami.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lastRenderedPageBreak/>
        <w:t>Ro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kładanie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mies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anki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ułożeni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prowadnice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wilż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wodą.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Mieszanka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owieziona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twórni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układarek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równiarek.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taka,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aby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apewnić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uz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skanie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maganej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tj.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22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 powinna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profi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 xml:space="preserve">owana do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ymagan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 spadków podłużn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wyprofi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owaniu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nat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st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stąpić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zagęszczan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stw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jednej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każda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zagęszczona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zachowan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em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spadków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Rozpoczęcie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każdej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nast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pnej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nas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ąpić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poprzedniej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miejscach,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któ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widoczna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segregacja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czeni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brane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zastąpione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mie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zanką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6B0BF9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Zagęszczanie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Zagęszczani</w:t>
      </w:r>
      <w:r w:rsidRPr="006049FE">
        <w:rPr>
          <w:sz w:val="22"/>
          <w:szCs w:val="22"/>
        </w:rPr>
        <w:t>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należ</w:t>
      </w:r>
      <w:r w:rsidRPr="006049FE">
        <w:rPr>
          <w:sz w:val="22"/>
          <w:szCs w:val="22"/>
        </w:rPr>
        <w:t>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owad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yci</w:t>
      </w:r>
      <w:r w:rsidRPr="006049FE">
        <w:rPr>
          <w:sz w:val="22"/>
          <w:szCs w:val="22"/>
        </w:rPr>
        <w:t>u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walcó</w:t>
      </w:r>
      <w:r w:rsidRPr="006049FE">
        <w:rPr>
          <w:sz w:val="22"/>
          <w:szCs w:val="22"/>
        </w:rPr>
        <w:t>w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stalo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wibra</w:t>
      </w:r>
      <w:r w:rsidRPr="006049FE">
        <w:rPr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jnyc</w:t>
      </w:r>
      <w:r w:rsidRPr="006049FE">
        <w:rPr>
          <w:sz w:val="22"/>
          <w:szCs w:val="22"/>
        </w:rPr>
        <w:t>h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/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stat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ogu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.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ęszczani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podbudo</w:t>
      </w:r>
      <w:r w:rsidRPr="006049FE">
        <w:rPr>
          <w:sz w:val="22"/>
          <w:szCs w:val="22"/>
        </w:rPr>
        <w:t>wy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przekroju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daszko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pocz</w:t>
      </w:r>
      <w:r w:rsidRPr="006049FE">
        <w:rPr>
          <w:sz w:val="22"/>
          <w:szCs w:val="22"/>
        </w:rPr>
        <w:t>ąć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krawędz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przesuw</w:t>
      </w:r>
      <w:r w:rsidRPr="006049FE">
        <w:rPr>
          <w:sz w:val="22"/>
          <w:szCs w:val="22"/>
        </w:rPr>
        <w:t>ać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pasa</w:t>
      </w:r>
      <w:r w:rsidRPr="006049FE">
        <w:rPr>
          <w:sz w:val="22"/>
          <w:szCs w:val="22"/>
        </w:rPr>
        <w:t>mi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podłu</w:t>
      </w:r>
      <w:r w:rsidRPr="006049FE">
        <w:rPr>
          <w:sz w:val="22"/>
          <w:szCs w:val="22"/>
        </w:rPr>
        <w:t>żn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str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os</w:t>
      </w:r>
      <w:r w:rsidRPr="006049FE">
        <w:rPr>
          <w:sz w:val="22"/>
          <w:szCs w:val="22"/>
        </w:rPr>
        <w:t>i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jezdn</w:t>
      </w:r>
      <w:r w:rsidRPr="006049FE">
        <w:rPr>
          <w:sz w:val="22"/>
          <w:szCs w:val="22"/>
        </w:rPr>
        <w:t>i.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Zagęszczani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jednost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onn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spadk</w:t>
      </w:r>
      <w:r w:rsidRPr="006049FE">
        <w:rPr>
          <w:sz w:val="22"/>
          <w:szCs w:val="22"/>
        </w:rPr>
        <w:t>u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powinno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rozpoc</w:t>
      </w:r>
      <w:r w:rsidRPr="006049FE">
        <w:rPr>
          <w:sz w:val="22"/>
          <w:szCs w:val="22"/>
        </w:rPr>
        <w:t>ząć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niż</w:t>
      </w:r>
      <w:r w:rsidRPr="006049FE">
        <w:rPr>
          <w:sz w:val="22"/>
          <w:szCs w:val="22"/>
        </w:rPr>
        <w:t>ej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ło</w:t>
      </w:r>
      <w:r w:rsidRPr="006049FE">
        <w:rPr>
          <w:spacing w:val="1"/>
          <w:sz w:val="22"/>
          <w:szCs w:val="22"/>
        </w:rPr>
        <w:t>żone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rawędz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przesuw</w:t>
      </w:r>
      <w:r w:rsidRPr="006049FE">
        <w:rPr>
          <w:sz w:val="22"/>
          <w:szCs w:val="22"/>
        </w:rPr>
        <w:t>ać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pasa</w:t>
      </w:r>
      <w:r w:rsidRPr="006049FE">
        <w:rPr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łuż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str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żej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kra</w:t>
      </w:r>
      <w:r w:rsidRPr="006049FE">
        <w:rPr>
          <w:spacing w:val="1"/>
          <w:sz w:val="22"/>
          <w:szCs w:val="22"/>
        </w:rPr>
        <w:t>wędzi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Zagęszczani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uow</w:t>
      </w:r>
      <w:r w:rsidRPr="006049FE">
        <w:rPr>
          <w:sz w:val="22"/>
          <w:szCs w:val="22"/>
        </w:rPr>
        <w:t>ać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osiąg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ięci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wsk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źni</w:t>
      </w:r>
      <w:r w:rsidRPr="006049FE">
        <w:rPr>
          <w:sz w:val="22"/>
          <w:szCs w:val="22"/>
        </w:rPr>
        <w:t>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gęszczeni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szank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niejszeg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1,0</w:t>
      </w:r>
      <w:r w:rsidRPr="006049FE">
        <w:rPr>
          <w:sz w:val="22"/>
          <w:szCs w:val="22"/>
        </w:rPr>
        <w:t>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we</w:t>
      </w:r>
      <w:r w:rsidRPr="006049FE">
        <w:rPr>
          <w:sz w:val="22"/>
          <w:szCs w:val="22"/>
        </w:rPr>
        <w:t>dł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g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or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alne</w:t>
      </w:r>
      <w:r w:rsidRPr="006049FE">
        <w:rPr>
          <w:sz w:val="22"/>
          <w:szCs w:val="22"/>
        </w:rPr>
        <w:t>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óby</w:t>
      </w:r>
      <w:r w:rsidRPr="006049FE">
        <w:rPr>
          <w:spacing w:val="-2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oct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ra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nor</w:t>
      </w:r>
      <w:r w:rsidRPr="006049FE">
        <w:rPr>
          <w:sz w:val="22"/>
          <w:szCs w:val="22"/>
        </w:rPr>
        <w:t>mą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PN-88/B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4</w:t>
      </w:r>
      <w:r w:rsidRPr="006049FE">
        <w:rPr>
          <w:spacing w:val="1"/>
          <w:sz w:val="22"/>
          <w:szCs w:val="22"/>
        </w:rPr>
        <w:t>4</w:t>
      </w:r>
      <w:r w:rsidRPr="006049FE">
        <w:rPr>
          <w:sz w:val="22"/>
          <w:szCs w:val="22"/>
        </w:rPr>
        <w:t>8</w:t>
      </w:r>
      <w:r w:rsidRPr="006049FE">
        <w:rPr>
          <w:spacing w:val="1"/>
          <w:sz w:val="22"/>
          <w:szCs w:val="22"/>
        </w:rPr>
        <w:t>1</w:t>
      </w:r>
      <w:r w:rsidRPr="006049FE">
        <w:rPr>
          <w:sz w:val="22"/>
          <w:szCs w:val="22"/>
        </w:rPr>
        <w:t>.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Specjal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ag</w:t>
      </w:r>
      <w:r w:rsidRPr="006049FE">
        <w:rPr>
          <w:sz w:val="22"/>
          <w:szCs w:val="22"/>
        </w:rPr>
        <w:t>ę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wię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gęszczeni</w:t>
      </w:r>
      <w:r w:rsidRPr="006049FE">
        <w:rPr>
          <w:sz w:val="22"/>
          <w:szCs w:val="22"/>
        </w:rPr>
        <w:t>u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eszank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ąsiedztwi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</w:t>
      </w:r>
      <w:r w:rsidRPr="006049FE">
        <w:rPr>
          <w:sz w:val="22"/>
          <w:szCs w:val="22"/>
        </w:rPr>
        <w:t>in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od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użn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wszelkic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urząd</w:t>
      </w:r>
      <w:r w:rsidRPr="006049FE">
        <w:rPr>
          <w:sz w:val="22"/>
          <w:szCs w:val="22"/>
        </w:rPr>
        <w:t>zeń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Powierzchni</w:t>
      </w:r>
      <w:r w:rsidRPr="006049FE">
        <w:rPr>
          <w:sz w:val="22"/>
          <w:szCs w:val="22"/>
        </w:rPr>
        <w:t>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zagęszczon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powinn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eć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prawidło</w:t>
      </w:r>
      <w:r w:rsidRPr="006049FE">
        <w:rPr>
          <w:sz w:val="22"/>
          <w:szCs w:val="22"/>
        </w:rPr>
        <w:t>wy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przekró</w:t>
      </w:r>
      <w:r w:rsidRPr="006049FE">
        <w:rPr>
          <w:sz w:val="22"/>
          <w:szCs w:val="22"/>
        </w:rPr>
        <w:t>j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</w:t>
      </w:r>
      <w:r w:rsidRPr="006049FE">
        <w:rPr>
          <w:sz w:val="22"/>
          <w:szCs w:val="22"/>
        </w:rPr>
        <w:t>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oli</w:t>
      </w:r>
      <w:r w:rsidRPr="006049FE">
        <w:rPr>
          <w:sz w:val="22"/>
          <w:szCs w:val="22"/>
        </w:rPr>
        <w:t>ty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yg</w:t>
      </w:r>
      <w:r w:rsidRPr="006049FE">
        <w:rPr>
          <w:sz w:val="22"/>
          <w:szCs w:val="22"/>
        </w:rPr>
        <w:t>lą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.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szczeni</w:t>
      </w:r>
      <w:r w:rsidRPr="006049FE">
        <w:rPr>
          <w:sz w:val="22"/>
          <w:szCs w:val="22"/>
        </w:rPr>
        <w:t>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uow</w:t>
      </w:r>
      <w:r w:rsidRPr="006049FE">
        <w:rPr>
          <w:sz w:val="22"/>
          <w:szCs w:val="22"/>
        </w:rPr>
        <w:t>ać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osiąg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ięci</w:t>
      </w:r>
      <w:r w:rsidRPr="006049FE">
        <w:rPr>
          <w:sz w:val="22"/>
          <w:szCs w:val="22"/>
        </w:rPr>
        <w:t>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wsk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źnika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gęszczeni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niejszeg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1,0</w:t>
      </w:r>
      <w:r w:rsidRPr="006049FE">
        <w:rPr>
          <w:sz w:val="22"/>
          <w:szCs w:val="22"/>
        </w:rPr>
        <w:t>0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g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nor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alne</w:t>
      </w:r>
      <w:r w:rsidRPr="006049FE">
        <w:rPr>
          <w:sz w:val="22"/>
          <w:szCs w:val="22"/>
        </w:rPr>
        <w:t>j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prób</w:t>
      </w:r>
      <w:r w:rsidRPr="006049FE">
        <w:rPr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Proctora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PN-88/B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44</w:t>
      </w:r>
      <w:r w:rsidRPr="006049FE">
        <w:rPr>
          <w:spacing w:val="1"/>
          <w:sz w:val="22"/>
          <w:szCs w:val="22"/>
        </w:rPr>
        <w:t>81.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Specjaln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uwa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oś</w:t>
      </w:r>
      <w:r w:rsidRPr="006049FE">
        <w:rPr>
          <w:spacing w:val="1"/>
          <w:sz w:val="22"/>
          <w:szCs w:val="22"/>
        </w:rPr>
        <w:t>wię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zagęszczani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zank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sie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ztwie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oin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cz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dłu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wszelkic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ądz</w:t>
      </w:r>
      <w:r w:rsidRPr="006049FE">
        <w:rPr>
          <w:sz w:val="22"/>
          <w:szCs w:val="22"/>
        </w:rPr>
        <w:t>eń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ob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Wszelkie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ejsca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luźne,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rozsegregow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nie,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spękanie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ag</w:t>
      </w:r>
      <w:r w:rsidRPr="006049FE">
        <w:rPr>
          <w:sz w:val="22"/>
          <w:szCs w:val="22"/>
        </w:rPr>
        <w:t>ęszc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ania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posób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wadliwe,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winny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naprawione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zerwanie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grubość,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nowej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składzie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Spoiny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iar</w:t>
      </w:r>
      <w:r w:rsidRPr="006049FE">
        <w:rPr>
          <w:sz w:val="22"/>
          <w:szCs w:val="22"/>
        </w:rPr>
        <w:t>ę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żliwo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ać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od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użn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spoi</w:t>
      </w:r>
      <w:r w:rsidRPr="006049FE">
        <w:rPr>
          <w:sz w:val="22"/>
          <w:szCs w:val="22"/>
        </w:rPr>
        <w:t>n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ych</w:t>
      </w:r>
      <w:r w:rsidRPr="006049FE">
        <w:rPr>
          <w:sz w:val="22"/>
          <w:szCs w:val="22"/>
        </w:rPr>
        <w:t>,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</w:t>
      </w:r>
      <w:r w:rsidRPr="006049FE">
        <w:rPr>
          <w:sz w:val="22"/>
          <w:szCs w:val="22"/>
        </w:rPr>
        <w:t>z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wykonanie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łe</w:t>
      </w:r>
      <w:r w:rsidRPr="006049FE">
        <w:rPr>
          <w:sz w:val="22"/>
          <w:szCs w:val="22"/>
        </w:rPr>
        <w:t>j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szeroko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ci</w:t>
      </w:r>
      <w:r w:rsidRPr="006049FE">
        <w:rPr>
          <w:sz w:val="22"/>
          <w:szCs w:val="22"/>
        </w:rPr>
        <w:t>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przeciwn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razie</w:t>
      </w:r>
      <w:r w:rsidRPr="006049FE">
        <w:rPr>
          <w:sz w:val="22"/>
          <w:szCs w:val="22"/>
        </w:rPr>
        <w:t>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rstwi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prowadnicach</w:t>
      </w:r>
      <w:r w:rsidRPr="006049FE">
        <w:rPr>
          <w:sz w:val="22"/>
          <w:szCs w:val="22"/>
        </w:rPr>
        <w:t>,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konanie</w:t>
      </w:r>
      <w:r w:rsidRPr="006049FE">
        <w:rPr>
          <w:sz w:val="22"/>
          <w:szCs w:val="22"/>
        </w:rPr>
        <w:t>m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kolejneg</w:t>
      </w:r>
      <w:r w:rsidRPr="006049FE">
        <w:rPr>
          <w:sz w:val="22"/>
          <w:szCs w:val="22"/>
        </w:rPr>
        <w:t>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pas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no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krawęd</w:t>
      </w:r>
      <w:r w:rsidRPr="006049FE">
        <w:rPr>
          <w:sz w:val="22"/>
          <w:szCs w:val="22"/>
        </w:rPr>
        <w:t>ź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nane</w:t>
      </w:r>
      <w:r w:rsidRPr="006049FE">
        <w:rPr>
          <w:sz w:val="22"/>
          <w:szCs w:val="22"/>
        </w:rPr>
        <w:t>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pas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zwil</w:t>
      </w:r>
      <w:r w:rsidRPr="006049FE">
        <w:rPr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wodą</w:t>
      </w:r>
      <w:r w:rsidRPr="006049FE">
        <w:rPr>
          <w:sz w:val="22"/>
          <w:szCs w:val="22"/>
        </w:rPr>
        <w:t>.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warstwi</w:t>
      </w:r>
      <w:r w:rsidRPr="006049FE">
        <w:rPr>
          <w:sz w:val="22"/>
          <w:szCs w:val="22"/>
        </w:rPr>
        <w:t>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nane</w:t>
      </w:r>
      <w:r w:rsidRPr="006049FE">
        <w:rPr>
          <w:sz w:val="22"/>
          <w:szCs w:val="22"/>
        </w:rPr>
        <w:t>j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prowa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c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ożone</w:t>
      </w:r>
      <w:r w:rsidRPr="006049FE">
        <w:rPr>
          <w:sz w:val="22"/>
          <w:szCs w:val="22"/>
        </w:rPr>
        <w:t>j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agę</w:t>
      </w:r>
      <w:r w:rsidRPr="006049FE">
        <w:rPr>
          <w:sz w:val="22"/>
          <w:szCs w:val="22"/>
        </w:rPr>
        <w:t>szczonej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zanc</w:t>
      </w:r>
      <w:r w:rsidRPr="006049FE">
        <w:rPr>
          <w:sz w:val="22"/>
          <w:szCs w:val="22"/>
        </w:rPr>
        <w:t>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</w:t>
      </w:r>
      <w:r w:rsidRPr="006049FE">
        <w:rPr>
          <w:spacing w:val="1"/>
          <w:sz w:val="22"/>
          <w:szCs w:val="22"/>
        </w:rPr>
        <w:t>włoczni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obci</w:t>
      </w:r>
      <w:r w:rsidRPr="006049FE">
        <w:rPr>
          <w:sz w:val="22"/>
          <w:szCs w:val="22"/>
        </w:rPr>
        <w:t>ąć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pi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no</w:t>
      </w:r>
      <w:r w:rsidRPr="006049FE">
        <w:rPr>
          <w:sz w:val="22"/>
          <w:szCs w:val="22"/>
        </w:rPr>
        <w:t>wą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</w:t>
      </w:r>
      <w:r w:rsidRPr="006049FE">
        <w:rPr>
          <w:sz w:val="22"/>
          <w:szCs w:val="22"/>
        </w:rPr>
        <w:t>aw</w:t>
      </w:r>
      <w:r w:rsidRPr="006049FE">
        <w:rPr>
          <w:spacing w:val="1"/>
          <w:sz w:val="22"/>
          <w:szCs w:val="22"/>
        </w:rPr>
        <w:t>ędź</w:t>
      </w:r>
      <w:r w:rsidRPr="006049FE">
        <w:rPr>
          <w:sz w:val="22"/>
          <w:szCs w:val="22"/>
        </w:rPr>
        <w:t>.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zwilżeni</w:t>
      </w:r>
      <w:r w:rsidRPr="006049FE">
        <w:rPr>
          <w:sz w:val="22"/>
          <w:szCs w:val="22"/>
        </w:rPr>
        <w:t>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</w:t>
      </w:r>
      <w:r w:rsidRPr="006049FE">
        <w:rPr>
          <w:sz w:val="22"/>
          <w:szCs w:val="22"/>
        </w:rPr>
        <w:t>j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wod</w:t>
      </w:r>
      <w:r w:rsidRPr="006049FE">
        <w:rPr>
          <w:sz w:val="22"/>
          <w:szCs w:val="22"/>
        </w:rPr>
        <w:t>ą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wbu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ać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kolej</w:t>
      </w:r>
      <w:r w:rsidRPr="006049FE">
        <w:rPr>
          <w:sz w:val="22"/>
          <w:szCs w:val="22"/>
        </w:rPr>
        <w:t>ny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pas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bny s</w:t>
      </w:r>
      <w:r w:rsidRPr="006049FE">
        <w:rPr>
          <w:spacing w:val="1"/>
          <w:sz w:val="22"/>
          <w:szCs w:val="22"/>
        </w:rPr>
        <w:t>pos</w:t>
      </w:r>
      <w:r w:rsidRPr="006049FE">
        <w:rPr>
          <w:sz w:val="22"/>
          <w:szCs w:val="22"/>
        </w:rPr>
        <w:t>ób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 xml:space="preserve">ży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</w:t>
      </w:r>
      <w:r w:rsidRPr="006049FE">
        <w:rPr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spoi</w:t>
      </w:r>
      <w:r w:rsidRPr="006049FE">
        <w:rPr>
          <w:sz w:val="22"/>
          <w:szCs w:val="22"/>
        </w:rPr>
        <w:t>nę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roboc</w:t>
      </w:r>
      <w:r w:rsidRPr="006049FE">
        <w:rPr>
          <w:sz w:val="22"/>
          <w:szCs w:val="22"/>
        </w:rPr>
        <w:t>zą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połączeni</w:t>
      </w:r>
      <w:r w:rsidRPr="006049FE">
        <w:rPr>
          <w:sz w:val="22"/>
          <w:szCs w:val="22"/>
        </w:rPr>
        <w:t>u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dzi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ek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bo</w:t>
      </w:r>
      <w:r w:rsidRPr="006049FE">
        <w:rPr>
          <w:sz w:val="22"/>
          <w:szCs w:val="22"/>
        </w:rPr>
        <w:t>cz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.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ci</w:t>
      </w:r>
      <w:r w:rsidRPr="006049FE">
        <w:rPr>
          <w:spacing w:val="1"/>
          <w:sz w:val="22"/>
          <w:szCs w:val="22"/>
        </w:rPr>
        <w:t>ęci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pi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now</w:t>
      </w:r>
      <w:r w:rsidRPr="006049FE">
        <w:rPr>
          <w:sz w:val="22"/>
          <w:szCs w:val="22"/>
        </w:rPr>
        <w:t>ej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krawędz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nane</w:t>
      </w:r>
      <w:r w:rsidRPr="006049FE">
        <w:rPr>
          <w:sz w:val="22"/>
          <w:szCs w:val="22"/>
        </w:rPr>
        <w:t>j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ieszance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ożn</w:t>
      </w:r>
      <w:r w:rsidRPr="006049FE">
        <w:rPr>
          <w:sz w:val="22"/>
          <w:szCs w:val="22"/>
        </w:rPr>
        <w:t>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odst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pi</w:t>
      </w:r>
      <w:r w:rsidRPr="006049FE">
        <w:rPr>
          <w:sz w:val="22"/>
          <w:szCs w:val="22"/>
        </w:rPr>
        <w:t>ć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wtedy</w:t>
      </w:r>
      <w:r w:rsidRPr="006049FE">
        <w:rPr>
          <w:sz w:val="22"/>
          <w:szCs w:val="22"/>
        </w:rPr>
        <w:t>,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gd</w:t>
      </w:r>
      <w:r w:rsidRPr="006049FE">
        <w:rPr>
          <w:sz w:val="22"/>
          <w:szCs w:val="22"/>
        </w:rPr>
        <w:t>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cza</w:t>
      </w:r>
      <w:r w:rsidRPr="006049FE">
        <w:rPr>
          <w:sz w:val="22"/>
          <w:szCs w:val="22"/>
        </w:rPr>
        <w:t>s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pomięd</w:t>
      </w:r>
      <w:r w:rsidRPr="006049FE">
        <w:rPr>
          <w:sz w:val="22"/>
          <w:szCs w:val="22"/>
        </w:rPr>
        <w:t>zy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zakoń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zenie</w:t>
      </w:r>
      <w:r w:rsidRPr="006049FE">
        <w:rPr>
          <w:sz w:val="22"/>
          <w:szCs w:val="22"/>
        </w:rPr>
        <w:t>m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szczani</w:t>
      </w:r>
      <w:r w:rsidRPr="006049FE">
        <w:rPr>
          <w:sz w:val="22"/>
          <w:szCs w:val="22"/>
        </w:rPr>
        <w:t>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jedneg</w:t>
      </w:r>
      <w:r w:rsidRPr="006049FE">
        <w:rPr>
          <w:sz w:val="22"/>
          <w:szCs w:val="22"/>
        </w:rPr>
        <w:t>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pas</w:t>
      </w:r>
      <w:r w:rsidRPr="006049FE">
        <w:rPr>
          <w:sz w:val="22"/>
          <w:szCs w:val="22"/>
        </w:rPr>
        <w:t>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rozpoc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ęci</w:t>
      </w:r>
      <w:r w:rsidRPr="006049FE">
        <w:rPr>
          <w:sz w:val="22"/>
          <w:szCs w:val="22"/>
        </w:rPr>
        <w:t>em</w:t>
      </w:r>
      <w:r w:rsidRPr="006049FE">
        <w:rPr>
          <w:spacing w:val="1"/>
          <w:sz w:val="22"/>
          <w:szCs w:val="22"/>
        </w:rPr>
        <w:t xml:space="preserve"> wbudow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sąsiedni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pas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przekracz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6</w:t>
      </w:r>
      <w:r w:rsidRPr="006049FE">
        <w:rPr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inut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żel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niżej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ożone</w:t>
      </w:r>
      <w:r w:rsidRPr="006049FE">
        <w:rPr>
          <w:sz w:val="22"/>
          <w:szCs w:val="22"/>
        </w:rPr>
        <w:t>j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warstwi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st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puj</w:t>
      </w:r>
      <w:r w:rsidRPr="006049FE">
        <w:rPr>
          <w:sz w:val="22"/>
          <w:szCs w:val="22"/>
        </w:rPr>
        <w:t>ą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spoin</w:t>
      </w:r>
      <w:r w:rsidRPr="006049FE">
        <w:rPr>
          <w:sz w:val="22"/>
          <w:szCs w:val="22"/>
        </w:rPr>
        <w:t>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robocze</w:t>
      </w:r>
      <w:r w:rsidRPr="006049FE">
        <w:rPr>
          <w:sz w:val="22"/>
          <w:szCs w:val="22"/>
        </w:rPr>
        <w:t>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spoin</w:t>
      </w:r>
      <w:r w:rsidRPr="006049FE">
        <w:rPr>
          <w:sz w:val="22"/>
          <w:szCs w:val="22"/>
        </w:rPr>
        <w:t>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górn</w:t>
      </w:r>
      <w:r w:rsidRPr="006049FE">
        <w:rPr>
          <w:sz w:val="22"/>
          <w:szCs w:val="22"/>
        </w:rPr>
        <w:t>ej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warstwi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podbudo</w:t>
      </w:r>
      <w:r w:rsidRPr="006049FE">
        <w:rPr>
          <w:sz w:val="22"/>
          <w:szCs w:val="22"/>
        </w:rPr>
        <w:t>wy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wi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względe</w:t>
      </w:r>
      <w:r w:rsidRPr="006049FE">
        <w:rPr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przesunię</w:t>
      </w:r>
      <w:r w:rsidRPr="006049FE">
        <w:rPr>
          <w:sz w:val="22"/>
          <w:szCs w:val="22"/>
        </w:rPr>
        <w:t>te,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naj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nie</w:t>
      </w:r>
      <w:r w:rsidRPr="006049FE">
        <w:rPr>
          <w:sz w:val="22"/>
          <w:szCs w:val="22"/>
        </w:rPr>
        <w:t>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>0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</w:t>
      </w:r>
      <w:r w:rsidRPr="006049FE">
        <w:rPr>
          <w:sz w:val="22"/>
          <w:szCs w:val="22"/>
        </w:rPr>
        <w:t>iny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</w:t>
      </w:r>
      <w:r w:rsidRPr="006049FE">
        <w:rPr>
          <w:sz w:val="22"/>
          <w:szCs w:val="22"/>
        </w:rPr>
        <w:t>,0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spoin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poprzecznej</w:t>
      </w:r>
      <w:r w:rsidRPr="006049FE">
        <w:rPr>
          <w:sz w:val="22"/>
          <w:szCs w:val="22"/>
        </w:rPr>
        <w:t>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p</w:t>
      </w:r>
      <w:r w:rsidRPr="006049FE">
        <w:rPr>
          <w:b/>
          <w:bCs/>
          <w:spacing w:val="1"/>
          <w:sz w:val="22"/>
          <w:szCs w:val="22"/>
        </w:rPr>
        <w:t>oin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mocni</w:t>
      </w:r>
      <w:r w:rsidRPr="006049FE">
        <w:rPr>
          <w:b/>
          <w:bCs/>
          <w:sz w:val="22"/>
          <w:szCs w:val="22"/>
        </w:rPr>
        <w:t>ć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proofErr w:type="spellStart"/>
      <w:r w:rsidRPr="006049FE">
        <w:rPr>
          <w:b/>
          <w:bCs/>
          <w:spacing w:val="1"/>
          <w:sz w:val="22"/>
          <w:szCs w:val="22"/>
        </w:rPr>
        <w:t>geos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1"/>
          <w:sz w:val="22"/>
          <w:szCs w:val="22"/>
        </w:rPr>
        <w:t>at</w:t>
      </w:r>
      <w:r w:rsidRPr="006049FE">
        <w:rPr>
          <w:b/>
          <w:bCs/>
          <w:sz w:val="22"/>
          <w:szCs w:val="22"/>
        </w:rPr>
        <w:t>ką</w:t>
      </w:r>
      <w:proofErr w:type="spellEnd"/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er</w:t>
      </w:r>
      <w:r w:rsidRPr="006049FE">
        <w:rPr>
          <w:b/>
          <w:bCs/>
          <w:sz w:val="22"/>
          <w:szCs w:val="22"/>
        </w:rPr>
        <w:t>.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0,</w:t>
      </w:r>
      <w:r w:rsidRPr="006049FE">
        <w:rPr>
          <w:b/>
          <w:bCs/>
          <w:sz w:val="22"/>
          <w:szCs w:val="22"/>
        </w:rPr>
        <w:t>5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Pielęgnacja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mech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ile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godzin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ęszczeniu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ostanie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przykr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nową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warstwą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taki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samego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mat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riału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inną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warstwą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nawierzchni,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ona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nat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ast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poddana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pielęgnacji.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przeprowadzona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wanie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stanie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poprzez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kilkakrotne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skrapianie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wodą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ciągu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dnia,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7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suc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wietrznej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pogod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Inne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sposoby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zaproponowane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Wykonawcę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przeznaczo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ogą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tosowane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skaniu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Insp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Nie nal</w:t>
      </w:r>
      <w:r w:rsidRPr="006049FE">
        <w:rPr>
          <w:b/>
          <w:bCs/>
          <w:spacing w:val="1"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1"/>
          <w:sz w:val="22"/>
          <w:szCs w:val="22"/>
        </w:rPr>
        <w:t xml:space="preserve"> d</w:t>
      </w:r>
      <w:r w:rsidRPr="006049FE">
        <w:rPr>
          <w:b/>
          <w:bCs/>
          <w:sz w:val="22"/>
          <w:szCs w:val="22"/>
        </w:rPr>
        <w:t>opuszc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ać</w:t>
      </w:r>
      <w:r w:rsidRPr="006049FE">
        <w:rPr>
          <w:b/>
          <w:bCs/>
          <w:spacing w:val="2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ż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dnego ruchu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poja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dów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mas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yn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</w:t>
      </w:r>
      <w:r w:rsidRPr="006049FE">
        <w:rPr>
          <w:b/>
          <w:bCs/>
          <w:spacing w:val="1"/>
          <w:sz w:val="22"/>
          <w:szCs w:val="22"/>
        </w:rPr>
        <w:t xml:space="preserve"> p</w:t>
      </w:r>
      <w:r w:rsidRPr="006049FE">
        <w:rPr>
          <w:b/>
          <w:bCs/>
          <w:sz w:val="22"/>
          <w:szCs w:val="22"/>
        </w:rPr>
        <w:t>odbudowie w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kresie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 xml:space="preserve">7 </w:t>
      </w:r>
      <w:r w:rsidRPr="006049FE">
        <w:rPr>
          <w:b/>
          <w:bCs/>
          <w:spacing w:val="1"/>
          <w:sz w:val="22"/>
          <w:szCs w:val="22"/>
        </w:rPr>
        <w:t>d</w:t>
      </w:r>
      <w:r w:rsidRPr="006049FE">
        <w:rPr>
          <w:b/>
          <w:bCs/>
          <w:sz w:val="22"/>
          <w:szCs w:val="22"/>
        </w:rPr>
        <w:t>ni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</w:t>
      </w:r>
      <w:r w:rsidRPr="006049FE">
        <w:rPr>
          <w:b/>
          <w:bCs/>
          <w:spacing w:val="1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wykonaniu</w:t>
      </w:r>
      <w:r w:rsidRPr="006049FE">
        <w:rPr>
          <w:sz w:val="22"/>
          <w:szCs w:val="22"/>
        </w:rPr>
        <w:t>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technologiczny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mo</w:t>
      </w:r>
      <w:r w:rsidRPr="006049FE">
        <w:rPr>
          <w:sz w:val="22"/>
          <w:szCs w:val="22"/>
        </w:rPr>
        <w:t>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łącznie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KONTROLA</w:t>
      </w:r>
      <w:r w:rsidRPr="006049FE">
        <w:rPr>
          <w:spacing w:val="-21"/>
          <w:sz w:val="22"/>
          <w:szCs w:val="22"/>
          <w:u w:val="thick"/>
        </w:rPr>
        <w:t xml:space="preserve"> </w:t>
      </w:r>
      <w:r w:rsidRPr="006049FE">
        <w:rPr>
          <w:spacing w:val="1"/>
          <w:sz w:val="22"/>
          <w:szCs w:val="22"/>
          <w:u w:val="thick"/>
        </w:rPr>
        <w:t>J</w:t>
      </w:r>
      <w:r w:rsidRPr="006049FE">
        <w:rPr>
          <w:sz w:val="22"/>
          <w:szCs w:val="22"/>
          <w:u w:val="thick"/>
        </w:rPr>
        <w:t>AKOŚCI</w:t>
      </w:r>
      <w:r w:rsidRPr="006049FE">
        <w:rPr>
          <w:spacing w:val="-2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Właściwości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owanego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mech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zależności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kategorii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ruchu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ałość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echanicznie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badać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próbkach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walcow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średnicy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16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ęszczanie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stoliku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Wskaźnik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mrozoodporności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rażony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stosunek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małości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14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klach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ażania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 od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rażania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ał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ści próbek przed zamraża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 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 większy od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podanego 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3.       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ałość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chanicz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59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</w:tblGrid>
      <w:tr w:rsidR="00CA3637" w:rsidRPr="006049FE" w:rsidTr="00B70C44">
        <w:trPr>
          <w:trHeight w:hRule="exact" w:val="934"/>
        </w:trPr>
        <w:tc>
          <w:tcPr>
            <w:tcW w:w="453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ałość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ściskanie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próbek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nas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on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wodą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MPa</w:t>
            </w:r>
            <w:proofErr w:type="spellEnd"/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]</w:t>
            </w:r>
          </w:p>
        </w:tc>
        <w:tc>
          <w:tcPr>
            <w:tcW w:w="22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Wskaźnik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w w:val="95"/>
                <w:sz w:val="22"/>
                <w:szCs w:val="22"/>
              </w:rPr>
              <w:t>mrozoodporności</w:t>
            </w:r>
          </w:p>
        </w:tc>
      </w:tr>
      <w:tr w:rsidR="00CA3637" w:rsidRPr="006049FE" w:rsidTr="00B70C44">
        <w:trPr>
          <w:trHeight w:hRule="exact" w:val="348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7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dniach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28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dniach</w:t>
            </w:r>
          </w:p>
        </w:tc>
        <w:tc>
          <w:tcPr>
            <w:tcW w:w="226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347"/>
        </w:trPr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2.0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3.0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3.5</w:t>
            </w:r>
            <w:r w:rsidRPr="006049FE">
              <w:rPr>
                <w:spacing w:val="5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5.0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0.7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Badania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ąpieniem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zed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pienie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wc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powini</w:t>
      </w:r>
      <w:r w:rsidRPr="006049FE">
        <w:rPr>
          <w:sz w:val="22"/>
          <w:szCs w:val="22"/>
        </w:rPr>
        <w:t>en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niezb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dn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akceptacj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Inspektor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opracowani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projekt</w:t>
      </w:r>
      <w:r w:rsidRPr="006049FE">
        <w:rPr>
          <w:sz w:val="22"/>
          <w:szCs w:val="22"/>
        </w:rPr>
        <w:t>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skł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zanki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bilizow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neg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</w:t>
      </w:r>
      <w:r w:rsidRPr="006049FE">
        <w:rPr>
          <w:sz w:val="22"/>
          <w:szCs w:val="22"/>
        </w:rPr>
        <w:t>me</w:t>
      </w:r>
      <w:r w:rsidRPr="006049FE">
        <w:rPr>
          <w:spacing w:val="1"/>
          <w:sz w:val="22"/>
          <w:szCs w:val="22"/>
        </w:rPr>
        <w:t>nte</w:t>
      </w:r>
      <w:r w:rsidRPr="006049FE">
        <w:rPr>
          <w:sz w:val="22"/>
          <w:szCs w:val="22"/>
        </w:rPr>
        <w:t>m,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zakresi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</w:t>
      </w:r>
      <w:r w:rsidRPr="006049FE">
        <w:rPr>
          <w:spacing w:val="1"/>
          <w:sz w:val="22"/>
          <w:szCs w:val="22"/>
        </w:rPr>
        <w:t>lo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5.</w:t>
      </w:r>
      <w:r w:rsidRPr="006049FE">
        <w:rPr>
          <w:sz w:val="22"/>
          <w:szCs w:val="22"/>
        </w:rPr>
        <w:t>2.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Badania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asie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ęstotliwo</w:t>
      </w:r>
      <w:r w:rsidRPr="006049FE">
        <w:rPr>
          <w:sz w:val="22"/>
          <w:szCs w:val="22"/>
        </w:rPr>
        <w:t>ść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zakre</w:t>
      </w:r>
      <w:r w:rsidRPr="006049FE">
        <w:rPr>
          <w:sz w:val="22"/>
          <w:szCs w:val="22"/>
        </w:rPr>
        <w:t>s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ań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kontrolnyc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budowi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podbudo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bilizow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neg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chaniczn</w:t>
      </w:r>
      <w:r w:rsidRPr="006049FE">
        <w:rPr>
          <w:sz w:val="22"/>
          <w:szCs w:val="22"/>
        </w:rPr>
        <w:t>ie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podan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ta</w:t>
      </w:r>
      <w:r w:rsidRPr="006049FE">
        <w:rPr>
          <w:spacing w:val="1"/>
          <w:sz w:val="22"/>
          <w:szCs w:val="22"/>
        </w:rPr>
        <w:t>bli</w:t>
      </w:r>
      <w:r w:rsidRPr="006049FE">
        <w:rPr>
          <w:sz w:val="22"/>
          <w:szCs w:val="22"/>
        </w:rPr>
        <w:t>cy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A25B30" w:rsidP="00746A47">
      <w:pPr>
        <w:pStyle w:val="Akapitzlist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Dowolny kształt 5" o:spid="_x0000_s1034" style="position:absolute;margin-left:484pt;margin-top:98.05pt;width:3.45pt;height:0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" o:allowincell="f" path="m,6r69,e" filled="f" strokeweight=".26808mm">
            <v:path arrowok="t" o:connecttype="custom" o:connectlocs="0,0;43815,0" o:connectangles="0,0"/>
            <w10:wrap anchorx="page"/>
          </v:shape>
        </w:pict>
      </w:r>
      <w:r w:rsidR="00CA3637" w:rsidRPr="006049FE">
        <w:rPr>
          <w:sz w:val="22"/>
          <w:szCs w:val="22"/>
        </w:rPr>
        <w:t>Tablica</w:t>
      </w:r>
      <w:r w:rsidR="00CA3637" w:rsidRPr="006049FE">
        <w:rPr>
          <w:spacing w:val="-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4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6"/>
        <w:gridCol w:w="4458"/>
        <w:gridCol w:w="2220"/>
        <w:gridCol w:w="2335"/>
      </w:tblGrid>
      <w:tr w:rsidR="00CA3637" w:rsidRPr="006049FE" w:rsidTr="00B70C44">
        <w:trPr>
          <w:trHeight w:hRule="exact" w:val="403"/>
        </w:trPr>
        <w:tc>
          <w:tcPr>
            <w:tcW w:w="5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Lp.</w:t>
            </w:r>
          </w:p>
        </w:tc>
        <w:tc>
          <w:tcPr>
            <w:tcW w:w="445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szczególnienie</w:t>
            </w:r>
            <w:r w:rsidRPr="006049FE">
              <w:rPr>
                <w:spacing w:val="-2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ń</w:t>
            </w:r>
          </w:p>
        </w:tc>
        <w:tc>
          <w:tcPr>
            <w:tcW w:w="4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Częstotliwość</w:t>
            </w:r>
            <w:r w:rsidRPr="006049FE">
              <w:rPr>
                <w:spacing w:val="-1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badań</w:t>
            </w:r>
          </w:p>
        </w:tc>
      </w:tr>
      <w:tr w:rsidR="00CA3637" w:rsidRPr="006049FE" w:rsidTr="006B0BF9">
        <w:trPr>
          <w:trHeight w:hRule="exact" w:val="1616"/>
        </w:trPr>
        <w:tc>
          <w:tcPr>
            <w:tcW w:w="5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445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Minimalna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ilość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badań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dziennej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działce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roboczej</w:t>
            </w:r>
          </w:p>
        </w:tc>
        <w:tc>
          <w:tcPr>
            <w:tcW w:w="23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b/>
                <w:bCs/>
                <w:sz w:val="22"/>
                <w:szCs w:val="22"/>
                <w:u w:val="thick"/>
              </w:rPr>
              <w:t>Maksymalna</w:t>
            </w:r>
            <w:r w:rsidRPr="006049FE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powier</w:t>
            </w:r>
            <w:r w:rsidRPr="006049FE">
              <w:rPr>
                <w:b/>
                <w:bCs/>
                <w:spacing w:val="-2"/>
                <w:sz w:val="22"/>
                <w:szCs w:val="22"/>
                <w:u w:val="thick"/>
              </w:rPr>
              <w:t>z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chn</w:t>
            </w:r>
            <w:r w:rsidRPr="006049FE">
              <w:rPr>
                <w:b/>
                <w:bCs/>
                <w:spacing w:val="1"/>
                <w:sz w:val="22"/>
                <w:szCs w:val="22"/>
                <w:u w:val="thick"/>
              </w:rPr>
              <w:t>i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a</w:t>
            </w:r>
            <w:r w:rsidRPr="006049FE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podbudowy</w:t>
            </w:r>
            <w:r w:rsidRPr="006049FE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pr</w:t>
            </w:r>
            <w:r w:rsidRPr="006049FE">
              <w:rPr>
                <w:b/>
                <w:bCs/>
                <w:spacing w:val="-2"/>
                <w:sz w:val="22"/>
                <w:szCs w:val="22"/>
                <w:u w:val="thick"/>
              </w:rPr>
              <w:t>z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ypadająca</w:t>
            </w:r>
            <w:r w:rsidRPr="006049FE">
              <w:rPr>
                <w:b/>
                <w:bCs/>
                <w:spacing w:val="-11"/>
                <w:sz w:val="22"/>
                <w:szCs w:val="22"/>
                <w:u w:val="thick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na</w:t>
            </w:r>
            <w:r w:rsidRPr="006049FE">
              <w:rPr>
                <w:b/>
                <w:bCs/>
                <w:spacing w:val="-11"/>
                <w:sz w:val="22"/>
                <w:szCs w:val="22"/>
                <w:u w:val="thick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jedno</w:t>
            </w:r>
            <w:r w:rsidRPr="006049FE">
              <w:rPr>
                <w:b/>
                <w:bCs/>
                <w:w w:val="99"/>
                <w:sz w:val="22"/>
                <w:szCs w:val="22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badanie</w:t>
            </w:r>
            <w:r w:rsidRPr="006049FE">
              <w:rPr>
                <w:b/>
                <w:bCs/>
                <w:spacing w:val="-6"/>
                <w:sz w:val="22"/>
                <w:szCs w:val="22"/>
                <w:u w:val="thick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w</w:t>
            </w:r>
            <w:r w:rsidRPr="006049FE">
              <w:rPr>
                <w:b/>
                <w:bCs/>
                <w:spacing w:val="-6"/>
                <w:sz w:val="22"/>
                <w:szCs w:val="22"/>
                <w:u w:val="thick"/>
              </w:rPr>
              <w:t xml:space="preserve"> </w:t>
            </w:r>
            <w:r w:rsidRPr="006049FE">
              <w:rPr>
                <w:b/>
                <w:bCs/>
                <w:sz w:val="22"/>
                <w:szCs w:val="22"/>
                <w:u w:val="thick"/>
              </w:rPr>
              <w:t>m</w:t>
            </w:r>
            <w:r w:rsidRPr="006049FE">
              <w:rPr>
                <w:b/>
                <w:bCs/>
                <w:position w:val="10"/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36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Uziarnienie</w:t>
            </w:r>
            <w:r w:rsidRPr="006049FE">
              <w:rPr>
                <w:spacing w:val="-19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k</w:t>
            </w:r>
            <w:r w:rsidRPr="006049FE">
              <w:rPr>
                <w:sz w:val="22"/>
                <w:szCs w:val="22"/>
              </w:rPr>
              <w:t>rusz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</w:p>
        </w:tc>
        <w:tc>
          <w:tcPr>
            <w:tcW w:w="22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23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3000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Wilgotność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mieszanki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cement</w:t>
            </w:r>
            <w:r w:rsidRPr="006049FE">
              <w:rPr>
                <w:spacing w:val="1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m</w:t>
            </w: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32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Wskaźnik</w:t>
            </w:r>
            <w:r w:rsidRPr="006049FE">
              <w:rPr>
                <w:spacing w:val="-2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zagęszc</w:t>
            </w:r>
            <w:r w:rsidRPr="006049FE">
              <w:rPr>
                <w:spacing w:val="1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enia</w:t>
            </w: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32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ałość</w:t>
            </w:r>
            <w:r w:rsidRPr="006049FE">
              <w:rPr>
                <w:spacing w:val="-2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7-dniowa</w:t>
            </w: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32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ałość</w:t>
            </w:r>
            <w:r w:rsidRPr="006049FE">
              <w:rPr>
                <w:spacing w:val="-2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28-dniowa</w:t>
            </w:r>
          </w:p>
        </w:tc>
        <w:tc>
          <w:tcPr>
            <w:tcW w:w="22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3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577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Mrozoodporność</w:t>
            </w:r>
            <w:r w:rsidRPr="006049FE">
              <w:rPr>
                <w:spacing w:val="-1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ulepszonego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cementem</w:t>
            </w:r>
          </w:p>
        </w:tc>
        <w:tc>
          <w:tcPr>
            <w:tcW w:w="455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przypadku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wątpliwości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żądanie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Inspektora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Badania</w:t>
            </w:r>
            <w:r w:rsidRPr="006049FE">
              <w:rPr>
                <w:spacing w:val="-1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cementu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każdej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dostawy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5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44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Badania</w:t>
            </w:r>
            <w:r w:rsidRPr="006049FE">
              <w:rPr>
                <w:spacing w:val="-1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wody</w:t>
            </w:r>
          </w:p>
        </w:tc>
        <w:tc>
          <w:tcPr>
            <w:tcW w:w="4555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Dla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każdego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wątpliwego</w:t>
            </w:r>
          </w:p>
        </w:tc>
      </w:tr>
      <w:tr w:rsidR="00CA3637" w:rsidRPr="006049FE" w:rsidTr="00B70C44">
        <w:trPr>
          <w:trHeight w:hRule="exact" w:val="324"/>
        </w:trPr>
        <w:tc>
          <w:tcPr>
            <w:tcW w:w="958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lastRenderedPageBreak/>
              <w:t>BN-71/8931</w:t>
            </w:r>
            <w:r w:rsidRPr="006049FE">
              <w:rPr>
                <w:spacing w:val="-2"/>
                <w:sz w:val="22"/>
                <w:szCs w:val="22"/>
              </w:rPr>
              <w:t>-</w:t>
            </w:r>
            <w:r w:rsidRPr="006049FE">
              <w:rPr>
                <w:sz w:val="22"/>
                <w:szCs w:val="22"/>
              </w:rPr>
              <w:t>12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lub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etody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radio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etr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cznej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AASHTO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T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238-8</w:t>
            </w:r>
          </w:p>
        </w:tc>
      </w:tr>
    </w:tbl>
    <w:p w:rsidR="006B0BF9" w:rsidRPr="006049FE" w:rsidRDefault="006B0BF9" w:rsidP="00746A47">
      <w:pPr>
        <w:pStyle w:val="Akapitzlist"/>
        <w:rPr>
          <w:sz w:val="22"/>
          <w:szCs w:val="22"/>
          <w:u w:val="thick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Badan</w:t>
      </w:r>
      <w:r w:rsidRPr="006049FE">
        <w:rPr>
          <w:spacing w:val="-2"/>
          <w:sz w:val="22"/>
          <w:szCs w:val="22"/>
          <w:u w:val="thick"/>
        </w:rPr>
        <w:t>i</w:t>
      </w:r>
      <w:r w:rsidRPr="006049FE">
        <w:rPr>
          <w:sz w:val="22"/>
          <w:szCs w:val="22"/>
          <w:u w:val="thick"/>
        </w:rPr>
        <w:t>a</w:t>
      </w:r>
      <w:r w:rsidRPr="006049FE">
        <w:rPr>
          <w:spacing w:val="-18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krus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pacing w:val="1"/>
          <w:sz w:val="22"/>
          <w:szCs w:val="22"/>
          <w:u w:val="thick"/>
        </w:rPr>
        <w:t>y</w:t>
      </w:r>
      <w:r w:rsidRPr="006049FE">
        <w:rPr>
          <w:sz w:val="22"/>
          <w:szCs w:val="22"/>
          <w:u w:val="thick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aż</w:t>
      </w:r>
      <w:r w:rsidRPr="006049FE">
        <w:rPr>
          <w:spacing w:val="1"/>
          <w:sz w:val="22"/>
          <w:szCs w:val="22"/>
        </w:rPr>
        <w:t>de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zm</w:t>
      </w:r>
      <w:r w:rsidRPr="006049FE">
        <w:rPr>
          <w:spacing w:val="1"/>
          <w:sz w:val="22"/>
          <w:szCs w:val="22"/>
        </w:rPr>
        <w:t>iani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rodzaj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wszelki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jeg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wł</w:t>
      </w:r>
      <w:r w:rsidRPr="006049FE">
        <w:rPr>
          <w:sz w:val="22"/>
          <w:szCs w:val="22"/>
        </w:rPr>
        <w:t>aś</w:t>
      </w:r>
      <w:r w:rsidRPr="006049FE">
        <w:rPr>
          <w:spacing w:val="1"/>
          <w:sz w:val="22"/>
          <w:szCs w:val="22"/>
        </w:rPr>
        <w:t>ciwo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</w:t>
      </w:r>
      <w:r w:rsidRPr="006049FE">
        <w:rPr>
          <w:spacing w:val="1"/>
          <w:sz w:val="22"/>
          <w:szCs w:val="22"/>
        </w:rPr>
        <w:t>lone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tabli</w:t>
      </w:r>
      <w:r w:rsidRPr="006049FE">
        <w:rPr>
          <w:sz w:val="22"/>
          <w:szCs w:val="22"/>
        </w:rPr>
        <w:t>cy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opracowa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wy sk</w:t>
      </w:r>
      <w:r w:rsidRPr="006049FE">
        <w:rPr>
          <w:spacing w:val="1"/>
          <w:sz w:val="22"/>
          <w:szCs w:val="22"/>
        </w:rPr>
        <w:t>ła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g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5</w:t>
      </w:r>
      <w:r w:rsidRPr="006049FE">
        <w:rPr>
          <w:sz w:val="22"/>
          <w:szCs w:val="22"/>
        </w:rPr>
        <w:t>.1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5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Uziarnieni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z w:val="22"/>
          <w:szCs w:val="22"/>
        </w:rPr>
        <w:t>le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ęstotliwo</w:t>
      </w:r>
      <w:r w:rsidRPr="006049FE">
        <w:rPr>
          <w:sz w:val="22"/>
          <w:szCs w:val="22"/>
        </w:rPr>
        <w:t>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eśl</w:t>
      </w:r>
      <w:r w:rsidRPr="006049FE">
        <w:rPr>
          <w:spacing w:val="1"/>
          <w:sz w:val="22"/>
          <w:szCs w:val="22"/>
        </w:rPr>
        <w:t>on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tabli</w:t>
      </w:r>
      <w:r w:rsidRPr="006049FE">
        <w:rPr>
          <w:sz w:val="22"/>
          <w:szCs w:val="22"/>
        </w:rPr>
        <w:t>cy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4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Pró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ań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bier</w:t>
      </w:r>
      <w:r w:rsidRPr="006049FE">
        <w:rPr>
          <w:sz w:val="22"/>
          <w:szCs w:val="22"/>
        </w:rPr>
        <w:t>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wytwó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ieszani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oda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Badan</w:t>
      </w:r>
      <w:r w:rsidRPr="006049FE">
        <w:rPr>
          <w:spacing w:val="-2"/>
          <w:sz w:val="22"/>
          <w:szCs w:val="22"/>
          <w:u w:val="thick"/>
        </w:rPr>
        <w:t>i</w:t>
      </w:r>
      <w:r w:rsidRPr="006049FE">
        <w:rPr>
          <w:sz w:val="22"/>
          <w:szCs w:val="22"/>
          <w:u w:val="thick"/>
        </w:rPr>
        <w:t>e</w:t>
      </w:r>
      <w:r w:rsidRPr="006049FE">
        <w:rPr>
          <w:spacing w:val="-14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wody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wątpliw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przeprowadzić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wody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PN-88/B-32250.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agęszc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enie</w:t>
      </w:r>
      <w:r w:rsidRPr="006049FE">
        <w:rPr>
          <w:spacing w:val="-23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mieszanki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Mieszank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powinn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gęszczon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osi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gnięci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wsk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źnik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gęszczeni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niejszeg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ż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1,00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oznaczeni</w:t>
      </w:r>
      <w:r w:rsidRPr="006049FE">
        <w:rPr>
          <w:sz w:val="22"/>
          <w:szCs w:val="22"/>
        </w:rPr>
        <w:t>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normaln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proofErr w:type="spellStart"/>
      <w:r w:rsidRPr="006049FE">
        <w:rPr>
          <w:spacing w:val="1"/>
          <w:sz w:val="22"/>
          <w:szCs w:val="22"/>
        </w:rPr>
        <w:t>Proctor</w:t>
      </w:r>
      <w:r w:rsidRPr="006049FE">
        <w:rPr>
          <w:sz w:val="22"/>
          <w:szCs w:val="22"/>
        </w:rPr>
        <w:t>a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dłu</w:t>
      </w:r>
      <w:r w:rsidRPr="006049FE">
        <w:rPr>
          <w:sz w:val="22"/>
          <w:szCs w:val="22"/>
        </w:rPr>
        <w:t>g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PN-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88/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4</w:t>
      </w:r>
      <w:r w:rsidRPr="006049FE">
        <w:rPr>
          <w:spacing w:val="1"/>
          <w:sz w:val="22"/>
          <w:szCs w:val="22"/>
        </w:rPr>
        <w:t>4</w:t>
      </w:r>
      <w:r w:rsidRPr="006049FE">
        <w:rPr>
          <w:sz w:val="22"/>
          <w:szCs w:val="22"/>
        </w:rPr>
        <w:t>81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nde</w:t>
      </w:r>
      <w:r w:rsidRPr="006049FE">
        <w:rPr>
          <w:sz w:val="22"/>
          <w:szCs w:val="22"/>
        </w:rPr>
        <w:t>r,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etod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)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os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korekt</w:t>
      </w:r>
      <w:r w:rsidRPr="006049FE">
        <w:rPr>
          <w:sz w:val="22"/>
          <w:szCs w:val="22"/>
        </w:rPr>
        <w:t>ę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nkte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5.2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ec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f</w:t>
      </w:r>
      <w:r w:rsidRPr="006049FE">
        <w:rPr>
          <w:spacing w:val="1"/>
          <w:sz w:val="22"/>
          <w:szCs w:val="22"/>
        </w:rPr>
        <w:t>ikacji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gęszczeni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dz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tereni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częstotliw</w:t>
      </w:r>
      <w:r w:rsidRPr="006049FE">
        <w:rPr>
          <w:sz w:val="22"/>
          <w:szCs w:val="22"/>
        </w:rPr>
        <w:t>ośc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zastosowani</w:t>
      </w:r>
      <w:r w:rsidRPr="006049FE">
        <w:rPr>
          <w:sz w:val="22"/>
          <w:szCs w:val="22"/>
        </w:rPr>
        <w:t>em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meto</w:t>
      </w:r>
      <w:r w:rsidRPr="006049FE">
        <w:rPr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tab</w:t>
      </w:r>
      <w:r w:rsidRPr="006049FE">
        <w:rPr>
          <w:sz w:val="22"/>
          <w:szCs w:val="22"/>
        </w:rPr>
        <w:t>li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Wytrzymałość</w:t>
      </w:r>
      <w:r w:rsidRPr="006049FE">
        <w:rPr>
          <w:spacing w:val="-16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warstwy</w:t>
      </w:r>
      <w:r w:rsidRPr="006049FE">
        <w:rPr>
          <w:spacing w:val="-16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krus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pacing w:val="1"/>
          <w:sz w:val="22"/>
          <w:szCs w:val="22"/>
          <w:u w:val="thick"/>
        </w:rPr>
        <w:t>y</w:t>
      </w:r>
      <w:r w:rsidRPr="006049FE">
        <w:rPr>
          <w:sz w:val="22"/>
          <w:szCs w:val="22"/>
          <w:u w:val="thick"/>
        </w:rPr>
        <w:t>wa</w:t>
      </w:r>
      <w:r w:rsidRPr="006049FE">
        <w:rPr>
          <w:w w:val="99"/>
          <w:sz w:val="22"/>
          <w:szCs w:val="22"/>
          <w:u w:val="thick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trz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ało</w:t>
      </w:r>
      <w:r w:rsidRPr="006049FE">
        <w:rPr>
          <w:sz w:val="22"/>
          <w:szCs w:val="22"/>
        </w:rPr>
        <w:t>ść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epszone</w:t>
      </w:r>
      <w:r w:rsidRPr="006049FE">
        <w:rPr>
          <w:sz w:val="22"/>
          <w:szCs w:val="22"/>
        </w:rPr>
        <w:t>go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ente</w:t>
      </w:r>
      <w:r w:rsidRPr="006049FE">
        <w:rPr>
          <w:sz w:val="22"/>
          <w:szCs w:val="22"/>
        </w:rPr>
        <w:t>m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winn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ganiam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eśl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tabli</w:t>
      </w:r>
      <w:r w:rsidRPr="006049FE">
        <w:rPr>
          <w:sz w:val="22"/>
          <w:szCs w:val="22"/>
        </w:rPr>
        <w:t>cy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>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Pró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ba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ań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br</w:t>
      </w:r>
      <w:r w:rsidRPr="006049FE">
        <w:rPr>
          <w:sz w:val="22"/>
          <w:szCs w:val="22"/>
        </w:rPr>
        <w:t>ać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stotli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dan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bli</w:t>
      </w:r>
      <w:r w:rsidRPr="006049FE">
        <w:rPr>
          <w:sz w:val="22"/>
          <w:szCs w:val="22"/>
        </w:rPr>
        <w:t>cy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4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iejs</w:t>
      </w:r>
      <w:r w:rsidRPr="006049FE">
        <w:rPr>
          <w:sz w:val="22"/>
          <w:szCs w:val="22"/>
        </w:rPr>
        <w:t>c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wybran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loso</w:t>
      </w:r>
      <w:r w:rsidRPr="006049FE">
        <w:rPr>
          <w:sz w:val="22"/>
          <w:szCs w:val="22"/>
        </w:rPr>
        <w:t>wo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św</w:t>
      </w:r>
      <w:r w:rsidRPr="006049FE">
        <w:rPr>
          <w:spacing w:val="1"/>
          <w:sz w:val="22"/>
          <w:szCs w:val="22"/>
        </w:rPr>
        <w:t>ież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</w:t>
      </w:r>
      <w:r w:rsidRPr="006049FE">
        <w:rPr>
          <w:sz w:val="22"/>
          <w:szCs w:val="22"/>
        </w:rPr>
        <w:t>zł</w:t>
      </w:r>
      <w:r w:rsidRPr="006049FE">
        <w:rPr>
          <w:spacing w:val="1"/>
          <w:sz w:val="22"/>
          <w:szCs w:val="22"/>
        </w:rPr>
        <w:t>ożone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Pró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br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noraz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sztu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eży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for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zasa</w:t>
      </w:r>
      <w:r w:rsidRPr="006049FE">
        <w:rPr>
          <w:sz w:val="22"/>
          <w:szCs w:val="22"/>
        </w:rPr>
        <w:t>d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</w:t>
      </w:r>
      <w:r w:rsidRPr="006049FE">
        <w:rPr>
          <w:spacing w:val="1"/>
          <w:sz w:val="22"/>
          <w:szCs w:val="22"/>
        </w:rPr>
        <w:t>lon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5.</w:t>
      </w:r>
      <w:r w:rsidRPr="006049FE">
        <w:rPr>
          <w:sz w:val="22"/>
          <w:szCs w:val="22"/>
        </w:rPr>
        <w:t>2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przechow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zg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BN-</w:t>
      </w:r>
      <w:r w:rsidRPr="006049FE">
        <w:rPr>
          <w:spacing w:val="1"/>
          <w:sz w:val="22"/>
          <w:szCs w:val="22"/>
        </w:rPr>
        <w:t>6</w:t>
      </w:r>
      <w:r w:rsidRPr="006049FE">
        <w:rPr>
          <w:sz w:val="22"/>
          <w:szCs w:val="22"/>
        </w:rPr>
        <w:t>8/8</w:t>
      </w:r>
      <w:r w:rsidRPr="006049FE">
        <w:rPr>
          <w:spacing w:val="1"/>
          <w:sz w:val="22"/>
          <w:szCs w:val="22"/>
        </w:rPr>
        <w:t>9</w:t>
      </w:r>
      <w:r w:rsidRPr="006049FE">
        <w:rPr>
          <w:sz w:val="22"/>
          <w:szCs w:val="22"/>
        </w:rPr>
        <w:t>3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>-0</w:t>
      </w:r>
      <w:r w:rsidRPr="006049FE">
        <w:rPr>
          <w:spacing w:val="1"/>
          <w:sz w:val="22"/>
          <w:szCs w:val="22"/>
        </w:rPr>
        <w:t>8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Trzy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bk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ależy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7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niac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tr</w:t>
      </w:r>
      <w:r w:rsidRPr="006049FE">
        <w:rPr>
          <w:sz w:val="22"/>
          <w:szCs w:val="22"/>
        </w:rPr>
        <w:t>zy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8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dniac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dojrzewania.</w:t>
      </w:r>
    </w:p>
    <w:p w:rsidR="006B0BF9" w:rsidRPr="006049FE" w:rsidRDefault="00CA3637" w:rsidP="00E14C15">
      <w:pPr>
        <w:widowControl/>
        <w:autoSpaceDE/>
        <w:autoSpaceDN/>
        <w:adjustRightInd/>
        <w:spacing w:after="200" w:line="276" w:lineRule="auto"/>
        <w:rPr>
          <w:sz w:val="22"/>
          <w:szCs w:val="22"/>
        </w:rPr>
      </w:pPr>
      <w:r w:rsidRPr="006049FE">
        <w:rPr>
          <w:sz w:val="22"/>
          <w:szCs w:val="22"/>
          <w:u w:val="thick"/>
        </w:rPr>
        <w:t>Mro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oodporność</w:t>
      </w:r>
      <w:r w:rsidRPr="006049FE">
        <w:rPr>
          <w:spacing w:val="-17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warstwy</w:t>
      </w:r>
      <w:r w:rsidRPr="006049FE">
        <w:rPr>
          <w:spacing w:val="-17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kruszywa</w:t>
      </w:r>
      <w:r w:rsidRPr="006049FE">
        <w:rPr>
          <w:w w:val="99"/>
          <w:sz w:val="22"/>
          <w:szCs w:val="22"/>
          <w:u w:val="thick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ypa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kac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ątpli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b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ceni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Insp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or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rać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oda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bki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zbad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rozoodporno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nkt</w:t>
      </w:r>
      <w:r w:rsidRPr="006049FE">
        <w:rPr>
          <w:sz w:val="22"/>
          <w:szCs w:val="22"/>
        </w:rPr>
        <w:t>em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5.</w:t>
      </w:r>
      <w:r w:rsidRPr="006049FE">
        <w:rPr>
          <w:sz w:val="22"/>
          <w:szCs w:val="22"/>
        </w:rPr>
        <w:t>2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niej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ze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spe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fik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wg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tabli</w:t>
      </w:r>
      <w:r w:rsidRPr="006049FE">
        <w:rPr>
          <w:sz w:val="22"/>
          <w:szCs w:val="22"/>
        </w:rPr>
        <w:t>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erokość</w:t>
      </w:r>
      <w:r w:rsidRPr="006049FE">
        <w:rPr>
          <w:spacing w:val="-2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Szerokość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różnić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+10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Równość</w:t>
      </w:r>
      <w:r w:rsidRPr="006049FE">
        <w:rPr>
          <w:spacing w:val="-20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1"/>
          <w:sz w:val="22"/>
          <w:szCs w:val="22"/>
        </w:rPr>
        <w:t>-</w:t>
      </w:r>
      <w:r w:rsidRPr="006049FE">
        <w:rPr>
          <w:sz w:val="22"/>
          <w:szCs w:val="22"/>
        </w:rPr>
        <w:t>metrową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0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planog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afe</w:t>
      </w:r>
      <w:r w:rsidRPr="006049FE">
        <w:rPr>
          <w:spacing w:val="-2"/>
          <w:sz w:val="22"/>
          <w:szCs w:val="22"/>
        </w:rPr>
        <w:t>m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BN-68/893</w:t>
      </w:r>
      <w:r w:rsidRPr="006049FE">
        <w:rPr>
          <w:spacing w:val="1"/>
          <w:sz w:val="22"/>
          <w:szCs w:val="22"/>
        </w:rPr>
        <w:t>1</w:t>
      </w:r>
      <w:r w:rsidRPr="006049FE">
        <w:rPr>
          <w:sz w:val="22"/>
          <w:szCs w:val="22"/>
        </w:rPr>
        <w:t>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04.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Nierówności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er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4-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etrową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łatą.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Nier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wności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ać: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580" w:right="960" w:bottom="900" w:left="9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Spadki</w:t>
      </w:r>
      <w:r w:rsidRPr="006049FE">
        <w:rPr>
          <w:spacing w:val="-15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poprzec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pacing w:val="1"/>
          <w:sz w:val="22"/>
          <w:szCs w:val="22"/>
          <w:u w:val="thick"/>
        </w:rPr>
        <w:t>n</w:t>
      </w:r>
      <w:r w:rsidRPr="006049FE">
        <w:rPr>
          <w:sz w:val="22"/>
          <w:szCs w:val="22"/>
          <w:u w:val="thick"/>
        </w:rPr>
        <w:t>e</w:t>
      </w:r>
      <w:r w:rsidRPr="006049FE">
        <w:rPr>
          <w:spacing w:val="-15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3C4B23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10 </w:t>
      </w:r>
      <w:r w:rsidR="00CA3637" w:rsidRPr="006049FE">
        <w:rPr>
          <w:sz w:val="22"/>
          <w:szCs w:val="22"/>
        </w:rPr>
        <w:t>mm</w:t>
      </w:r>
      <w:r w:rsidR="00CA3637" w:rsidRPr="006049FE">
        <w:rPr>
          <w:spacing w:val="-9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dla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podbudo</w:t>
      </w:r>
      <w:r w:rsidR="00CA3637" w:rsidRPr="006049FE">
        <w:rPr>
          <w:spacing w:val="-2"/>
          <w:sz w:val="22"/>
          <w:szCs w:val="22"/>
        </w:rPr>
        <w:t>w</w:t>
      </w:r>
      <w:r w:rsidR="00CA3637" w:rsidRPr="006049FE">
        <w:rPr>
          <w:sz w:val="22"/>
          <w:szCs w:val="22"/>
        </w:rPr>
        <w:t>y</w:t>
      </w:r>
      <w:r w:rsidR="00CA3637" w:rsidRPr="006049FE">
        <w:rPr>
          <w:spacing w:val="-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zasadniczej,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20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cniczej.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type w:val="continuous"/>
          <w:pgSz w:w="11905" w:h="16840"/>
          <w:pgMar w:top="1160" w:right="960" w:bottom="280" w:left="960" w:header="708" w:footer="708" w:gutter="0"/>
          <w:cols w:num="2" w:space="708" w:equalWidth="0">
            <w:col w:w="3602" w:space="40"/>
            <w:col w:w="6343"/>
          </w:cols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Spadki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eczne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łukach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0,5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Rzęd</w:t>
      </w:r>
      <w:r w:rsidRPr="006049FE">
        <w:rPr>
          <w:spacing w:val="1"/>
          <w:sz w:val="22"/>
          <w:szCs w:val="22"/>
          <w:u w:val="thick"/>
        </w:rPr>
        <w:t>n</w:t>
      </w:r>
      <w:r w:rsidRPr="006049FE">
        <w:rPr>
          <w:sz w:val="22"/>
          <w:szCs w:val="22"/>
          <w:u w:val="thick"/>
        </w:rPr>
        <w:t>e</w:t>
      </w:r>
      <w:r w:rsidRPr="006049FE">
        <w:rPr>
          <w:spacing w:val="-17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wysokościowe</w:t>
      </w:r>
      <w:r w:rsidRPr="006049FE">
        <w:rPr>
          <w:spacing w:val="-16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Różnice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pomiędzy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sokościow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projektowanymi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nie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+1do-2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Uks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tałtowanie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osi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i</w:t>
      </w:r>
      <w:r w:rsidRPr="006049FE">
        <w:rPr>
          <w:spacing w:val="-10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uleps</w:t>
      </w:r>
      <w:r w:rsidRPr="006049FE">
        <w:rPr>
          <w:spacing w:val="-2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onego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podło</w:t>
      </w:r>
      <w:r w:rsidRPr="006049FE">
        <w:rPr>
          <w:spacing w:val="-2"/>
          <w:sz w:val="22"/>
          <w:szCs w:val="22"/>
          <w:u w:val="thick"/>
        </w:rPr>
        <w:t>ż</w:t>
      </w:r>
      <w:r w:rsidRPr="006049FE">
        <w:rPr>
          <w:sz w:val="22"/>
          <w:szCs w:val="22"/>
          <w:u w:val="thick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Oś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przesunięta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stosunku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Grubość</w:t>
      </w:r>
      <w:r w:rsidRPr="006049FE">
        <w:rPr>
          <w:spacing w:val="-20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Grubość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niż: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dla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 zasadniczej</w:t>
      </w:r>
      <w:r w:rsidRPr="006049FE">
        <w:rPr>
          <w:sz w:val="22"/>
          <w:szCs w:val="22"/>
        </w:rPr>
        <w:tab/>
        <w:t>±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10%,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dla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 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ocniczej</w:t>
      </w:r>
      <w:r w:rsidRPr="006049FE">
        <w:rPr>
          <w:sz w:val="22"/>
          <w:szCs w:val="22"/>
        </w:rPr>
        <w:tab/>
        <w:t>+10%,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-15%.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N</w:t>
      </w:r>
      <w:r w:rsidRPr="006049FE">
        <w:rPr>
          <w:spacing w:val="1"/>
          <w:sz w:val="22"/>
          <w:szCs w:val="22"/>
          <w:u w:val="thick"/>
        </w:rPr>
        <w:t>o</w:t>
      </w:r>
      <w:r w:rsidRPr="006049FE">
        <w:rPr>
          <w:sz w:val="22"/>
          <w:szCs w:val="22"/>
          <w:u w:val="thick"/>
        </w:rPr>
        <w:t>śność</w:t>
      </w:r>
      <w:r w:rsidRPr="006049FE">
        <w:rPr>
          <w:spacing w:val="-19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oduł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odkształcenia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4,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ugięcie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sprę</w:t>
      </w:r>
      <w:r w:rsidRPr="006049FE">
        <w:rPr>
          <w:spacing w:val="1"/>
          <w:sz w:val="22"/>
          <w:szCs w:val="22"/>
        </w:rPr>
        <w:t>ży</w:t>
      </w:r>
      <w:r w:rsidRPr="006049FE">
        <w:rPr>
          <w:sz w:val="22"/>
          <w:szCs w:val="22"/>
        </w:rPr>
        <w:t>ste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3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5"/>
        <w:gridCol w:w="2463"/>
        <w:gridCol w:w="1233"/>
        <w:gridCol w:w="1232"/>
        <w:gridCol w:w="1231"/>
        <w:gridCol w:w="1234"/>
      </w:tblGrid>
      <w:tr w:rsidR="00CA3637" w:rsidRPr="006049FE" w:rsidTr="00B70C44">
        <w:trPr>
          <w:trHeight w:hRule="exact" w:val="343"/>
        </w:trPr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Podbudowa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krusz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wa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wskaźniku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nośności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position w:val="-3"/>
                <w:sz w:val="22"/>
                <w:szCs w:val="22"/>
              </w:rPr>
              <w:t>noś</w:t>
            </w:r>
            <w:r w:rsidRPr="006049FE">
              <w:rPr>
                <w:spacing w:val="11"/>
                <w:position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ni</w:t>
            </w:r>
            <w:r w:rsidRPr="006049FE">
              <w:rPr>
                <w:spacing w:val="1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jsz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</w:p>
        </w:tc>
        <w:tc>
          <w:tcPr>
            <w:tcW w:w="73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agane</w:t>
            </w:r>
            <w:r w:rsidRPr="006049FE">
              <w:rPr>
                <w:spacing w:val="-1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cechy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podbudowy</w:t>
            </w:r>
          </w:p>
        </w:tc>
      </w:tr>
      <w:tr w:rsidR="00CA3637" w:rsidRPr="006049FE" w:rsidTr="00B70C44">
        <w:trPr>
          <w:trHeight w:hRule="exact" w:val="1022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Wskaźnik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zagęszczenia</w:t>
            </w:r>
            <w:r w:rsidRPr="006049FE">
              <w:rPr>
                <w:spacing w:val="-11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Is</w:t>
            </w:r>
            <w:proofErr w:type="spellEnd"/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nie</w:t>
            </w:r>
            <w:r w:rsidRPr="006049FE">
              <w:rPr>
                <w:spacing w:val="1"/>
                <w:sz w:val="22"/>
                <w:szCs w:val="22"/>
              </w:rPr>
              <w:t>j</w:t>
            </w:r>
            <w:r w:rsidRPr="006049FE">
              <w:rPr>
                <w:sz w:val="22"/>
                <w:szCs w:val="22"/>
              </w:rPr>
              <w:t>szy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niż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Maks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alne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ug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ęcie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spręż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ste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pod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kołe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</w:t>
            </w:r>
          </w:p>
        </w:tc>
        <w:tc>
          <w:tcPr>
            <w:tcW w:w="24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Minimalny</w:t>
            </w:r>
            <w:r w:rsidRPr="006049FE">
              <w:rPr>
                <w:spacing w:val="-1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oduł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odkształcenia</w:t>
            </w:r>
            <w:r w:rsidRPr="006049FE">
              <w:rPr>
                <w:spacing w:val="-20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pacing w:val="1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erzony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pł</w:t>
            </w:r>
            <w:r w:rsidRPr="006049FE">
              <w:rPr>
                <w:spacing w:val="1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tą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średnicy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30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c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z w:val="22"/>
                <w:szCs w:val="22"/>
              </w:rPr>
              <w:t>MPa</w:t>
            </w:r>
            <w:proofErr w:type="spellEnd"/>
          </w:p>
        </w:tc>
      </w:tr>
      <w:tr w:rsidR="00CA3637" w:rsidRPr="006049FE" w:rsidTr="00B70C44">
        <w:trPr>
          <w:trHeight w:hRule="exact" w:val="1021"/>
        </w:trPr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40kN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50kN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w w:val="95"/>
                <w:sz w:val="22"/>
                <w:szCs w:val="22"/>
              </w:rPr>
              <w:t>pierwszego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w w:val="95"/>
                <w:sz w:val="22"/>
                <w:szCs w:val="22"/>
              </w:rPr>
              <w:t>obciążenia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position w:val="-3"/>
                <w:sz w:val="22"/>
                <w:szCs w:val="22"/>
              </w:rPr>
              <w:t>1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w w:val="95"/>
                <w:sz w:val="22"/>
                <w:szCs w:val="22"/>
              </w:rPr>
              <w:t>drugiego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w w:val="95"/>
                <w:sz w:val="22"/>
                <w:szCs w:val="22"/>
              </w:rPr>
              <w:t>obciążenia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position w:val="-3"/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267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60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1,0</w:t>
            </w:r>
          </w:p>
        </w:tc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1,40</w:t>
            </w:r>
          </w:p>
        </w:tc>
        <w:tc>
          <w:tcPr>
            <w:tcW w:w="123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1,60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60</w:t>
            </w:r>
          </w:p>
        </w:tc>
        <w:tc>
          <w:tcPr>
            <w:tcW w:w="123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120</w:t>
            </w:r>
          </w:p>
        </w:tc>
      </w:tr>
      <w:tr w:rsidR="00CA3637" w:rsidRPr="006049FE" w:rsidTr="00B70C44">
        <w:trPr>
          <w:trHeight w:hRule="exact" w:val="253"/>
        </w:trPr>
        <w:tc>
          <w:tcPr>
            <w:tcW w:w="198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80</w:t>
            </w:r>
          </w:p>
        </w:tc>
        <w:tc>
          <w:tcPr>
            <w:tcW w:w="246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1,0</w:t>
            </w:r>
          </w:p>
        </w:tc>
        <w:tc>
          <w:tcPr>
            <w:tcW w:w="12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1,25</w:t>
            </w: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1,40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80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140</w:t>
            </w:r>
          </w:p>
        </w:tc>
      </w:tr>
      <w:tr w:rsidR="00CA3637" w:rsidRPr="006049FE" w:rsidTr="00B70C44">
        <w:trPr>
          <w:trHeight w:hRule="exact" w:val="249"/>
        </w:trPr>
        <w:tc>
          <w:tcPr>
            <w:tcW w:w="198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120</w:t>
            </w:r>
          </w:p>
        </w:tc>
        <w:tc>
          <w:tcPr>
            <w:tcW w:w="24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1,03</w:t>
            </w:r>
          </w:p>
        </w:tc>
        <w:tc>
          <w:tcPr>
            <w:tcW w:w="12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1,1</w:t>
            </w:r>
          </w:p>
        </w:tc>
        <w:tc>
          <w:tcPr>
            <w:tcW w:w="12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1,20</w:t>
            </w:r>
          </w:p>
        </w:tc>
        <w:tc>
          <w:tcPr>
            <w:tcW w:w="123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100</w:t>
            </w:r>
          </w:p>
        </w:tc>
        <w:tc>
          <w:tcPr>
            <w:tcW w:w="12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180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asady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postępowania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wadliwie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odcinkami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  <w:u w:val="thick"/>
        </w:rPr>
        <w:t>Niewłaściwe</w:t>
      </w:r>
      <w:r w:rsidRPr="006049FE">
        <w:rPr>
          <w:bCs/>
          <w:spacing w:val="-14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cechy</w:t>
      </w:r>
      <w:r w:rsidRPr="006049FE">
        <w:rPr>
          <w:bCs/>
          <w:spacing w:val="-13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geometrycz</w:t>
      </w:r>
      <w:r w:rsidRPr="006049FE">
        <w:rPr>
          <w:bCs/>
          <w:spacing w:val="1"/>
          <w:sz w:val="22"/>
          <w:szCs w:val="22"/>
          <w:u w:val="thick"/>
        </w:rPr>
        <w:t>n</w:t>
      </w:r>
      <w:r w:rsidRPr="006049FE">
        <w:rPr>
          <w:bCs/>
          <w:sz w:val="22"/>
          <w:szCs w:val="22"/>
          <w:u w:val="thick"/>
        </w:rPr>
        <w:t>e</w:t>
      </w:r>
      <w:r w:rsidRPr="006049FE">
        <w:rPr>
          <w:bCs/>
          <w:spacing w:val="-14"/>
          <w:sz w:val="22"/>
          <w:szCs w:val="22"/>
          <w:u w:val="thick"/>
        </w:rPr>
        <w:t xml:space="preserve"> </w:t>
      </w:r>
      <w:r w:rsidRPr="006049FE">
        <w:rPr>
          <w:bCs/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wykazu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lenia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punkcie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6.4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naprawione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zerwanie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głębokości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równane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powtórnie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ęszczone.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Dodanie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nowego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materiału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konanej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niedopuszczalne.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eli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mniejsza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szerokości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podparcia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wyżej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leżąc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m,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własny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poszerz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podbudowę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pełną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gr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bość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połowy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szerokości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pasa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awie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zchni,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dołożenie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powtórne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Niewłaściwa</w:t>
      </w:r>
      <w:r w:rsidRPr="006049FE">
        <w:rPr>
          <w:spacing w:val="-16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grubość</w:t>
      </w:r>
      <w:r w:rsidRPr="006049FE">
        <w:rPr>
          <w:spacing w:val="-15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stkich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powierzchniach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wadliw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 pod  wzg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ędem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rubości,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napr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naprawione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spulchnienie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anie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odpowiednią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głębokość,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dec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Inspektora,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uzupełnione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nowym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materiałem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wości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ch,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równane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ęszczo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Roboty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własny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konaniu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nastąpi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ocena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żej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lastRenderedPageBreak/>
        <w:t>Niewłaściwa</w:t>
      </w:r>
      <w:r w:rsidRPr="006049FE">
        <w:rPr>
          <w:spacing w:val="-16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nośność</w:t>
      </w:r>
      <w:r w:rsidRPr="006049FE">
        <w:rPr>
          <w:spacing w:val="-15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Jeżeli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nośność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ędzie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aganej,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wca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zapewnienia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aganej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nośności,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zalecone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nspektora.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poniesie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lko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wted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aniżenie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nośności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nikło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niewłaśc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OBMIAR</w:t>
      </w:r>
      <w:r w:rsidRPr="006049FE">
        <w:rPr>
          <w:spacing w:val="-23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Jednostką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est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</w:t>
      </w:r>
      <w:r w:rsidRPr="006049FE">
        <w:rPr>
          <w:b/>
          <w:bCs/>
          <w:position w:val="10"/>
          <w:sz w:val="22"/>
          <w:szCs w:val="22"/>
        </w:rPr>
        <w:t>2</w:t>
      </w:r>
      <w:r w:rsidRPr="006049FE">
        <w:rPr>
          <w:b/>
          <w:bCs/>
          <w:spacing w:val="11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chanicz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ie.</w:t>
      </w:r>
    </w:p>
    <w:p w:rsidR="00CA3637" w:rsidRPr="006049FE" w:rsidRDefault="00CA3637" w:rsidP="00746A47">
      <w:pPr>
        <w:pStyle w:val="Akapitzlist"/>
        <w:rPr>
          <w:sz w:val="22"/>
          <w:szCs w:val="22"/>
          <w:u w:val="thick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ODBIÓR</w:t>
      </w:r>
      <w:r w:rsidRPr="006049FE">
        <w:rPr>
          <w:spacing w:val="-24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8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</w:t>
      </w:r>
      <w:r w:rsidRPr="006049FE">
        <w:rPr>
          <w:spacing w:val="1"/>
          <w:sz w:val="22"/>
          <w:szCs w:val="22"/>
        </w:rPr>
        <w:t>e</w:t>
      </w:r>
      <w:r w:rsidRPr="006049FE">
        <w:rPr>
          <w:i/>
          <w:i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Odbioru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dokonuje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Gotow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danej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części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zgłasza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wpisem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jednoczesn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eniem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spektora.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plet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borato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geodez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dały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dodatni,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nspektor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dokonuje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wpisu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jęciu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Dzienniku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choć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dało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uje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ny,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uznać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niezgodne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orm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kontraktu.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takiej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tuacji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obowiązany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doprowadzić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robo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normą,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ponownego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PODSTAWA</w:t>
      </w:r>
      <w:r w:rsidRPr="006049FE">
        <w:rPr>
          <w:spacing w:val="-35"/>
          <w:sz w:val="22"/>
          <w:szCs w:val="22"/>
          <w:u w:val="thick"/>
        </w:rPr>
        <w:t xml:space="preserve"> </w:t>
      </w:r>
      <w:r w:rsidRPr="006049FE">
        <w:rPr>
          <w:spacing w:val="1"/>
          <w:sz w:val="22"/>
          <w:szCs w:val="22"/>
          <w:u w:val="thick"/>
        </w:rPr>
        <w:t>P</w:t>
      </w:r>
      <w:r w:rsidRPr="006049FE">
        <w:rPr>
          <w:sz w:val="22"/>
          <w:szCs w:val="22"/>
          <w:u w:val="thick"/>
        </w:rPr>
        <w:t>ŁATNOŚCI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9</w:t>
      </w:r>
      <w:r w:rsidRPr="006049FE">
        <w:rPr>
          <w:i/>
          <w:i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Płatność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-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ilość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</w:t>
      </w:r>
      <w:r w:rsidRPr="006049FE">
        <w:rPr>
          <w:b/>
          <w:bCs/>
          <w:position w:val="10"/>
          <w:sz w:val="22"/>
          <w:szCs w:val="22"/>
        </w:rPr>
        <w:t xml:space="preserve">2  </w:t>
      </w:r>
      <w:r w:rsidRPr="006049FE">
        <w:rPr>
          <w:b/>
          <w:bCs/>
          <w:spacing w:val="11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konanej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god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PW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oceną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ja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 xml:space="preserve">ości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robót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ian 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wprowadzon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czasie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udo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, 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udoku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ch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zapisami 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Dzie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niku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  <w:u w:val="single"/>
        </w:rPr>
        <w:t>Cena</w:t>
      </w:r>
      <w:r w:rsidRPr="006049FE">
        <w:rPr>
          <w:spacing w:val="-14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obej</w:t>
      </w:r>
      <w:r w:rsidRPr="006049FE">
        <w:rPr>
          <w:spacing w:val="-2"/>
          <w:sz w:val="22"/>
          <w:szCs w:val="22"/>
          <w:u w:val="single"/>
        </w:rPr>
        <w:t>m</w:t>
      </w:r>
      <w:r w:rsidRPr="006049FE">
        <w:rPr>
          <w:sz w:val="22"/>
          <w:szCs w:val="22"/>
          <w:u w:val="single"/>
        </w:rPr>
        <w:t>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Zapewnienie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środków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produkcji,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iarowe,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sprawdzenie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ewentualną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aprawę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(wars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wę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odsącza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ącą),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dostarczenie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k</w:t>
      </w:r>
      <w:r w:rsidRPr="006049FE">
        <w:rPr>
          <w:sz w:val="22"/>
          <w:szCs w:val="22"/>
        </w:rPr>
        <w:t>ładników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produko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sza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ki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twórni,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sce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udowania,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dostarczenie,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ustawienie,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rozebranie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odwiezienie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prowadnic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ałów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urządzeń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ocnicz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rozłożenie,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wyprofilow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ęszczenie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ieszanki,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 przeprowadzenie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aborato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utr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uporządkowanie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  <w:u w:val="thick"/>
        </w:rPr>
        <w:t>PRZEPISY</w:t>
      </w:r>
      <w:r w:rsidRPr="006049FE">
        <w:rPr>
          <w:spacing w:val="-31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Z</w:t>
      </w:r>
      <w:r w:rsidRPr="006049FE">
        <w:rPr>
          <w:spacing w:val="1"/>
          <w:sz w:val="22"/>
          <w:szCs w:val="22"/>
          <w:u w:val="thick"/>
        </w:rPr>
        <w:t>W</w:t>
      </w:r>
      <w:r w:rsidRPr="006049FE">
        <w:rPr>
          <w:sz w:val="22"/>
          <w:szCs w:val="22"/>
          <w:u w:val="thick"/>
        </w:rPr>
        <w:t>IĄZANE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Normy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PN-B-19701</w:t>
      </w:r>
      <w:r w:rsidRPr="006049FE">
        <w:rPr>
          <w:spacing w:val="-2"/>
          <w:sz w:val="22"/>
          <w:szCs w:val="22"/>
        </w:rPr>
        <w:t>:</w:t>
      </w:r>
      <w:r w:rsidRPr="006049FE">
        <w:rPr>
          <w:sz w:val="22"/>
          <w:szCs w:val="22"/>
        </w:rPr>
        <w:t>1997</w:t>
      </w:r>
      <w:r w:rsidRPr="006049FE">
        <w:rPr>
          <w:sz w:val="22"/>
          <w:szCs w:val="22"/>
        </w:rPr>
        <w:tab/>
        <w:t>Cement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powszechnego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ocena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PN-B-19701</w:t>
      </w:r>
      <w:r w:rsidRPr="006049FE">
        <w:rPr>
          <w:spacing w:val="-2"/>
          <w:sz w:val="22"/>
          <w:szCs w:val="22"/>
        </w:rPr>
        <w:t>:</w:t>
      </w:r>
      <w:r w:rsidRPr="006049FE">
        <w:rPr>
          <w:sz w:val="22"/>
          <w:szCs w:val="22"/>
        </w:rPr>
        <w:t>1997(Az1:2001)</w:t>
      </w:r>
      <w:r w:rsidRPr="006049FE">
        <w:rPr>
          <w:sz w:val="22"/>
          <w:szCs w:val="22"/>
        </w:rPr>
        <w:tab/>
        <w:t>Cement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powszechnego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tku.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iana.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PN-EN 196-1:1996</w:t>
      </w:r>
      <w:r w:rsidRPr="006049FE">
        <w:rPr>
          <w:sz w:val="22"/>
          <w:szCs w:val="22"/>
        </w:rPr>
        <w:tab/>
        <w:t>Metody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PN-EN 196-3:1996</w:t>
      </w:r>
      <w:r w:rsidRPr="006049FE">
        <w:rPr>
          <w:sz w:val="22"/>
          <w:szCs w:val="22"/>
        </w:rPr>
        <w:tab/>
        <w:t>Metody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Ozna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zanie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zasów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wiąza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stałości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objętości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PN-77/B-06714-12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mineralne. 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Badania.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Oznaczanie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 xml:space="preserve">ści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PN-78/B-06714-13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lne.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ineraln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PN-91/B-06714-15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ralne.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ziarnowego.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PN-78/B-06714-16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lne.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kszt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ziaren.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PN-77/B-06714-17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neralne.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PN-77/B-06714-18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lne.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ąkliwości.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PN-78/B-06714-19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z w:val="22"/>
          <w:szCs w:val="22"/>
        </w:rPr>
        <w:tab/>
        <w:t>mineral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e.</w:t>
      </w:r>
      <w:r w:rsidRPr="006049FE">
        <w:rPr>
          <w:sz w:val="22"/>
          <w:szCs w:val="22"/>
        </w:rPr>
        <w:tab/>
        <w:t>Badania.</w:t>
      </w:r>
      <w:r w:rsidRPr="006049FE">
        <w:rPr>
          <w:sz w:val="22"/>
          <w:szCs w:val="22"/>
        </w:rPr>
        <w:tab/>
        <w:t>Oznaczanie</w:t>
      </w:r>
      <w:r w:rsidRPr="006049FE">
        <w:rPr>
          <w:sz w:val="22"/>
          <w:szCs w:val="22"/>
        </w:rPr>
        <w:tab/>
        <w:t>mrozoodporności</w:t>
      </w:r>
      <w:r w:rsidRPr="006049FE">
        <w:rPr>
          <w:sz w:val="22"/>
          <w:szCs w:val="22"/>
        </w:rPr>
        <w:tab/>
      </w:r>
      <w:r w:rsidRPr="006049FE">
        <w:rPr>
          <w:spacing w:val="-2"/>
          <w:w w:val="95"/>
          <w:sz w:val="22"/>
          <w:szCs w:val="22"/>
        </w:rPr>
        <w:t>m</w:t>
      </w:r>
      <w:r w:rsidRPr="006049FE">
        <w:rPr>
          <w:w w:val="95"/>
          <w:sz w:val="22"/>
          <w:szCs w:val="22"/>
        </w:rPr>
        <w:t>etodą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bezpośrednią.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PN-78/B-06714-20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z w:val="22"/>
          <w:szCs w:val="22"/>
        </w:rPr>
        <w:tab/>
        <w:t>mineralne.</w:t>
      </w:r>
      <w:r w:rsidRPr="006049FE">
        <w:rPr>
          <w:sz w:val="22"/>
          <w:szCs w:val="22"/>
        </w:rPr>
        <w:tab/>
        <w:t>Badania.</w:t>
      </w:r>
      <w:r w:rsidRPr="006049FE">
        <w:rPr>
          <w:sz w:val="22"/>
          <w:szCs w:val="22"/>
        </w:rPr>
        <w:tab/>
        <w:t>Oznaczanie</w:t>
      </w:r>
      <w:r w:rsidRPr="006049FE">
        <w:rPr>
          <w:sz w:val="22"/>
          <w:szCs w:val="22"/>
        </w:rPr>
        <w:tab/>
        <w:t>mrozoodporności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etodą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stalizacji.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PN-78/B-06714-26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mineralne. 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Badania.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Oznaczanie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 xml:space="preserve">ści 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PN-78/B-06714-28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neralne.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siarki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metodą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bro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ową.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PN-78/B-06714-40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mineralne.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Badania.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Oznaczanie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 xml:space="preserve">ymał.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iażdżenie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Wskaź</w:t>
      </w:r>
      <w:r w:rsidRPr="006049FE">
        <w:rPr>
          <w:spacing w:val="1"/>
          <w:sz w:val="22"/>
          <w:szCs w:val="22"/>
        </w:rPr>
        <w:t>nik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rozkruszenia.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PN-79/B-06714-42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ralne.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za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ścieralności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bębnie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Los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Angeles.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PN-87/B-06714-43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neralne.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ziaren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słabych.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PN-88/B-06714-48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mineralne.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Badania.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Oznaczanie 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 xml:space="preserve">ści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zani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zy</w:t>
      </w:r>
      <w:r w:rsidRPr="006049FE">
        <w:rPr>
          <w:sz w:val="22"/>
          <w:szCs w:val="22"/>
        </w:rPr>
        <w:t xml:space="preserve">szczeń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osta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grudek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glin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PN-88/B-32250</w:t>
      </w:r>
      <w:r w:rsidRPr="006049FE">
        <w:rPr>
          <w:sz w:val="22"/>
          <w:szCs w:val="22"/>
        </w:rPr>
        <w:tab/>
        <w:t>Materiały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Woda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zapraw.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PN-88/B-04481</w:t>
      </w:r>
      <w:r w:rsidRPr="006049FE">
        <w:rPr>
          <w:sz w:val="22"/>
          <w:szCs w:val="22"/>
        </w:rPr>
        <w:tab/>
        <w:t>Grun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laborator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PN-B-11113</w:t>
      </w:r>
      <w:r w:rsidRPr="006049FE">
        <w:rPr>
          <w:spacing w:val="-2"/>
          <w:sz w:val="22"/>
          <w:szCs w:val="22"/>
        </w:rPr>
        <w:t>:</w:t>
      </w:r>
      <w:r w:rsidRPr="006049FE">
        <w:rPr>
          <w:sz w:val="22"/>
          <w:szCs w:val="22"/>
        </w:rPr>
        <w:t>1996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wierzchni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ch;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pia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ek.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PN-B-11111</w:t>
      </w:r>
      <w:r w:rsidRPr="006049FE">
        <w:rPr>
          <w:spacing w:val="-2"/>
          <w:sz w:val="22"/>
          <w:szCs w:val="22"/>
        </w:rPr>
        <w:t>:</w:t>
      </w:r>
      <w:r w:rsidRPr="006049FE">
        <w:rPr>
          <w:sz w:val="22"/>
          <w:szCs w:val="22"/>
        </w:rPr>
        <w:t>1996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wierzchni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ch;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żwir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PN-B-11110</w:t>
      </w:r>
      <w:r w:rsidRPr="006049FE">
        <w:rPr>
          <w:spacing w:val="-2"/>
          <w:sz w:val="22"/>
          <w:szCs w:val="22"/>
        </w:rPr>
        <w:t>:</w:t>
      </w:r>
      <w:r w:rsidRPr="006049FE">
        <w:rPr>
          <w:sz w:val="22"/>
          <w:szCs w:val="22"/>
        </w:rPr>
        <w:t>1996</w:t>
      </w:r>
      <w:r w:rsidRPr="006049FE">
        <w:rPr>
          <w:sz w:val="22"/>
          <w:szCs w:val="22"/>
        </w:rPr>
        <w:tab/>
        <w:t>Surowce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skalne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lite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odukcji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budownictwie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PN-B-11112:1996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neralne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Inne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Rozporządzenia</w:t>
      </w:r>
      <w:r w:rsidRPr="006049FE">
        <w:rPr>
          <w:spacing w:val="35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MTiGM</w:t>
      </w:r>
      <w:proofErr w:type="spellEnd"/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dnia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02.marca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1999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r.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rawie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warunków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jakim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drogi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publiczne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tuowanie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(Dz.U.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nr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43,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poz.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430)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zał.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Katalog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typow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podatn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półszt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IBDiM</w:t>
      </w:r>
      <w:proofErr w:type="spellEnd"/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Warszawa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1997.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060" w:right="960" w:bottom="900" w:left="9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w w:val="99"/>
          <w:sz w:val="22"/>
          <w:szCs w:val="22"/>
        </w:rPr>
      </w:pPr>
      <w:r w:rsidRPr="006049FE">
        <w:rPr>
          <w:sz w:val="22"/>
          <w:szCs w:val="22"/>
        </w:rPr>
        <w:lastRenderedPageBreak/>
        <w:t>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3.40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ZYW</w:t>
      </w:r>
      <w:r w:rsidRPr="006049FE">
        <w:rPr>
          <w:w w:val="99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GRUPA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CPV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452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4"/>
          <w:sz w:val="22"/>
          <w:szCs w:val="22"/>
        </w:rPr>
        <w:t>WS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Ę</w:t>
      </w:r>
      <w:r w:rsidRPr="006049FE">
        <w:rPr>
          <w:sz w:val="22"/>
          <w:szCs w:val="22"/>
        </w:rPr>
        <w:t>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dmio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iotem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szczegółowej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(ST)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doty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zwi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zanych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akre</w:t>
      </w:r>
      <w:r w:rsidRPr="006049FE">
        <w:rPr>
          <w:sz w:val="22"/>
          <w:szCs w:val="22"/>
        </w:rPr>
        <w:t>s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stosowani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42061D" w:rsidRDefault="00CA3637" w:rsidP="00460E31">
      <w:pPr>
        <w:pStyle w:val="Bezodstpw"/>
        <w:rPr>
          <w:b/>
          <w:bCs/>
          <w:spacing w:val="18"/>
          <w:sz w:val="22"/>
          <w:szCs w:val="22"/>
        </w:rPr>
      </w:pPr>
      <w:r w:rsidRPr="006049FE">
        <w:rPr>
          <w:spacing w:val="1"/>
          <w:sz w:val="22"/>
          <w:szCs w:val="22"/>
        </w:rPr>
        <w:t>Przed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iote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Specyfikacj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Tech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icz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są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 i</w:t>
      </w:r>
      <w:r w:rsidRPr="006049FE">
        <w:rPr>
          <w:spacing w:val="2"/>
          <w:sz w:val="22"/>
          <w:szCs w:val="22"/>
        </w:rPr>
        <w:t xml:space="preserve"> odb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oru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podbudowy z kruszyw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>w</w:t>
      </w:r>
      <w:r w:rsidRPr="006049FE">
        <w:rPr>
          <w:b/>
          <w:spacing w:val="8"/>
          <w:sz w:val="22"/>
          <w:szCs w:val="22"/>
        </w:rPr>
        <w:t xml:space="preserve"> </w:t>
      </w:r>
      <w:r w:rsidRPr="006049FE">
        <w:rPr>
          <w:b/>
          <w:spacing w:val="10"/>
          <w:sz w:val="22"/>
          <w:szCs w:val="22"/>
        </w:rPr>
        <w:t>ra</w:t>
      </w:r>
      <w:r w:rsidRPr="006049FE">
        <w:rPr>
          <w:b/>
          <w:spacing w:val="12"/>
          <w:sz w:val="22"/>
          <w:szCs w:val="22"/>
        </w:rPr>
        <w:t>m</w:t>
      </w:r>
      <w:r w:rsidRPr="006049FE">
        <w:rPr>
          <w:b/>
          <w:spacing w:val="10"/>
          <w:sz w:val="22"/>
          <w:szCs w:val="22"/>
        </w:rPr>
        <w:t>ac</w:t>
      </w:r>
      <w:r w:rsidRPr="006049FE">
        <w:rPr>
          <w:b/>
          <w:sz w:val="22"/>
          <w:szCs w:val="22"/>
        </w:rPr>
        <w:t xml:space="preserve">h </w:t>
      </w:r>
      <w:r w:rsidRPr="006049FE">
        <w:rPr>
          <w:b/>
          <w:spacing w:val="10"/>
          <w:sz w:val="22"/>
          <w:szCs w:val="22"/>
        </w:rPr>
        <w:t>real</w:t>
      </w:r>
      <w:r w:rsidRPr="006049FE">
        <w:rPr>
          <w:b/>
          <w:spacing w:val="12"/>
          <w:sz w:val="22"/>
          <w:szCs w:val="22"/>
        </w:rPr>
        <w:t>i</w:t>
      </w:r>
      <w:r w:rsidRPr="006049FE">
        <w:rPr>
          <w:b/>
          <w:spacing w:val="10"/>
          <w:sz w:val="22"/>
          <w:szCs w:val="22"/>
        </w:rPr>
        <w:t>zacj</w:t>
      </w:r>
      <w:r w:rsidRPr="006049FE">
        <w:rPr>
          <w:b/>
          <w:sz w:val="22"/>
          <w:szCs w:val="22"/>
        </w:rPr>
        <w:t xml:space="preserve">i </w:t>
      </w:r>
      <w:r w:rsidR="00460E31" w:rsidRPr="006049FE">
        <w:rPr>
          <w:b/>
          <w:bCs/>
          <w:spacing w:val="11"/>
          <w:sz w:val="22"/>
          <w:szCs w:val="22"/>
        </w:rPr>
        <w:t>budow</w:t>
      </w:r>
      <w:r w:rsidR="00460E31" w:rsidRPr="006049FE">
        <w:rPr>
          <w:b/>
          <w:bCs/>
          <w:sz w:val="22"/>
          <w:szCs w:val="22"/>
        </w:rPr>
        <w:t>y</w:t>
      </w:r>
      <w:r w:rsidR="00460E31" w:rsidRPr="006049FE">
        <w:rPr>
          <w:b/>
          <w:bCs/>
          <w:spacing w:val="18"/>
          <w:sz w:val="22"/>
          <w:szCs w:val="22"/>
        </w:rPr>
        <w:t xml:space="preserve"> boiska wielofunkcyjnego przy </w:t>
      </w:r>
      <w:r w:rsidR="00460E31">
        <w:rPr>
          <w:b/>
          <w:bCs/>
          <w:spacing w:val="18"/>
          <w:sz w:val="22"/>
          <w:szCs w:val="22"/>
        </w:rPr>
        <w:t>szkole podstawowej w Zbrudzewie</w:t>
      </w:r>
      <w:r w:rsidR="00460E31" w:rsidRPr="006049FE">
        <w:rPr>
          <w:b/>
          <w:bCs/>
          <w:spacing w:val="18"/>
          <w:sz w:val="22"/>
          <w:szCs w:val="22"/>
        </w:rPr>
        <w:t>.</w:t>
      </w:r>
    </w:p>
    <w:p w:rsidR="00460E31" w:rsidRPr="006049FE" w:rsidRDefault="00460E31" w:rsidP="00460E31">
      <w:pPr>
        <w:pStyle w:val="Bezodstpw"/>
        <w:rPr>
          <w:spacing w:val="8"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8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>j</w:t>
      </w:r>
      <w:r w:rsidRPr="006049FE">
        <w:rPr>
          <w:spacing w:val="9"/>
          <w:sz w:val="22"/>
          <w:szCs w:val="22"/>
        </w:rPr>
        <w:t>ęt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le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za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ie</w:t>
      </w:r>
      <w:r w:rsidRPr="006049FE">
        <w:rPr>
          <w:spacing w:val="5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yfika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doty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zasa</w:t>
      </w:r>
      <w:r w:rsidRPr="006049FE">
        <w:rPr>
          <w:sz w:val="22"/>
          <w:szCs w:val="22"/>
        </w:rPr>
        <w:t>d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zeni</w:t>
      </w:r>
      <w:r w:rsidRPr="006049FE">
        <w:rPr>
          <w:sz w:val="22"/>
          <w:szCs w:val="22"/>
        </w:rPr>
        <w:t>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bó</w:t>
      </w:r>
      <w:r w:rsidRPr="006049FE">
        <w:rPr>
          <w:sz w:val="22"/>
          <w:szCs w:val="22"/>
        </w:rPr>
        <w:t>t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6"/>
          <w:sz w:val="22"/>
          <w:szCs w:val="22"/>
        </w:rPr>
        <w:t>zw</w:t>
      </w:r>
      <w:r w:rsidRPr="006049FE">
        <w:rPr>
          <w:spacing w:val="18"/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>ą</w:t>
      </w:r>
      <w:r w:rsidRPr="006049FE">
        <w:rPr>
          <w:spacing w:val="17"/>
          <w:sz w:val="22"/>
          <w:szCs w:val="22"/>
        </w:rPr>
        <w:t>zany</w:t>
      </w:r>
      <w:r w:rsidRPr="006049FE">
        <w:rPr>
          <w:spacing w:val="1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w</w:t>
      </w:r>
      <w:r w:rsidRPr="006049FE">
        <w:rPr>
          <w:spacing w:val="18"/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>konanie</w:t>
      </w:r>
      <w:r w:rsidRPr="006049FE">
        <w:rPr>
          <w:sz w:val="22"/>
          <w:szCs w:val="22"/>
        </w:rPr>
        <w:t>m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podbudow</w:t>
      </w:r>
      <w:r w:rsidRPr="006049FE">
        <w:rPr>
          <w:sz w:val="22"/>
          <w:szCs w:val="22"/>
        </w:rPr>
        <w:t>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krusz</w:t>
      </w:r>
      <w:r w:rsidRPr="006049FE">
        <w:rPr>
          <w:spacing w:val="18"/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>wa</w:t>
      </w:r>
      <w:r w:rsidRPr="006049FE">
        <w:rPr>
          <w:sz w:val="22"/>
          <w:szCs w:val="22"/>
        </w:rPr>
        <w:t>,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ramac</w:t>
      </w:r>
      <w:r w:rsidRPr="006049FE">
        <w:rPr>
          <w:sz w:val="22"/>
          <w:szCs w:val="22"/>
        </w:rPr>
        <w:t>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zwi</w:t>
      </w:r>
      <w:r w:rsidRPr="006049FE">
        <w:rPr>
          <w:spacing w:val="18"/>
          <w:sz w:val="22"/>
          <w:szCs w:val="22"/>
        </w:rPr>
        <w:t>ą</w:t>
      </w:r>
      <w:r w:rsidRPr="006049FE">
        <w:rPr>
          <w:spacing w:val="16"/>
          <w:sz w:val="22"/>
          <w:szCs w:val="22"/>
        </w:rPr>
        <w:t>za</w:t>
      </w:r>
      <w:r w:rsidRPr="006049FE">
        <w:rPr>
          <w:spacing w:val="17"/>
          <w:sz w:val="22"/>
          <w:szCs w:val="22"/>
        </w:rPr>
        <w:t>n</w:t>
      </w:r>
      <w:r w:rsidRPr="006049FE">
        <w:rPr>
          <w:spacing w:val="18"/>
          <w:sz w:val="22"/>
          <w:szCs w:val="22"/>
        </w:rPr>
        <w:t>y</w:t>
      </w:r>
      <w:r w:rsidRPr="006049FE">
        <w:rPr>
          <w:spacing w:val="1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konanie</w:t>
      </w:r>
      <w:r w:rsidRPr="006049FE">
        <w:rPr>
          <w:sz w:val="22"/>
          <w:szCs w:val="22"/>
        </w:rPr>
        <w:t>m: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podsy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kowy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Ok</w:t>
      </w:r>
      <w:r w:rsidRPr="006049FE">
        <w:rPr>
          <w:spacing w:val="11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>śleni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podstaw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Stabilizacja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proces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nologiczny,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polegający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gęszczeniu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ściwie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dobranym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uziarnieniu,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optymal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ej,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Podłoże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gruntowe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stał</w:t>
      </w:r>
      <w:r w:rsidRPr="006049FE">
        <w:rPr>
          <w:sz w:val="22"/>
          <w:szCs w:val="22"/>
        </w:rPr>
        <w:t>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pacing w:val="2"/>
          <w:sz w:val="22"/>
          <w:szCs w:val="22"/>
        </w:rPr>
        <w:t>eśle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tawow</w:t>
      </w:r>
      <w:r w:rsidRPr="006049FE">
        <w:rPr>
          <w:sz w:val="22"/>
          <w:szCs w:val="22"/>
        </w:rPr>
        <w:t>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od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ow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ązują</w:t>
      </w:r>
      <w:r w:rsidRPr="006049FE">
        <w:rPr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mi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polskimi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definicja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podanymi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„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tyc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ogólne</w:t>
      </w:r>
      <w:r w:rsidRPr="006049FE">
        <w:rPr>
          <w:sz w:val="22"/>
          <w:szCs w:val="22"/>
        </w:rPr>
        <w:t>"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kt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1.5.</w:t>
      </w:r>
    </w:p>
    <w:p w:rsidR="00CA3637" w:rsidRPr="006049FE" w:rsidRDefault="00CA3637" w:rsidP="003C4B23">
      <w:pPr>
        <w:pStyle w:val="Akapitzlist"/>
        <w:rPr>
          <w:sz w:val="22"/>
          <w:szCs w:val="22"/>
        </w:rPr>
      </w:pPr>
    </w:p>
    <w:p w:rsidR="00CA3637" w:rsidRPr="006049FE" w:rsidRDefault="00CA3637" w:rsidP="003C4B23">
      <w:pPr>
        <w:pStyle w:val="Akapitzlist"/>
        <w:rPr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t>MATERIAŁY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11"/>
          <w:sz w:val="22"/>
          <w:szCs w:val="22"/>
        </w:rPr>
        <w:t>Ogóln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10"/>
          <w:sz w:val="22"/>
          <w:szCs w:val="22"/>
        </w:rPr>
        <w:t xml:space="preserve"> </w:t>
      </w:r>
      <w:r w:rsidRPr="006049FE">
        <w:rPr>
          <w:b/>
          <w:bCs/>
          <w:spacing w:val="11"/>
          <w:sz w:val="22"/>
          <w:szCs w:val="22"/>
        </w:rPr>
        <w:t>w</w:t>
      </w:r>
      <w:r w:rsidRPr="006049FE">
        <w:rPr>
          <w:b/>
          <w:bCs/>
          <w:spacing w:val="12"/>
          <w:sz w:val="22"/>
          <w:szCs w:val="22"/>
        </w:rPr>
        <w:t>y</w:t>
      </w:r>
      <w:r w:rsidRPr="006049FE">
        <w:rPr>
          <w:b/>
          <w:bCs/>
          <w:spacing w:val="10"/>
          <w:sz w:val="22"/>
          <w:szCs w:val="22"/>
        </w:rPr>
        <w:t>m</w:t>
      </w:r>
      <w:r w:rsidRPr="006049FE">
        <w:rPr>
          <w:b/>
          <w:bCs/>
          <w:spacing w:val="11"/>
          <w:sz w:val="22"/>
          <w:szCs w:val="22"/>
        </w:rPr>
        <w:t>agani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10"/>
          <w:sz w:val="22"/>
          <w:szCs w:val="22"/>
        </w:rPr>
        <w:t xml:space="preserve"> </w:t>
      </w:r>
      <w:r w:rsidRPr="006049FE">
        <w:rPr>
          <w:b/>
          <w:bCs/>
          <w:spacing w:val="11"/>
          <w:sz w:val="22"/>
          <w:szCs w:val="22"/>
        </w:rPr>
        <w:t>dotyc</w:t>
      </w:r>
      <w:r w:rsidRPr="006049FE">
        <w:rPr>
          <w:b/>
          <w:bCs/>
          <w:spacing w:val="8"/>
          <w:sz w:val="22"/>
          <w:szCs w:val="22"/>
        </w:rPr>
        <w:t>z</w:t>
      </w:r>
      <w:r w:rsidRPr="006049FE">
        <w:rPr>
          <w:b/>
          <w:bCs/>
          <w:spacing w:val="11"/>
          <w:sz w:val="22"/>
          <w:szCs w:val="22"/>
        </w:rPr>
        <w:t>ąc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9"/>
          <w:sz w:val="22"/>
          <w:szCs w:val="22"/>
        </w:rPr>
        <w:t xml:space="preserve"> </w:t>
      </w:r>
      <w:r w:rsidRPr="006049FE">
        <w:rPr>
          <w:b/>
          <w:bCs/>
          <w:spacing w:val="10"/>
          <w:sz w:val="22"/>
          <w:szCs w:val="22"/>
        </w:rPr>
        <w:t>ma</w:t>
      </w:r>
      <w:r w:rsidRPr="006049FE">
        <w:rPr>
          <w:b/>
          <w:bCs/>
          <w:spacing w:val="12"/>
          <w:sz w:val="22"/>
          <w:szCs w:val="22"/>
        </w:rPr>
        <w:t>t</w:t>
      </w:r>
      <w:r w:rsidRPr="006049FE">
        <w:rPr>
          <w:b/>
          <w:bCs/>
          <w:spacing w:val="10"/>
          <w:sz w:val="22"/>
          <w:szCs w:val="22"/>
        </w:rPr>
        <w:t>eri</w:t>
      </w:r>
      <w:r w:rsidRPr="006049FE">
        <w:rPr>
          <w:b/>
          <w:bCs/>
          <w:spacing w:val="11"/>
          <w:sz w:val="22"/>
          <w:szCs w:val="22"/>
        </w:rPr>
        <w:t>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Ogó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magani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cz</w:t>
      </w:r>
      <w:r w:rsidRPr="006049FE">
        <w:rPr>
          <w:spacing w:val="1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teri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łów</w:t>
      </w:r>
      <w:r w:rsidRPr="006049FE">
        <w:rPr>
          <w:sz w:val="22"/>
          <w:szCs w:val="22"/>
        </w:rPr>
        <w:t>,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kiwani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składowa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dan</w:t>
      </w:r>
      <w:r w:rsidRPr="006049FE">
        <w:rPr>
          <w:sz w:val="22"/>
          <w:szCs w:val="22"/>
        </w:rPr>
        <w:t>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"W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7"/>
          <w:w w:val="95"/>
          <w:sz w:val="22"/>
          <w:szCs w:val="22"/>
        </w:rPr>
        <w:t>Kruszywa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8"/>
          <w:sz w:val="22"/>
          <w:szCs w:val="22"/>
        </w:rPr>
        <w:t>pias</w:t>
      </w:r>
      <w:r w:rsidRPr="006049FE">
        <w:rPr>
          <w:spacing w:val="6"/>
          <w:sz w:val="22"/>
          <w:szCs w:val="22"/>
        </w:rPr>
        <w:t>e</w:t>
      </w:r>
      <w:r w:rsidRPr="006049FE">
        <w:rPr>
          <w:sz w:val="22"/>
          <w:szCs w:val="22"/>
        </w:rPr>
        <w:t>k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be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zwy</w:t>
      </w:r>
      <w:r w:rsidRPr="006049FE">
        <w:rPr>
          <w:spacing w:val="7"/>
          <w:sz w:val="22"/>
          <w:szCs w:val="22"/>
        </w:rPr>
        <w:t>kł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piasek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klasyfikowany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piasek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uszl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chetniony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kł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ru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Materiały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dać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kr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łamanego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jednoro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neg</w:t>
      </w:r>
      <w:r w:rsidRPr="006049FE">
        <w:rPr>
          <w:sz w:val="22"/>
          <w:szCs w:val="22"/>
        </w:rPr>
        <w:t>o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bez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iec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zcz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ń</w:t>
      </w:r>
      <w:r w:rsidRPr="006049FE">
        <w:rPr>
          <w:sz w:val="22"/>
          <w:szCs w:val="22"/>
        </w:rPr>
        <w:t>,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27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przekruszenia</w:t>
      </w:r>
      <w:proofErr w:type="spellEnd"/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surowca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skalnego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narzutow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otoczaków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albo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ziaren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żwiru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ięks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8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yk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nale</w:t>
      </w:r>
      <w:r w:rsidRPr="006049FE">
        <w:rPr>
          <w:spacing w:val="5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>ż</w:t>
      </w:r>
      <w:r w:rsidRPr="006049FE">
        <w:rPr>
          <w:spacing w:val="9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us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wa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ł</w:t>
      </w:r>
      <w:r w:rsidRPr="006049FE">
        <w:rPr>
          <w:spacing w:val="6"/>
          <w:sz w:val="22"/>
          <w:szCs w:val="22"/>
        </w:rPr>
        <w:t>ama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es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uziar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0,07</w:t>
      </w:r>
      <w:r w:rsidRPr="006049FE">
        <w:rPr>
          <w:sz w:val="22"/>
          <w:szCs w:val="22"/>
        </w:rPr>
        <w:t>5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÷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31,</w:t>
      </w:r>
      <w:r w:rsidRPr="006049FE">
        <w:rPr>
          <w:sz w:val="22"/>
          <w:szCs w:val="22"/>
        </w:rPr>
        <w:t>5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Inspek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or/Ki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rown</w:t>
      </w:r>
      <w:r w:rsidRPr="006049FE">
        <w:rPr>
          <w:sz w:val="22"/>
          <w:szCs w:val="22"/>
        </w:rPr>
        <w:t>ik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kt</w:t>
      </w:r>
      <w:r w:rsidRPr="006049FE">
        <w:rPr>
          <w:sz w:val="22"/>
          <w:szCs w:val="22"/>
        </w:rPr>
        <w:t>u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pu</w:t>
      </w:r>
      <w:r w:rsidRPr="006049FE">
        <w:rPr>
          <w:sz w:val="22"/>
          <w:szCs w:val="22"/>
        </w:rPr>
        <w:t>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</w:t>
      </w:r>
      <w:r w:rsidRPr="006049FE">
        <w:rPr>
          <w:sz w:val="22"/>
          <w:szCs w:val="22"/>
        </w:rPr>
        <w:t>ania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wy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od</w:t>
      </w:r>
      <w:r w:rsidRPr="006049FE">
        <w:rPr>
          <w:sz w:val="22"/>
          <w:szCs w:val="22"/>
        </w:rPr>
        <w:t>zaje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a,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bran</w:t>
      </w:r>
      <w:r w:rsidRPr="006049FE">
        <w:rPr>
          <w:sz w:val="22"/>
          <w:szCs w:val="22"/>
        </w:rPr>
        <w:t>e s</w:t>
      </w:r>
      <w:r w:rsidRPr="006049FE">
        <w:rPr>
          <w:spacing w:val="1"/>
          <w:sz w:val="22"/>
          <w:szCs w:val="22"/>
        </w:rPr>
        <w:t>po</w:t>
      </w:r>
      <w:r w:rsidRPr="006049FE">
        <w:rPr>
          <w:spacing w:val="2"/>
          <w:sz w:val="22"/>
          <w:szCs w:val="22"/>
        </w:rPr>
        <w:t>śró</w:t>
      </w:r>
      <w:r w:rsidRPr="006049FE">
        <w:rPr>
          <w:sz w:val="22"/>
          <w:szCs w:val="22"/>
        </w:rPr>
        <w:t xml:space="preserve">d </w:t>
      </w:r>
      <w:r w:rsidRPr="006049FE">
        <w:rPr>
          <w:spacing w:val="2"/>
          <w:sz w:val="22"/>
          <w:szCs w:val="22"/>
        </w:rPr>
        <w:t>okr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lon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h w </w:t>
      </w:r>
      <w:r w:rsidRPr="006049FE">
        <w:rPr>
          <w:spacing w:val="1"/>
          <w:sz w:val="22"/>
          <w:szCs w:val="22"/>
        </w:rPr>
        <w:t>PN-S-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61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 xml:space="preserve">ść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nn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by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godna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normy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PN-B-11112,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klasy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iany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Uz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ar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ie</w:t>
      </w:r>
      <w:r w:rsidRPr="006049FE">
        <w:rPr>
          <w:sz w:val="22"/>
          <w:szCs w:val="22"/>
        </w:rPr>
        <w:t>nie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wa,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PN-91/B-06714/15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leżeć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krzywy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graniczny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rysunku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 xml:space="preserve"> n</w:t>
      </w:r>
      <w:r w:rsidRPr="006049FE">
        <w:rPr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dobreg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iarnieni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krusz</w:t>
      </w:r>
      <w:r w:rsidRPr="006049FE">
        <w:rPr>
          <w:spacing w:val="7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przeznaczon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n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podbudo</w:t>
      </w:r>
      <w:r w:rsidRPr="006049FE">
        <w:rPr>
          <w:spacing w:val="4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mechanicznej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(</w:t>
      </w:r>
      <w:r w:rsidRPr="006049FE">
        <w:rPr>
          <w:sz w:val="22"/>
          <w:szCs w:val="22"/>
        </w:rPr>
        <w:t>1-2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zasadniczą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1-3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yczy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niczej)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noProof/>
          <w:sz w:val="22"/>
          <w:szCs w:val="22"/>
        </w:rPr>
        <w:lastRenderedPageBreak/>
        <w:drawing>
          <wp:inline distT="0" distB="0" distL="0" distR="0">
            <wp:extent cx="2891790" cy="1722120"/>
            <wp:effectExtent l="0" t="0" r="381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79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wo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jednorodne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ieszek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gliny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szczeń.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Krz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ciągła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przebiegać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dolnej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kr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ywej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ra</w:t>
      </w:r>
      <w:r w:rsidRPr="006049FE">
        <w:rPr>
          <w:sz w:val="22"/>
          <w:szCs w:val="22"/>
        </w:rPr>
        <w:t>ni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ar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ie</w:t>
      </w:r>
      <w:r w:rsidRPr="006049FE">
        <w:rPr>
          <w:sz w:val="22"/>
          <w:szCs w:val="22"/>
        </w:rPr>
        <w:t>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górnej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krzywej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granicznej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ednic</w:t>
      </w:r>
      <w:r w:rsidRPr="006049FE">
        <w:rPr>
          <w:sz w:val="22"/>
          <w:szCs w:val="22"/>
        </w:rPr>
        <w:t>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itach</w:t>
      </w:r>
      <w:r w:rsidRPr="006049FE">
        <w:rPr>
          <w:sz w:val="22"/>
          <w:szCs w:val="22"/>
        </w:rPr>
        <w:t>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ar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iększeg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zia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sz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przekracza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2/</w:t>
      </w:r>
      <w:r w:rsidRPr="006049FE">
        <w:rPr>
          <w:sz w:val="22"/>
          <w:szCs w:val="22"/>
        </w:rPr>
        <w:t>3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bo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dane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nor</w:t>
      </w:r>
      <w:r w:rsidRPr="006049FE">
        <w:rPr>
          <w:sz w:val="22"/>
          <w:szCs w:val="22"/>
        </w:rPr>
        <w:t>az</w:t>
      </w:r>
      <w:r w:rsidRPr="006049FE">
        <w:rPr>
          <w:spacing w:val="1"/>
          <w:sz w:val="22"/>
          <w:szCs w:val="22"/>
        </w:rPr>
        <w:t>owo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Frak</w:t>
      </w:r>
      <w:r w:rsidRPr="006049FE">
        <w:rPr>
          <w:sz w:val="22"/>
          <w:szCs w:val="22"/>
        </w:rPr>
        <w:t>cje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rzechod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sit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0,075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owi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wię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ż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65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%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frakcji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przechodz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sit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0,</w:t>
      </w:r>
      <w:r w:rsidRPr="006049FE">
        <w:rPr>
          <w:sz w:val="22"/>
          <w:szCs w:val="22"/>
        </w:rPr>
        <w:t>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aś</w:t>
      </w:r>
      <w:r w:rsidRPr="006049FE">
        <w:rPr>
          <w:spacing w:val="1"/>
          <w:sz w:val="22"/>
          <w:szCs w:val="22"/>
        </w:rPr>
        <w:t>ciwo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usz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de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eszanka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neralna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ona,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</w:t>
      </w:r>
      <w:r w:rsidRPr="006049FE">
        <w:rPr>
          <w:spacing w:val="-2"/>
          <w:sz w:val="22"/>
          <w:szCs w:val="22"/>
        </w:rPr>
        <w:t>śl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Tablica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mechanicznej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PN-S-06102</w:t>
      </w:r>
    </w:p>
    <w:tbl>
      <w:tblPr>
        <w:tblW w:w="0" w:type="auto"/>
        <w:tblInd w:w="11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52"/>
        <w:gridCol w:w="1210"/>
        <w:gridCol w:w="1310"/>
      </w:tblGrid>
      <w:tr w:rsidR="00CA3637" w:rsidRPr="006049FE" w:rsidTr="00B70C44">
        <w:trPr>
          <w:trHeight w:hRule="exact" w:val="556"/>
        </w:trPr>
        <w:tc>
          <w:tcPr>
            <w:tcW w:w="907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2"/>
                <w:sz w:val="22"/>
                <w:szCs w:val="22"/>
              </w:rPr>
              <w:t>yszczegó</w:t>
            </w:r>
            <w:r w:rsidRPr="006049FE">
              <w:rPr>
                <w:spacing w:val="-3"/>
                <w:sz w:val="22"/>
                <w:szCs w:val="22"/>
              </w:rPr>
              <w:t>l</w:t>
            </w:r>
            <w:r w:rsidRPr="006049FE">
              <w:rPr>
                <w:spacing w:val="-2"/>
                <w:sz w:val="22"/>
                <w:szCs w:val="22"/>
              </w:rPr>
              <w:t>nieni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2"/>
                <w:sz w:val="22"/>
                <w:szCs w:val="22"/>
              </w:rPr>
              <w:t xml:space="preserve"> właściw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2"/>
                <w:sz w:val="22"/>
                <w:szCs w:val="22"/>
              </w:rPr>
              <w:t>śc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ab/>
            </w:r>
            <w:r w:rsidRPr="006049FE">
              <w:rPr>
                <w:spacing w:val="-2"/>
                <w:sz w:val="22"/>
                <w:szCs w:val="22"/>
              </w:rPr>
              <w:t>podbudow</w:t>
            </w:r>
            <w:r w:rsidRPr="006049FE">
              <w:rPr>
                <w:sz w:val="22"/>
                <w:szCs w:val="22"/>
              </w:rPr>
              <w:t xml:space="preserve">a  </w:t>
            </w:r>
            <w:r w:rsidRPr="006049FE">
              <w:rPr>
                <w:spacing w:val="44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pacing w:val="-2"/>
                <w:sz w:val="22"/>
                <w:szCs w:val="22"/>
              </w:rPr>
              <w:t>podbudowa</w:t>
            </w:r>
            <w:proofErr w:type="spellEnd"/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"/>
                <w:sz w:val="22"/>
                <w:szCs w:val="22"/>
              </w:rPr>
              <w:t>po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ocnicz</w:t>
            </w:r>
            <w:r w:rsidRPr="006049FE">
              <w:rPr>
                <w:sz w:val="22"/>
                <w:szCs w:val="22"/>
              </w:rPr>
              <w:t xml:space="preserve">a  </w:t>
            </w:r>
            <w:r w:rsidRPr="006049FE">
              <w:rPr>
                <w:spacing w:val="4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zasadnicza</w:t>
            </w:r>
          </w:p>
        </w:tc>
      </w:tr>
      <w:tr w:rsidR="00CA3637" w:rsidRPr="006049FE" w:rsidTr="00B70C44">
        <w:trPr>
          <w:trHeight w:hRule="exact" w:val="1075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1.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Ś</w:t>
            </w:r>
            <w:r w:rsidRPr="006049FE">
              <w:rPr>
                <w:spacing w:val="-2"/>
                <w:sz w:val="22"/>
                <w:szCs w:val="22"/>
              </w:rPr>
              <w:t>cieralnoś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</w:t>
            </w:r>
            <w:r w:rsidRPr="006049FE">
              <w:rPr>
                <w:spacing w:val="-2"/>
                <w:sz w:val="22"/>
                <w:szCs w:val="22"/>
              </w:rPr>
              <w:t>ęb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ku</w:t>
            </w:r>
            <w:r w:rsidRPr="006049FE">
              <w:rPr>
                <w:spacing w:val="-3"/>
                <w:sz w:val="22"/>
                <w:szCs w:val="22"/>
              </w:rPr>
              <w:t>l</w:t>
            </w:r>
            <w:r w:rsidRPr="006049FE">
              <w:rPr>
                <w:spacing w:val="-2"/>
                <w:sz w:val="22"/>
                <w:szCs w:val="22"/>
              </w:rPr>
              <w:t>o</w:t>
            </w:r>
            <w:r w:rsidRPr="006049FE">
              <w:rPr>
                <w:sz w:val="22"/>
                <w:szCs w:val="22"/>
              </w:rPr>
              <w:t>wym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Los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ge</w:t>
            </w:r>
            <w:r w:rsidRPr="006049FE">
              <w:rPr>
                <w:spacing w:val="-2"/>
                <w:sz w:val="22"/>
                <w:szCs w:val="22"/>
              </w:rPr>
              <w:t>le</w:t>
            </w:r>
            <w:r w:rsidRPr="006049FE">
              <w:rPr>
                <w:sz w:val="22"/>
                <w:szCs w:val="22"/>
              </w:rPr>
              <w:t>s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]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wgP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-79</w:t>
            </w:r>
            <w:r w:rsidRPr="006049FE">
              <w:rPr>
                <w:spacing w:val="-2"/>
                <w:sz w:val="22"/>
                <w:szCs w:val="22"/>
              </w:rPr>
              <w:t>/B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4"/>
                <w:sz w:val="22"/>
                <w:szCs w:val="22"/>
              </w:rPr>
              <w:t>06</w:t>
            </w:r>
            <w:r w:rsidRPr="006049FE">
              <w:rPr>
                <w:spacing w:val="-5"/>
                <w:sz w:val="22"/>
                <w:szCs w:val="22"/>
              </w:rPr>
              <w:t>7</w:t>
            </w:r>
            <w:r w:rsidRPr="006049FE">
              <w:rPr>
                <w:spacing w:val="-4"/>
                <w:sz w:val="22"/>
                <w:szCs w:val="22"/>
              </w:rPr>
              <w:t>14</w:t>
            </w:r>
            <w:r w:rsidRPr="006049FE">
              <w:rPr>
                <w:spacing w:val="-5"/>
                <w:sz w:val="22"/>
                <w:szCs w:val="22"/>
              </w:rPr>
              <w:t>/</w:t>
            </w:r>
            <w:r w:rsidRPr="006049FE">
              <w:rPr>
                <w:spacing w:val="-4"/>
                <w:sz w:val="22"/>
                <w:szCs w:val="22"/>
              </w:rPr>
              <w:t>4</w:t>
            </w:r>
            <w:r w:rsidRPr="006049FE">
              <w:rPr>
                <w:sz w:val="22"/>
                <w:szCs w:val="22"/>
              </w:rPr>
              <w:t>2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</w:t>
            </w:r>
            <w:r w:rsidRPr="006049FE">
              <w:rPr>
                <w:spacing w:val="-2"/>
                <w:sz w:val="22"/>
                <w:szCs w:val="22"/>
              </w:rPr>
              <w:t>eł</w:t>
            </w:r>
            <w:r w:rsidRPr="006049FE">
              <w:rPr>
                <w:sz w:val="22"/>
                <w:szCs w:val="22"/>
              </w:rPr>
              <w:t>nej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li</w:t>
            </w:r>
            <w:r w:rsidRPr="006049FE">
              <w:rPr>
                <w:sz w:val="22"/>
                <w:szCs w:val="22"/>
              </w:rPr>
              <w:t>czb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ob</w:t>
            </w:r>
            <w:r w:rsidRPr="006049FE">
              <w:rPr>
                <w:spacing w:val="-2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2"/>
                <w:sz w:val="22"/>
                <w:szCs w:val="22"/>
              </w:rPr>
              <w:t>t</w:t>
            </w:r>
            <w:r w:rsidRPr="006049FE">
              <w:rPr>
                <w:sz w:val="22"/>
                <w:szCs w:val="22"/>
              </w:rPr>
              <w:t>ów,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ę</w:t>
            </w:r>
            <w:r w:rsidRPr="006049FE">
              <w:rPr>
                <w:sz w:val="22"/>
                <w:szCs w:val="22"/>
              </w:rPr>
              <w:t>cej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iż</w:t>
            </w:r>
            <w:r w:rsidRPr="006049FE">
              <w:rPr>
                <w:sz w:val="22"/>
                <w:szCs w:val="22"/>
              </w:rPr>
              <w:t>:</w:t>
            </w: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4"/>
                <w:sz w:val="22"/>
                <w:szCs w:val="22"/>
              </w:rPr>
              <w:t>ś</w:t>
            </w:r>
            <w:r w:rsidRPr="006049FE">
              <w:rPr>
                <w:spacing w:val="-3"/>
                <w:sz w:val="22"/>
                <w:szCs w:val="22"/>
              </w:rPr>
              <w:t>c</w:t>
            </w:r>
            <w:r w:rsidRPr="006049FE">
              <w:rPr>
                <w:spacing w:val="-5"/>
                <w:sz w:val="22"/>
                <w:szCs w:val="22"/>
              </w:rPr>
              <w:t>i</w:t>
            </w:r>
            <w:r w:rsidRPr="006049FE">
              <w:rPr>
                <w:spacing w:val="-4"/>
                <w:sz w:val="22"/>
                <w:szCs w:val="22"/>
              </w:rPr>
              <w:t>e</w:t>
            </w:r>
            <w:r w:rsidRPr="006049FE">
              <w:rPr>
                <w:spacing w:val="-2"/>
                <w:sz w:val="22"/>
                <w:szCs w:val="22"/>
              </w:rPr>
              <w:t>r</w:t>
            </w:r>
            <w:r w:rsidRPr="006049FE">
              <w:rPr>
                <w:spacing w:val="-4"/>
                <w:sz w:val="22"/>
                <w:szCs w:val="22"/>
              </w:rPr>
              <w:t>alno</w:t>
            </w:r>
            <w:r w:rsidRPr="006049FE">
              <w:rPr>
                <w:spacing w:val="-3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c</w:t>
            </w:r>
            <w:r w:rsidRPr="006049FE">
              <w:rPr>
                <w:spacing w:val="-4"/>
                <w:sz w:val="22"/>
                <w:szCs w:val="22"/>
              </w:rPr>
              <w:t>zę</w:t>
            </w:r>
            <w:r w:rsidRPr="006049FE">
              <w:rPr>
                <w:spacing w:val="-3"/>
                <w:sz w:val="22"/>
                <w:szCs w:val="22"/>
              </w:rPr>
              <w:t>ś</w:t>
            </w:r>
            <w:r w:rsidRPr="006049FE">
              <w:rPr>
                <w:spacing w:val="-4"/>
                <w:sz w:val="22"/>
                <w:szCs w:val="22"/>
              </w:rPr>
              <w:t>ciow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p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1/</w:t>
            </w:r>
            <w:r w:rsidRPr="006049FE">
              <w:rPr>
                <w:sz w:val="22"/>
                <w:szCs w:val="22"/>
              </w:rPr>
              <w:t>5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pe</w:t>
            </w:r>
            <w:r w:rsidRPr="006049FE">
              <w:rPr>
                <w:spacing w:val="-5"/>
                <w:sz w:val="22"/>
                <w:szCs w:val="22"/>
              </w:rPr>
              <w:t>ł</w:t>
            </w:r>
            <w:r w:rsidRPr="006049FE">
              <w:rPr>
                <w:spacing w:val="-3"/>
                <w:sz w:val="22"/>
                <w:szCs w:val="22"/>
              </w:rPr>
              <w:t>ne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l</w:t>
            </w:r>
            <w:r w:rsidRPr="006049FE">
              <w:rPr>
                <w:spacing w:val="-4"/>
                <w:sz w:val="22"/>
                <w:szCs w:val="22"/>
              </w:rPr>
              <w:t>i</w:t>
            </w:r>
            <w:r w:rsidRPr="006049FE">
              <w:rPr>
                <w:spacing w:val="-3"/>
                <w:sz w:val="22"/>
                <w:szCs w:val="22"/>
              </w:rPr>
              <w:t>cz</w:t>
            </w:r>
            <w:r w:rsidRPr="006049FE">
              <w:rPr>
                <w:spacing w:val="-2"/>
                <w:sz w:val="22"/>
                <w:szCs w:val="22"/>
              </w:rPr>
              <w:t>b</w:t>
            </w:r>
            <w:r w:rsidRPr="006049FE">
              <w:rPr>
                <w:sz w:val="22"/>
                <w:szCs w:val="22"/>
              </w:rPr>
              <w:t>y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obro</w:t>
            </w:r>
            <w:r w:rsidRPr="006049FE">
              <w:rPr>
                <w:spacing w:val="-4"/>
                <w:sz w:val="22"/>
                <w:szCs w:val="22"/>
              </w:rPr>
              <w:t>t</w:t>
            </w:r>
            <w:r w:rsidRPr="006049FE">
              <w:rPr>
                <w:spacing w:val="-3"/>
                <w:sz w:val="22"/>
                <w:szCs w:val="22"/>
              </w:rPr>
              <w:t>ów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n</w:t>
            </w:r>
            <w:r w:rsidRPr="006049FE">
              <w:rPr>
                <w:spacing w:val="-4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w</w:t>
            </w:r>
            <w:r w:rsidRPr="006049FE">
              <w:rPr>
                <w:spacing w:val="-5"/>
                <w:sz w:val="22"/>
                <w:szCs w:val="22"/>
              </w:rPr>
              <w:t>ię</w:t>
            </w:r>
            <w:r w:rsidRPr="006049FE">
              <w:rPr>
                <w:spacing w:val="-4"/>
                <w:sz w:val="22"/>
                <w:szCs w:val="22"/>
              </w:rPr>
              <w:t>ce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5"/>
                <w:sz w:val="22"/>
                <w:szCs w:val="22"/>
              </w:rPr>
              <w:t>ż</w:t>
            </w:r>
            <w:r w:rsidRPr="006049FE">
              <w:rPr>
                <w:sz w:val="22"/>
                <w:szCs w:val="22"/>
              </w:rPr>
              <w:t>: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3"/>
                <w:sz w:val="22"/>
                <w:szCs w:val="22"/>
              </w:rPr>
              <w:t>5</w:t>
            </w:r>
            <w:r w:rsidRPr="006049FE">
              <w:rPr>
                <w:spacing w:val="6"/>
                <w:sz w:val="22"/>
                <w:szCs w:val="22"/>
              </w:rPr>
              <w:t>0</w:t>
            </w:r>
            <w:r w:rsidRPr="006049FE">
              <w:rPr>
                <w:spacing w:val="-20"/>
                <w:sz w:val="22"/>
                <w:szCs w:val="22"/>
              </w:rPr>
              <w:t>3</w:t>
            </w: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0"/>
                <w:sz w:val="22"/>
                <w:szCs w:val="22"/>
              </w:rPr>
              <w:t>3</w:t>
            </w:r>
            <w:r w:rsidRPr="006049FE">
              <w:rPr>
                <w:spacing w:val="9"/>
                <w:sz w:val="22"/>
                <w:szCs w:val="22"/>
              </w:rPr>
              <w:t>5</w:t>
            </w:r>
            <w:r w:rsidRPr="006049FE">
              <w:rPr>
                <w:spacing w:val="-23"/>
                <w:sz w:val="22"/>
                <w:szCs w:val="22"/>
              </w:rPr>
              <w:t>3</w:t>
            </w:r>
            <w:r w:rsidRPr="006049FE">
              <w:rPr>
                <w:sz w:val="22"/>
                <w:szCs w:val="22"/>
              </w:rPr>
              <w:t>0</w:t>
            </w:r>
          </w:p>
        </w:tc>
      </w:tr>
      <w:tr w:rsidR="00CA3637" w:rsidRPr="006049FE" w:rsidTr="00B70C44">
        <w:trPr>
          <w:trHeight w:hRule="exact" w:val="265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3"/>
                <w:sz w:val="22"/>
                <w:szCs w:val="22"/>
              </w:rPr>
              <w:t>2</w:t>
            </w:r>
            <w:r w:rsidRPr="006049FE">
              <w:rPr>
                <w:sz w:val="22"/>
                <w:szCs w:val="22"/>
              </w:rPr>
              <w:t>.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Nasią</w:t>
            </w:r>
            <w:r w:rsidRPr="006049FE">
              <w:rPr>
                <w:spacing w:val="-2"/>
                <w:sz w:val="22"/>
                <w:szCs w:val="22"/>
              </w:rPr>
              <w:t>kl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wo</w:t>
            </w:r>
            <w:r w:rsidRPr="006049FE">
              <w:rPr>
                <w:spacing w:val="-3"/>
                <w:sz w:val="22"/>
                <w:szCs w:val="22"/>
              </w:rPr>
              <w:t>ść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g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PN-77</w:t>
            </w:r>
            <w:r w:rsidRPr="006049FE">
              <w:rPr>
                <w:spacing w:val="-3"/>
                <w:sz w:val="22"/>
                <w:szCs w:val="22"/>
              </w:rPr>
              <w:t>/B</w:t>
            </w:r>
            <w:r w:rsidRPr="006049FE">
              <w:rPr>
                <w:spacing w:val="-2"/>
                <w:sz w:val="22"/>
                <w:szCs w:val="22"/>
              </w:rPr>
              <w:t>-06</w:t>
            </w:r>
            <w:r w:rsidRPr="006049FE">
              <w:rPr>
                <w:spacing w:val="-3"/>
                <w:sz w:val="22"/>
                <w:szCs w:val="22"/>
              </w:rPr>
              <w:t>7</w:t>
            </w:r>
            <w:r w:rsidRPr="006049FE">
              <w:rPr>
                <w:spacing w:val="-2"/>
                <w:sz w:val="22"/>
                <w:szCs w:val="22"/>
              </w:rPr>
              <w:t>14</w:t>
            </w:r>
            <w:r w:rsidRPr="006049FE">
              <w:rPr>
                <w:spacing w:val="-3"/>
                <w:sz w:val="22"/>
                <w:szCs w:val="22"/>
              </w:rPr>
              <w:t>/</w:t>
            </w:r>
            <w:r w:rsidRPr="006049FE">
              <w:rPr>
                <w:spacing w:val="-2"/>
                <w:sz w:val="22"/>
                <w:szCs w:val="22"/>
              </w:rPr>
              <w:t>18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pacing w:val="-3"/>
                <w:sz w:val="22"/>
                <w:szCs w:val="22"/>
              </w:rPr>
              <w:t>a</w:t>
            </w:r>
            <w:r w:rsidRPr="006049FE">
              <w:rPr>
                <w:spacing w:val="-2"/>
                <w:sz w:val="22"/>
                <w:szCs w:val="22"/>
              </w:rPr>
              <w:t>s</w:t>
            </w:r>
            <w:r w:rsidRPr="006049FE">
              <w:rPr>
                <w:sz w:val="22"/>
                <w:szCs w:val="22"/>
              </w:rPr>
              <w:t>y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więce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iż</w:t>
            </w:r>
            <w:r w:rsidRPr="006049FE">
              <w:rPr>
                <w:sz w:val="22"/>
                <w:szCs w:val="22"/>
              </w:rPr>
              <w:t>: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5,0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3,0</w:t>
            </w:r>
          </w:p>
        </w:tc>
      </w:tr>
      <w:tr w:rsidR="00CA3637" w:rsidRPr="006049FE" w:rsidTr="00B61431">
        <w:trPr>
          <w:trHeight w:hRule="exact" w:val="624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3.</w:t>
            </w:r>
            <w:r w:rsidRPr="006049FE">
              <w:rPr>
                <w:spacing w:val="-3"/>
                <w:sz w:val="22"/>
                <w:szCs w:val="22"/>
              </w:rPr>
              <w:t xml:space="preserve"> O</w:t>
            </w:r>
            <w:r w:rsidRPr="006049FE">
              <w:rPr>
                <w:sz w:val="22"/>
                <w:szCs w:val="22"/>
              </w:rPr>
              <w:t>d</w:t>
            </w:r>
            <w:r w:rsidRPr="006049FE">
              <w:rPr>
                <w:spacing w:val="-2"/>
                <w:sz w:val="22"/>
                <w:szCs w:val="22"/>
              </w:rPr>
              <w:t>p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2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no</w:t>
            </w:r>
            <w:r w:rsidRPr="006049FE">
              <w:rPr>
                <w:spacing w:val="-2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</w:t>
            </w:r>
            <w:r w:rsidRPr="006049FE">
              <w:rPr>
                <w:spacing w:val="-2"/>
                <w:sz w:val="22"/>
                <w:szCs w:val="22"/>
              </w:rPr>
              <w:t>ział</w:t>
            </w:r>
            <w:r w:rsidRPr="006049FE">
              <w:rPr>
                <w:sz w:val="22"/>
                <w:szCs w:val="22"/>
              </w:rPr>
              <w:t>an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 xml:space="preserve">e 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ro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u</w:t>
            </w:r>
            <w:r w:rsidRPr="006049FE">
              <w:rPr>
                <w:spacing w:val="-2"/>
                <w:sz w:val="22"/>
                <w:szCs w:val="22"/>
              </w:rPr>
              <w:t xml:space="preserve"> w</w:t>
            </w:r>
            <w:r w:rsidRPr="006049FE">
              <w:rPr>
                <w:sz w:val="22"/>
                <w:szCs w:val="22"/>
              </w:rPr>
              <w:t>g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2"/>
                <w:sz w:val="22"/>
                <w:szCs w:val="22"/>
              </w:rPr>
              <w:t>7</w:t>
            </w:r>
            <w:r w:rsidRPr="006049FE">
              <w:rPr>
                <w:sz w:val="22"/>
                <w:szCs w:val="22"/>
              </w:rPr>
              <w:t>8</w:t>
            </w:r>
            <w:r w:rsidRPr="006049FE">
              <w:rPr>
                <w:spacing w:val="-2"/>
                <w:sz w:val="22"/>
                <w:szCs w:val="22"/>
              </w:rPr>
              <w:t>/B</w:t>
            </w:r>
            <w:r w:rsidRPr="006049FE">
              <w:rPr>
                <w:sz w:val="22"/>
                <w:szCs w:val="22"/>
              </w:rPr>
              <w:t>-0</w:t>
            </w:r>
            <w:r w:rsidRPr="006049FE">
              <w:rPr>
                <w:spacing w:val="-2"/>
                <w:sz w:val="22"/>
                <w:szCs w:val="22"/>
              </w:rPr>
              <w:t>6</w:t>
            </w:r>
            <w:r w:rsidRPr="006049FE">
              <w:rPr>
                <w:sz w:val="22"/>
                <w:szCs w:val="22"/>
              </w:rPr>
              <w:t>7</w:t>
            </w:r>
            <w:r w:rsidRPr="006049FE">
              <w:rPr>
                <w:spacing w:val="-2"/>
                <w:sz w:val="22"/>
                <w:szCs w:val="22"/>
              </w:rPr>
              <w:t>1</w:t>
            </w:r>
            <w:r w:rsidRPr="006049FE">
              <w:rPr>
                <w:sz w:val="22"/>
                <w:szCs w:val="22"/>
              </w:rPr>
              <w:t>4</w:t>
            </w:r>
            <w:r w:rsidRPr="006049FE">
              <w:rPr>
                <w:spacing w:val="-2"/>
                <w:sz w:val="22"/>
                <w:szCs w:val="22"/>
              </w:rPr>
              <w:t>/</w:t>
            </w:r>
            <w:r w:rsidRPr="006049FE">
              <w:rPr>
                <w:sz w:val="22"/>
                <w:szCs w:val="22"/>
              </w:rPr>
              <w:t>19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[%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ub</w:t>
            </w:r>
            <w:r w:rsidRPr="006049FE">
              <w:rPr>
                <w:spacing w:val="-2"/>
                <w:sz w:val="22"/>
                <w:szCs w:val="22"/>
              </w:rPr>
              <w:t>yt</w:t>
            </w:r>
            <w:r w:rsidRPr="006049FE">
              <w:rPr>
                <w:sz w:val="22"/>
                <w:szCs w:val="22"/>
              </w:rPr>
              <w:t>ku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pacing w:val="-5"/>
                <w:sz w:val="22"/>
                <w:szCs w:val="22"/>
              </w:rPr>
              <w:t>m</w:t>
            </w:r>
            <w:r w:rsidRPr="006049FE">
              <w:rPr>
                <w:spacing w:val="-3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s</w:t>
            </w:r>
            <w:r w:rsidRPr="006049FE">
              <w:rPr>
                <w:spacing w:val="-2"/>
                <w:sz w:val="22"/>
                <w:szCs w:val="22"/>
              </w:rPr>
              <w:t>y</w:t>
            </w:r>
            <w:r w:rsidRPr="006049FE">
              <w:rPr>
                <w:spacing w:val="-4"/>
                <w:sz w:val="22"/>
                <w:szCs w:val="22"/>
              </w:rPr>
              <w:t>]</w:t>
            </w:r>
            <w:r w:rsidRPr="006049FE">
              <w:rPr>
                <w:sz w:val="22"/>
                <w:szCs w:val="22"/>
              </w:rPr>
              <w:t xml:space="preserve">, </w:t>
            </w:r>
            <w:r w:rsidRPr="006049FE">
              <w:rPr>
                <w:spacing w:val="-3"/>
                <w:sz w:val="22"/>
                <w:szCs w:val="22"/>
              </w:rPr>
              <w:t>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wi</w:t>
            </w:r>
            <w:r w:rsidRPr="006049FE">
              <w:rPr>
                <w:spacing w:val="-2"/>
                <w:sz w:val="22"/>
                <w:szCs w:val="22"/>
              </w:rPr>
              <w:t>ę</w:t>
            </w:r>
            <w:r w:rsidRPr="006049FE">
              <w:rPr>
                <w:spacing w:val="-3"/>
                <w:sz w:val="22"/>
                <w:szCs w:val="22"/>
              </w:rPr>
              <w:t>ce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ż</w:t>
            </w:r>
            <w:r w:rsidRPr="006049FE">
              <w:rPr>
                <w:sz w:val="22"/>
                <w:szCs w:val="22"/>
              </w:rPr>
              <w:t>: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</w:tr>
      <w:tr w:rsidR="00CA3637" w:rsidRPr="006049FE" w:rsidTr="00B61431">
        <w:trPr>
          <w:trHeight w:hRule="exact" w:val="562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4"/>
                <w:sz w:val="22"/>
                <w:szCs w:val="22"/>
              </w:rPr>
              <w:t>4</w:t>
            </w:r>
            <w:r w:rsidRPr="006049FE">
              <w:rPr>
                <w:sz w:val="22"/>
                <w:szCs w:val="22"/>
              </w:rPr>
              <w:t>.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Zawa</w:t>
            </w:r>
            <w:r w:rsidRPr="006049FE">
              <w:rPr>
                <w:spacing w:val="-2"/>
                <w:sz w:val="22"/>
                <w:szCs w:val="22"/>
              </w:rPr>
              <w:t>r</w:t>
            </w:r>
            <w:r w:rsidRPr="006049FE">
              <w:rPr>
                <w:spacing w:val="-4"/>
                <w:sz w:val="22"/>
                <w:szCs w:val="22"/>
              </w:rPr>
              <w:t>to</w:t>
            </w:r>
            <w:r w:rsidRPr="006049FE">
              <w:rPr>
                <w:spacing w:val="-3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zw</w:t>
            </w:r>
            <w:r w:rsidRPr="006049FE">
              <w:rPr>
                <w:spacing w:val="-4"/>
                <w:sz w:val="22"/>
                <w:szCs w:val="22"/>
              </w:rPr>
              <w:t>i</w:t>
            </w:r>
            <w:r w:rsidRPr="006049FE">
              <w:rPr>
                <w:spacing w:val="-3"/>
                <w:sz w:val="22"/>
                <w:szCs w:val="22"/>
              </w:rPr>
              <w:t>ą</w:t>
            </w:r>
            <w:r w:rsidRPr="006049FE">
              <w:rPr>
                <w:spacing w:val="-4"/>
                <w:sz w:val="22"/>
                <w:szCs w:val="22"/>
              </w:rPr>
              <w:t>zkó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siar</w:t>
            </w:r>
            <w:r w:rsidRPr="006049FE">
              <w:rPr>
                <w:spacing w:val="-2"/>
                <w:sz w:val="22"/>
                <w:szCs w:val="22"/>
              </w:rPr>
              <w:t>k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prz</w:t>
            </w:r>
            <w:r w:rsidRPr="006049FE">
              <w:rPr>
                <w:spacing w:val="-3"/>
                <w:sz w:val="22"/>
                <w:szCs w:val="22"/>
              </w:rPr>
              <w:t>e</w:t>
            </w:r>
            <w:r w:rsidRPr="006049FE">
              <w:rPr>
                <w:spacing w:val="-4"/>
                <w:sz w:val="22"/>
                <w:szCs w:val="22"/>
              </w:rPr>
              <w:t>lic</w:t>
            </w:r>
            <w:r w:rsidRPr="006049FE">
              <w:rPr>
                <w:spacing w:val="-3"/>
                <w:sz w:val="22"/>
                <w:szCs w:val="22"/>
              </w:rPr>
              <w:t>z</w:t>
            </w:r>
            <w:r w:rsidRPr="006049FE">
              <w:rPr>
                <w:spacing w:val="-4"/>
                <w:sz w:val="22"/>
                <w:szCs w:val="22"/>
              </w:rPr>
              <w:t>eni</w:t>
            </w:r>
            <w:r w:rsidRPr="006049FE">
              <w:rPr>
                <w:sz w:val="22"/>
                <w:szCs w:val="22"/>
              </w:rPr>
              <w:t>u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S</w:t>
            </w:r>
            <w:r w:rsidRPr="006049FE">
              <w:rPr>
                <w:spacing w:val="-3"/>
                <w:sz w:val="22"/>
                <w:szCs w:val="22"/>
              </w:rPr>
              <w:t>O</w:t>
            </w:r>
            <w:r w:rsidRPr="006049FE">
              <w:rPr>
                <w:position w:val="-3"/>
                <w:sz w:val="22"/>
                <w:szCs w:val="22"/>
              </w:rPr>
              <w:t>3</w:t>
            </w:r>
            <w:r w:rsidRPr="006049FE">
              <w:rPr>
                <w:spacing w:val="10"/>
                <w:position w:val="-3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g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PN</w:t>
            </w:r>
            <w:r w:rsidRPr="006049FE">
              <w:rPr>
                <w:spacing w:val="-2"/>
                <w:sz w:val="22"/>
                <w:szCs w:val="22"/>
              </w:rPr>
              <w:t>-</w:t>
            </w:r>
            <w:r w:rsidRPr="006049FE">
              <w:rPr>
                <w:spacing w:val="-3"/>
                <w:sz w:val="22"/>
                <w:szCs w:val="22"/>
              </w:rPr>
              <w:t>78</w:t>
            </w:r>
            <w:r w:rsidRPr="006049FE">
              <w:rPr>
                <w:spacing w:val="-4"/>
                <w:sz w:val="22"/>
                <w:szCs w:val="22"/>
              </w:rPr>
              <w:t>/B- 06714/2</w:t>
            </w:r>
            <w:r w:rsidRPr="006049FE">
              <w:rPr>
                <w:sz w:val="22"/>
                <w:szCs w:val="22"/>
              </w:rPr>
              <w:t>8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%</w:t>
            </w:r>
            <w:r w:rsidRPr="006049FE">
              <w:rPr>
                <w:sz w:val="22"/>
                <w:szCs w:val="22"/>
              </w:rPr>
              <w:t>]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w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5"/>
                <w:sz w:val="22"/>
                <w:szCs w:val="22"/>
              </w:rPr>
              <w:t>ę</w:t>
            </w:r>
            <w:r w:rsidRPr="006049FE">
              <w:rPr>
                <w:spacing w:val="-3"/>
                <w:sz w:val="22"/>
                <w:szCs w:val="22"/>
              </w:rPr>
              <w:t>c</w:t>
            </w:r>
            <w:r w:rsidRPr="006049FE">
              <w:rPr>
                <w:spacing w:val="-4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5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</w:tr>
      <w:tr w:rsidR="00CA3637" w:rsidRPr="006049FE" w:rsidTr="0042061D">
        <w:trPr>
          <w:trHeight w:hRule="exact" w:val="570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5.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Zawar</w:t>
            </w:r>
            <w:r w:rsidRPr="006049FE">
              <w:rPr>
                <w:spacing w:val="-2"/>
                <w:sz w:val="22"/>
                <w:szCs w:val="22"/>
              </w:rPr>
              <w:t>t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2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2"/>
                <w:sz w:val="22"/>
                <w:szCs w:val="22"/>
              </w:rPr>
              <w:t xml:space="preserve"> z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are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iejszy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spacing w:val="-2"/>
                <w:sz w:val="22"/>
                <w:szCs w:val="22"/>
              </w:rPr>
              <w:t xml:space="preserve"> 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0</w:t>
            </w:r>
            <w:r w:rsidRPr="006049FE">
              <w:rPr>
                <w:spacing w:val="-3"/>
                <w:sz w:val="22"/>
                <w:szCs w:val="22"/>
              </w:rPr>
              <w:t>.</w:t>
            </w:r>
            <w:r w:rsidRPr="006049FE">
              <w:rPr>
                <w:sz w:val="22"/>
                <w:szCs w:val="22"/>
              </w:rPr>
              <w:t>0</w:t>
            </w:r>
            <w:r w:rsidRPr="006049FE">
              <w:rPr>
                <w:spacing w:val="-2"/>
                <w:sz w:val="22"/>
                <w:szCs w:val="22"/>
              </w:rPr>
              <w:t>7</w:t>
            </w:r>
            <w:r w:rsidRPr="006049FE">
              <w:rPr>
                <w:sz w:val="22"/>
                <w:szCs w:val="22"/>
              </w:rPr>
              <w:t>5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mm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2"/>
                <w:sz w:val="22"/>
                <w:szCs w:val="22"/>
              </w:rPr>
              <w:t xml:space="preserve"> w</w:t>
            </w:r>
            <w:r w:rsidRPr="006049FE">
              <w:rPr>
                <w:sz w:val="22"/>
                <w:szCs w:val="22"/>
              </w:rPr>
              <w:t>g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P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-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"/>
                <w:sz w:val="22"/>
                <w:szCs w:val="22"/>
              </w:rPr>
              <w:t>78</w:t>
            </w:r>
            <w:r w:rsidRPr="006049FE">
              <w:rPr>
                <w:spacing w:val="-3"/>
                <w:sz w:val="22"/>
                <w:szCs w:val="22"/>
              </w:rPr>
              <w:t>/B</w:t>
            </w:r>
            <w:r w:rsidRPr="006049FE">
              <w:rPr>
                <w:spacing w:val="-2"/>
                <w:sz w:val="22"/>
                <w:szCs w:val="22"/>
              </w:rPr>
              <w:t>-06714</w:t>
            </w:r>
            <w:r w:rsidRPr="006049FE">
              <w:rPr>
                <w:spacing w:val="-3"/>
                <w:sz w:val="22"/>
                <w:szCs w:val="22"/>
              </w:rPr>
              <w:t>/</w:t>
            </w:r>
            <w:r w:rsidRPr="006049FE">
              <w:rPr>
                <w:spacing w:val="-2"/>
                <w:sz w:val="22"/>
                <w:szCs w:val="22"/>
              </w:rPr>
              <w:t>1</w:t>
            </w:r>
            <w:r w:rsidRPr="006049FE">
              <w:rPr>
                <w:spacing w:val="-3"/>
                <w:sz w:val="22"/>
                <w:szCs w:val="22"/>
              </w:rPr>
              <w:t>5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5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/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)</w:t>
            </w:r>
            <w:r w:rsidRPr="006049FE">
              <w:rPr>
                <w:spacing w:val="-4"/>
                <w:sz w:val="22"/>
                <w:szCs w:val="22"/>
              </w:rPr>
              <w:t>]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wi</w:t>
            </w:r>
            <w:r w:rsidRPr="006049FE">
              <w:rPr>
                <w:spacing w:val="-3"/>
                <w:sz w:val="22"/>
                <w:szCs w:val="22"/>
              </w:rPr>
              <w:t>ę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pacing w:val="-3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5"/>
                <w:sz w:val="22"/>
                <w:szCs w:val="22"/>
              </w:rPr>
              <w:t>2-12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11"/>
                <w:sz w:val="22"/>
                <w:szCs w:val="22"/>
              </w:rPr>
              <w:t>2+10</w:t>
            </w:r>
          </w:p>
        </w:tc>
      </w:tr>
      <w:tr w:rsidR="00CA3637" w:rsidRPr="006049FE" w:rsidTr="0042061D">
        <w:trPr>
          <w:trHeight w:hRule="exact" w:val="620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6.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Zawar</w:t>
            </w:r>
            <w:r w:rsidRPr="006049FE">
              <w:rPr>
                <w:spacing w:val="-2"/>
                <w:sz w:val="22"/>
                <w:szCs w:val="22"/>
              </w:rPr>
              <w:t>t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2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na</w:t>
            </w:r>
            <w:r w:rsidRPr="006049FE">
              <w:rPr>
                <w:sz w:val="22"/>
                <w:szCs w:val="22"/>
              </w:rPr>
              <w:t>dz</w:t>
            </w:r>
            <w:r w:rsidRPr="006049FE">
              <w:rPr>
                <w:spacing w:val="-2"/>
                <w:sz w:val="22"/>
                <w:szCs w:val="22"/>
              </w:rPr>
              <w:t>ia</w:t>
            </w:r>
            <w:r w:rsidRPr="006049FE">
              <w:rPr>
                <w:sz w:val="22"/>
                <w:szCs w:val="22"/>
              </w:rPr>
              <w:t>rna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3"/>
                <w:sz w:val="22"/>
                <w:szCs w:val="22"/>
              </w:rPr>
              <w:t xml:space="preserve"> (m</w:t>
            </w:r>
            <w:r w:rsidRPr="006049FE">
              <w:rPr>
                <w:sz w:val="22"/>
                <w:szCs w:val="22"/>
              </w:rPr>
              <w:t>/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],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-</w:t>
            </w:r>
            <w:r w:rsidRPr="006049FE">
              <w:rPr>
                <w:sz w:val="22"/>
                <w:szCs w:val="22"/>
              </w:rPr>
              <w:t>78</w:t>
            </w:r>
            <w:r w:rsidRPr="006049FE">
              <w:rPr>
                <w:spacing w:val="-2"/>
                <w:sz w:val="22"/>
                <w:szCs w:val="22"/>
              </w:rPr>
              <w:t>/B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2"/>
                <w:sz w:val="22"/>
                <w:szCs w:val="22"/>
              </w:rPr>
              <w:t>6</w:t>
            </w:r>
            <w:r w:rsidRPr="006049FE">
              <w:rPr>
                <w:sz w:val="22"/>
                <w:szCs w:val="22"/>
              </w:rPr>
              <w:t>7</w:t>
            </w:r>
            <w:r w:rsidRPr="006049FE">
              <w:rPr>
                <w:spacing w:val="-2"/>
                <w:sz w:val="22"/>
                <w:szCs w:val="22"/>
              </w:rPr>
              <w:t>1</w:t>
            </w:r>
            <w:r w:rsidRPr="006049FE">
              <w:rPr>
                <w:sz w:val="22"/>
                <w:szCs w:val="22"/>
              </w:rPr>
              <w:t>4</w:t>
            </w:r>
            <w:r w:rsidRPr="006049FE">
              <w:rPr>
                <w:spacing w:val="-2"/>
                <w:sz w:val="22"/>
                <w:szCs w:val="22"/>
              </w:rPr>
              <w:t>/</w:t>
            </w:r>
            <w:r w:rsidRPr="006049FE">
              <w:rPr>
                <w:sz w:val="22"/>
                <w:szCs w:val="22"/>
              </w:rPr>
              <w:t>15,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"/>
                <w:sz w:val="22"/>
                <w:szCs w:val="22"/>
              </w:rPr>
              <w:t>w</w:t>
            </w:r>
            <w:r w:rsidRPr="006049FE">
              <w:rPr>
                <w:spacing w:val="-3"/>
                <w:sz w:val="22"/>
                <w:szCs w:val="22"/>
              </w:rPr>
              <w:t>ięce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n</w:t>
            </w:r>
            <w:r w:rsidRPr="006049FE">
              <w:rPr>
                <w:spacing w:val="-4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</w:tr>
      <w:tr w:rsidR="00CA3637" w:rsidRPr="006049FE" w:rsidTr="00B61431">
        <w:trPr>
          <w:trHeight w:hRule="exact" w:val="570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3"/>
                <w:sz w:val="22"/>
                <w:szCs w:val="22"/>
              </w:rPr>
              <w:t>7</w:t>
            </w:r>
            <w:r w:rsidRPr="006049FE">
              <w:rPr>
                <w:sz w:val="22"/>
                <w:szCs w:val="22"/>
              </w:rPr>
              <w:t>.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Zawartoś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proofErr w:type="spellStart"/>
            <w:r w:rsidRPr="006049FE">
              <w:rPr>
                <w:spacing w:val="-2"/>
                <w:sz w:val="22"/>
                <w:szCs w:val="22"/>
              </w:rPr>
              <w:t>ziar</w:t>
            </w:r>
            <w:r w:rsidRPr="006049FE">
              <w:rPr>
                <w:sz w:val="22"/>
                <w:szCs w:val="22"/>
              </w:rPr>
              <w:t>n</w:t>
            </w:r>
            <w:proofErr w:type="spellEnd"/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efore</w:t>
            </w:r>
            <w:r w:rsidRPr="006049FE">
              <w:rPr>
                <w:spacing w:val="-5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nyc</w:t>
            </w:r>
            <w:r w:rsidRPr="006049FE">
              <w:rPr>
                <w:sz w:val="22"/>
                <w:szCs w:val="22"/>
              </w:rPr>
              <w:t>h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5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/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]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PN-</w:t>
            </w:r>
            <w:r w:rsidRPr="006049FE">
              <w:rPr>
                <w:spacing w:val="-2"/>
                <w:sz w:val="22"/>
                <w:szCs w:val="22"/>
              </w:rPr>
              <w:t>7</w:t>
            </w:r>
            <w:r w:rsidRPr="006049FE">
              <w:rPr>
                <w:sz w:val="22"/>
                <w:szCs w:val="22"/>
              </w:rPr>
              <w:t>8</w:t>
            </w:r>
            <w:r w:rsidRPr="006049FE">
              <w:rPr>
                <w:spacing w:val="-2"/>
                <w:sz w:val="22"/>
                <w:szCs w:val="22"/>
              </w:rPr>
              <w:t>/B</w:t>
            </w:r>
            <w:r w:rsidRPr="006049FE">
              <w:rPr>
                <w:sz w:val="22"/>
                <w:szCs w:val="22"/>
              </w:rPr>
              <w:t>-</w:t>
            </w:r>
            <w:r w:rsidRPr="006049FE">
              <w:rPr>
                <w:spacing w:val="-2"/>
                <w:sz w:val="22"/>
                <w:szCs w:val="22"/>
              </w:rPr>
              <w:t>6</w:t>
            </w:r>
            <w:r w:rsidRPr="006049FE">
              <w:rPr>
                <w:sz w:val="22"/>
                <w:szCs w:val="22"/>
              </w:rPr>
              <w:t>7</w:t>
            </w:r>
            <w:r w:rsidRPr="006049FE">
              <w:rPr>
                <w:spacing w:val="-2"/>
                <w:sz w:val="22"/>
                <w:szCs w:val="22"/>
              </w:rPr>
              <w:t>14</w:t>
            </w:r>
            <w:r w:rsidRPr="006049FE">
              <w:rPr>
                <w:sz w:val="22"/>
                <w:szCs w:val="22"/>
              </w:rPr>
              <w:t>-16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2"/>
                <w:sz w:val="22"/>
                <w:szCs w:val="22"/>
              </w:rPr>
              <w:t>ięce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2"/>
                <w:sz w:val="22"/>
                <w:szCs w:val="22"/>
              </w:rPr>
              <w:t xml:space="preserve"> 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35</w:t>
            </w:r>
          </w:p>
        </w:tc>
      </w:tr>
      <w:tr w:rsidR="00CA3637" w:rsidRPr="006049FE" w:rsidTr="00B61431">
        <w:trPr>
          <w:trHeight w:hRule="exact" w:val="564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3"/>
                <w:sz w:val="22"/>
                <w:szCs w:val="22"/>
              </w:rPr>
              <w:t>8</w:t>
            </w:r>
            <w:r w:rsidRPr="006049FE">
              <w:rPr>
                <w:sz w:val="22"/>
                <w:szCs w:val="22"/>
              </w:rPr>
              <w:t>.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Zawartoś</w:t>
            </w:r>
            <w:r w:rsidRPr="006049FE">
              <w:rPr>
                <w:sz w:val="22"/>
                <w:szCs w:val="22"/>
              </w:rPr>
              <w:t>ć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-3"/>
                <w:sz w:val="22"/>
                <w:szCs w:val="22"/>
              </w:rPr>
              <w:t>anie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pacing w:val="-3"/>
                <w:sz w:val="22"/>
                <w:szCs w:val="22"/>
              </w:rPr>
              <w:t>zy</w:t>
            </w:r>
            <w:r w:rsidRPr="006049FE">
              <w:rPr>
                <w:spacing w:val="-2"/>
                <w:sz w:val="22"/>
                <w:szCs w:val="22"/>
              </w:rPr>
              <w:t>s</w:t>
            </w:r>
            <w:r w:rsidRPr="006049FE">
              <w:rPr>
                <w:spacing w:val="-3"/>
                <w:sz w:val="22"/>
                <w:szCs w:val="22"/>
              </w:rPr>
              <w:t>zc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-4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ń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organicznyc</w:t>
            </w:r>
            <w:r w:rsidRPr="006049FE">
              <w:rPr>
                <w:sz w:val="22"/>
                <w:szCs w:val="22"/>
              </w:rPr>
              <w:t>h</w:t>
            </w:r>
            <w:r w:rsidRPr="006049FE">
              <w:rPr>
                <w:spacing w:val="-3"/>
                <w:sz w:val="22"/>
                <w:szCs w:val="22"/>
              </w:rPr>
              <w:t xml:space="preserve"> w</w:t>
            </w:r>
            <w:r w:rsidRPr="006049FE">
              <w:rPr>
                <w:sz w:val="22"/>
                <w:szCs w:val="22"/>
              </w:rPr>
              <w:t>g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PN-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"/>
                <w:sz w:val="22"/>
                <w:szCs w:val="22"/>
              </w:rPr>
              <w:t>78</w:t>
            </w:r>
            <w:r w:rsidRPr="006049FE">
              <w:rPr>
                <w:spacing w:val="-3"/>
                <w:sz w:val="22"/>
                <w:szCs w:val="22"/>
              </w:rPr>
              <w:t>/B</w:t>
            </w:r>
            <w:r w:rsidRPr="006049FE">
              <w:rPr>
                <w:spacing w:val="-2"/>
                <w:sz w:val="22"/>
                <w:szCs w:val="22"/>
              </w:rPr>
              <w:t>-0671</w:t>
            </w:r>
            <w:r w:rsidRPr="006049FE">
              <w:rPr>
                <w:spacing w:val="-3"/>
                <w:sz w:val="22"/>
                <w:szCs w:val="22"/>
              </w:rPr>
              <w:t>4</w:t>
            </w:r>
            <w:r w:rsidRPr="006049FE">
              <w:rPr>
                <w:spacing w:val="-2"/>
                <w:sz w:val="22"/>
                <w:szCs w:val="22"/>
              </w:rPr>
              <w:t>-2</w:t>
            </w:r>
            <w:r w:rsidRPr="006049FE">
              <w:rPr>
                <w:spacing w:val="-3"/>
                <w:sz w:val="22"/>
                <w:szCs w:val="22"/>
              </w:rPr>
              <w:t>6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[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5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/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)</w:t>
            </w:r>
            <w:r w:rsidRPr="006049FE">
              <w:rPr>
                <w:spacing w:val="-4"/>
                <w:sz w:val="22"/>
                <w:szCs w:val="22"/>
              </w:rPr>
              <w:t>]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wi</w:t>
            </w:r>
            <w:r w:rsidRPr="006049FE">
              <w:rPr>
                <w:spacing w:val="-3"/>
                <w:sz w:val="22"/>
                <w:szCs w:val="22"/>
              </w:rPr>
              <w:t>ę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pacing w:val="-3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</w:tr>
      <w:tr w:rsidR="00CA3637" w:rsidRPr="006049FE" w:rsidTr="00B61431">
        <w:trPr>
          <w:trHeight w:hRule="exact" w:val="572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"/>
                <w:sz w:val="22"/>
                <w:szCs w:val="22"/>
              </w:rPr>
              <w:t>9</w:t>
            </w:r>
            <w:r w:rsidRPr="006049FE">
              <w:rPr>
                <w:sz w:val="22"/>
                <w:szCs w:val="22"/>
              </w:rPr>
              <w:t>.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3"/>
                <w:sz w:val="22"/>
                <w:szCs w:val="22"/>
              </w:rPr>
              <w:t>s</w:t>
            </w:r>
            <w:r w:rsidRPr="006049FE">
              <w:rPr>
                <w:spacing w:val="-2"/>
                <w:sz w:val="22"/>
                <w:szCs w:val="22"/>
              </w:rPr>
              <w:t>k</w:t>
            </w:r>
            <w:r w:rsidRPr="006049FE">
              <w:rPr>
                <w:spacing w:val="-3"/>
                <w:sz w:val="22"/>
                <w:szCs w:val="22"/>
              </w:rPr>
              <w:t>aź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k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p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askow</w:t>
            </w:r>
            <w:r w:rsidRPr="006049FE">
              <w:rPr>
                <w:spacing w:val="-4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p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p</w:t>
            </w:r>
            <w:r w:rsidRPr="006049FE">
              <w:rPr>
                <w:spacing w:val="-3"/>
                <w:sz w:val="22"/>
                <w:szCs w:val="22"/>
              </w:rPr>
              <w:t>ięciokrotny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za</w:t>
            </w:r>
            <w:r w:rsidRPr="006049FE">
              <w:rPr>
                <w:sz w:val="22"/>
                <w:szCs w:val="22"/>
              </w:rPr>
              <w:t>g</w:t>
            </w:r>
            <w:r w:rsidRPr="006049FE">
              <w:rPr>
                <w:spacing w:val="-3"/>
                <w:sz w:val="22"/>
                <w:szCs w:val="22"/>
              </w:rPr>
              <w:t>ęszc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pacing w:val="-3"/>
                <w:sz w:val="22"/>
                <w:szCs w:val="22"/>
              </w:rPr>
              <w:t>eni</w:t>
            </w:r>
            <w:r w:rsidRPr="006049FE">
              <w:rPr>
                <w:sz w:val="22"/>
                <w:szCs w:val="22"/>
              </w:rPr>
              <w:t>u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pacing w:val="-3"/>
                <w:sz w:val="22"/>
                <w:szCs w:val="22"/>
              </w:rPr>
              <w:t>to</w:t>
            </w:r>
            <w:r w:rsidRPr="006049FE">
              <w:rPr>
                <w:sz w:val="22"/>
                <w:szCs w:val="22"/>
              </w:rPr>
              <w:t>dą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lu</w:t>
            </w:r>
            <w:r w:rsidRPr="006049FE">
              <w:rPr>
                <w:sz w:val="22"/>
                <w:szCs w:val="22"/>
              </w:rPr>
              <w:t>b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B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-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  <w:r w:rsidRPr="006049FE">
              <w:rPr>
                <w:spacing w:val="1"/>
                <w:sz w:val="22"/>
                <w:szCs w:val="22"/>
              </w:rPr>
              <w:t>4</w:t>
            </w:r>
            <w:r w:rsidRPr="006049FE">
              <w:rPr>
                <w:sz w:val="22"/>
                <w:szCs w:val="22"/>
              </w:rPr>
              <w:t>/8931</w:t>
            </w:r>
            <w:r w:rsidRPr="006049FE">
              <w:rPr>
                <w:spacing w:val="1"/>
                <w:sz w:val="22"/>
                <w:szCs w:val="22"/>
              </w:rPr>
              <w:t>-</w:t>
            </w:r>
            <w:r w:rsidRPr="006049FE">
              <w:rPr>
                <w:sz w:val="22"/>
                <w:szCs w:val="22"/>
              </w:rPr>
              <w:t>01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0"/>
                <w:sz w:val="22"/>
                <w:szCs w:val="22"/>
              </w:rPr>
              <w:t>30-70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23"/>
                <w:sz w:val="22"/>
                <w:szCs w:val="22"/>
              </w:rPr>
              <w:t>30-7</w:t>
            </w:r>
            <w:r w:rsidRPr="006049FE">
              <w:rPr>
                <w:sz w:val="22"/>
                <w:szCs w:val="22"/>
              </w:rPr>
              <w:t>0</w:t>
            </w:r>
            <w:r w:rsidRPr="006049FE">
              <w:rPr>
                <w:spacing w:val="-32"/>
                <w:sz w:val="22"/>
                <w:szCs w:val="22"/>
              </w:rPr>
              <w:t xml:space="preserve"> </w:t>
            </w:r>
          </w:p>
        </w:tc>
      </w:tr>
      <w:tr w:rsidR="00CA3637" w:rsidRPr="006049FE" w:rsidTr="00B70C44">
        <w:trPr>
          <w:trHeight w:hRule="exact" w:val="1057"/>
        </w:trPr>
        <w:tc>
          <w:tcPr>
            <w:tcW w:w="6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2"/>
                <w:sz w:val="22"/>
                <w:szCs w:val="22"/>
              </w:rPr>
              <w:t>10</w:t>
            </w:r>
            <w:r w:rsidRPr="006049FE">
              <w:rPr>
                <w:sz w:val="22"/>
                <w:szCs w:val="22"/>
              </w:rPr>
              <w:t>.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3"/>
                <w:sz w:val="22"/>
                <w:szCs w:val="22"/>
              </w:rPr>
              <w:t>s</w:t>
            </w:r>
            <w:r w:rsidRPr="006049FE">
              <w:rPr>
                <w:spacing w:val="-2"/>
                <w:sz w:val="22"/>
                <w:szCs w:val="22"/>
              </w:rPr>
              <w:t>k</w:t>
            </w:r>
            <w:r w:rsidRPr="006049FE">
              <w:rPr>
                <w:spacing w:val="-3"/>
                <w:sz w:val="22"/>
                <w:szCs w:val="22"/>
              </w:rPr>
              <w:t>aź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k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n</w:t>
            </w:r>
            <w:r w:rsidRPr="006049FE">
              <w:rPr>
                <w:spacing w:val="-2"/>
                <w:sz w:val="22"/>
                <w:szCs w:val="22"/>
              </w:rPr>
              <w:t>o</w:t>
            </w:r>
            <w:r w:rsidRPr="006049FE">
              <w:rPr>
                <w:spacing w:val="-3"/>
                <w:sz w:val="22"/>
                <w:szCs w:val="22"/>
              </w:rPr>
              <w:t>ś</w:t>
            </w:r>
            <w:r w:rsidRPr="006049FE">
              <w:rPr>
                <w:spacing w:val="-2"/>
                <w:sz w:val="22"/>
                <w:szCs w:val="22"/>
              </w:rPr>
              <w:t>no</w:t>
            </w:r>
            <w:r w:rsidRPr="006049FE">
              <w:rPr>
                <w:spacing w:val="-3"/>
                <w:sz w:val="22"/>
                <w:szCs w:val="22"/>
              </w:rPr>
              <w:t>śc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no</w:t>
            </w:r>
            <w:r w:rsidRPr="006049FE">
              <w:rPr>
                <w:sz w:val="22"/>
                <w:szCs w:val="22"/>
              </w:rPr>
              <w:t>ś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pacing w:val="-4"/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pacing w:val="-3"/>
                <w:sz w:val="22"/>
                <w:szCs w:val="22"/>
              </w:rPr>
              <w:t>eszank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kruszyw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%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ni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wię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pacing w:val="-3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n</w:t>
            </w:r>
            <w:r w:rsidRPr="006049FE">
              <w:rPr>
                <w:spacing w:val="-3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ż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przy za</w:t>
            </w:r>
            <w:r w:rsidRPr="006049FE">
              <w:rPr>
                <w:spacing w:val="-2"/>
                <w:sz w:val="22"/>
                <w:szCs w:val="22"/>
              </w:rPr>
              <w:t>g</w:t>
            </w:r>
            <w:r w:rsidRPr="006049FE">
              <w:rPr>
                <w:spacing w:val="-3"/>
                <w:sz w:val="22"/>
                <w:szCs w:val="22"/>
              </w:rPr>
              <w:t>ęszczeni</w:t>
            </w:r>
            <w:r w:rsidRPr="006049FE">
              <w:rPr>
                <w:sz w:val="22"/>
                <w:szCs w:val="22"/>
              </w:rPr>
              <w:t>u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wg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PN-S-</w:t>
            </w:r>
            <w:r w:rsidRPr="006049FE">
              <w:rPr>
                <w:spacing w:val="-4"/>
                <w:sz w:val="22"/>
                <w:szCs w:val="22"/>
              </w:rPr>
              <w:t>0</w:t>
            </w:r>
            <w:r w:rsidRPr="006049FE">
              <w:rPr>
                <w:spacing w:val="-3"/>
                <w:sz w:val="22"/>
                <w:szCs w:val="22"/>
              </w:rPr>
              <w:t>61</w:t>
            </w:r>
            <w:r w:rsidRPr="006049FE">
              <w:rPr>
                <w:spacing w:val="-4"/>
                <w:sz w:val="22"/>
                <w:szCs w:val="22"/>
              </w:rPr>
              <w:t>0</w:t>
            </w:r>
            <w:r w:rsidRPr="006049FE">
              <w:rPr>
                <w:sz w:val="22"/>
                <w:szCs w:val="22"/>
              </w:rPr>
              <w:t>2</w:t>
            </w:r>
          </w:p>
          <w:p w:rsidR="00CA3637" w:rsidRPr="006049FE" w:rsidRDefault="00CA3637" w:rsidP="00746A47">
            <w:pPr>
              <w:pStyle w:val="Akapitzlist"/>
            </w:pPr>
            <w:proofErr w:type="spellStart"/>
            <w:r w:rsidRPr="006049FE">
              <w:rPr>
                <w:spacing w:val="-11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s</w:t>
            </w:r>
            <w:proofErr w:type="spellEnd"/>
            <w:r w:rsidRPr="006049FE">
              <w:rPr>
                <w:spacing w:val="1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≥</w:t>
            </w:r>
            <w:r w:rsidRPr="006049FE">
              <w:rPr>
                <w:spacing w:val="16"/>
                <w:sz w:val="22"/>
                <w:szCs w:val="22"/>
              </w:rPr>
              <w:t xml:space="preserve"> </w:t>
            </w:r>
            <w:r w:rsidRPr="006049FE">
              <w:rPr>
                <w:spacing w:val="-11"/>
                <w:sz w:val="22"/>
                <w:szCs w:val="22"/>
              </w:rPr>
              <w:t>1</w:t>
            </w:r>
            <w:r w:rsidRPr="006049FE">
              <w:rPr>
                <w:spacing w:val="-12"/>
                <w:sz w:val="22"/>
                <w:szCs w:val="22"/>
              </w:rPr>
              <w:t>,00</w:t>
            </w:r>
          </w:p>
          <w:p w:rsidR="00CA3637" w:rsidRPr="006049FE" w:rsidRDefault="00CA3637" w:rsidP="00746A47">
            <w:pPr>
              <w:pStyle w:val="Akapitzlist"/>
            </w:pPr>
            <w:proofErr w:type="spellStart"/>
            <w:r w:rsidRPr="006049FE">
              <w:rPr>
                <w:spacing w:val="15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>s</w:t>
            </w:r>
            <w:proofErr w:type="spellEnd"/>
            <w:r w:rsidRPr="006049FE">
              <w:rPr>
                <w:spacing w:val="3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≥</w:t>
            </w:r>
            <w:r w:rsidRPr="006049FE">
              <w:rPr>
                <w:spacing w:val="15"/>
                <w:sz w:val="22"/>
                <w:szCs w:val="22"/>
              </w:rPr>
              <w:t xml:space="preserve"> </w:t>
            </w:r>
            <w:r w:rsidRPr="006049FE">
              <w:rPr>
                <w:spacing w:val="-3"/>
                <w:sz w:val="22"/>
                <w:szCs w:val="22"/>
              </w:rPr>
              <w:t>1</w:t>
            </w:r>
            <w:r w:rsidRPr="006049FE">
              <w:rPr>
                <w:spacing w:val="-5"/>
                <w:sz w:val="22"/>
                <w:szCs w:val="22"/>
              </w:rPr>
              <w:t>,0</w:t>
            </w: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60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-</w:t>
            </w:r>
          </w:p>
        </w:tc>
        <w:tc>
          <w:tcPr>
            <w:tcW w:w="13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3"/>
                <w:sz w:val="22"/>
                <w:szCs w:val="22"/>
              </w:rPr>
              <w:t>80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-15"/>
                <w:sz w:val="22"/>
                <w:szCs w:val="22"/>
              </w:rPr>
              <w:t>120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Składowanie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Kr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winn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 xml:space="preserve">ne 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mac</w:t>
      </w:r>
      <w:r w:rsidRPr="006049FE">
        <w:rPr>
          <w:sz w:val="22"/>
          <w:szCs w:val="22"/>
        </w:rPr>
        <w:t xml:space="preserve">h,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utwar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zon</w:t>
      </w:r>
      <w:r w:rsidRPr="006049FE">
        <w:rPr>
          <w:sz w:val="22"/>
          <w:szCs w:val="22"/>
        </w:rPr>
        <w:t xml:space="preserve">ym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brz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od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od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on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placu</w:t>
      </w:r>
      <w:r w:rsidRPr="006049FE">
        <w:rPr>
          <w:sz w:val="22"/>
          <w:szCs w:val="22"/>
        </w:rPr>
        <w:t>, 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unkac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zpi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ją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 xml:space="preserve">d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an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sz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zen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 xml:space="preserve">m i </w:t>
      </w:r>
      <w:r w:rsidRPr="006049FE">
        <w:rPr>
          <w:spacing w:val="4"/>
          <w:sz w:val="22"/>
          <w:szCs w:val="22"/>
        </w:rPr>
        <w:t>pr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 xml:space="preserve">d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óż</w:t>
      </w:r>
      <w:r w:rsidRPr="006049FE">
        <w:rPr>
          <w:sz w:val="22"/>
          <w:szCs w:val="22"/>
        </w:rPr>
        <w:t>nych</w:t>
      </w:r>
      <w:r w:rsidRPr="006049FE">
        <w:rPr>
          <w:w w:val="99"/>
          <w:sz w:val="22"/>
          <w:szCs w:val="22"/>
        </w:rPr>
        <w:t xml:space="preserve">  </w:t>
      </w:r>
      <w:r w:rsidRPr="006049FE">
        <w:rPr>
          <w:spacing w:val="-2"/>
          <w:sz w:val="22"/>
          <w:szCs w:val="22"/>
        </w:rPr>
        <w:t>rodzajó</w:t>
      </w:r>
      <w:r w:rsidRPr="006049FE">
        <w:rPr>
          <w:sz w:val="22"/>
          <w:szCs w:val="22"/>
        </w:rPr>
        <w:t>w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"/>
          <w:sz w:val="22"/>
          <w:szCs w:val="22"/>
        </w:rPr>
        <w:t>Ź</w:t>
      </w:r>
      <w:r w:rsidRPr="006049FE">
        <w:rPr>
          <w:spacing w:val="3"/>
          <w:sz w:val="22"/>
          <w:szCs w:val="22"/>
        </w:rPr>
        <w:t>ró</w:t>
      </w:r>
      <w:r w:rsidRPr="006049FE">
        <w:rPr>
          <w:spacing w:val="2"/>
          <w:sz w:val="22"/>
          <w:szCs w:val="22"/>
        </w:rPr>
        <w:t>dł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materi</w:t>
      </w:r>
      <w:r w:rsidRPr="006049FE">
        <w:rPr>
          <w:spacing w:val="2"/>
          <w:sz w:val="22"/>
          <w:szCs w:val="22"/>
        </w:rPr>
        <w:t>ał</w:t>
      </w:r>
      <w:r w:rsidRPr="006049FE">
        <w:rPr>
          <w:spacing w:val="3"/>
          <w:sz w:val="22"/>
          <w:szCs w:val="22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9"/>
          <w:sz w:val="22"/>
          <w:szCs w:val="22"/>
        </w:rPr>
        <w:t>Ws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>ateria</w:t>
      </w:r>
      <w:r w:rsidRPr="006049FE">
        <w:rPr>
          <w:spacing w:val="8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ż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bud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po</w:t>
      </w:r>
      <w:r w:rsidRPr="006049FE">
        <w:rPr>
          <w:spacing w:val="8"/>
          <w:sz w:val="22"/>
          <w:szCs w:val="22"/>
        </w:rPr>
        <w:t>cho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l</w:t>
      </w:r>
      <w:r w:rsidRPr="006049FE">
        <w:rPr>
          <w:spacing w:val="10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ź</w:t>
      </w:r>
      <w:r w:rsidRPr="006049FE">
        <w:rPr>
          <w:spacing w:val="8"/>
          <w:sz w:val="22"/>
          <w:szCs w:val="22"/>
        </w:rPr>
        <w:t>ró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9"/>
          <w:sz w:val="22"/>
          <w:szCs w:val="22"/>
        </w:rPr>
        <w:t>e</w:t>
      </w:r>
      <w:r w:rsidRPr="006049FE">
        <w:rPr>
          <w:sz w:val="22"/>
          <w:szCs w:val="22"/>
        </w:rPr>
        <w:t>ł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odnion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zatwierdzonyc</w:t>
      </w:r>
      <w:r w:rsidRPr="006049FE">
        <w:rPr>
          <w:sz w:val="22"/>
          <w:szCs w:val="22"/>
        </w:rPr>
        <w:t>h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nż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iera</w:t>
      </w:r>
      <w:r w:rsidRPr="006049FE">
        <w:rPr>
          <w:sz w:val="22"/>
          <w:szCs w:val="22"/>
        </w:rPr>
        <w:t>.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Ź</w:t>
      </w:r>
      <w:r w:rsidRPr="006049FE">
        <w:rPr>
          <w:spacing w:val="1"/>
          <w:sz w:val="22"/>
          <w:szCs w:val="22"/>
        </w:rPr>
        <w:t>ró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ateria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ran</w:t>
      </w:r>
      <w:r w:rsidRPr="006049FE">
        <w:rPr>
          <w:sz w:val="22"/>
          <w:szCs w:val="22"/>
        </w:rPr>
        <w:t>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konawc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przedzen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zpoc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5"/>
          <w:sz w:val="22"/>
          <w:szCs w:val="22"/>
        </w:rPr>
        <w:t>cie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robót</w:t>
      </w:r>
      <w:r w:rsidRPr="006049FE">
        <w:rPr>
          <w:sz w:val="22"/>
          <w:szCs w:val="22"/>
        </w:rPr>
        <w:t>.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uzasadnionyc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dkach</w:t>
      </w:r>
      <w:r w:rsidRPr="006049FE">
        <w:rPr>
          <w:sz w:val="22"/>
          <w:szCs w:val="22"/>
        </w:rPr>
        <w:t xml:space="preserve">, </w:t>
      </w:r>
      <w:r w:rsidRPr="006049FE">
        <w:rPr>
          <w:spacing w:val="3"/>
          <w:sz w:val="22"/>
          <w:szCs w:val="22"/>
        </w:rPr>
        <w:t>je</w:t>
      </w:r>
      <w:r w:rsidRPr="006049FE">
        <w:rPr>
          <w:spacing w:val="2"/>
          <w:sz w:val="22"/>
          <w:szCs w:val="22"/>
        </w:rPr>
        <w:t>śl</w:t>
      </w:r>
      <w:r w:rsidRPr="006049FE">
        <w:rPr>
          <w:sz w:val="22"/>
          <w:szCs w:val="22"/>
        </w:rPr>
        <w:t xml:space="preserve">i  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ak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z w:val="22"/>
          <w:szCs w:val="22"/>
        </w:rPr>
        <w:t xml:space="preserve">ć 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ate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łów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bu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i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wątpl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woś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ź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ż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1</w:t>
      </w:r>
      <w:r w:rsidRPr="006049FE">
        <w:rPr>
          <w:sz w:val="22"/>
          <w:szCs w:val="22"/>
        </w:rPr>
        <w:t>4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poc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ę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nawc</w:t>
      </w:r>
      <w:r w:rsidRPr="006049FE">
        <w:rPr>
          <w:sz w:val="22"/>
          <w:szCs w:val="22"/>
        </w:rPr>
        <w:t>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wini</w:t>
      </w:r>
      <w:r w:rsidRPr="006049FE">
        <w:rPr>
          <w:sz w:val="22"/>
          <w:szCs w:val="22"/>
        </w:rPr>
        <w:t>en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rc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ynie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wi</w:t>
      </w:r>
      <w:r w:rsidRPr="006049FE">
        <w:rPr>
          <w:spacing w:val="1"/>
          <w:sz w:val="22"/>
          <w:szCs w:val="22"/>
        </w:rPr>
        <w:t>/</w:t>
      </w:r>
      <w:r w:rsidRPr="006049FE">
        <w:rPr>
          <w:spacing w:val="2"/>
          <w:sz w:val="22"/>
          <w:szCs w:val="22"/>
        </w:rPr>
        <w:t>Kiero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kow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ojekt</w:t>
      </w:r>
      <w:r w:rsidRPr="006049FE">
        <w:rPr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 b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laborator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 łącznie 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ą krz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lastRenderedPageBreak/>
        <w:t>reprezentat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wne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Materiały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zaproponowanego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ykonawcę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źródła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będą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akceptowane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yniera/Kierownika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projektu,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el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konawc</w:t>
      </w:r>
      <w:r w:rsidRPr="006049FE">
        <w:rPr>
          <w:sz w:val="22"/>
          <w:szCs w:val="22"/>
        </w:rPr>
        <w:t>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każ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cech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Zatwierdzen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źródła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teriałów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oznacza,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>ri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teg</w:t>
      </w:r>
      <w:r w:rsidRPr="006049FE">
        <w:rPr>
          <w:sz w:val="22"/>
          <w:szCs w:val="22"/>
        </w:rPr>
        <w:t>o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ź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ó</w:t>
      </w:r>
      <w:r w:rsidRPr="006049FE">
        <w:rPr>
          <w:spacing w:val="6"/>
          <w:sz w:val="22"/>
          <w:szCs w:val="22"/>
        </w:rPr>
        <w:t>dł</w:t>
      </w:r>
      <w:r w:rsidRPr="006049FE">
        <w:rPr>
          <w:sz w:val="22"/>
          <w:szCs w:val="22"/>
        </w:rPr>
        <w:t>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ę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ez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Inspektora/Kierownik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ojekt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dopuszczon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budowania.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ły,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ga</w:t>
      </w:r>
      <w:r w:rsidRPr="006049FE">
        <w:rPr>
          <w:sz w:val="22"/>
          <w:szCs w:val="22"/>
        </w:rPr>
        <w:t>ń,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ną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odrzucone.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2"/>
          <w:sz w:val="22"/>
          <w:szCs w:val="22"/>
        </w:rPr>
        <w:t>Wo</w:t>
      </w:r>
      <w:r w:rsidRPr="006049FE">
        <w:rPr>
          <w:sz w:val="22"/>
          <w:szCs w:val="22"/>
        </w:rPr>
        <w:t>da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Na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wodę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PN-B-32250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11"/>
          <w:sz w:val="22"/>
          <w:szCs w:val="22"/>
          <w:u w:val="single"/>
        </w:rPr>
        <w:t>S</w:t>
      </w:r>
      <w:r w:rsidRPr="006049FE">
        <w:rPr>
          <w:bCs/>
          <w:spacing w:val="-12"/>
          <w:sz w:val="22"/>
          <w:szCs w:val="22"/>
          <w:u w:val="single"/>
        </w:rPr>
        <w:t>P</w:t>
      </w:r>
      <w:r w:rsidRPr="006049FE">
        <w:rPr>
          <w:bCs/>
          <w:spacing w:val="-10"/>
          <w:sz w:val="22"/>
          <w:szCs w:val="22"/>
          <w:u w:val="single"/>
        </w:rPr>
        <w:t>R</w:t>
      </w:r>
      <w:r w:rsidRPr="006049FE">
        <w:rPr>
          <w:bCs/>
          <w:spacing w:val="-16"/>
          <w:sz w:val="22"/>
          <w:szCs w:val="22"/>
          <w:u w:val="single"/>
        </w:rPr>
        <w:t>Z</w:t>
      </w:r>
      <w:r w:rsidRPr="006049FE">
        <w:rPr>
          <w:bCs/>
          <w:spacing w:val="-11"/>
          <w:sz w:val="22"/>
          <w:szCs w:val="22"/>
          <w:u w:val="single"/>
        </w:rPr>
        <w:t>Ę</w:t>
      </w:r>
      <w:r w:rsidRPr="006049FE">
        <w:rPr>
          <w:bCs/>
          <w:sz w:val="22"/>
          <w:szCs w:val="22"/>
          <w:u w:val="single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4"/>
          <w:sz w:val="22"/>
          <w:szCs w:val="22"/>
        </w:rPr>
        <w:t>Ogóln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5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y</w:t>
      </w:r>
      <w:r w:rsidRPr="006049FE">
        <w:rPr>
          <w:b/>
          <w:bCs/>
          <w:spacing w:val="-4"/>
          <w:sz w:val="22"/>
          <w:szCs w:val="22"/>
        </w:rPr>
        <w:t>magani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pacing w:val="-4"/>
          <w:sz w:val="22"/>
          <w:szCs w:val="22"/>
        </w:rPr>
        <w:t>dotyc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ą</w:t>
      </w:r>
      <w:r w:rsidRPr="006049FE">
        <w:rPr>
          <w:b/>
          <w:bCs/>
          <w:spacing w:val="-4"/>
          <w:sz w:val="22"/>
          <w:szCs w:val="22"/>
        </w:rPr>
        <w:t>c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5"/>
          <w:sz w:val="22"/>
          <w:szCs w:val="22"/>
        </w:rPr>
        <w:t>s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pacing w:val="-4"/>
          <w:sz w:val="22"/>
          <w:szCs w:val="22"/>
        </w:rPr>
        <w:t>r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pacing w:val="-3"/>
          <w:sz w:val="22"/>
          <w:szCs w:val="22"/>
        </w:rPr>
        <w:t>ę</w:t>
      </w:r>
      <w:r w:rsidRPr="006049FE">
        <w:rPr>
          <w:b/>
          <w:bCs/>
          <w:spacing w:val="-4"/>
          <w:sz w:val="22"/>
          <w:szCs w:val="22"/>
        </w:rPr>
        <w:t>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rzę</w:t>
      </w:r>
      <w:r w:rsidRPr="006049FE">
        <w:rPr>
          <w:sz w:val="22"/>
          <w:szCs w:val="22"/>
        </w:rPr>
        <w:t>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aak</w:t>
      </w:r>
      <w:r w:rsidRPr="006049FE">
        <w:rPr>
          <w:spacing w:val="-2"/>
          <w:sz w:val="22"/>
          <w:szCs w:val="22"/>
        </w:rPr>
        <w:t>cepto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</w:t>
      </w:r>
      <w:r w:rsidRPr="006049FE">
        <w:rPr>
          <w:spacing w:val="-2"/>
          <w:sz w:val="22"/>
          <w:szCs w:val="22"/>
        </w:rPr>
        <w:t>iera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dajn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zę</w:t>
      </w:r>
      <w:r w:rsidRPr="006049FE">
        <w:rPr>
          <w:sz w:val="22"/>
          <w:szCs w:val="22"/>
        </w:rPr>
        <w:t>tu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tak</w:t>
      </w:r>
      <w:r w:rsidRPr="006049FE">
        <w:rPr>
          <w:spacing w:val="8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ab</w:t>
      </w:r>
      <w:r w:rsidRPr="006049FE">
        <w:rPr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p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wn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zach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wanie</w:t>
      </w:r>
      <w:r w:rsidRPr="006049FE">
        <w:rPr>
          <w:spacing w:val="8"/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war</w:t>
      </w:r>
      <w:r w:rsidRPr="006049FE">
        <w:rPr>
          <w:spacing w:val="10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nk</w:t>
      </w:r>
      <w:r w:rsidRPr="006049FE">
        <w:rPr>
          <w:spacing w:val="10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techn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logiczn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dot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czą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cza</w:t>
      </w:r>
      <w:r w:rsidRPr="006049FE">
        <w:rPr>
          <w:spacing w:val="8"/>
          <w:sz w:val="22"/>
          <w:szCs w:val="22"/>
        </w:rPr>
        <w:t>s</w:t>
      </w:r>
      <w:r w:rsidRPr="006049FE">
        <w:rPr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budowania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zag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szczania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Sp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ę</w:t>
      </w:r>
      <w:r w:rsidRPr="006049FE">
        <w:rPr>
          <w:sz w:val="22"/>
          <w:szCs w:val="22"/>
        </w:rPr>
        <w:t>t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wykonani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po</w:t>
      </w:r>
      <w:r w:rsidRPr="006049FE">
        <w:rPr>
          <w:spacing w:val="9"/>
          <w:sz w:val="22"/>
          <w:szCs w:val="22"/>
        </w:rPr>
        <w:t>dbud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us</w:t>
      </w:r>
      <w:r w:rsidRPr="006049FE">
        <w:rPr>
          <w:spacing w:val="9"/>
          <w:sz w:val="22"/>
          <w:szCs w:val="22"/>
        </w:rPr>
        <w:t>zywa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rob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zwi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z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on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nie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dbudo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us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, </w:t>
      </w:r>
      <w:r w:rsidRPr="006049FE">
        <w:rPr>
          <w:spacing w:val="3"/>
          <w:sz w:val="22"/>
          <w:szCs w:val="22"/>
        </w:rPr>
        <w:t>nal</w:t>
      </w:r>
      <w:r w:rsidRPr="006049FE">
        <w:rPr>
          <w:spacing w:val="2"/>
          <w:sz w:val="22"/>
          <w:szCs w:val="22"/>
        </w:rPr>
        <w:t>eż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-3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ć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sp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char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opat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sz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inn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spr</w:t>
      </w:r>
      <w:r w:rsidRPr="006049FE">
        <w:rPr>
          <w:spacing w:val="3"/>
          <w:sz w:val="22"/>
          <w:szCs w:val="22"/>
        </w:rPr>
        <w:t>zę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czne</w:t>
      </w:r>
      <w:r w:rsidRPr="006049FE">
        <w:rPr>
          <w:spacing w:val="5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ziemn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miejscach,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gdzie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prawidłowe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ętem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zmechanizowan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oż</w:t>
      </w:r>
      <w:r w:rsidRPr="006049FE">
        <w:rPr>
          <w:sz w:val="22"/>
          <w:szCs w:val="22"/>
        </w:rPr>
        <w:t>liw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równiarki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albo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układarki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ładania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walc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ogu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ione</w:t>
      </w:r>
      <w:r w:rsidRPr="006049FE">
        <w:rPr>
          <w:sz w:val="22"/>
          <w:szCs w:val="22"/>
        </w:rPr>
        <w:t>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walc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stalow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gładki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wibracyjn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statyczn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zagę</w:t>
      </w:r>
      <w:r w:rsidRPr="006049FE">
        <w:rPr>
          <w:sz w:val="22"/>
          <w:szCs w:val="22"/>
        </w:rPr>
        <w:t>szcza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ia,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ejscach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trudno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dostępn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zagęszczarki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towe,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bijaki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mec</w:t>
      </w:r>
      <w:r w:rsidRPr="006049FE">
        <w:rPr>
          <w:sz w:val="22"/>
          <w:szCs w:val="22"/>
        </w:rPr>
        <w:t>han</w:t>
      </w:r>
      <w:r w:rsidRPr="006049FE">
        <w:rPr>
          <w:spacing w:val="-2"/>
          <w:sz w:val="22"/>
          <w:szCs w:val="22"/>
        </w:rPr>
        <w:t>iczn</w:t>
      </w:r>
      <w:r w:rsidRPr="006049FE">
        <w:rPr>
          <w:sz w:val="22"/>
          <w:szCs w:val="22"/>
        </w:rPr>
        <w:t>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łe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ce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wibracyjne,</w:t>
      </w:r>
    </w:p>
    <w:p w:rsidR="00CA3637" w:rsidRPr="006049FE" w:rsidRDefault="00B61431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="00CA3637" w:rsidRPr="006049FE">
        <w:rPr>
          <w:sz w:val="22"/>
          <w:szCs w:val="22"/>
        </w:rPr>
        <w:t xml:space="preserve">koparki </w:t>
      </w:r>
      <w:r w:rsidR="00CA3637" w:rsidRPr="006049FE">
        <w:rPr>
          <w:spacing w:val="46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i </w:t>
      </w:r>
      <w:r w:rsidR="00CA3637" w:rsidRPr="006049FE">
        <w:rPr>
          <w:spacing w:val="4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sa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 xml:space="preserve">ochody </w:t>
      </w:r>
      <w:r w:rsidR="00CA3637" w:rsidRPr="006049FE">
        <w:rPr>
          <w:spacing w:val="4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sa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ow</w:t>
      </w:r>
      <w:r w:rsidR="00CA3637" w:rsidRPr="006049FE">
        <w:rPr>
          <w:spacing w:val="2"/>
          <w:sz w:val="22"/>
          <w:szCs w:val="22"/>
        </w:rPr>
        <w:t>y</w:t>
      </w:r>
      <w:r w:rsidR="00CA3637" w:rsidRPr="006049FE">
        <w:rPr>
          <w:sz w:val="22"/>
          <w:szCs w:val="22"/>
        </w:rPr>
        <w:t xml:space="preserve">ładowcze </w:t>
      </w:r>
      <w:r w:rsidR="00CA3637" w:rsidRPr="006049FE">
        <w:rPr>
          <w:spacing w:val="4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- </w:t>
      </w:r>
      <w:r w:rsidR="00CA3637" w:rsidRPr="006049FE">
        <w:rPr>
          <w:spacing w:val="4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w </w:t>
      </w:r>
      <w:r w:rsidR="00CA3637" w:rsidRPr="006049FE">
        <w:rPr>
          <w:spacing w:val="48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pr</w:t>
      </w:r>
      <w:r w:rsidR="00CA3637" w:rsidRPr="006049FE">
        <w:rPr>
          <w:spacing w:val="-2"/>
          <w:sz w:val="22"/>
          <w:szCs w:val="22"/>
        </w:rPr>
        <w:t>z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z w:val="22"/>
          <w:szCs w:val="22"/>
        </w:rPr>
        <w:t xml:space="preserve">padku </w:t>
      </w:r>
      <w:r w:rsidR="00CA3637" w:rsidRPr="006049FE">
        <w:rPr>
          <w:spacing w:val="4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transportu </w:t>
      </w:r>
      <w:r w:rsidR="00CA3637" w:rsidRPr="006049FE">
        <w:rPr>
          <w:spacing w:val="4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 xml:space="preserve">na </w:t>
      </w:r>
      <w:r w:rsidR="00CA3637" w:rsidRPr="006049FE">
        <w:rPr>
          <w:spacing w:val="4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odległość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pacing w:val="-2"/>
          <w:sz w:val="22"/>
          <w:szCs w:val="22"/>
        </w:rPr>
        <w:t>w</w:t>
      </w:r>
      <w:r w:rsidR="00CA3637" w:rsidRPr="006049FE">
        <w:rPr>
          <w:spacing w:val="1"/>
          <w:sz w:val="22"/>
          <w:szCs w:val="22"/>
        </w:rPr>
        <w:t>y</w:t>
      </w:r>
      <w:r w:rsidR="00CA3637" w:rsidRPr="006049FE">
        <w:rPr>
          <w:spacing w:val="-2"/>
          <w:sz w:val="22"/>
          <w:szCs w:val="22"/>
        </w:rPr>
        <w:t>m</w:t>
      </w:r>
      <w:r w:rsidR="00CA3637" w:rsidRPr="006049FE">
        <w:rPr>
          <w:sz w:val="22"/>
          <w:szCs w:val="22"/>
        </w:rPr>
        <w:t>aga</w:t>
      </w:r>
      <w:r w:rsidR="00CA3637" w:rsidRPr="006049FE">
        <w:rPr>
          <w:spacing w:val="1"/>
          <w:sz w:val="22"/>
          <w:szCs w:val="22"/>
        </w:rPr>
        <w:t>j</w:t>
      </w:r>
      <w:r w:rsidR="00CA3637" w:rsidRPr="006049FE">
        <w:rPr>
          <w:sz w:val="22"/>
          <w:szCs w:val="22"/>
        </w:rPr>
        <w:t>ącą</w:t>
      </w:r>
      <w:r w:rsidR="00CA3637" w:rsidRPr="006049FE">
        <w:rPr>
          <w:spacing w:val="-1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zastosowania</w:t>
      </w:r>
      <w:r w:rsidR="00CA3637" w:rsidRPr="006049FE">
        <w:rPr>
          <w:spacing w:val="-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takiego</w:t>
      </w:r>
      <w:r w:rsidR="00CA3637" w:rsidRPr="006049FE">
        <w:rPr>
          <w:spacing w:val="-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spr</w:t>
      </w:r>
      <w:r w:rsidR="00CA3637" w:rsidRPr="006049FE">
        <w:rPr>
          <w:spacing w:val="-2"/>
          <w:sz w:val="22"/>
          <w:szCs w:val="22"/>
        </w:rPr>
        <w:t>z</w:t>
      </w:r>
      <w:r w:rsidR="00CA3637" w:rsidRPr="006049FE">
        <w:rPr>
          <w:sz w:val="22"/>
          <w:szCs w:val="22"/>
        </w:rPr>
        <w:t>ętu.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3C4B23" w:rsidRPr="006049FE" w:rsidRDefault="00CA3637" w:rsidP="00746A47">
      <w:pPr>
        <w:pStyle w:val="Akapitzlist"/>
        <w:rPr>
          <w:spacing w:val="14"/>
          <w:sz w:val="22"/>
          <w:szCs w:val="22"/>
          <w:u w:val="single"/>
        </w:rPr>
      </w:pPr>
      <w:r w:rsidRPr="006049FE">
        <w:rPr>
          <w:spacing w:val="14"/>
          <w:sz w:val="22"/>
          <w:szCs w:val="22"/>
          <w:u w:val="single"/>
        </w:rPr>
        <w:t>TRANSPORT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10"/>
          <w:sz w:val="22"/>
          <w:szCs w:val="22"/>
        </w:rPr>
        <w:t>Ogóln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8"/>
          <w:sz w:val="22"/>
          <w:szCs w:val="22"/>
        </w:rPr>
        <w:t xml:space="preserve"> </w:t>
      </w:r>
      <w:r w:rsidRPr="006049FE">
        <w:rPr>
          <w:bCs/>
          <w:spacing w:val="10"/>
          <w:sz w:val="22"/>
          <w:szCs w:val="22"/>
        </w:rPr>
        <w:t>w</w:t>
      </w:r>
      <w:r w:rsidRPr="006049FE">
        <w:rPr>
          <w:bCs/>
          <w:spacing w:val="11"/>
          <w:sz w:val="22"/>
          <w:szCs w:val="22"/>
        </w:rPr>
        <w:t>y</w:t>
      </w:r>
      <w:r w:rsidRPr="006049FE">
        <w:rPr>
          <w:bCs/>
          <w:spacing w:val="8"/>
          <w:sz w:val="22"/>
          <w:szCs w:val="22"/>
        </w:rPr>
        <w:t>m</w:t>
      </w:r>
      <w:r w:rsidRPr="006049FE">
        <w:rPr>
          <w:bCs/>
          <w:spacing w:val="10"/>
          <w:sz w:val="22"/>
          <w:szCs w:val="22"/>
        </w:rPr>
        <w:t>agani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7"/>
          <w:sz w:val="22"/>
          <w:szCs w:val="22"/>
        </w:rPr>
        <w:t xml:space="preserve"> </w:t>
      </w:r>
      <w:r w:rsidRPr="006049FE">
        <w:rPr>
          <w:bCs/>
          <w:spacing w:val="10"/>
          <w:sz w:val="22"/>
          <w:szCs w:val="22"/>
        </w:rPr>
        <w:t>d</w:t>
      </w:r>
      <w:r w:rsidRPr="006049FE">
        <w:rPr>
          <w:bCs/>
          <w:spacing w:val="11"/>
          <w:sz w:val="22"/>
          <w:szCs w:val="22"/>
        </w:rPr>
        <w:t>o</w:t>
      </w:r>
      <w:r w:rsidRPr="006049FE">
        <w:rPr>
          <w:bCs/>
          <w:spacing w:val="10"/>
          <w:sz w:val="22"/>
          <w:szCs w:val="22"/>
        </w:rPr>
        <w:t>tyc</w:t>
      </w:r>
      <w:r w:rsidRPr="006049FE">
        <w:rPr>
          <w:bCs/>
          <w:spacing w:val="9"/>
          <w:sz w:val="22"/>
          <w:szCs w:val="22"/>
        </w:rPr>
        <w:t>z</w:t>
      </w:r>
      <w:r w:rsidRPr="006049FE">
        <w:rPr>
          <w:bCs/>
          <w:spacing w:val="10"/>
          <w:sz w:val="22"/>
          <w:szCs w:val="22"/>
        </w:rPr>
        <w:t>ą</w:t>
      </w:r>
      <w:r w:rsidRPr="006049FE">
        <w:rPr>
          <w:bCs/>
          <w:spacing w:val="11"/>
          <w:sz w:val="22"/>
          <w:szCs w:val="22"/>
        </w:rPr>
        <w:t>c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8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tr</w:t>
      </w:r>
      <w:r w:rsidRPr="006049FE">
        <w:rPr>
          <w:bCs/>
          <w:spacing w:val="11"/>
          <w:sz w:val="22"/>
          <w:szCs w:val="22"/>
        </w:rPr>
        <w:t>a</w:t>
      </w:r>
      <w:r w:rsidRPr="006049FE">
        <w:rPr>
          <w:bCs/>
          <w:spacing w:val="9"/>
          <w:sz w:val="22"/>
          <w:szCs w:val="22"/>
        </w:rPr>
        <w:t>nsp</w:t>
      </w:r>
      <w:r w:rsidRPr="006049FE">
        <w:rPr>
          <w:bCs/>
          <w:spacing w:val="11"/>
          <w:sz w:val="22"/>
          <w:szCs w:val="22"/>
        </w:rPr>
        <w:t>o</w:t>
      </w:r>
      <w:r w:rsidRPr="006049FE">
        <w:rPr>
          <w:bCs/>
          <w:spacing w:val="9"/>
          <w:sz w:val="22"/>
          <w:szCs w:val="22"/>
        </w:rPr>
        <w:t>r</w:t>
      </w:r>
      <w:r w:rsidRPr="006049FE">
        <w:rPr>
          <w:bCs/>
          <w:spacing w:val="11"/>
          <w:sz w:val="22"/>
          <w:szCs w:val="22"/>
        </w:rPr>
        <w:t>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Ogó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do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ząc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tr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o 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>.00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„W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óln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Tr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10"/>
          <w:sz w:val="22"/>
          <w:szCs w:val="22"/>
        </w:rPr>
        <w:t>s</w:t>
      </w:r>
      <w:r w:rsidRPr="006049FE">
        <w:rPr>
          <w:spacing w:val="9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or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kr</w:t>
      </w:r>
      <w:r w:rsidRPr="006049FE">
        <w:rPr>
          <w:spacing w:val="10"/>
          <w:sz w:val="22"/>
          <w:szCs w:val="22"/>
        </w:rPr>
        <w:t>us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w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12"/>
          <w:sz w:val="22"/>
          <w:szCs w:val="22"/>
        </w:rPr>
        <w:t>Kr</w:t>
      </w:r>
      <w:r w:rsidRPr="006049FE">
        <w:rPr>
          <w:spacing w:val="-11"/>
          <w:sz w:val="22"/>
          <w:szCs w:val="22"/>
        </w:rPr>
        <w:t>us</w:t>
      </w:r>
      <w:r w:rsidRPr="006049FE">
        <w:rPr>
          <w:spacing w:val="-12"/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1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12"/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>ko</w:t>
      </w:r>
      <w:r w:rsidRPr="006049FE">
        <w:rPr>
          <w:spacing w:val="-11"/>
          <w:sz w:val="22"/>
          <w:szCs w:val="22"/>
        </w:rPr>
        <w:t>n</w:t>
      </w:r>
      <w:r w:rsidRPr="006049FE">
        <w:rPr>
          <w:spacing w:val="-12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pacing w:val="-11"/>
          <w:sz w:val="22"/>
          <w:szCs w:val="22"/>
        </w:rPr>
        <w:t>p</w:t>
      </w:r>
      <w:r w:rsidRPr="006049FE">
        <w:rPr>
          <w:spacing w:val="-12"/>
          <w:sz w:val="22"/>
          <w:szCs w:val="22"/>
        </w:rPr>
        <w:t>od</w:t>
      </w:r>
      <w:r w:rsidRPr="006049FE">
        <w:rPr>
          <w:spacing w:val="-11"/>
          <w:sz w:val="22"/>
          <w:szCs w:val="22"/>
        </w:rPr>
        <w:t>b</w:t>
      </w:r>
      <w:r w:rsidRPr="006049FE">
        <w:rPr>
          <w:spacing w:val="-12"/>
          <w:sz w:val="22"/>
          <w:szCs w:val="22"/>
        </w:rPr>
        <w:t>ud</w:t>
      </w:r>
      <w:r w:rsidRPr="006049FE">
        <w:rPr>
          <w:spacing w:val="-11"/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pacing w:val="-11"/>
          <w:sz w:val="22"/>
          <w:szCs w:val="22"/>
        </w:rPr>
        <w:t>n</w:t>
      </w:r>
      <w:r w:rsidRPr="006049FE">
        <w:rPr>
          <w:spacing w:val="-13"/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>l</w:t>
      </w:r>
      <w:r w:rsidRPr="006049FE">
        <w:rPr>
          <w:spacing w:val="-10"/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pacing w:val="-11"/>
          <w:sz w:val="22"/>
          <w:szCs w:val="22"/>
        </w:rPr>
        <w:t>prze</w:t>
      </w:r>
      <w:r w:rsidRPr="006049FE">
        <w:rPr>
          <w:spacing w:val="-12"/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>ozi</w:t>
      </w:r>
      <w:r w:rsidRPr="006049FE">
        <w:rPr>
          <w:sz w:val="22"/>
          <w:szCs w:val="22"/>
        </w:rPr>
        <w:t>ć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11"/>
          <w:sz w:val="22"/>
          <w:szCs w:val="22"/>
        </w:rPr>
        <w:t>transporte</w:t>
      </w:r>
      <w:r w:rsidRPr="006049FE">
        <w:rPr>
          <w:sz w:val="22"/>
          <w:szCs w:val="22"/>
        </w:rPr>
        <w:t>m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pacing w:val="-11"/>
          <w:sz w:val="22"/>
          <w:szCs w:val="22"/>
        </w:rPr>
        <w:t>sa</w:t>
      </w:r>
      <w:r w:rsidRPr="006049FE">
        <w:rPr>
          <w:spacing w:val="-13"/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>ochodo</w:t>
      </w:r>
      <w:r w:rsidRPr="006049FE">
        <w:rPr>
          <w:spacing w:val="-13"/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13"/>
          <w:sz w:val="22"/>
          <w:szCs w:val="22"/>
          <w:u w:val="single"/>
        </w:rPr>
      </w:pPr>
      <w:r w:rsidRPr="006049FE">
        <w:rPr>
          <w:spacing w:val="13"/>
          <w:sz w:val="22"/>
          <w:szCs w:val="22"/>
          <w:u w:val="single"/>
        </w:rPr>
        <w:t>WY</w:t>
      </w:r>
      <w:r w:rsidRPr="006049FE">
        <w:rPr>
          <w:spacing w:val="12"/>
          <w:sz w:val="22"/>
          <w:szCs w:val="22"/>
          <w:u w:val="single"/>
        </w:rPr>
        <w:t>KO</w:t>
      </w:r>
      <w:r w:rsidRPr="006049FE">
        <w:rPr>
          <w:spacing w:val="13"/>
          <w:sz w:val="22"/>
          <w:szCs w:val="22"/>
          <w:u w:val="single"/>
        </w:rPr>
        <w:t>NA</w:t>
      </w:r>
      <w:r w:rsidRPr="006049FE">
        <w:rPr>
          <w:spacing w:val="12"/>
          <w:sz w:val="22"/>
          <w:szCs w:val="22"/>
          <w:u w:val="single"/>
        </w:rPr>
        <w:t>NI</w:t>
      </w:r>
      <w:r w:rsidRPr="006049FE">
        <w:rPr>
          <w:sz w:val="22"/>
          <w:szCs w:val="22"/>
          <w:u w:val="single"/>
        </w:rPr>
        <w:t>E</w:t>
      </w:r>
      <w:r w:rsidRPr="006049FE">
        <w:rPr>
          <w:spacing w:val="3"/>
          <w:sz w:val="22"/>
          <w:szCs w:val="22"/>
          <w:u w:val="single"/>
        </w:rPr>
        <w:t xml:space="preserve"> </w:t>
      </w:r>
      <w:r w:rsidRPr="006049FE">
        <w:rPr>
          <w:spacing w:val="13"/>
          <w:sz w:val="22"/>
          <w:szCs w:val="22"/>
          <w:u w:val="single"/>
        </w:rPr>
        <w:t>R</w:t>
      </w:r>
      <w:r w:rsidRPr="006049FE">
        <w:rPr>
          <w:spacing w:val="12"/>
          <w:sz w:val="22"/>
          <w:szCs w:val="22"/>
          <w:u w:val="single"/>
        </w:rPr>
        <w:t>O</w:t>
      </w:r>
      <w:r w:rsidRPr="006049FE">
        <w:rPr>
          <w:spacing w:val="13"/>
          <w:sz w:val="22"/>
          <w:szCs w:val="22"/>
          <w:u w:val="single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9"/>
          <w:sz w:val="22"/>
          <w:szCs w:val="22"/>
        </w:rPr>
        <w:t>Ogól</w:t>
      </w:r>
      <w:r w:rsidRPr="006049FE">
        <w:rPr>
          <w:bCs/>
          <w:spacing w:val="11"/>
          <w:sz w:val="22"/>
          <w:szCs w:val="22"/>
        </w:rPr>
        <w:t>n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10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z</w:t>
      </w:r>
      <w:r w:rsidRPr="006049FE">
        <w:rPr>
          <w:bCs/>
          <w:spacing w:val="11"/>
          <w:sz w:val="22"/>
          <w:szCs w:val="22"/>
        </w:rPr>
        <w:t>a</w:t>
      </w:r>
      <w:r w:rsidRPr="006049FE">
        <w:rPr>
          <w:bCs/>
          <w:spacing w:val="9"/>
          <w:sz w:val="22"/>
          <w:szCs w:val="22"/>
        </w:rPr>
        <w:t>sad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9"/>
          <w:sz w:val="22"/>
          <w:szCs w:val="22"/>
        </w:rPr>
        <w:t xml:space="preserve"> wyk</w:t>
      </w:r>
      <w:r w:rsidRPr="006049FE">
        <w:rPr>
          <w:bCs/>
          <w:spacing w:val="11"/>
          <w:sz w:val="22"/>
          <w:szCs w:val="22"/>
        </w:rPr>
        <w:t>o</w:t>
      </w:r>
      <w:r w:rsidRPr="006049FE">
        <w:rPr>
          <w:bCs/>
          <w:spacing w:val="10"/>
          <w:sz w:val="22"/>
          <w:szCs w:val="22"/>
        </w:rPr>
        <w:t>na</w:t>
      </w:r>
      <w:r w:rsidRPr="006049FE">
        <w:rPr>
          <w:bCs/>
          <w:spacing w:val="9"/>
          <w:sz w:val="22"/>
          <w:szCs w:val="22"/>
        </w:rPr>
        <w:t>ni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10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r</w:t>
      </w:r>
      <w:r w:rsidRPr="006049FE">
        <w:rPr>
          <w:bCs/>
          <w:spacing w:val="11"/>
          <w:sz w:val="22"/>
          <w:szCs w:val="22"/>
        </w:rPr>
        <w:t>o</w:t>
      </w:r>
      <w:r w:rsidRPr="006049FE">
        <w:rPr>
          <w:bCs/>
          <w:spacing w:val="9"/>
          <w:sz w:val="22"/>
          <w:szCs w:val="22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„Wy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dł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</w:t>
      </w:r>
      <w:r w:rsidRPr="006049FE">
        <w:rPr>
          <w:spacing w:val="1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pod</w:t>
      </w:r>
      <w:r w:rsidRPr="006049FE">
        <w:rPr>
          <w:spacing w:val="11"/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>ud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krusz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konanie</w:t>
      </w:r>
      <w:r w:rsidRPr="006049FE">
        <w:rPr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podb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dow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podłoż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sz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lki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niec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zc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sprawdzić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cechy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geometr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zagęszczenie.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Wytyczen</w:t>
      </w:r>
      <w:r w:rsidRPr="006049FE">
        <w:rPr>
          <w:spacing w:val="12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1"/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Prac</w:t>
      </w:r>
      <w:r w:rsidRPr="006049FE">
        <w:rPr>
          <w:sz w:val="22"/>
          <w:szCs w:val="22"/>
        </w:rPr>
        <w:t>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miar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owinn</w:t>
      </w:r>
      <w:r w:rsidRPr="006049FE">
        <w:rPr>
          <w:sz w:val="22"/>
          <w:szCs w:val="22"/>
        </w:rPr>
        <w:t>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owad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b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li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ia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nani</w:t>
      </w:r>
      <w:r w:rsidRPr="006049FE">
        <w:rPr>
          <w:sz w:val="22"/>
          <w:szCs w:val="22"/>
        </w:rPr>
        <w:t>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warst</w:t>
      </w:r>
      <w:r w:rsidRPr="006049FE">
        <w:rPr>
          <w:sz w:val="22"/>
          <w:szCs w:val="22"/>
        </w:rPr>
        <w:t>wy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od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ud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od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me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ac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ową</w:t>
      </w:r>
      <w:r w:rsidRPr="006049FE">
        <w:rPr>
          <w:sz w:val="22"/>
          <w:szCs w:val="22"/>
        </w:rPr>
        <w:t>,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oler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ncj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okreś</w:t>
      </w:r>
      <w:r w:rsidRPr="006049FE">
        <w:rPr>
          <w:spacing w:val="1"/>
          <w:sz w:val="22"/>
          <w:szCs w:val="22"/>
        </w:rPr>
        <w:t>lon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Paliki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ukszt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wcześniej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gotowane,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ocowane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utr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Wykonawcę.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Palik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szpilk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ustawion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</w:t>
      </w:r>
      <w:r w:rsidRPr="006049FE">
        <w:rPr>
          <w:spacing w:val="5"/>
          <w:sz w:val="22"/>
          <w:szCs w:val="22"/>
        </w:rPr>
        <w:t>dac</w:t>
      </w:r>
      <w:r w:rsidRPr="006049FE">
        <w:rPr>
          <w:sz w:val="22"/>
          <w:szCs w:val="22"/>
        </w:rPr>
        <w:t>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równole</w:t>
      </w:r>
      <w:r w:rsidRPr="006049FE">
        <w:rPr>
          <w:spacing w:val="6"/>
          <w:sz w:val="22"/>
          <w:szCs w:val="22"/>
        </w:rPr>
        <w:t>g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os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g</w:t>
      </w:r>
      <w:r w:rsidRPr="006049FE">
        <w:rPr>
          <w:sz w:val="22"/>
          <w:szCs w:val="22"/>
        </w:rPr>
        <w:t>u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pieszeg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inn</w:t>
      </w:r>
      <w:r w:rsidRPr="006049FE">
        <w:rPr>
          <w:sz w:val="22"/>
          <w:szCs w:val="22"/>
        </w:rPr>
        <w:t>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zaakc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ptowan</w:t>
      </w:r>
      <w:r w:rsidRPr="006049FE">
        <w:rPr>
          <w:sz w:val="22"/>
          <w:szCs w:val="22"/>
        </w:rPr>
        <w:t>y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spektora</w:t>
      </w:r>
      <w:r w:rsidRPr="006049FE">
        <w:rPr>
          <w:spacing w:val="6"/>
          <w:sz w:val="22"/>
          <w:szCs w:val="22"/>
        </w:rPr>
        <w:t>/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ie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ownik</w:t>
      </w:r>
      <w:r w:rsidRPr="006049FE">
        <w:rPr>
          <w:sz w:val="22"/>
          <w:szCs w:val="22"/>
        </w:rPr>
        <w:t>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pro</w:t>
      </w:r>
      <w:r w:rsidRPr="006049FE">
        <w:rPr>
          <w:spacing w:val="6"/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>ektu</w:t>
      </w:r>
      <w:r w:rsidRPr="006049FE">
        <w:rPr>
          <w:sz w:val="22"/>
          <w:szCs w:val="22"/>
        </w:rPr>
        <w:t>.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Roz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szc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enie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palików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szpilek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ożliwiać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nac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ągnięcie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sznurków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linek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yczenia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ads</w:t>
      </w:r>
      <w:r w:rsidRPr="006049FE">
        <w:rPr>
          <w:sz w:val="22"/>
          <w:szCs w:val="22"/>
        </w:rPr>
        <w:t>ze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ż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10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eli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ar</w:t>
      </w:r>
      <w:r w:rsidRPr="006049FE">
        <w:rPr>
          <w:sz w:val="22"/>
          <w:szCs w:val="22"/>
        </w:rPr>
        <w:t>stwa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nki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stabilizowaneg</w:t>
      </w:r>
      <w:r w:rsidRPr="006049FE">
        <w:rPr>
          <w:sz w:val="22"/>
          <w:szCs w:val="22"/>
        </w:rPr>
        <w:t>o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echaniczni</w:t>
      </w:r>
      <w:r w:rsidRPr="006049FE">
        <w:rPr>
          <w:sz w:val="22"/>
          <w:szCs w:val="22"/>
        </w:rPr>
        <w:t>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ę</w:t>
      </w:r>
      <w:r w:rsidRPr="006049FE">
        <w:rPr>
          <w:spacing w:val="6"/>
          <w:sz w:val="22"/>
          <w:szCs w:val="22"/>
        </w:rPr>
        <w:t>dzi</w:t>
      </w:r>
      <w:r w:rsidRPr="006049FE">
        <w:rPr>
          <w:sz w:val="22"/>
          <w:szCs w:val="22"/>
        </w:rPr>
        <w:t>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układan</w:t>
      </w:r>
      <w:r w:rsidRPr="006049FE">
        <w:rPr>
          <w:sz w:val="22"/>
          <w:szCs w:val="22"/>
        </w:rPr>
        <w:t>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prowadnica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h</w:t>
      </w:r>
      <w:r w:rsidRPr="006049FE">
        <w:rPr>
          <w:sz w:val="22"/>
          <w:szCs w:val="22"/>
        </w:rPr>
        <w:t>,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czeni</w:t>
      </w:r>
      <w:r w:rsidRPr="006049FE">
        <w:rPr>
          <w:sz w:val="22"/>
          <w:szCs w:val="22"/>
        </w:rPr>
        <w:t>u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odbudowy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awi</w:t>
      </w:r>
      <w:r w:rsidRPr="006049FE">
        <w:rPr>
          <w:sz w:val="22"/>
          <w:szCs w:val="22"/>
        </w:rPr>
        <w:t>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u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prowadnice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taki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sposób,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znac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ał</w:t>
      </w:r>
      <w:r w:rsidRPr="006049FE">
        <w:rPr>
          <w:sz w:val="22"/>
          <w:szCs w:val="22"/>
        </w:rPr>
        <w:t>y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one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ciś</w:t>
      </w:r>
      <w:r w:rsidRPr="006049FE">
        <w:rPr>
          <w:sz w:val="22"/>
          <w:szCs w:val="22"/>
        </w:rPr>
        <w:t>le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lini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krawędz</w:t>
      </w:r>
      <w:r w:rsidRPr="006049FE">
        <w:rPr>
          <w:sz w:val="22"/>
          <w:szCs w:val="22"/>
        </w:rPr>
        <w:t>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ukł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dane</w:t>
      </w:r>
      <w:r w:rsidRPr="006049FE">
        <w:rPr>
          <w:sz w:val="22"/>
          <w:szCs w:val="22"/>
        </w:rPr>
        <w:t>j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dł</w:t>
      </w:r>
      <w:r w:rsidRPr="006049FE">
        <w:rPr>
          <w:sz w:val="22"/>
          <w:szCs w:val="22"/>
        </w:rPr>
        <w:t>ug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ntacj</w:t>
      </w:r>
      <w:r w:rsidRPr="006049FE">
        <w:rPr>
          <w:sz w:val="22"/>
          <w:szCs w:val="22"/>
        </w:rPr>
        <w:t>i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oje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towej</w:t>
      </w:r>
      <w:r w:rsidRPr="006049FE">
        <w:rPr>
          <w:sz w:val="22"/>
          <w:szCs w:val="22"/>
        </w:rPr>
        <w:t>.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so</w:t>
      </w:r>
      <w:r w:rsidRPr="006049FE">
        <w:rPr>
          <w:spacing w:val="1"/>
          <w:sz w:val="22"/>
          <w:szCs w:val="22"/>
        </w:rPr>
        <w:t>ko</w:t>
      </w:r>
      <w:r w:rsidRPr="006049FE">
        <w:rPr>
          <w:sz w:val="22"/>
          <w:szCs w:val="22"/>
        </w:rPr>
        <w:t>ść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prow</w:t>
      </w:r>
      <w:r w:rsidRPr="006049FE">
        <w:rPr>
          <w:sz w:val="22"/>
          <w:szCs w:val="22"/>
        </w:rPr>
        <w:t>ad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c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win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powia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</w:t>
      </w:r>
      <w:r w:rsidRPr="006049FE">
        <w:rPr>
          <w:sz w:val="22"/>
          <w:szCs w:val="22"/>
        </w:rPr>
        <w:t>ub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warst</w:t>
      </w:r>
      <w:r w:rsidRPr="006049FE">
        <w:rPr>
          <w:sz w:val="22"/>
          <w:szCs w:val="22"/>
        </w:rPr>
        <w:t>wy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stabilizowaneg</w:t>
      </w:r>
      <w:r w:rsidRPr="006049FE">
        <w:rPr>
          <w:sz w:val="22"/>
          <w:szCs w:val="22"/>
        </w:rPr>
        <w:t>o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mechaniczni</w:t>
      </w:r>
      <w:r w:rsidRPr="006049FE">
        <w:rPr>
          <w:sz w:val="22"/>
          <w:szCs w:val="22"/>
        </w:rPr>
        <w:t>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nieza</w:t>
      </w:r>
      <w:r w:rsidRPr="006049FE">
        <w:rPr>
          <w:spacing w:val="3"/>
          <w:sz w:val="22"/>
          <w:szCs w:val="22"/>
        </w:rPr>
        <w:t>gę</w:t>
      </w:r>
      <w:r w:rsidRPr="006049FE">
        <w:rPr>
          <w:spacing w:val="4"/>
          <w:sz w:val="22"/>
          <w:szCs w:val="22"/>
        </w:rPr>
        <w:t>szczon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Prowadnic</w:t>
      </w:r>
      <w:r w:rsidRPr="006049FE">
        <w:rPr>
          <w:sz w:val="22"/>
          <w:szCs w:val="22"/>
        </w:rPr>
        <w:t>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st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wi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b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ykluczają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przesuwani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6"/>
          <w:sz w:val="22"/>
          <w:szCs w:val="22"/>
        </w:rPr>
        <w:t xml:space="preserve"> p</w:t>
      </w:r>
      <w:r w:rsidRPr="006049FE">
        <w:rPr>
          <w:spacing w:val="7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we</w:t>
      </w:r>
      <w:r w:rsidRPr="006049FE">
        <w:rPr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odd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szy</w:t>
      </w:r>
      <w:r w:rsidRPr="006049FE">
        <w:rPr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5"/>
          <w:sz w:val="22"/>
          <w:szCs w:val="22"/>
        </w:rPr>
        <w:t>ż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d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Wyt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z w:val="22"/>
          <w:szCs w:val="22"/>
        </w:rPr>
        <w:t>zanie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mies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anki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krus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y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Mieszankę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uziarnieniu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projektowaną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krz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wą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ilg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tn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mal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arza</w:t>
      </w:r>
      <w:r w:rsidRPr="006049FE">
        <w:rPr>
          <w:sz w:val="22"/>
          <w:szCs w:val="22"/>
        </w:rPr>
        <w:t>ć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ieszarka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 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ar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tu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rz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jednorodn</w:t>
      </w:r>
      <w:r w:rsidRPr="006049FE">
        <w:rPr>
          <w:sz w:val="22"/>
          <w:szCs w:val="22"/>
        </w:rPr>
        <w:t>ej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ieszanki</w:t>
      </w:r>
      <w:r w:rsidRPr="006049FE">
        <w:rPr>
          <w:sz w:val="22"/>
          <w:szCs w:val="22"/>
        </w:rPr>
        <w:t>,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Ze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wzgl</w:t>
      </w:r>
      <w:r w:rsidRPr="006049FE">
        <w:rPr>
          <w:spacing w:val="1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koniecznoś</w:t>
      </w:r>
      <w:r w:rsidRPr="006049FE">
        <w:rPr>
          <w:sz w:val="22"/>
          <w:szCs w:val="22"/>
        </w:rPr>
        <w:t>ć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zapewnieni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jednorodn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ateriał</w:t>
      </w:r>
      <w:r w:rsidRPr="006049FE">
        <w:rPr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dopuszcz</w:t>
      </w:r>
      <w:r w:rsidRPr="006049FE">
        <w:rPr>
          <w:sz w:val="22"/>
          <w:szCs w:val="22"/>
        </w:rPr>
        <w:t>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twar</w:t>
      </w:r>
      <w:r w:rsidRPr="006049FE">
        <w:rPr>
          <w:spacing w:val="5"/>
          <w:sz w:val="22"/>
          <w:szCs w:val="22"/>
        </w:rPr>
        <w:t>zan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zan</w:t>
      </w:r>
      <w:r w:rsidRPr="006049FE">
        <w:rPr>
          <w:spacing w:val="6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mi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zani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góln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frakcj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Mieszanka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wyprod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waniu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zu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transportowana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iejsce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lastRenderedPageBreak/>
        <w:t>przeciwdzi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segregacji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nad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ierne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ychaniu.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Wbudowa</w:t>
      </w:r>
      <w:r w:rsidRPr="006049FE">
        <w:rPr>
          <w:spacing w:val="12"/>
          <w:sz w:val="22"/>
          <w:szCs w:val="22"/>
        </w:rPr>
        <w:t>n</w:t>
      </w:r>
      <w:r w:rsidRPr="006049FE">
        <w:rPr>
          <w:spacing w:val="10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agęs</w:t>
      </w:r>
      <w:r w:rsidRPr="006049FE">
        <w:rPr>
          <w:spacing w:val="10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k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uszy</w:t>
      </w:r>
      <w:r w:rsidRPr="006049FE">
        <w:rPr>
          <w:spacing w:val="10"/>
          <w:sz w:val="22"/>
          <w:szCs w:val="22"/>
        </w:rPr>
        <w:t>w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Podbudowę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 wykon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wać w warstwie o jednakowej grubości, takiej aby 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ej ostateczna grubość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zagęszczeniu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projektową.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ty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iast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ń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of</w:t>
      </w:r>
      <w:r w:rsidRPr="006049FE">
        <w:rPr>
          <w:spacing w:val="2"/>
          <w:sz w:val="22"/>
          <w:szCs w:val="22"/>
        </w:rPr>
        <w:t>il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wars</w:t>
      </w:r>
      <w:r w:rsidRPr="006049FE">
        <w:rPr>
          <w:spacing w:val="2"/>
          <w:sz w:val="22"/>
          <w:szCs w:val="22"/>
        </w:rPr>
        <w:t>tw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kr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sz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pi</w:t>
      </w:r>
      <w:r w:rsidRPr="006049FE">
        <w:rPr>
          <w:sz w:val="22"/>
          <w:szCs w:val="22"/>
        </w:rPr>
        <w:t>ć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je</w:t>
      </w:r>
      <w:r w:rsidRPr="006049FE">
        <w:rPr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ęszc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poprze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ało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ubo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ukł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stw</w:t>
      </w:r>
      <w:r w:rsidRPr="006049FE">
        <w:rPr>
          <w:sz w:val="22"/>
          <w:szCs w:val="22"/>
        </w:rPr>
        <w:t>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lona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wie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ników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yskan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odcinku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ez</w:t>
      </w:r>
      <w:r w:rsidRPr="006049FE">
        <w:rPr>
          <w:w w:val="99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Innspektora</w:t>
      </w:r>
      <w:proofErr w:type="spellEnd"/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/Kierownika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ktu.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szczanie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podbudowach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kroju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daszkowym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kraw</w:t>
      </w:r>
      <w:r w:rsidRPr="006049FE">
        <w:rPr>
          <w:spacing w:val="8"/>
          <w:sz w:val="22"/>
          <w:szCs w:val="22"/>
        </w:rPr>
        <w:t>ę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z</w:t>
      </w:r>
      <w:r w:rsidRPr="006049FE">
        <w:rPr>
          <w:sz w:val="22"/>
          <w:szCs w:val="22"/>
        </w:rPr>
        <w:t>i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prze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9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pod</w:t>
      </w:r>
      <w:r w:rsidRPr="006049FE">
        <w:rPr>
          <w:spacing w:val="8"/>
          <w:sz w:val="22"/>
          <w:szCs w:val="22"/>
        </w:rPr>
        <w:t>ł</w:t>
      </w:r>
      <w:r w:rsidRPr="006049FE">
        <w:rPr>
          <w:spacing w:val="10"/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>żn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stro</w:t>
      </w:r>
      <w:r w:rsidRPr="006049FE">
        <w:rPr>
          <w:spacing w:val="8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s</w:t>
      </w:r>
      <w:r w:rsidRPr="006049FE">
        <w:rPr>
          <w:sz w:val="22"/>
          <w:szCs w:val="22"/>
        </w:rPr>
        <w:t>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je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9"/>
          <w:sz w:val="22"/>
          <w:szCs w:val="22"/>
        </w:rPr>
        <w:t>ni</w:t>
      </w:r>
      <w:r w:rsidRPr="006049FE">
        <w:rPr>
          <w:sz w:val="22"/>
          <w:szCs w:val="22"/>
        </w:rPr>
        <w:t>.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jsc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ch</w:t>
      </w:r>
      <w:r w:rsidRPr="006049FE">
        <w:rPr>
          <w:spacing w:val="9"/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nie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ostęp</w:t>
      </w:r>
      <w:r w:rsidRPr="006049FE">
        <w:rPr>
          <w:spacing w:val="6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walc</w:t>
      </w:r>
      <w:r w:rsidRPr="006049FE">
        <w:rPr>
          <w:spacing w:val="7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ow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</w:t>
      </w:r>
      <w:r w:rsidRPr="006049FE">
        <w:rPr>
          <w:spacing w:val="6"/>
          <w:sz w:val="22"/>
          <w:szCs w:val="22"/>
        </w:rPr>
        <w:t>win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za</w:t>
      </w:r>
      <w:r w:rsidRPr="006049FE">
        <w:rPr>
          <w:spacing w:val="7"/>
          <w:sz w:val="22"/>
          <w:szCs w:val="22"/>
        </w:rPr>
        <w:t>gęszczon</w:t>
      </w:r>
      <w:r w:rsidRPr="006049FE">
        <w:rPr>
          <w:sz w:val="22"/>
          <w:szCs w:val="22"/>
        </w:rPr>
        <w:t>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zagę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zczark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łyto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ły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wal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ami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wibracyjny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ubijakami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mechaniczny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Wilgotno</w:t>
      </w:r>
      <w:r w:rsidRPr="006049FE">
        <w:rPr>
          <w:spacing w:val="4"/>
          <w:sz w:val="22"/>
          <w:szCs w:val="22"/>
        </w:rPr>
        <w:t>ś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krusz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podcz</w:t>
      </w:r>
      <w:r w:rsidRPr="006049FE">
        <w:rPr>
          <w:spacing w:val="5"/>
          <w:sz w:val="22"/>
          <w:szCs w:val="22"/>
        </w:rPr>
        <w:t>a</w:t>
      </w:r>
      <w:r w:rsidRPr="006049FE">
        <w:rPr>
          <w:sz w:val="22"/>
          <w:szCs w:val="22"/>
        </w:rPr>
        <w:t xml:space="preserve">s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</w:t>
      </w:r>
      <w:r w:rsidRPr="006049FE">
        <w:rPr>
          <w:spacing w:val="7"/>
          <w:sz w:val="22"/>
          <w:szCs w:val="22"/>
        </w:rPr>
        <w:t>g</w:t>
      </w:r>
      <w:r w:rsidRPr="006049FE">
        <w:rPr>
          <w:spacing w:val="5"/>
          <w:sz w:val="22"/>
          <w:szCs w:val="22"/>
        </w:rPr>
        <w:t>ęszczani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powinn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równ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wil</w:t>
      </w:r>
      <w:r w:rsidRPr="006049FE">
        <w:rPr>
          <w:spacing w:val="6"/>
          <w:sz w:val="22"/>
          <w:szCs w:val="22"/>
        </w:rPr>
        <w:t>g</w:t>
      </w:r>
      <w:r w:rsidRPr="006049FE">
        <w:rPr>
          <w:spacing w:val="5"/>
          <w:sz w:val="22"/>
          <w:szCs w:val="22"/>
        </w:rPr>
        <w:t>otno</w:t>
      </w:r>
      <w:r w:rsidRPr="006049FE">
        <w:rPr>
          <w:spacing w:val="4"/>
          <w:sz w:val="22"/>
          <w:szCs w:val="22"/>
        </w:rPr>
        <w:t>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op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ymalnej.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Materiał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miernie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nawilgocony,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zostać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osuszony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mie</w:t>
      </w:r>
      <w:r w:rsidRPr="006049FE">
        <w:rPr>
          <w:spacing w:val="1"/>
          <w:sz w:val="22"/>
          <w:szCs w:val="22"/>
        </w:rPr>
        <w:t>sz</w:t>
      </w:r>
      <w:r w:rsidRPr="006049FE">
        <w:rPr>
          <w:sz w:val="22"/>
          <w:szCs w:val="22"/>
        </w:rPr>
        <w:t>anie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rozłożonej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napowietrzanie.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Jeżeli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wilgotność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ateriału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niższa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optymalnej,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teri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łożon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ony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wodą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mi</w:t>
      </w:r>
      <w:r w:rsidRPr="006049FE">
        <w:rPr>
          <w:sz w:val="22"/>
          <w:szCs w:val="22"/>
        </w:rPr>
        <w:t>es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ny.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Wilgotn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za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sz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ani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win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równa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wilg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tno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mal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to</w:t>
      </w:r>
      <w:r w:rsidRPr="006049FE">
        <w:rPr>
          <w:spacing w:val="-3"/>
          <w:sz w:val="22"/>
          <w:szCs w:val="22"/>
        </w:rPr>
        <w:t>le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+</w:t>
      </w:r>
      <w:r w:rsidRPr="006049FE">
        <w:rPr>
          <w:sz w:val="22"/>
          <w:szCs w:val="22"/>
        </w:rPr>
        <w:t>1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%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-</w:t>
      </w:r>
      <w:r w:rsidRPr="006049FE">
        <w:rPr>
          <w:spacing w:val="-12"/>
          <w:sz w:val="22"/>
          <w:szCs w:val="22"/>
        </w:rPr>
        <w:t>2</w:t>
      </w:r>
      <w:r w:rsidRPr="006049FE">
        <w:rPr>
          <w:spacing w:val="-13"/>
          <w:sz w:val="22"/>
          <w:szCs w:val="22"/>
        </w:rPr>
        <w:t>%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Gr</w:t>
      </w:r>
      <w:r w:rsidRPr="006049FE">
        <w:rPr>
          <w:spacing w:val="12"/>
          <w:sz w:val="22"/>
          <w:szCs w:val="22"/>
        </w:rPr>
        <w:t>u</w:t>
      </w:r>
      <w:r w:rsidRPr="006049FE">
        <w:rPr>
          <w:spacing w:val="11"/>
          <w:sz w:val="22"/>
          <w:szCs w:val="22"/>
        </w:rPr>
        <w:t>bo</w:t>
      </w:r>
      <w:r w:rsidRPr="006049FE">
        <w:rPr>
          <w:spacing w:val="10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wa</w:t>
      </w:r>
      <w:r w:rsidRPr="006049FE">
        <w:rPr>
          <w:spacing w:val="10"/>
          <w:sz w:val="22"/>
          <w:szCs w:val="22"/>
        </w:rPr>
        <w:t>rs</w:t>
      </w:r>
      <w:r w:rsidRPr="006049FE">
        <w:rPr>
          <w:spacing w:val="12"/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>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Przewiduj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nan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projektowa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gr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bo</w:t>
      </w:r>
      <w:r w:rsidRPr="006049FE">
        <w:rPr>
          <w:spacing w:val="4"/>
          <w:sz w:val="22"/>
          <w:szCs w:val="22"/>
        </w:rPr>
        <w:t>ś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wars</w:t>
      </w:r>
      <w:r w:rsidRPr="006049FE">
        <w:rPr>
          <w:spacing w:val="7"/>
          <w:sz w:val="22"/>
          <w:szCs w:val="22"/>
        </w:rPr>
        <w:t>t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Utrz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podb</w:t>
      </w:r>
      <w:r w:rsidRPr="006049FE">
        <w:rPr>
          <w:spacing w:val="11"/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>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eli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będz</w:t>
      </w:r>
      <w:r w:rsidRPr="006049FE">
        <w:rPr>
          <w:sz w:val="22"/>
          <w:szCs w:val="22"/>
        </w:rPr>
        <w:t>ie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st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wa</w:t>
      </w:r>
      <w:r w:rsidRPr="006049FE">
        <w:rPr>
          <w:sz w:val="22"/>
          <w:szCs w:val="22"/>
        </w:rPr>
        <w:t>ł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ud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ę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ru</w:t>
      </w:r>
      <w:r w:rsidRPr="006049FE">
        <w:rPr>
          <w:sz w:val="22"/>
          <w:szCs w:val="22"/>
        </w:rPr>
        <w:t>chu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sz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n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robotach,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nap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awić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uszkodzenia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spowodowane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te</w:t>
      </w:r>
      <w:r w:rsidRPr="006049FE">
        <w:rPr>
          <w:sz w:val="22"/>
          <w:szCs w:val="22"/>
        </w:rPr>
        <w:t>n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uc</w:t>
      </w:r>
      <w:r w:rsidRPr="006049FE">
        <w:rPr>
          <w:sz w:val="22"/>
          <w:szCs w:val="22"/>
        </w:rPr>
        <w:t>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łas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koszt</w:t>
      </w:r>
      <w:r w:rsidRPr="006049FE">
        <w:rPr>
          <w:sz w:val="22"/>
          <w:szCs w:val="22"/>
        </w:rPr>
        <w:t>.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nawc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zobowi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6"/>
          <w:sz w:val="22"/>
          <w:szCs w:val="22"/>
        </w:rPr>
        <w:t>zan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przeprowadzeni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bi</w:t>
      </w:r>
      <w:r w:rsidRPr="006049FE">
        <w:rPr>
          <w:spacing w:val="7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żą</w:t>
      </w:r>
      <w:r w:rsidRPr="006049FE">
        <w:rPr>
          <w:spacing w:val="7"/>
          <w:sz w:val="22"/>
          <w:szCs w:val="22"/>
        </w:rPr>
        <w:t>c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apra</w:t>
      </w: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bud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zk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dz</w:t>
      </w:r>
      <w:r w:rsidRPr="006049FE">
        <w:rPr>
          <w:spacing w:val="9"/>
          <w:sz w:val="22"/>
          <w:szCs w:val="22"/>
        </w:rPr>
        <w:t>on</w:t>
      </w:r>
      <w:r w:rsidRPr="006049FE">
        <w:rPr>
          <w:spacing w:val="7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wsk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te</w:t>
      </w:r>
      <w:r w:rsidRPr="006049FE">
        <w:rPr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oddzia</w:t>
      </w:r>
      <w:r w:rsidRPr="006049FE">
        <w:rPr>
          <w:spacing w:val="7"/>
          <w:sz w:val="22"/>
          <w:szCs w:val="22"/>
        </w:rPr>
        <w:t>ł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8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cz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ik</w:t>
      </w:r>
      <w:r w:rsidRPr="006049FE">
        <w:rPr>
          <w:spacing w:val="9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at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sfer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cznych,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takich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opady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deszczu,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śniegu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mróz.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Cs/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t>KONTROLA</w:t>
      </w:r>
      <w:r w:rsidRPr="006049FE">
        <w:rPr>
          <w:spacing w:val="-16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JAKO</w:t>
      </w:r>
      <w:r w:rsidRPr="006049FE">
        <w:rPr>
          <w:spacing w:val="-2"/>
          <w:sz w:val="22"/>
          <w:szCs w:val="22"/>
          <w:u w:val="single"/>
        </w:rPr>
        <w:t>ŚC</w:t>
      </w:r>
      <w:r w:rsidRPr="006049FE">
        <w:rPr>
          <w:sz w:val="22"/>
          <w:szCs w:val="22"/>
          <w:u w:val="single"/>
        </w:rPr>
        <w:t>I</w:t>
      </w:r>
      <w:r w:rsidRPr="006049FE">
        <w:rPr>
          <w:spacing w:val="-16"/>
          <w:sz w:val="22"/>
          <w:szCs w:val="22"/>
          <w:u w:val="single"/>
        </w:rPr>
        <w:t xml:space="preserve"> </w:t>
      </w:r>
      <w:r w:rsidRPr="006049FE">
        <w:rPr>
          <w:spacing w:val="-2"/>
          <w:sz w:val="22"/>
          <w:szCs w:val="22"/>
          <w:u w:val="single"/>
        </w:rPr>
        <w:t>R</w:t>
      </w:r>
      <w:r w:rsidRPr="006049FE">
        <w:rPr>
          <w:sz w:val="22"/>
          <w:szCs w:val="22"/>
          <w:u w:val="single"/>
        </w:rPr>
        <w:t>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</w:rPr>
        <w:t>Ogólne</w:t>
      </w:r>
      <w:r w:rsidRPr="006049FE">
        <w:rPr>
          <w:bCs/>
          <w:spacing w:val="-3"/>
          <w:sz w:val="22"/>
          <w:szCs w:val="22"/>
        </w:rPr>
        <w:t xml:space="preserve"> z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1"/>
          <w:sz w:val="22"/>
          <w:szCs w:val="22"/>
        </w:rPr>
        <w:t>s</w:t>
      </w:r>
      <w:r w:rsidRPr="006049FE">
        <w:rPr>
          <w:bCs/>
          <w:sz w:val="22"/>
          <w:szCs w:val="22"/>
        </w:rPr>
        <w:t>ady</w:t>
      </w:r>
      <w:r w:rsidRPr="006049FE">
        <w:rPr>
          <w:bCs/>
          <w:spacing w:val="-3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kontroli</w:t>
      </w:r>
      <w:r w:rsidRPr="006049FE">
        <w:rPr>
          <w:bCs/>
          <w:spacing w:val="-3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j</w:t>
      </w:r>
      <w:r w:rsidRPr="006049FE">
        <w:rPr>
          <w:bCs/>
          <w:spacing w:val="-2"/>
          <w:sz w:val="22"/>
          <w:szCs w:val="22"/>
        </w:rPr>
        <w:t>a</w:t>
      </w:r>
      <w:r w:rsidRPr="006049FE">
        <w:rPr>
          <w:bCs/>
          <w:sz w:val="22"/>
          <w:szCs w:val="22"/>
        </w:rPr>
        <w:t>k</w:t>
      </w:r>
      <w:r w:rsidRPr="006049FE">
        <w:rPr>
          <w:bCs/>
          <w:spacing w:val="-2"/>
          <w:sz w:val="22"/>
          <w:szCs w:val="22"/>
        </w:rPr>
        <w:t>o</w:t>
      </w:r>
      <w:r w:rsidRPr="006049FE">
        <w:rPr>
          <w:bCs/>
          <w:sz w:val="22"/>
          <w:szCs w:val="22"/>
        </w:rPr>
        <w:t>ści</w:t>
      </w:r>
      <w:r w:rsidRPr="006049FE">
        <w:rPr>
          <w:bCs/>
          <w:spacing w:val="-4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r</w:t>
      </w:r>
      <w:r w:rsidRPr="006049FE">
        <w:rPr>
          <w:bCs/>
          <w:spacing w:val="-2"/>
          <w:sz w:val="22"/>
          <w:szCs w:val="22"/>
        </w:rPr>
        <w:t>o</w:t>
      </w:r>
      <w:r w:rsidRPr="006049FE">
        <w:rPr>
          <w:bCs/>
          <w:sz w:val="22"/>
          <w:szCs w:val="22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</w:t>
      </w:r>
      <w:r w:rsidRPr="006049FE">
        <w:rPr>
          <w:spacing w:val="-6"/>
          <w:sz w:val="22"/>
          <w:szCs w:val="22"/>
        </w:rPr>
        <w:t>kt</w:t>
      </w:r>
      <w:r w:rsidRPr="006049FE">
        <w:rPr>
          <w:spacing w:val="-7"/>
          <w:sz w:val="22"/>
          <w:szCs w:val="22"/>
        </w:rPr>
        <w:t>6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zyst</w:t>
      </w:r>
      <w:r w:rsidRPr="006049FE">
        <w:rPr>
          <w:spacing w:val="11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pien</w:t>
      </w:r>
      <w:r w:rsidRPr="006049FE">
        <w:rPr>
          <w:spacing w:val="10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tą</w:t>
      </w:r>
      <w:r w:rsidRPr="006049FE">
        <w:rPr>
          <w:spacing w:val="6"/>
          <w:sz w:val="22"/>
          <w:szCs w:val="22"/>
        </w:rPr>
        <w:t>pienie</w:t>
      </w:r>
      <w:r w:rsidRPr="006049FE">
        <w:rPr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onawca</w:t>
      </w:r>
      <w:r w:rsidRPr="006049FE">
        <w:rPr>
          <w:sz w:val="22"/>
          <w:szCs w:val="22"/>
        </w:rPr>
        <w:t>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aź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ż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czeni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Inspektor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/Ki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u</w:t>
      </w:r>
      <w:r w:rsidRPr="006049FE">
        <w:rPr>
          <w:sz w:val="22"/>
          <w:szCs w:val="22"/>
        </w:rPr>
        <w:t>,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bo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iązan</w:t>
      </w:r>
      <w:r w:rsidRPr="006049FE">
        <w:rPr>
          <w:sz w:val="22"/>
          <w:szCs w:val="22"/>
        </w:rPr>
        <w:t>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sz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zez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acz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Inspektorowi /Kierownikowi projektu,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 celu a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ce</w:t>
      </w:r>
      <w:r w:rsidRPr="006049FE">
        <w:rPr>
          <w:spacing w:val="1"/>
          <w:sz w:val="22"/>
          <w:szCs w:val="22"/>
        </w:rPr>
        <w:t>pt</w:t>
      </w:r>
      <w:r w:rsidRPr="006049FE">
        <w:rPr>
          <w:sz w:val="22"/>
          <w:szCs w:val="22"/>
        </w:rPr>
        <w:t>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i ma</w:t>
      </w:r>
      <w:r w:rsidRPr="006049FE">
        <w:rPr>
          <w:spacing w:val="1"/>
          <w:sz w:val="22"/>
          <w:szCs w:val="22"/>
        </w:rPr>
        <w:t>te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łów</w:t>
      </w:r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dani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obej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owa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wł</w:t>
      </w:r>
      <w:r w:rsidRPr="006049FE">
        <w:rPr>
          <w:sz w:val="22"/>
          <w:szCs w:val="22"/>
        </w:rPr>
        <w:t>aś</w:t>
      </w:r>
      <w:r w:rsidRPr="006049FE">
        <w:rPr>
          <w:spacing w:val="1"/>
          <w:sz w:val="22"/>
          <w:szCs w:val="22"/>
        </w:rPr>
        <w:t>ciwo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</w:t>
      </w:r>
      <w:r w:rsidRPr="006049FE">
        <w:rPr>
          <w:sz w:val="22"/>
          <w:szCs w:val="22"/>
        </w:rPr>
        <w:t>reśl</w:t>
      </w:r>
      <w:r w:rsidRPr="006049FE">
        <w:rPr>
          <w:spacing w:val="1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un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js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kont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olo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uziarnieni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powin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zgodn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gania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poda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pk</w:t>
      </w:r>
      <w:r w:rsidRPr="006049FE">
        <w:rPr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Pró</w:t>
      </w:r>
      <w:r w:rsidRPr="006049FE">
        <w:rPr>
          <w:spacing w:val="5"/>
          <w:sz w:val="22"/>
          <w:szCs w:val="22"/>
        </w:rPr>
        <w:t>bk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nal</w:t>
      </w:r>
      <w:r w:rsidRPr="006049FE">
        <w:rPr>
          <w:spacing w:val="5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pobier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losowy,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onej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zagęszczeniem.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zek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spektorowi,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ęszczeni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podbudow</w:t>
      </w:r>
      <w:r w:rsidRPr="006049FE">
        <w:rPr>
          <w:sz w:val="22"/>
          <w:szCs w:val="22"/>
        </w:rPr>
        <w:t xml:space="preserve">y -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szcz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aż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2"/>
          <w:sz w:val="22"/>
          <w:szCs w:val="22"/>
        </w:rPr>
        <w:t>warstw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wi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odb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ż </w:t>
      </w:r>
      <w:r w:rsidRPr="006049FE">
        <w:rPr>
          <w:spacing w:val="4"/>
          <w:sz w:val="22"/>
          <w:szCs w:val="22"/>
        </w:rPr>
        <w:t>do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os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>gn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ź</w:t>
      </w:r>
      <w:r w:rsidRPr="006049FE">
        <w:rPr>
          <w:spacing w:val="4"/>
          <w:sz w:val="22"/>
          <w:szCs w:val="22"/>
        </w:rPr>
        <w:t>ni</w:t>
      </w:r>
      <w:r w:rsidRPr="006049FE">
        <w:rPr>
          <w:spacing w:val="5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4"/>
          <w:sz w:val="22"/>
          <w:szCs w:val="22"/>
        </w:rPr>
        <w:t>ęs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cz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ni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. 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szczeni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podbud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>nale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wd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edług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BN-77/8931-12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BN-64/8931-02.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właśc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wości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obejmować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ocenę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pk</w:t>
      </w:r>
      <w:r w:rsidRPr="006049FE">
        <w:rPr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 xml:space="preserve"> 2</w:t>
      </w:r>
      <w:r w:rsidRPr="006049FE">
        <w:rPr>
          <w:sz w:val="22"/>
          <w:szCs w:val="22"/>
        </w:rPr>
        <w:t>.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Pró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d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bad</w:t>
      </w:r>
      <w:r w:rsidRPr="006049FE">
        <w:rPr>
          <w:spacing w:val="5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pobi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>ran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Wykonaw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ę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sposób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losow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obecn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Inspe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tora/K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wn</w:t>
      </w:r>
      <w:r w:rsidRPr="006049FE">
        <w:rPr>
          <w:sz w:val="22"/>
          <w:szCs w:val="22"/>
        </w:rPr>
        <w:t>ika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projektu.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pomiar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cec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geometrycznyc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szc</w:t>
      </w:r>
      <w:r w:rsidRPr="006049FE">
        <w:rPr>
          <w:spacing w:val="-4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Grub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rst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Dopuszczaln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odch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łk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ojek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7"/>
          <w:sz w:val="22"/>
          <w:szCs w:val="22"/>
        </w:rPr>
        <w:t xml:space="preserve"> gr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ś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b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ow</w:t>
      </w:r>
      <w:r w:rsidRPr="006049FE">
        <w:rPr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owi</w:t>
      </w:r>
      <w:r w:rsidRPr="006049FE">
        <w:rPr>
          <w:spacing w:val="6"/>
          <w:sz w:val="22"/>
          <w:szCs w:val="22"/>
        </w:rPr>
        <w:t>nn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rze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ra</w:t>
      </w:r>
      <w:r w:rsidRPr="006049FE">
        <w:rPr>
          <w:sz w:val="22"/>
          <w:szCs w:val="22"/>
        </w:rPr>
        <w:t>cz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+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</w:t>
      </w:r>
      <w:r w:rsidRPr="006049FE">
        <w:rPr>
          <w:sz w:val="22"/>
          <w:szCs w:val="22"/>
        </w:rPr>
        <w:t>0</w:t>
      </w:r>
      <w:r w:rsidRPr="006049FE">
        <w:rPr>
          <w:spacing w:val="-2"/>
          <w:sz w:val="22"/>
          <w:szCs w:val="22"/>
        </w:rPr>
        <w:t>%,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-15</w:t>
      </w:r>
      <w:r w:rsidRPr="006049FE">
        <w:rPr>
          <w:spacing w:val="-2"/>
          <w:sz w:val="22"/>
          <w:szCs w:val="22"/>
        </w:rPr>
        <w:t>%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Równ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Nierównośc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użn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poprzeczn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podbudo</w:t>
      </w:r>
      <w:r w:rsidRPr="006049FE">
        <w:rPr>
          <w:sz w:val="22"/>
          <w:szCs w:val="22"/>
        </w:rPr>
        <w:t xml:space="preserve">wy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należ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ierz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4-metr</w:t>
      </w:r>
      <w:r w:rsidRPr="006049FE">
        <w:rPr>
          <w:spacing w:val="1"/>
          <w:sz w:val="22"/>
          <w:szCs w:val="22"/>
        </w:rPr>
        <w:t>ow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tą</w:t>
      </w:r>
      <w:r w:rsidRPr="006049FE">
        <w:rPr>
          <w:sz w:val="22"/>
          <w:szCs w:val="22"/>
        </w:rPr>
        <w:t xml:space="preserve">.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Nierówno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zekraczać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20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Spadki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Spadki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entacją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projektową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0.5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ęd</w:t>
      </w:r>
      <w:r w:rsidRPr="006049FE">
        <w:rPr>
          <w:sz w:val="22"/>
          <w:szCs w:val="22"/>
        </w:rPr>
        <w:t>ne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pod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Różnice 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pomiędzy 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konanej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podbudowy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rzędn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nie 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inny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przek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+1cm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-2c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Uks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ta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plan</w:t>
      </w:r>
      <w:r w:rsidRPr="006049FE">
        <w:rPr>
          <w:sz w:val="22"/>
          <w:szCs w:val="22"/>
        </w:rPr>
        <w:t>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przesuni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ta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sto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unku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osi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projektowanej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więce</w:t>
      </w:r>
      <w:r w:rsidRPr="006049FE">
        <w:rPr>
          <w:sz w:val="22"/>
          <w:szCs w:val="22"/>
        </w:rPr>
        <w:t>j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ż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±</w:t>
      </w:r>
      <w:r w:rsidRPr="006049FE">
        <w:rPr>
          <w:spacing w:val="4"/>
          <w:sz w:val="22"/>
          <w:szCs w:val="22"/>
        </w:rPr>
        <w:t>5</w:t>
      </w:r>
      <w:r w:rsidRPr="006049FE">
        <w:rPr>
          <w:spacing w:val="2"/>
          <w:sz w:val="22"/>
          <w:szCs w:val="22"/>
        </w:rPr>
        <w:t>cm.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Szerokość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Szerokość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że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różnić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więcej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+10cm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-5c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Cs/>
          <w:sz w:val="22"/>
          <w:szCs w:val="22"/>
          <w:u w:val="single"/>
        </w:rPr>
      </w:pPr>
      <w:r w:rsidRPr="006049FE">
        <w:rPr>
          <w:spacing w:val="11"/>
          <w:sz w:val="22"/>
          <w:szCs w:val="22"/>
          <w:u w:val="single"/>
        </w:rPr>
        <w:t>OBM</w:t>
      </w:r>
      <w:r w:rsidRPr="006049FE">
        <w:rPr>
          <w:spacing w:val="13"/>
          <w:sz w:val="22"/>
          <w:szCs w:val="22"/>
          <w:u w:val="single"/>
        </w:rPr>
        <w:t>I</w:t>
      </w:r>
      <w:r w:rsidRPr="006049FE">
        <w:rPr>
          <w:spacing w:val="11"/>
          <w:sz w:val="22"/>
          <w:szCs w:val="22"/>
          <w:u w:val="single"/>
        </w:rPr>
        <w:t>A</w:t>
      </w:r>
      <w:r w:rsidRPr="006049FE">
        <w:rPr>
          <w:sz w:val="22"/>
          <w:szCs w:val="22"/>
          <w:u w:val="single"/>
        </w:rPr>
        <w:t>R</w:t>
      </w:r>
      <w:r w:rsidRPr="006049FE">
        <w:rPr>
          <w:spacing w:val="7"/>
          <w:sz w:val="22"/>
          <w:szCs w:val="22"/>
          <w:u w:val="single"/>
        </w:rPr>
        <w:t xml:space="preserve"> </w:t>
      </w:r>
      <w:r w:rsidRPr="006049FE">
        <w:rPr>
          <w:spacing w:val="11"/>
          <w:sz w:val="22"/>
          <w:szCs w:val="22"/>
          <w:u w:val="single"/>
        </w:rPr>
        <w:t>RO</w:t>
      </w:r>
      <w:r w:rsidRPr="006049FE">
        <w:rPr>
          <w:spacing w:val="13"/>
          <w:sz w:val="22"/>
          <w:szCs w:val="22"/>
          <w:u w:val="single"/>
        </w:rPr>
        <w:t>B</w:t>
      </w:r>
      <w:r w:rsidRPr="006049FE">
        <w:rPr>
          <w:spacing w:val="11"/>
          <w:sz w:val="22"/>
          <w:szCs w:val="22"/>
          <w:u w:val="single"/>
        </w:rPr>
        <w:t>Ó</w:t>
      </w:r>
      <w:r w:rsidRPr="006049FE">
        <w:rPr>
          <w:sz w:val="22"/>
          <w:szCs w:val="22"/>
          <w:u w:val="single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9"/>
          <w:sz w:val="22"/>
          <w:szCs w:val="22"/>
        </w:rPr>
        <w:t>Ogól</w:t>
      </w:r>
      <w:r w:rsidRPr="006049FE">
        <w:rPr>
          <w:bCs/>
          <w:spacing w:val="11"/>
          <w:sz w:val="22"/>
          <w:szCs w:val="22"/>
        </w:rPr>
        <w:t>n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11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z</w:t>
      </w:r>
      <w:r w:rsidRPr="006049FE">
        <w:rPr>
          <w:bCs/>
          <w:spacing w:val="11"/>
          <w:sz w:val="22"/>
          <w:szCs w:val="22"/>
        </w:rPr>
        <w:t>a</w:t>
      </w:r>
      <w:r w:rsidRPr="006049FE">
        <w:rPr>
          <w:bCs/>
          <w:spacing w:val="9"/>
          <w:sz w:val="22"/>
          <w:szCs w:val="22"/>
        </w:rPr>
        <w:t>sad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10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o</w:t>
      </w:r>
      <w:r w:rsidRPr="006049FE">
        <w:rPr>
          <w:bCs/>
          <w:spacing w:val="10"/>
          <w:sz w:val="22"/>
          <w:szCs w:val="22"/>
        </w:rPr>
        <w:t>b</w:t>
      </w:r>
      <w:r w:rsidRPr="006049FE">
        <w:rPr>
          <w:bCs/>
          <w:spacing w:val="9"/>
          <w:sz w:val="22"/>
          <w:szCs w:val="22"/>
        </w:rPr>
        <w:t>mi</w:t>
      </w:r>
      <w:r w:rsidRPr="006049FE">
        <w:rPr>
          <w:bCs/>
          <w:spacing w:val="11"/>
          <w:sz w:val="22"/>
          <w:szCs w:val="22"/>
        </w:rPr>
        <w:t>a</w:t>
      </w:r>
      <w:r w:rsidRPr="006049FE">
        <w:rPr>
          <w:bCs/>
          <w:spacing w:val="10"/>
          <w:sz w:val="22"/>
          <w:szCs w:val="22"/>
        </w:rPr>
        <w:t>r</w:t>
      </w:r>
      <w:r w:rsidRPr="006049FE">
        <w:rPr>
          <w:bCs/>
          <w:sz w:val="22"/>
          <w:szCs w:val="22"/>
        </w:rPr>
        <w:t>u</w:t>
      </w:r>
      <w:r w:rsidRPr="006049FE">
        <w:rPr>
          <w:bCs/>
          <w:spacing w:val="10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rob</w:t>
      </w:r>
      <w:r w:rsidRPr="006049FE">
        <w:rPr>
          <w:bCs/>
          <w:spacing w:val="11"/>
          <w:sz w:val="22"/>
          <w:szCs w:val="22"/>
        </w:rPr>
        <w:t>ó</w:t>
      </w:r>
      <w:r w:rsidRPr="006049FE">
        <w:rPr>
          <w:bCs/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Wymagania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Jednostk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ob</w:t>
      </w:r>
      <w:r w:rsidRPr="006049FE">
        <w:rPr>
          <w:spacing w:val="10"/>
          <w:sz w:val="22"/>
          <w:szCs w:val="22"/>
        </w:rPr>
        <w:t>mi</w:t>
      </w:r>
      <w:r w:rsidRPr="006049FE">
        <w:rPr>
          <w:spacing w:val="11"/>
          <w:sz w:val="22"/>
          <w:szCs w:val="22"/>
        </w:rPr>
        <w:t>ar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w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Jednost</w:t>
      </w:r>
      <w:r w:rsidRPr="006049FE">
        <w:rPr>
          <w:sz w:val="22"/>
          <w:szCs w:val="22"/>
        </w:rPr>
        <w:t>ką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jest 1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2</w:t>
      </w:r>
      <w:r w:rsidRPr="006049FE">
        <w:rPr>
          <w:spacing w:val="17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(metr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kwadratowy)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anego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stabilizowanego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chan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czn</w:t>
      </w:r>
      <w:r w:rsidRPr="006049FE">
        <w:rPr>
          <w:sz w:val="22"/>
          <w:szCs w:val="22"/>
        </w:rPr>
        <w:t>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dokonany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budowie,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ułożeniu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ęs</w:t>
      </w:r>
      <w:r w:rsidRPr="006049FE">
        <w:rPr>
          <w:spacing w:val="3"/>
          <w:sz w:val="22"/>
          <w:szCs w:val="22"/>
        </w:rPr>
        <w:t>zczeniu.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mia</w:t>
      </w:r>
      <w:r w:rsidRPr="006049FE">
        <w:rPr>
          <w:sz w:val="22"/>
          <w:szCs w:val="22"/>
        </w:rPr>
        <w:t>r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ecnoś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ni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/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ie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je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ag</w:t>
      </w:r>
      <w:r w:rsidRPr="006049FE">
        <w:rPr>
          <w:sz w:val="22"/>
          <w:szCs w:val="22"/>
        </w:rPr>
        <w:t>a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akceptacji.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jakichkolwiek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dodatkowo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erzc</w:t>
      </w:r>
      <w:r w:rsidRPr="006049FE">
        <w:rPr>
          <w:spacing w:val="1"/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kaz</w:t>
      </w:r>
      <w:r w:rsidRPr="006049FE">
        <w:rPr>
          <w:spacing w:val="1"/>
          <w:sz w:val="22"/>
          <w:szCs w:val="22"/>
        </w:rPr>
        <w:t>an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en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acj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we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,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wyją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ierzc</w:t>
      </w:r>
      <w:r w:rsidRPr="006049FE">
        <w:rPr>
          <w:spacing w:val="1"/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zaakceptowan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pi</w:t>
      </w:r>
      <w:r w:rsidRPr="006049FE">
        <w:rPr>
          <w:sz w:val="22"/>
          <w:szCs w:val="22"/>
        </w:rPr>
        <w:t>śm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Inżyniera/Kier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nik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oje</w:t>
      </w:r>
      <w:r w:rsidRPr="006049FE">
        <w:rPr>
          <w:sz w:val="22"/>
          <w:szCs w:val="22"/>
        </w:rPr>
        <w:t>ktu.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iern</w:t>
      </w:r>
      <w:r w:rsidRPr="006049FE">
        <w:rPr>
          <w:sz w:val="22"/>
          <w:szCs w:val="22"/>
        </w:rPr>
        <w:t>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gru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ier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owierzch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db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me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acj</w:t>
      </w:r>
      <w:r w:rsidRPr="006049FE">
        <w:rPr>
          <w:sz w:val="22"/>
          <w:szCs w:val="22"/>
        </w:rPr>
        <w:t>i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wej,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</w:t>
      </w:r>
      <w:r w:rsidRPr="006049FE">
        <w:rPr>
          <w:spacing w:val="2"/>
          <w:sz w:val="22"/>
          <w:szCs w:val="22"/>
        </w:rPr>
        <w:t>nan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ez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pise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upow</w:t>
      </w:r>
      <w:r w:rsidRPr="006049FE">
        <w:rPr>
          <w:spacing w:val="-2"/>
          <w:sz w:val="22"/>
          <w:szCs w:val="22"/>
        </w:rPr>
        <w:t>aż</w:t>
      </w:r>
      <w:r w:rsidRPr="006049FE">
        <w:rPr>
          <w:sz w:val="22"/>
          <w:szCs w:val="22"/>
        </w:rPr>
        <w:t>nienia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yniera/Kierownika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projektu,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ić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podstawy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roszcz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pł</w:t>
      </w:r>
      <w:r w:rsidRPr="006049FE">
        <w:rPr>
          <w:spacing w:val="-2"/>
          <w:sz w:val="22"/>
          <w:szCs w:val="22"/>
        </w:rPr>
        <w:t>atę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Cs/>
          <w:sz w:val="22"/>
          <w:szCs w:val="22"/>
          <w:u w:val="single"/>
        </w:rPr>
      </w:pPr>
      <w:r w:rsidRPr="006049FE">
        <w:rPr>
          <w:spacing w:val="13"/>
          <w:sz w:val="22"/>
          <w:szCs w:val="22"/>
          <w:u w:val="single"/>
        </w:rPr>
        <w:t>ODBIÓ</w:t>
      </w:r>
      <w:r w:rsidRPr="006049FE">
        <w:rPr>
          <w:sz w:val="22"/>
          <w:szCs w:val="22"/>
          <w:u w:val="single"/>
        </w:rPr>
        <w:t>R</w:t>
      </w:r>
      <w:r w:rsidRPr="006049FE">
        <w:rPr>
          <w:spacing w:val="9"/>
          <w:sz w:val="22"/>
          <w:szCs w:val="22"/>
          <w:u w:val="single"/>
        </w:rPr>
        <w:t xml:space="preserve"> </w:t>
      </w:r>
      <w:r w:rsidRPr="006049FE">
        <w:rPr>
          <w:spacing w:val="13"/>
          <w:sz w:val="22"/>
          <w:szCs w:val="22"/>
          <w:u w:val="single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15"/>
          <w:sz w:val="22"/>
          <w:szCs w:val="22"/>
        </w:rPr>
        <w:t>Og</w:t>
      </w:r>
      <w:r w:rsidRPr="006049FE">
        <w:rPr>
          <w:bCs/>
          <w:spacing w:val="16"/>
          <w:sz w:val="22"/>
          <w:szCs w:val="22"/>
        </w:rPr>
        <w:t>ó</w:t>
      </w:r>
      <w:r w:rsidRPr="006049FE">
        <w:rPr>
          <w:bCs/>
          <w:spacing w:val="14"/>
          <w:sz w:val="22"/>
          <w:szCs w:val="22"/>
        </w:rPr>
        <w:t>l</w:t>
      </w:r>
      <w:r w:rsidRPr="006049FE">
        <w:rPr>
          <w:bCs/>
          <w:spacing w:val="15"/>
          <w:sz w:val="22"/>
          <w:szCs w:val="22"/>
        </w:rPr>
        <w:t>n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22"/>
          <w:sz w:val="22"/>
          <w:szCs w:val="22"/>
        </w:rPr>
        <w:t xml:space="preserve"> </w:t>
      </w:r>
      <w:r w:rsidRPr="006049FE">
        <w:rPr>
          <w:bCs/>
          <w:spacing w:val="14"/>
          <w:sz w:val="22"/>
          <w:szCs w:val="22"/>
        </w:rPr>
        <w:t>z</w:t>
      </w:r>
      <w:r w:rsidRPr="006049FE">
        <w:rPr>
          <w:bCs/>
          <w:spacing w:val="15"/>
          <w:sz w:val="22"/>
          <w:szCs w:val="22"/>
        </w:rPr>
        <w:t>a</w:t>
      </w:r>
      <w:r w:rsidRPr="006049FE">
        <w:rPr>
          <w:bCs/>
          <w:spacing w:val="14"/>
          <w:sz w:val="22"/>
          <w:szCs w:val="22"/>
        </w:rPr>
        <w:t>s</w:t>
      </w:r>
      <w:r w:rsidRPr="006049FE">
        <w:rPr>
          <w:bCs/>
          <w:spacing w:val="16"/>
          <w:sz w:val="22"/>
          <w:szCs w:val="22"/>
        </w:rPr>
        <w:t>a</w:t>
      </w:r>
      <w:r w:rsidRPr="006049FE">
        <w:rPr>
          <w:bCs/>
          <w:spacing w:val="14"/>
          <w:sz w:val="22"/>
          <w:szCs w:val="22"/>
        </w:rPr>
        <w:t>d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21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o</w:t>
      </w:r>
      <w:r w:rsidRPr="006049FE">
        <w:rPr>
          <w:spacing w:val="16"/>
          <w:sz w:val="22"/>
          <w:szCs w:val="22"/>
        </w:rPr>
        <w:t>d</w:t>
      </w:r>
      <w:r w:rsidRPr="006049FE">
        <w:rPr>
          <w:spacing w:val="14"/>
          <w:sz w:val="22"/>
          <w:szCs w:val="22"/>
        </w:rPr>
        <w:t>bi</w:t>
      </w:r>
      <w:r w:rsidRPr="006049FE">
        <w:rPr>
          <w:spacing w:val="16"/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ro</w:t>
      </w:r>
      <w:r w:rsidRPr="006049FE">
        <w:rPr>
          <w:spacing w:val="16"/>
          <w:sz w:val="22"/>
          <w:szCs w:val="22"/>
        </w:rPr>
        <w:t>b</w:t>
      </w:r>
      <w:r w:rsidRPr="006049FE">
        <w:rPr>
          <w:spacing w:val="14"/>
          <w:sz w:val="22"/>
          <w:szCs w:val="22"/>
        </w:rPr>
        <w:t>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Wymagania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8.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 xml:space="preserve"> od</w:t>
      </w:r>
      <w:r w:rsidRPr="006049FE">
        <w:rPr>
          <w:spacing w:val="12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>or</w:t>
      </w:r>
      <w:r w:rsidRPr="006049FE">
        <w:rPr>
          <w:sz w:val="22"/>
          <w:szCs w:val="22"/>
        </w:rPr>
        <w:t>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1"/>
          <w:sz w:val="22"/>
          <w:szCs w:val="22"/>
        </w:rPr>
        <w:t>Odbió</w:t>
      </w:r>
      <w:r w:rsidRPr="006049FE">
        <w:rPr>
          <w:sz w:val="22"/>
          <w:szCs w:val="22"/>
        </w:rPr>
        <w:t>r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podbudow</w:t>
      </w:r>
      <w:r w:rsidRPr="006049FE">
        <w:rPr>
          <w:sz w:val="22"/>
          <w:szCs w:val="22"/>
        </w:rPr>
        <w:t>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dokon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zasadac</w:t>
      </w:r>
      <w:r w:rsidRPr="006049FE">
        <w:rPr>
          <w:sz w:val="22"/>
          <w:szCs w:val="22"/>
        </w:rPr>
        <w:t>h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zanikaj</w:t>
      </w:r>
      <w:r w:rsidRPr="006049FE">
        <w:rPr>
          <w:spacing w:val="10"/>
          <w:sz w:val="22"/>
          <w:szCs w:val="22"/>
        </w:rPr>
        <w:t>ąc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le</w:t>
      </w:r>
      <w:r w:rsidRPr="006049FE">
        <w:rPr>
          <w:spacing w:val="5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ąc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ch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ciu</w:t>
      </w:r>
      <w:r w:rsidRPr="006049FE">
        <w:rPr>
          <w:sz w:val="22"/>
          <w:szCs w:val="22"/>
        </w:rPr>
        <w:t>.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Odbió</w:t>
      </w:r>
      <w:r w:rsidRPr="006049FE">
        <w:rPr>
          <w:sz w:val="22"/>
          <w:szCs w:val="22"/>
        </w:rPr>
        <w:t>r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podb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dow</w:t>
      </w:r>
      <w:r w:rsidRPr="006049FE">
        <w:rPr>
          <w:sz w:val="22"/>
          <w:szCs w:val="22"/>
        </w:rPr>
        <w:t>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powi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ie</w:t>
      </w:r>
      <w:r w:rsidRPr="006049FE">
        <w:rPr>
          <w:sz w:val="22"/>
          <w:szCs w:val="22"/>
        </w:rPr>
        <w:t>n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cz</w:t>
      </w:r>
      <w:r w:rsidRPr="006049FE">
        <w:rPr>
          <w:spacing w:val="3"/>
          <w:sz w:val="22"/>
          <w:szCs w:val="22"/>
        </w:rPr>
        <w:t>as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ożliwiając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on</w:t>
      </w:r>
      <w:r w:rsidRPr="006049FE">
        <w:rPr>
          <w:spacing w:val="1"/>
          <w:sz w:val="22"/>
          <w:szCs w:val="22"/>
        </w:rPr>
        <w:t>anie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ewentual</w:t>
      </w:r>
      <w:r w:rsidRPr="006049FE">
        <w:rPr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pra</w:t>
      </w:r>
      <w:r w:rsidRPr="006049FE">
        <w:rPr>
          <w:sz w:val="22"/>
          <w:szCs w:val="22"/>
        </w:rPr>
        <w:t>w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wa</w:t>
      </w:r>
      <w:r w:rsidRPr="006049FE">
        <w:rPr>
          <w:spacing w:val="1"/>
          <w:sz w:val="22"/>
          <w:szCs w:val="22"/>
        </w:rPr>
        <w:t>dliwi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onane</w:t>
      </w:r>
      <w:r w:rsidRPr="006049FE">
        <w:rPr>
          <w:sz w:val="22"/>
          <w:szCs w:val="22"/>
        </w:rPr>
        <w:t>j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db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ha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wa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.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bi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yk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nawc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dstawi</w:t>
      </w:r>
      <w:r w:rsidRPr="006049FE">
        <w:rPr>
          <w:sz w:val="22"/>
          <w:szCs w:val="22"/>
        </w:rPr>
        <w:t>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ws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ki</w:t>
      </w:r>
      <w:r w:rsidRPr="006049FE">
        <w:rPr>
          <w:sz w:val="22"/>
          <w:szCs w:val="22"/>
        </w:rPr>
        <w:t>e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ia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>da</w:t>
      </w:r>
      <w:r w:rsidRPr="006049FE">
        <w:rPr>
          <w:sz w:val="22"/>
          <w:szCs w:val="22"/>
        </w:rPr>
        <w:t>ń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bi</w:t>
      </w:r>
      <w:r w:rsidRPr="006049FE">
        <w:rPr>
          <w:spacing w:val="12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ż</w:t>
      </w:r>
      <w:r w:rsidRPr="006049FE">
        <w:rPr>
          <w:spacing w:val="12"/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>ce</w:t>
      </w:r>
      <w:r w:rsidRPr="006049FE">
        <w:rPr>
          <w:sz w:val="22"/>
          <w:szCs w:val="22"/>
        </w:rPr>
        <w:t>j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k</w:t>
      </w:r>
      <w:r w:rsidRPr="006049FE">
        <w:rPr>
          <w:spacing w:val="11"/>
          <w:sz w:val="22"/>
          <w:szCs w:val="22"/>
        </w:rPr>
        <w:t>ontrol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materi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ro</w:t>
      </w:r>
      <w:r w:rsidRPr="006049FE">
        <w:rPr>
          <w:spacing w:val="12"/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>ót.</w:t>
      </w:r>
      <w:r w:rsidRPr="006049FE">
        <w:rPr>
          <w:spacing w:val="11"/>
          <w:w w:val="99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podbudow</w:t>
      </w:r>
      <w:r w:rsidRPr="006049FE">
        <w:rPr>
          <w:sz w:val="22"/>
          <w:szCs w:val="22"/>
        </w:rPr>
        <w:t>y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d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konuj</w:t>
      </w:r>
      <w:r w:rsidRPr="006049FE">
        <w:rPr>
          <w:sz w:val="22"/>
          <w:szCs w:val="22"/>
        </w:rPr>
        <w:t>e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żynier/Kierownik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podstawie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ków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cy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ewentualn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uzup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oględzin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Inżynier/Kierownik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zleci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konawc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0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niezale</w:t>
      </w:r>
      <w:r w:rsidRPr="006049FE">
        <w:rPr>
          <w:spacing w:val="9"/>
          <w:sz w:val="22"/>
          <w:szCs w:val="22"/>
        </w:rPr>
        <w:t>ż</w:t>
      </w:r>
      <w:r w:rsidRPr="006049FE">
        <w:rPr>
          <w:spacing w:val="10"/>
          <w:sz w:val="22"/>
          <w:szCs w:val="22"/>
        </w:rPr>
        <w:t>ne</w:t>
      </w:r>
      <w:r w:rsidRPr="006049FE">
        <w:rPr>
          <w:spacing w:val="9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l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rat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ri</w:t>
      </w:r>
      <w:r w:rsidRPr="006049FE">
        <w:rPr>
          <w:spacing w:val="11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pr</w:t>
      </w:r>
      <w:r w:rsidRPr="006049FE">
        <w:rPr>
          <w:spacing w:val="9"/>
          <w:sz w:val="22"/>
          <w:szCs w:val="22"/>
        </w:rPr>
        <w:t>ze</w:t>
      </w:r>
      <w:r w:rsidRPr="006049FE">
        <w:rPr>
          <w:spacing w:val="11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wa</w:t>
      </w:r>
      <w:r w:rsidRPr="006049FE">
        <w:rPr>
          <w:spacing w:val="11"/>
          <w:sz w:val="22"/>
          <w:szCs w:val="22"/>
        </w:rPr>
        <w:t>dze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u</w:t>
      </w:r>
      <w:r w:rsidRPr="006049FE">
        <w:rPr>
          <w:spacing w:val="11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eł</w:t>
      </w:r>
      <w:r w:rsidRPr="006049FE">
        <w:rPr>
          <w:spacing w:val="11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ia</w:t>
      </w:r>
      <w:r w:rsidRPr="006049FE">
        <w:rPr>
          <w:spacing w:val="10"/>
          <w:sz w:val="22"/>
          <w:szCs w:val="22"/>
        </w:rPr>
        <w:t>ją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 xml:space="preserve">h  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pomiarów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dy,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zakre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ew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awc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jes</w:t>
      </w:r>
      <w:r w:rsidRPr="006049FE">
        <w:rPr>
          <w:sz w:val="22"/>
          <w:szCs w:val="22"/>
        </w:rPr>
        <w:t xml:space="preserve">t </w:t>
      </w:r>
      <w:r w:rsidRPr="006049FE">
        <w:rPr>
          <w:spacing w:val="3"/>
          <w:sz w:val="22"/>
          <w:szCs w:val="22"/>
        </w:rPr>
        <w:t>niezgodn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ecyfi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acjam</w:t>
      </w:r>
      <w:r w:rsidRPr="006049FE">
        <w:rPr>
          <w:sz w:val="22"/>
          <w:szCs w:val="22"/>
        </w:rPr>
        <w:t>i 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szty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pok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istniej</w:t>
      </w:r>
      <w:r w:rsidRPr="006049FE">
        <w:rPr>
          <w:sz w:val="22"/>
          <w:szCs w:val="22"/>
        </w:rPr>
        <w:t>ą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kolwi</w:t>
      </w:r>
      <w:r w:rsidRPr="006049FE">
        <w:rPr>
          <w:sz w:val="22"/>
          <w:szCs w:val="22"/>
        </w:rPr>
        <w:t xml:space="preserve">ek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ątpliwo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o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</w:t>
      </w:r>
      <w:r w:rsidRPr="006049FE">
        <w:rPr>
          <w:sz w:val="22"/>
          <w:szCs w:val="22"/>
        </w:rPr>
        <w:t>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rzeteln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</w:t>
      </w:r>
      <w:r w:rsidRPr="006049FE">
        <w:rPr>
          <w:sz w:val="22"/>
          <w:szCs w:val="22"/>
        </w:rPr>
        <w:t>ań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onaw</w:t>
      </w:r>
      <w:r w:rsidRPr="006049FE">
        <w:rPr>
          <w:sz w:val="22"/>
          <w:szCs w:val="22"/>
        </w:rPr>
        <w:t>cy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kosz</w:t>
      </w:r>
      <w:r w:rsidRPr="006049FE">
        <w:rPr>
          <w:sz w:val="22"/>
          <w:szCs w:val="22"/>
        </w:rPr>
        <w:t>ty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bada</w:t>
      </w:r>
      <w:r w:rsidRPr="006049FE">
        <w:rPr>
          <w:sz w:val="22"/>
          <w:szCs w:val="22"/>
        </w:rPr>
        <w:t>ń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no</w:t>
      </w:r>
      <w:r w:rsidRPr="006049FE">
        <w:rPr>
          <w:sz w:val="22"/>
          <w:szCs w:val="22"/>
        </w:rPr>
        <w:t>si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onawc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ko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razi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stwierdzeni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usterek.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ypa</w:t>
      </w:r>
      <w:r w:rsidRPr="006049FE">
        <w:rPr>
          <w:sz w:val="22"/>
          <w:szCs w:val="22"/>
        </w:rPr>
        <w:t>dku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stwierdz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wa</w:t>
      </w:r>
      <w:r w:rsidRPr="006049FE">
        <w:rPr>
          <w:sz w:val="22"/>
          <w:szCs w:val="22"/>
        </w:rPr>
        <w:t>d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żynier/Kie</w:t>
      </w:r>
      <w:r w:rsidRPr="006049FE">
        <w:rPr>
          <w:sz w:val="22"/>
          <w:szCs w:val="22"/>
        </w:rPr>
        <w:t>ro</w:t>
      </w:r>
      <w:r w:rsidRPr="006049FE">
        <w:rPr>
          <w:spacing w:val="1"/>
          <w:sz w:val="22"/>
          <w:szCs w:val="22"/>
        </w:rPr>
        <w:t>wni</w:t>
      </w:r>
      <w:r w:rsidRPr="006049FE">
        <w:rPr>
          <w:sz w:val="22"/>
          <w:szCs w:val="22"/>
        </w:rPr>
        <w:t>k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ojekt</w:t>
      </w:r>
      <w:r w:rsidRPr="006049FE">
        <w:rPr>
          <w:sz w:val="22"/>
          <w:szCs w:val="22"/>
        </w:rPr>
        <w:t>u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ustal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kre</w:t>
      </w:r>
      <w:r w:rsidRPr="006049FE">
        <w:rPr>
          <w:sz w:val="22"/>
          <w:szCs w:val="22"/>
        </w:rPr>
        <w:t>s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konani</w:t>
      </w:r>
      <w:r w:rsidRPr="006049FE">
        <w:rPr>
          <w:sz w:val="22"/>
          <w:szCs w:val="22"/>
        </w:rPr>
        <w:t>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poprawko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pole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zerwanie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ianę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nową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wadliwie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konanej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warstwy,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u</w:t>
      </w:r>
      <w:r w:rsidRPr="006049FE">
        <w:rPr>
          <w:sz w:val="22"/>
          <w:szCs w:val="22"/>
        </w:rPr>
        <w:t>g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asad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reślony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niniejs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pe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yfikacjac</w:t>
      </w:r>
      <w:r w:rsidRPr="006049FE">
        <w:rPr>
          <w:spacing w:val="3"/>
          <w:sz w:val="22"/>
          <w:szCs w:val="22"/>
        </w:rPr>
        <w:t>h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ob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pra</w:t>
      </w:r>
      <w:r w:rsidRPr="006049FE">
        <w:rPr>
          <w:spacing w:val="1"/>
          <w:sz w:val="22"/>
          <w:szCs w:val="22"/>
        </w:rPr>
        <w:t>wk</w:t>
      </w:r>
      <w:r w:rsidRPr="006049FE">
        <w:rPr>
          <w:spacing w:val="2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b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zerw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wadliwi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warstw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konawc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ko</w:t>
      </w:r>
      <w:r w:rsidRPr="006049FE">
        <w:rPr>
          <w:spacing w:val="3"/>
          <w:sz w:val="22"/>
          <w:szCs w:val="22"/>
        </w:rPr>
        <w:t>sz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terminie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Inżynierem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10"/>
          <w:sz w:val="22"/>
          <w:szCs w:val="22"/>
          <w:u w:val="single"/>
        </w:rPr>
      </w:pPr>
      <w:r w:rsidRPr="006049FE">
        <w:rPr>
          <w:spacing w:val="11"/>
          <w:sz w:val="22"/>
          <w:szCs w:val="22"/>
          <w:u w:val="single"/>
        </w:rPr>
        <w:t>P</w:t>
      </w:r>
      <w:r w:rsidRPr="006049FE">
        <w:rPr>
          <w:spacing w:val="10"/>
          <w:sz w:val="22"/>
          <w:szCs w:val="22"/>
          <w:u w:val="single"/>
        </w:rPr>
        <w:t>O</w:t>
      </w:r>
      <w:r w:rsidRPr="006049FE">
        <w:rPr>
          <w:spacing w:val="11"/>
          <w:sz w:val="22"/>
          <w:szCs w:val="22"/>
          <w:u w:val="single"/>
        </w:rPr>
        <w:t>DST</w:t>
      </w:r>
      <w:r w:rsidRPr="006049FE">
        <w:rPr>
          <w:spacing w:val="10"/>
          <w:sz w:val="22"/>
          <w:szCs w:val="22"/>
          <w:u w:val="single"/>
        </w:rPr>
        <w:t>A</w:t>
      </w:r>
      <w:r w:rsidRPr="006049FE">
        <w:rPr>
          <w:spacing w:val="11"/>
          <w:sz w:val="22"/>
          <w:szCs w:val="22"/>
          <w:u w:val="single"/>
        </w:rPr>
        <w:t>W</w:t>
      </w:r>
      <w:r w:rsidRPr="006049FE">
        <w:rPr>
          <w:sz w:val="22"/>
          <w:szCs w:val="22"/>
          <w:u w:val="single"/>
        </w:rPr>
        <w:t>A</w:t>
      </w:r>
      <w:r w:rsidRPr="006049FE">
        <w:rPr>
          <w:spacing w:val="-5"/>
          <w:sz w:val="22"/>
          <w:szCs w:val="22"/>
          <w:u w:val="single"/>
        </w:rPr>
        <w:t xml:space="preserve"> </w:t>
      </w:r>
      <w:r w:rsidRPr="006049FE">
        <w:rPr>
          <w:spacing w:val="11"/>
          <w:sz w:val="22"/>
          <w:szCs w:val="22"/>
          <w:u w:val="single"/>
        </w:rPr>
        <w:t>P</w:t>
      </w:r>
      <w:r w:rsidRPr="006049FE">
        <w:rPr>
          <w:spacing w:val="12"/>
          <w:sz w:val="22"/>
          <w:szCs w:val="22"/>
          <w:u w:val="single"/>
        </w:rPr>
        <w:t>Ł</w:t>
      </w:r>
      <w:r w:rsidRPr="006049FE">
        <w:rPr>
          <w:spacing w:val="10"/>
          <w:sz w:val="22"/>
          <w:szCs w:val="22"/>
          <w:u w:val="single"/>
        </w:rPr>
        <w:t>A</w:t>
      </w:r>
      <w:r w:rsidRPr="006049FE">
        <w:rPr>
          <w:spacing w:val="11"/>
          <w:sz w:val="22"/>
          <w:szCs w:val="22"/>
          <w:u w:val="single"/>
        </w:rPr>
        <w:t>T</w:t>
      </w:r>
      <w:r w:rsidRPr="006049FE">
        <w:rPr>
          <w:spacing w:val="10"/>
          <w:sz w:val="22"/>
          <w:szCs w:val="22"/>
          <w:u w:val="single"/>
        </w:rPr>
        <w:t>N</w:t>
      </w:r>
      <w:r w:rsidRPr="006049FE">
        <w:rPr>
          <w:spacing w:val="11"/>
          <w:sz w:val="22"/>
          <w:szCs w:val="22"/>
          <w:u w:val="single"/>
        </w:rPr>
        <w:t>OŚ</w:t>
      </w:r>
      <w:r w:rsidRPr="006049FE">
        <w:rPr>
          <w:spacing w:val="10"/>
          <w:sz w:val="22"/>
          <w:szCs w:val="22"/>
          <w:u w:val="single"/>
        </w:rPr>
        <w:t>CI</w:t>
      </w:r>
    </w:p>
    <w:p w:rsidR="003C4B23" w:rsidRPr="006049FE" w:rsidRDefault="003C4B23" w:rsidP="00746A47">
      <w:pPr>
        <w:pStyle w:val="Akapitzlist"/>
        <w:rPr>
          <w:b/>
          <w:bCs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9"/>
          <w:sz w:val="22"/>
          <w:szCs w:val="22"/>
        </w:rPr>
        <w:t>Og</w:t>
      </w:r>
      <w:r w:rsidRPr="006049FE">
        <w:rPr>
          <w:bCs/>
          <w:spacing w:val="10"/>
          <w:sz w:val="22"/>
          <w:szCs w:val="22"/>
        </w:rPr>
        <w:t>ó</w:t>
      </w:r>
      <w:r w:rsidRPr="006049FE">
        <w:rPr>
          <w:bCs/>
          <w:spacing w:val="8"/>
          <w:sz w:val="22"/>
          <w:szCs w:val="22"/>
        </w:rPr>
        <w:t>l</w:t>
      </w:r>
      <w:r w:rsidRPr="006049FE">
        <w:rPr>
          <w:bCs/>
          <w:spacing w:val="9"/>
          <w:sz w:val="22"/>
          <w:szCs w:val="22"/>
        </w:rPr>
        <w:t>n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6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u</w:t>
      </w:r>
      <w:r w:rsidRPr="006049FE">
        <w:rPr>
          <w:bCs/>
          <w:spacing w:val="8"/>
          <w:sz w:val="22"/>
          <w:szCs w:val="22"/>
        </w:rPr>
        <w:t>s</w:t>
      </w:r>
      <w:r w:rsidRPr="006049FE">
        <w:rPr>
          <w:bCs/>
          <w:spacing w:val="9"/>
          <w:sz w:val="22"/>
          <w:szCs w:val="22"/>
        </w:rPr>
        <w:t>tale</w:t>
      </w:r>
      <w:r w:rsidRPr="006049FE">
        <w:rPr>
          <w:bCs/>
          <w:spacing w:val="8"/>
          <w:sz w:val="22"/>
          <w:szCs w:val="22"/>
        </w:rPr>
        <w:t>ni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8"/>
          <w:sz w:val="22"/>
          <w:szCs w:val="22"/>
        </w:rPr>
        <w:t xml:space="preserve"> d</w:t>
      </w:r>
      <w:r w:rsidRPr="006049FE">
        <w:rPr>
          <w:bCs/>
          <w:spacing w:val="10"/>
          <w:sz w:val="22"/>
          <w:szCs w:val="22"/>
        </w:rPr>
        <w:t>o</w:t>
      </w:r>
      <w:r w:rsidRPr="006049FE">
        <w:rPr>
          <w:bCs/>
          <w:spacing w:val="8"/>
          <w:sz w:val="22"/>
          <w:szCs w:val="22"/>
        </w:rPr>
        <w:t>t</w:t>
      </w:r>
      <w:r w:rsidRPr="006049FE">
        <w:rPr>
          <w:bCs/>
          <w:spacing w:val="10"/>
          <w:sz w:val="22"/>
          <w:szCs w:val="22"/>
        </w:rPr>
        <w:t>y</w:t>
      </w:r>
      <w:r w:rsidRPr="006049FE">
        <w:rPr>
          <w:bCs/>
          <w:spacing w:val="9"/>
          <w:sz w:val="22"/>
          <w:szCs w:val="22"/>
        </w:rPr>
        <w:t>c</w:t>
      </w:r>
      <w:r w:rsidRPr="006049FE">
        <w:rPr>
          <w:bCs/>
          <w:spacing w:val="8"/>
          <w:sz w:val="22"/>
          <w:szCs w:val="22"/>
        </w:rPr>
        <w:t>z</w:t>
      </w:r>
      <w:r w:rsidRPr="006049FE">
        <w:rPr>
          <w:bCs/>
          <w:spacing w:val="10"/>
          <w:sz w:val="22"/>
          <w:szCs w:val="22"/>
        </w:rPr>
        <w:t>ą</w:t>
      </w:r>
      <w:r w:rsidRPr="006049FE">
        <w:rPr>
          <w:bCs/>
          <w:spacing w:val="9"/>
          <w:sz w:val="22"/>
          <w:szCs w:val="22"/>
        </w:rPr>
        <w:t>c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7"/>
          <w:sz w:val="22"/>
          <w:szCs w:val="22"/>
        </w:rPr>
        <w:t xml:space="preserve"> </w:t>
      </w:r>
      <w:r w:rsidRPr="006049FE">
        <w:rPr>
          <w:bCs/>
          <w:spacing w:val="9"/>
          <w:sz w:val="22"/>
          <w:szCs w:val="22"/>
        </w:rPr>
        <w:t>podstaw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8"/>
          <w:sz w:val="22"/>
          <w:szCs w:val="22"/>
        </w:rPr>
        <w:t xml:space="preserve"> </w:t>
      </w:r>
      <w:r w:rsidRPr="006049FE">
        <w:rPr>
          <w:bCs/>
          <w:spacing w:val="7"/>
          <w:sz w:val="22"/>
          <w:szCs w:val="22"/>
        </w:rPr>
        <w:t>p</w:t>
      </w:r>
      <w:r w:rsidRPr="006049FE">
        <w:rPr>
          <w:bCs/>
          <w:spacing w:val="8"/>
          <w:sz w:val="22"/>
          <w:szCs w:val="22"/>
        </w:rPr>
        <w:t>ł</w:t>
      </w:r>
      <w:r w:rsidRPr="006049FE">
        <w:rPr>
          <w:bCs/>
          <w:spacing w:val="10"/>
          <w:sz w:val="22"/>
          <w:szCs w:val="22"/>
        </w:rPr>
        <w:t>a</w:t>
      </w:r>
      <w:r w:rsidRPr="006049FE">
        <w:rPr>
          <w:bCs/>
          <w:spacing w:val="8"/>
          <w:sz w:val="22"/>
          <w:szCs w:val="22"/>
        </w:rPr>
        <w:t>t</w:t>
      </w:r>
      <w:r w:rsidRPr="006049FE">
        <w:rPr>
          <w:bCs/>
          <w:spacing w:val="10"/>
          <w:sz w:val="22"/>
          <w:szCs w:val="22"/>
        </w:rPr>
        <w:t>n</w:t>
      </w:r>
      <w:r w:rsidRPr="006049FE">
        <w:rPr>
          <w:bCs/>
          <w:spacing w:val="8"/>
          <w:sz w:val="22"/>
          <w:szCs w:val="22"/>
        </w:rPr>
        <w:t>o</w:t>
      </w:r>
      <w:r w:rsidRPr="006049FE">
        <w:rPr>
          <w:bCs/>
          <w:spacing w:val="9"/>
          <w:sz w:val="22"/>
          <w:szCs w:val="22"/>
        </w:rPr>
        <w:t>ś</w:t>
      </w:r>
      <w:r w:rsidRPr="006049FE">
        <w:rPr>
          <w:bCs/>
          <w:spacing w:val="8"/>
          <w:sz w:val="22"/>
          <w:szCs w:val="22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doty</w:t>
      </w:r>
      <w:r w:rsidRPr="006049FE">
        <w:rPr>
          <w:spacing w:val="-2"/>
          <w:sz w:val="22"/>
          <w:szCs w:val="22"/>
        </w:rPr>
        <w:t>czą</w:t>
      </w:r>
      <w:r w:rsidRPr="006049FE">
        <w:rPr>
          <w:sz w:val="22"/>
          <w:szCs w:val="22"/>
        </w:rPr>
        <w:t>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płatno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„Wy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9.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Cen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wyk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nani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wz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ocnienia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obej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pra</w:t>
      </w:r>
      <w:r w:rsidRPr="006049FE">
        <w:rPr>
          <w:sz w:val="22"/>
          <w:szCs w:val="22"/>
        </w:rPr>
        <w:t>ce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gotowa</w:t>
      </w:r>
      <w:r w:rsidRPr="006049FE">
        <w:rPr>
          <w:sz w:val="22"/>
          <w:szCs w:val="22"/>
        </w:rPr>
        <w:t>wc</w:t>
      </w:r>
      <w:r w:rsidRPr="006049FE">
        <w:rPr>
          <w:spacing w:val="-2"/>
          <w:sz w:val="22"/>
          <w:szCs w:val="22"/>
        </w:rPr>
        <w:t>ze,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oznakowanie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spr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wd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entual</w:t>
      </w:r>
      <w:r w:rsidRPr="006049FE">
        <w:rPr>
          <w:sz w:val="22"/>
          <w:szCs w:val="22"/>
        </w:rPr>
        <w:t>ną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gruntowego,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zakup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koszty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krusz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receptur</w:t>
      </w:r>
      <w:r w:rsidRPr="006049FE">
        <w:rPr>
          <w:sz w:val="22"/>
          <w:szCs w:val="22"/>
        </w:rPr>
        <w:t>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dostarczenie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składników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wyproduko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receptury,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dostarczenie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miejsce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roz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eni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mieszanki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profil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zag</w:t>
      </w:r>
      <w:r w:rsidRPr="006049FE">
        <w:rPr>
          <w:spacing w:val="-2"/>
          <w:sz w:val="22"/>
          <w:szCs w:val="22"/>
        </w:rPr>
        <w:t>ęs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cz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nki,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pie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gnacja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onanych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rstw,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przepr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adzeni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miar</w:t>
      </w:r>
      <w:r w:rsidRPr="006049FE">
        <w:rPr>
          <w:sz w:val="22"/>
          <w:szCs w:val="22"/>
        </w:rPr>
        <w:t>ów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ba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laborator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okre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lon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niejsze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spec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fikacji,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utrzy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czasi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spacing w:val="10"/>
          <w:sz w:val="22"/>
          <w:szCs w:val="22"/>
          <w:u w:val="single"/>
        </w:rPr>
        <w:t>P</w:t>
      </w:r>
      <w:r w:rsidRPr="006049FE">
        <w:rPr>
          <w:spacing w:val="11"/>
          <w:sz w:val="22"/>
          <w:szCs w:val="22"/>
          <w:u w:val="single"/>
        </w:rPr>
        <w:t>R</w:t>
      </w:r>
      <w:r w:rsidRPr="006049FE">
        <w:rPr>
          <w:spacing w:val="8"/>
          <w:sz w:val="22"/>
          <w:szCs w:val="22"/>
          <w:u w:val="single"/>
        </w:rPr>
        <w:t>Z</w:t>
      </w:r>
      <w:r w:rsidRPr="006049FE">
        <w:rPr>
          <w:spacing w:val="10"/>
          <w:sz w:val="22"/>
          <w:szCs w:val="22"/>
          <w:u w:val="single"/>
        </w:rPr>
        <w:t>EPIS</w:t>
      </w:r>
      <w:r w:rsidRPr="006049FE">
        <w:rPr>
          <w:sz w:val="22"/>
          <w:szCs w:val="22"/>
          <w:u w:val="single"/>
        </w:rPr>
        <w:t>Y</w:t>
      </w:r>
      <w:r w:rsidRPr="006049FE">
        <w:rPr>
          <w:spacing w:val="-3"/>
          <w:sz w:val="22"/>
          <w:szCs w:val="22"/>
          <w:u w:val="single"/>
        </w:rPr>
        <w:t xml:space="preserve"> </w:t>
      </w:r>
      <w:r w:rsidRPr="006049FE">
        <w:rPr>
          <w:spacing w:val="8"/>
          <w:sz w:val="22"/>
          <w:szCs w:val="22"/>
          <w:u w:val="single"/>
        </w:rPr>
        <w:t>Z</w:t>
      </w:r>
      <w:r w:rsidRPr="006049FE">
        <w:rPr>
          <w:spacing w:val="10"/>
          <w:sz w:val="22"/>
          <w:szCs w:val="22"/>
          <w:u w:val="single"/>
        </w:rPr>
        <w:t>WIĄ</w:t>
      </w:r>
      <w:r w:rsidRPr="006049FE">
        <w:rPr>
          <w:spacing w:val="8"/>
          <w:sz w:val="22"/>
          <w:szCs w:val="22"/>
          <w:u w:val="single"/>
        </w:rPr>
        <w:t>Z</w:t>
      </w:r>
      <w:r w:rsidRPr="006049FE">
        <w:rPr>
          <w:spacing w:val="10"/>
          <w:sz w:val="22"/>
          <w:szCs w:val="22"/>
          <w:u w:val="single"/>
        </w:rPr>
        <w:t>A</w:t>
      </w:r>
      <w:r w:rsidRPr="006049FE">
        <w:rPr>
          <w:spacing w:val="11"/>
          <w:sz w:val="22"/>
          <w:szCs w:val="22"/>
          <w:u w:val="single"/>
        </w:rPr>
        <w:t>N</w:t>
      </w:r>
      <w:r w:rsidRPr="006049FE">
        <w:rPr>
          <w:sz w:val="22"/>
          <w:szCs w:val="22"/>
          <w:u w:val="single"/>
        </w:rPr>
        <w:t>E</w:t>
      </w:r>
    </w:p>
    <w:p w:rsidR="003C4B23" w:rsidRPr="006049FE" w:rsidRDefault="003C4B23" w:rsidP="00746A47">
      <w:pPr>
        <w:pStyle w:val="Akapitzlist"/>
        <w:rPr>
          <w:b/>
          <w:bCs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PN-B-0448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Gr</w:t>
      </w:r>
      <w:r w:rsidRPr="006049FE">
        <w:rPr>
          <w:sz w:val="22"/>
          <w:szCs w:val="22"/>
        </w:rPr>
        <w:t>un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bud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wlane.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próbek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PN-B-06714-12</w:t>
      </w:r>
      <w:r w:rsidRPr="006049FE">
        <w:rPr>
          <w:sz w:val="22"/>
          <w:szCs w:val="22"/>
        </w:rPr>
        <w:tab/>
        <w:t>Kruszywa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mineralne.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szc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obc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PN-B-06714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15</w:t>
      </w:r>
      <w:r w:rsidRPr="006049FE">
        <w:rPr>
          <w:sz w:val="22"/>
          <w:szCs w:val="22"/>
        </w:rPr>
        <w:tab/>
        <w:t>Kruszywa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alne.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ziarnowego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PN-B-06714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16</w:t>
      </w:r>
      <w:r w:rsidRPr="006049FE">
        <w:rPr>
          <w:sz w:val="22"/>
          <w:szCs w:val="22"/>
        </w:rPr>
        <w:tab/>
        <w:t>Kruszywa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alne,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ksz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ałtu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ziaren.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PN-B-06714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17</w:t>
      </w:r>
      <w:r w:rsidRPr="006049FE">
        <w:rPr>
          <w:sz w:val="22"/>
          <w:szCs w:val="22"/>
        </w:rPr>
        <w:tab/>
        <w:t>Kruszywa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alne.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wil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otności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PN-B-06714-18</w:t>
      </w:r>
      <w:r w:rsidRPr="006049FE">
        <w:rPr>
          <w:sz w:val="22"/>
          <w:szCs w:val="22"/>
        </w:rPr>
        <w:tab/>
        <w:t>Kruszywa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min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ralne.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si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kliwoś</w:t>
      </w:r>
      <w:r w:rsidRPr="006049FE">
        <w:rPr>
          <w:spacing w:val="-2"/>
          <w:sz w:val="22"/>
          <w:szCs w:val="22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PN-B-06714-26</w:t>
      </w:r>
      <w:r w:rsidRPr="006049FE">
        <w:rPr>
          <w:sz w:val="22"/>
          <w:szCs w:val="22"/>
        </w:rPr>
        <w:tab/>
        <w:t>Kruszywa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miner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lne.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Oznaczanie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szc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organiczn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PN-B</w:t>
      </w:r>
      <w:r w:rsidRPr="006049FE">
        <w:rPr>
          <w:spacing w:val="-6"/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>1</w:t>
      </w:r>
      <w:r w:rsidRPr="006049FE">
        <w:rPr>
          <w:spacing w:val="-6"/>
          <w:sz w:val="22"/>
          <w:szCs w:val="22"/>
        </w:rPr>
        <w:t>11</w:t>
      </w:r>
      <w:r w:rsidRPr="006049FE">
        <w:rPr>
          <w:spacing w:val="-3"/>
          <w:sz w:val="22"/>
          <w:szCs w:val="22"/>
        </w:rPr>
        <w:t>1</w:t>
      </w:r>
      <w:r w:rsidRPr="006049FE">
        <w:rPr>
          <w:sz w:val="22"/>
          <w:szCs w:val="22"/>
        </w:rPr>
        <w:t>3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mineralne.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Piasek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PN-B-1111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  <w:t>K</w:t>
      </w:r>
      <w:r w:rsidRPr="006049FE">
        <w:rPr>
          <w:spacing w:val="1"/>
          <w:sz w:val="22"/>
          <w:szCs w:val="22"/>
        </w:rPr>
        <w:t>ru</w:t>
      </w:r>
      <w:r w:rsidRPr="006049FE">
        <w:rPr>
          <w:sz w:val="22"/>
          <w:szCs w:val="22"/>
        </w:rPr>
        <w:t>sz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ln</w:t>
      </w:r>
      <w:r w:rsidRPr="006049FE">
        <w:rPr>
          <w:sz w:val="22"/>
          <w:szCs w:val="22"/>
        </w:rPr>
        <w:t>e.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sz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tur</w:t>
      </w:r>
      <w:r w:rsidRPr="006049FE">
        <w:rPr>
          <w:sz w:val="22"/>
          <w:szCs w:val="22"/>
        </w:rPr>
        <w:t>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aw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erzc</w:t>
      </w:r>
      <w:r w:rsidRPr="006049FE">
        <w:rPr>
          <w:spacing w:val="1"/>
          <w:sz w:val="22"/>
          <w:szCs w:val="22"/>
        </w:rPr>
        <w:t>hn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dr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r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nka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PN-B-11112</w:t>
      </w:r>
      <w:r w:rsidRPr="006049FE">
        <w:rPr>
          <w:sz w:val="22"/>
          <w:szCs w:val="22"/>
        </w:rPr>
        <w:tab/>
        <w:t>Krus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ineralne.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łamane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BN-77/8931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>12</w:t>
      </w:r>
      <w:r w:rsidRPr="006049FE">
        <w:rPr>
          <w:sz w:val="22"/>
          <w:szCs w:val="22"/>
        </w:rPr>
        <w:tab/>
        <w:t>Oznaczanie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wsk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źnika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zagęszczenia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060" w:right="960" w:bottom="900" w:left="980" w:header="0" w:footer="719" w:gutter="0"/>
          <w:cols w:space="708" w:equalWidth="0">
            <w:col w:w="9965"/>
          </w:cols>
          <w:noEndnote/>
        </w:sectPr>
      </w:pPr>
    </w:p>
    <w:p w:rsidR="00CA3637" w:rsidRPr="006049FE" w:rsidRDefault="00CA3637" w:rsidP="00746A47">
      <w:pPr>
        <w:pStyle w:val="Akapitzlist"/>
        <w:rPr>
          <w:b/>
          <w:bCs/>
          <w:spacing w:val="-10"/>
          <w:w w:val="99"/>
          <w:sz w:val="22"/>
          <w:szCs w:val="22"/>
        </w:rPr>
      </w:pPr>
      <w:r w:rsidRPr="006049FE">
        <w:rPr>
          <w:b/>
          <w:bCs/>
          <w:spacing w:val="-11"/>
          <w:sz w:val="22"/>
          <w:szCs w:val="22"/>
        </w:rPr>
        <w:lastRenderedPageBreak/>
        <w:t>S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32"/>
          <w:sz w:val="22"/>
          <w:szCs w:val="22"/>
        </w:rPr>
        <w:t xml:space="preserve"> </w:t>
      </w:r>
      <w:r w:rsidRPr="006049FE">
        <w:rPr>
          <w:b/>
          <w:bCs/>
          <w:spacing w:val="-11"/>
          <w:sz w:val="22"/>
          <w:szCs w:val="22"/>
        </w:rPr>
        <w:t>4.00</w:t>
      </w:r>
      <w:r w:rsidRPr="006049FE">
        <w:rPr>
          <w:b/>
          <w:bCs/>
          <w:spacing w:val="32"/>
          <w:sz w:val="22"/>
          <w:szCs w:val="22"/>
        </w:rPr>
        <w:t xml:space="preserve"> </w:t>
      </w:r>
      <w:r w:rsidRPr="006049FE">
        <w:rPr>
          <w:b/>
          <w:bCs/>
          <w:spacing w:val="-11"/>
          <w:sz w:val="22"/>
          <w:szCs w:val="22"/>
        </w:rPr>
        <w:t>OBRZ</w:t>
      </w:r>
      <w:r w:rsidRPr="006049FE">
        <w:rPr>
          <w:b/>
          <w:bCs/>
          <w:spacing w:val="-12"/>
          <w:sz w:val="22"/>
          <w:szCs w:val="22"/>
        </w:rPr>
        <w:t>E</w:t>
      </w:r>
      <w:r w:rsidRPr="006049FE">
        <w:rPr>
          <w:b/>
          <w:bCs/>
          <w:spacing w:val="-10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33"/>
          <w:sz w:val="22"/>
          <w:szCs w:val="22"/>
        </w:rPr>
        <w:t xml:space="preserve"> </w:t>
      </w:r>
      <w:r w:rsidRPr="006049FE">
        <w:rPr>
          <w:b/>
          <w:bCs/>
          <w:spacing w:val="-11"/>
          <w:sz w:val="22"/>
          <w:szCs w:val="22"/>
        </w:rPr>
        <w:t>BET</w:t>
      </w:r>
      <w:r w:rsidRPr="006049FE">
        <w:rPr>
          <w:b/>
          <w:bCs/>
          <w:spacing w:val="-10"/>
          <w:sz w:val="22"/>
          <w:szCs w:val="22"/>
        </w:rPr>
        <w:t>O</w:t>
      </w:r>
      <w:r w:rsidRPr="006049FE">
        <w:rPr>
          <w:b/>
          <w:bCs/>
          <w:spacing w:val="-11"/>
          <w:sz w:val="22"/>
          <w:szCs w:val="22"/>
        </w:rPr>
        <w:t>NOWE</w:t>
      </w:r>
      <w:r w:rsidRPr="006049FE">
        <w:rPr>
          <w:b/>
          <w:bCs/>
          <w:spacing w:val="-10"/>
          <w:w w:val="99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11"/>
          <w:sz w:val="22"/>
          <w:szCs w:val="22"/>
        </w:rPr>
        <w:t>GRUP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6"/>
          <w:sz w:val="22"/>
          <w:szCs w:val="22"/>
        </w:rPr>
        <w:t xml:space="preserve"> </w:t>
      </w:r>
      <w:r w:rsidRPr="006049FE">
        <w:rPr>
          <w:b/>
          <w:bCs/>
          <w:spacing w:val="-11"/>
          <w:sz w:val="22"/>
          <w:szCs w:val="22"/>
        </w:rPr>
        <w:t>CP</w:t>
      </w:r>
      <w:r w:rsidRPr="006049FE">
        <w:rPr>
          <w:b/>
          <w:bCs/>
          <w:sz w:val="22"/>
          <w:szCs w:val="22"/>
        </w:rPr>
        <w:t>V</w:t>
      </w:r>
      <w:r w:rsidRPr="006049FE">
        <w:rPr>
          <w:b/>
          <w:bCs/>
          <w:spacing w:val="-25"/>
          <w:sz w:val="22"/>
          <w:szCs w:val="22"/>
        </w:rPr>
        <w:t xml:space="preserve"> </w:t>
      </w:r>
      <w:r w:rsidRPr="006049FE">
        <w:rPr>
          <w:b/>
          <w:bCs/>
          <w:spacing w:val="-11"/>
          <w:sz w:val="22"/>
          <w:szCs w:val="22"/>
        </w:rPr>
        <w:t>452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10"/>
          <w:sz w:val="22"/>
          <w:szCs w:val="22"/>
          <w:u w:val="single"/>
        </w:rPr>
        <w:t>WSTĘP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D1294D" w:rsidRDefault="00CA3637" w:rsidP="00460E31">
      <w:pPr>
        <w:pStyle w:val="Bezodstpw"/>
        <w:rPr>
          <w:b/>
          <w:bCs/>
          <w:spacing w:val="18"/>
          <w:sz w:val="22"/>
          <w:szCs w:val="22"/>
        </w:rPr>
      </w:pPr>
      <w:r w:rsidRPr="006049FE">
        <w:rPr>
          <w:sz w:val="22"/>
          <w:szCs w:val="22"/>
        </w:rPr>
        <w:t xml:space="preserve">Przedmiotem niniejszej szczegółowej specyfikacji technicznej (ST) są wymagania dotyczące wykonania i odbioru robót związanych z ustawieniem betonowego obrzeża chodnikowego </w:t>
      </w:r>
      <w:r w:rsidR="00D1294D" w:rsidRPr="006049FE">
        <w:rPr>
          <w:b/>
          <w:sz w:val="22"/>
          <w:szCs w:val="22"/>
        </w:rPr>
        <w:t>w</w:t>
      </w:r>
      <w:r w:rsidR="00D1294D" w:rsidRPr="006049FE">
        <w:rPr>
          <w:b/>
          <w:spacing w:val="8"/>
          <w:sz w:val="22"/>
          <w:szCs w:val="22"/>
        </w:rPr>
        <w:t xml:space="preserve"> </w:t>
      </w:r>
      <w:r w:rsidR="00D1294D" w:rsidRPr="006049FE">
        <w:rPr>
          <w:b/>
          <w:spacing w:val="10"/>
          <w:sz w:val="22"/>
          <w:szCs w:val="22"/>
        </w:rPr>
        <w:t>ra</w:t>
      </w:r>
      <w:r w:rsidR="00D1294D" w:rsidRPr="006049FE">
        <w:rPr>
          <w:b/>
          <w:spacing w:val="12"/>
          <w:sz w:val="22"/>
          <w:szCs w:val="22"/>
        </w:rPr>
        <w:t>m</w:t>
      </w:r>
      <w:r w:rsidR="00D1294D" w:rsidRPr="006049FE">
        <w:rPr>
          <w:b/>
          <w:spacing w:val="10"/>
          <w:sz w:val="22"/>
          <w:szCs w:val="22"/>
        </w:rPr>
        <w:t>ac</w:t>
      </w:r>
      <w:r w:rsidR="00D1294D" w:rsidRPr="006049FE">
        <w:rPr>
          <w:b/>
          <w:sz w:val="22"/>
          <w:szCs w:val="22"/>
        </w:rPr>
        <w:t xml:space="preserve">h </w:t>
      </w:r>
      <w:r w:rsidR="00D1294D" w:rsidRPr="006049FE">
        <w:rPr>
          <w:b/>
          <w:spacing w:val="10"/>
          <w:sz w:val="22"/>
          <w:szCs w:val="22"/>
        </w:rPr>
        <w:t>real</w:t>
      </w:r>
      <w:r w:rsidR="00D1294D" w:rsidRPr="006049FE">
        <w:rPr>
          <w:b/>
          <w:spacing w:val="12"/>
          <w:sz w:val="22"/>
          <w:szCs w:val="22"/>
        </w:rPr>
        <w:t>i</w:t>
      </w:r>
      <w:r w:rsidR="00D1294D" w:rsidRPr="006049FE">
        <w:rPr>
          <w:b/>
          <w:spacing w:val="10"/>
          <w:sz w:val="22"/>
          <w:szCs w:val="22"/>
        </w:rPr>
        <w:t>zacj</w:t>
      </w:r>
      <w:r w:rsidR="00D1294D" w:rsidRPr="006049FE">
        <w:rPr>
          <w:b/>
          <w:sz w:val="22"/>
          <w:szCs w:val="22"/>
        </w:rPr>
        <w:t xml:space="preserve">i </w:t>
      </w:r>
      <w:r w:rsidR="00460E31" w:rsidRPr="006049FE">
        <w:rPr>
          <w:b/>
          <w:bCs/>
          <w:spacing w:val="11"/>
          <w:sz w:val="22"/>
          <w:szCs w:val="22"/>
        </w:rPr>
        <w:t>budow</w:t>
      </w:r>
      <w:r w:rsidR="00460E31" w:rsidRPr="006049FE">
        <w:rPr>
          <w:b/>
          <w:bCs/>
          <w:sz w:val="22"/>
          <w:szCs w:val="22"/>
        </w:rPr>
        <w:t>y</w:t>
      </w:r>
      <w:r w:rsidR="00460E31" w:rsidRPr="006049FE">
        <w:rPr>
          <w:b/>
          <w:bCs/>
          <w:spacing w:val="18"/>
          <w:sz w:val="22"/>
          <w:szCs w:val="22"/>
        </w:rPr>
        <w:t xml:space="preserve"> boiska wielofunkcyjnego przy </w:t>
      </w:r>
      <w:r w:rsidR="00460E31">
        <w:rPr>
          <w:b/>
          <w:bCs/>
          <w:spacing w:val="18"/>
          <w:sz w:val="22"/>
          <w:szCs w:val="22"/>
        </w:rPr>
        <w:t>szkole podstawowej w Zbrudzewie</w:t>
      </w:r>
      <w:r w:rsidR="00460E31" w:rsidRPr="006049FE">
        <w:rPr>
          <w:b/>
          <w:bCs/>
          <w:spacing w:val="18"/>
          <w:sz w:val="22"/>
          <w:szCs w:val="22"/>
        </w:rPr>
        <w:t>.</w:t>
      </w:r>
    </w:p>
    <w:p w:rsidR="00460E31" w:rsidRPr="006049FE" w:rsidRDefault="00460E31" w:rsidP="00460E31">
      <w:pPr>
        <w:pStyle w:val="Bezodstpw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Zakres stosowania 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Szczegółowa specyfikacja techniczna (ST),  stanowi dokument przetargowy i kontraktowy przy zlecaniu i realizacji 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8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ak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>j</w:t>
      </w:r>
      <w:r w:rsidRPr="006049FE">
        <w:rPr>
          <w:spacing w:val="9"/>
          <w:sz w:val="22"/>
          <w:szCs w:val="22"/>
        </w:rPr>
        <w:t>ęt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Ustalenia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zenia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zwi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ustawieniem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chodnikowego,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ramach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unikacyjnego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kr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>śleni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podstaw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Obrze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chodnikowe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prefabr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kowane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belki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rozgranicza</w:t>
      </w:r>
      <w:r w:rsidRPr="006049FE">
        <w:rPr>
          <w:spacing w:val="2"/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ostr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ustr</w:t>
      </w:r>
      <w:r w:rsidRPr="006049FE">
        <w:rPr>
          <w:sz w:val="22"/>
          <w:szCs w:val="22"/>
        </w:rPr>
        <w:t>on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ciąg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komunika</w:t>
      </w:r>
      <w:r w:rsidRPr="006049FE">
        <w:rPr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jn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terenó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przeznaczon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uni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Poz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ł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en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aw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4"/>
          <w:sz w:val="22"/>
          <w:szCs w:val="22"/>
        </w:rPr>
        <w:t>zgodn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i/>
          <w:iCs/>
          <w:sz w:val="22"/>
          <w:szCs w:val="22"/>
        </w:rPr>
        <w:t xml:space="preserve">z </w:t>
      </w:r>
      <w:r w:rsidRPr="006049FE">
        <w:rPr>
          <w:spacing w:val="3"/>
          <w:sz w:val="22"/>
          <w:szCs w:val="22"/>
        </w:rPr>
        <w:t>ob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ąz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ąc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odpowiednimi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norma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definicja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podanymi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1,4.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sz w:val="22"/>
          <w:szCs w:val="22"/>
        </w:rPr>
      </w:pPr>
      <w:r w:rsidRPr="006049FE">
        <w:rPr>
          <w:b/>
          <w:sz w:val="22"/>
          <w:szCs w:val="22"/>
        </w:rPr>
        <w:t>Ogólne wymagania dotyczące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"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w w:val="110"/>
          <w:sz w:val="22"/>
          <w:szCs w:val="22"/>
          <w:u w:val="thick"/>
        </w:rPr>
        <w:t>MATERI</w:t>
      </w:r>
      <w:r w:rsidRPr="006049FE">
        <w:rPr>
          <w:w w:val="110"/>
          <w:sz w:val="22"/>
          <w:szCs w:val="22"/>
          <w:u w:val="thick"/>
        </w:rPr>
        <w:t>AŁY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w w:val="110"/>
          <w:sz w:val="22"/>
          <w:szCs w:val="22"/>
        </w:rPr>
        <w:t>Ogóln</w:t>
      </w:r>
      <w:r w:rsidRPr="006049FE">
        <w:rPr>
          <w:w w:val="110"/>
          <w:sz w:val="22"/>
          <w:szCs w:val="22"/>
        </w:rPr>
        <w:t>e</w:t>
      </w:r>
      <w:r w:rsidRPr="006049FE">
        <w:rPr>
          <w:spacing w:val="-21"/>
          <w:w w:val="110"/>
          <w:sz w:val="22"/>
          <w:szCs w:val="22"/>
        </w:rPr>
        <w:t xml:space="preserve"> </w:t>
      </w:r>
      <w:r w:rsidRPr="006049FE">
        <w:rPr>
          <w:spacing w:val="3"/>
          <w:w w:val="110"/>
          <w:sz w:val="22"/>
          <w:szCs w:val="22"/>
        </w:rPr>
        <w:t>wymagani</w:t>
      </w:r>
      <w:r w:rsidRPr="006049FE">
        <w:rPr>
          <w:w w:val="110"/>
          <w:sz w:val="22"/>
          <w:szCs w:val="22"/>
        </w:rPr>
        <w:t>a</w:t>
      </w:r>
      <w:r w:rsidRPr="006049FE">
        <w:rPr>
          <w:spacing w:val="-20"/>
          <w:w w:val="110"/>
          <w:sz w:val="22"/>
          <w:szCs w:val="22"/>
        </w:rPr>
        <w:t xml:space="preserve"> </w:t>
      </w:r>
      <w:r w:rsidRPr="006049FE">
        <w:rPr>
          <w:spacing w:val="2"/>
          <w:w w:val="110"/>
          <w:sz w:val="22"/>
          <w:szCs w:val="22"/>
        </w:rPr>
        <w:t>d</w:t>
      </w:r>
      <w:r w:rsidRPr="006049FE">
        <w:rPr>
          <w:spacing w:val="4"/>
          <w:w w:val="110"/>
          <w:sz w:val="22"/>
          <w:szCs w:val="22"/>
        </w:rPr>
        <w:t>o</w:t>
      </w:r>
      <w:r w:rsidRPr="006049FE">
        <w:rPr>
          <w:spacing w:val="2"/>
          <w:w w:val="110"/>
          <w:sz w:val="22"/>
          <w:szCs w:val="22"/>
        </w:rPr>
        <w:t>t</w:t>
      </w:r>
      <w:r w:rsidRPr="006049FE">
        <w:rPr>
          <w:spacing w:val="4"/>
          <w:w w:val="110"/>
          <w:sz w:val="22"/>
          <w:szCs w:val="22"/>
        </w:rPr>
        <w:t>y</w:t>
      </w:r>
      <w:r w:rsidRPr="006049FE">
        <w:rPr>
          <w:spacing w:val="2"/>
          <w:w w:val="110"/>
          <w:sz w:val="22"/>
          <w:szCs w:val="22"/>
        </w:rPr>
        <w:t>c</w:t>
      </w:r>
      <w:r w:rsidRPr="006049FE">
        <w:rPr>
          <w:spacing w:val="3"/>
          <w:w w:val="110"/>
          <w:sz w:val="22"/>
          <w:szCs w:val="22"/>
        </w:rPr>
        <w:t>z</w:t>
      </w:r>
      <w:r w:rsidRPr="006049FE">
        <w:rPr>
          <w:spacing w:val="4"/>
          <w:w w:val="110"/>
          <w:sz w:val="22"/>
          <w:szCs w:val="22"/>
        </w:rPr>
        <w:t>ą</w:t>
      </w:r>
      <w:r w:rsidRPr="006049FE">
        <w:rPr>
          <w:spacing w:val="3"/>
          <w:w w:val="110"/>
          <w:sz w:val="22"/>
          <w:szCs w:val="22"/>
        </w:rPr>
        <w:t>c</w:t>
      </w:r>
      <w:r w:rsidRPr="006049FE">
        <w:rPr>
          <w:w w:val="110"/>
          <w:sz w:val="22"/>
          <w:szCs w:val="22"/>
        </w:rPr>
        <w:t>e</w:t>
      </w:r>
      <w:r w:rsidRPr="006049FE">
        <w:rPr>
          <w:spacing w:val="-20"/>
          <w:w w:val="110"/>
          <w:sz w:val="22"/>
          <w:szCs w:val="22"/>
        </w:rPr>
        <w:t xml:space="preserve"> </w:t>
      </w:r>
      <w:r w:rsidRPr="006049FE">
        <w:rPr>
          <w:spacing w:val="3"/>
          <w:w w:val="110"/>
          <w:sz w:val="22"/>
          <w:szCs w:val="22"/>
        </w:rPr>
        <w:t>materia</w:t>
      </w:r>
      <w:r w:rsidRPr="006049FE">
        <w:rPr>
          <w:spacing w:val="2"/>
          <w:w w:val="110"/>
          <w:sz w:val="22"/>
          <w:szCs w:val="22"/>
        </w:rPr>
        <w:t>ł</w:t>
      </w:r>
      <w:r w:rsidRPr="006049FE">
        <w:rPr>
          <w:spacing w:val="4"/>
          <w:w w:val="110"/>
          <w:sz w:val="22"/>
          <w:szCs w:val="22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zące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eria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ów,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yskiwania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składowania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w w:val="110"/>
          <w:sz w:val="22"/>
          <w:szCs w:val="22"/>
        </w:rPr>
        <w:t>Stosowane</w:t>
      </w:r>
      <w:r w:rsidRPr="006049FE">
        <w:rPr>
          <w:spacing w:val="-39"/>
          <w:w w:val="110"/>
          <w:sz w:val="22"/>
          <w:szCs w:val="22"/>
        </w:rPr>
        <w:t xml:space="preserve"> </w:t>
      </w:r>
      <w:r w:rsidRPr="006049FE">
        <w:rPr>
          <w:w w:val="110"/>
          <w:sz w:val="22"/>
          <w:szCs w:val="22"/>
        </w:rPr>
        <w:t>materi</w:t>
      </w:r>
      <w:r w:rsidRPr="006049FE">
        <w:rPr>
          <w:spacing w:val="1"/>
          <w:w w:val="110"/>
          <w:sz w:val="22"/>
          <w:szCs w:val="22"/>
        </w:rPr>
        <w:t>a</w:t>
      </w:r>
      <w:r w:rsidRPr="006049FE">
        <w:rPr>
          <w:w w:val="110"/>
          <w:sz w:val="22"/>
          <w:szCs w:val="22"/>
        </w:rPr>
        <w:t>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sto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obrzeża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30x8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odpowiadające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BN-80/6775-04/04</w:t>
      </w:r>
      <w:r w:rsidRPr="006049FE">
        <w:rPr>
          <w:spacing w:val="-2"/>
          <w:sz w:val="22"/>
          <w:szCs w:val="22"/>
        </w:rPr>
        <w:t>[</w:t>
      </w:r>
      <w:r w:rsidRPr="006049FE">
        <w:rPr>
          <w:sz w:val="22"/>
          <w:szCs w:val="22"/>
        </w:rPr>
        <w:t>9]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BN-80/6775-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03</w:t>
      </w:r>
      <w:r w:rsidRPr="006049FE">
        <w:rPr>
          <w:spacing w:val="-2"/>
          <w:sz w:val="22"/>
          <w:szCs w:val="22"/>
        </w:rPr>
        <w:t>/</w:t>
      </w:r>
      <w:r w:rsidRPr="006049FE">
        <w:rPr>
          <w:sz w:val="22"/>
          <w:szCs w:val="22"/>
        </w:rPr>
        <w:t>01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8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wir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piasek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cement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PN-B-19701</w:t>
      </w:r>
      <w:r w:rsidRPr="006049FE">
        <w:rPr>
          <w:spacing w:val="-3"/>
          <w:sz w:val="22"/>
          <w:szCs w:val="22"/>
        </w:rPr>
        <w:t>[</w:t>
      </w:r>
      <w:r w:rsidRPr="006049FE">
        <w:rPr>
          <w:sz w:val="22"/>
          <w:szCs w:val="22"/>
        </w:rPr>
        <w:t>7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piase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g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PN-B-0671</w:t>
      </w:r>
      <w:r w:rsidRPr="006049FE">
        <w:rPr>
          <w:sz w:val="22"/>
          <w:szCs w:val="22"/>
        </w:rPr>
        <w:t>1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[</w:t>
      </w:r>
      <w:r w:rsidRPr="006049FE">
        <w:rPr>
          <w:sz w:val="22"/>
          <w:szCs w:val="22"/>
        </w:rPr>
        <w:t>3</w:t>
      </w:r>
      <w:r w:rsidRPr="006049FE">
        <w:rPr>
          <w:spacing w:val="-5"/>
          <w:sz w:val="22"/>
          <w:szCs w:val="22"/>
        </w:rPr>
        <w:t>]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ch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dnik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klasyfik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cja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zależności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przekroju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rozróżnia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</w:t>
      </w:r>
      <w:r w:rsidRPr="006049FE">
        <w:rPr>
          <w:spacing w:val="1"/>
          <w:sz w:val="22"/>
          <w:szCs w:val="22"/>
        </w:rPr>
        <w:t>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obrz</w:t>
      </w:r>
      <w:r w:rsidRPr="006049FE">
        <w:rPr>
          <w:sz w:val="22"/>
          <w:szCs w:val="22"/>
        </w:rPr>
        <w:t>eże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niskie</w:t>
      </w:r>
      <w:r w:rsidRPr="006049FE">
        <w:rPr>
          <w:sz w:val="22"/>
          <w:szCs w:val="22"/>
        </w:rPr>
        <w:tab/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On,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obrz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soki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9"/>
          <w:sz w:val="22"/>
          <w:szCs w:val="22"/>
        </w:rPr>
        <w:t xml:space="preserve"> </w:t>
      </w:r>
      <w:proofErr w:type="spellStart"/>
      <w:r w:rsidRPr="006049FE">
        <w:rPr>
          <w:spacing w:val="-2"/>
          <w:sz w:val="22"/>
          <w:szCs w:val="22"/>
        </w:rPr>
        <w:t>Ow</w:t>
      </w:r>
      <w:proofErr w:type="spellEnd"/>
      <w:r w:rsidRPr="006049FE">
        <w:rPr>
          <w:spacing w:val="-2"/>
          <w:sz w:val="22"/>
          <w:szCs w:val="22"/>
        </w:rPr>
        <w:t>.</w:t>
      </w:r>
    </w:p>
    <w:p w:rsidR="00CA3637" w:rsidRPr="006049FE" w:rsidRDefault="003C4B23" w:rsidP="00D1294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 z</w:t>
      </w:r>
      <w:r w:rsidR="00CA3637" w:rsidRPr="006049FE">
        <w:rPr>
          <w:sz w:val="22"/>
          <w:szCs w:val="22"/>
        </w:rPr>
        <w:t>ależności</w:t>
      </w:r>
      <w:r w:rsidR="00CA3637" w:rsidRPr="006049FE">
        <w:rPr>
          <w:sz w:val="22"/>
          <w:szCs w:val="22"/>
        </w:rPr>
        <w:tab/>
        <w:t>od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dopuszczalnych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wielkości</w:t>
      </w:r>
      <w:r w:rsidR="00D1294D"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</w:t>
      </w:r>
      <w:r w:rsidR="00D1294D"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liczby</w:t>
      </w:r>
      <w:r w:rsidR="00D1294D"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uszkodzeń</w:t>
      </w:r>
      <w:r w:rsidR="00D1294D"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oraz</w:t>
      </w:r>
      <w:r w:rsidR="00D1294D" w:rsidRPr="006049FE">
        <w:rPr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odchyłek wymiarowych obrzeża dzieli się na:</w:t>
      </w:r>
    </w:p>
    <w:p w:rsidR="00CA3637" w:rsidRPr="006049FE" w:rsidRDefault="00CA3637" w:rsidP="00D1294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gatunek 1</w:t>
      </w:r>
      <w:r w:rsidRPr="006049FE">
        <w:rPr>
          <w:sz w:val="22"/>
          <w:szCs w:val="22"/>
        </w:rPr>
        <w:tab/>
        <w:t>- G1,</w:t>
      </w:r>
    </w:p>
    <w:p w:rsidR="00CA3637" w:rsidRPr="006049FE" w:rsidRDefault="00CA3637" w:rsidP="00D1294D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gatunek 2</w:t>
      </w:r>
      <w:r w:rsidRPr="006049FE">
        <w:rPr>
          <w:sz w:val="22"/>
          <w:szCs w:val="22"/>
        </w:rPr>
        <w:tab/>
        <w:t>- G2.</w:t>
      </w:r>
    </w:p>
    <w:p w:rsidR="00CA3637" w:rsidRPr="006049FE" w:rsidRDefault="00CA3637" w:rsidP="003C4B23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Przykład oznaczenia betonowego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chodnikowego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niskiego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(On)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ymiarach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X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20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x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75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gat.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I: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-1/6/20/75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-80/6775-03/04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[</w:t>
      </w:r>
      <w:r w:rsidRPr="006049FE">
        <w:rPr>
          <w:spacing w:val="1"/>
          <w:sz w:val="22"/>
          <w:szCs w:val="22"/>
        </w:rPr>
        <w:t>9</w:t>
      </w:r>
      <w:r w:rsidRPr="006049FE">
        <w:rPr>
          <w:spacing w:val="-3"/>
          <w:sz w:val="22"/>
          <w:szCs w:val="22"/>
        </w:rPr>
        <w:t>]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ch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dnik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-wy</w:t>
      </w:r>
      <w:r w:rsidRPr="006049FE">
        <w:rPr>
          <w:spacing w:val="9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techniczne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zta</w:t>
      </w:r>
      <w:r w:rsidRPr="006049FE">
        <w:rPr>
          <w:sz w:val="22"/>
          <w:szCs w:val="22"/>
        </w:rPr>
        <w:t>łt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przedstawiono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rysun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ary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tab.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noProof/>
          <w:sz w:val="22"/>
          <w:szCs w:val="22"/>
        </w:rPr>
        <w:lastRenderedPageBreak/>
        <w:drawing>
          <wp:inline distT="0" distB="0" distL="0" distR="0">
            <wp:extent cx="4025900" cy="1959610"/>
            <wp:effectExtent l="0" t="0" r="0" b="254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0" cy="1959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sunek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1.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ształt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chodnikowego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  <w:u w:val="single"/>
        </w:rPr>
        <w:t>Tablica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1.</w:t>
      </w:r>
      <w:r w:rsidRPr="006049FE">
        <w:rPr>
          <w:spacing w:val="-9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Wy</w:t>
      </w:r>
      <w:r w:rsidRPr="006049FE">
        <w:rPr>
          <w:spacing w:val="-3"/>
          <w:sz w:val="22"/>
          <w:szCs w:val="22"/>
          <w:u w:val="single"/>
        </w:rPr>
        <w:t>m</w:t>
      </w:r>
      <w:r w:rsidRPr="006049FE">
        <w:rPr>
          <w:spacing w:val="-2"/>
          <w:sz w:val="22"/>
          <w:szCs w:val="22"/>
          <w:u w:val="single"/>
        </w:rPr>
        <w:t>i</w:t>
      </w:r>
      <w:r w:rsidRPr="006049FE">
        <w:rPr>
          <w:sz w:val="22"/>
          <w:szCs w:val="22"/>
          <w:u w:val="single"/>
        </w:rPr>
        <w:t>ary</w:t>
      </w:r>
      <w:r w:rsidRPr="006049FE">
        <w:rPr>
          <w:spacing w:val="-9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obrze</w:t>
      </w:r>
      <w:r w:rsidRPr="006049FE">
        <w:rPr>
          <w:spacing w:val="-2"/>
          <w:sz w:val="22"/>
          <w:szCs w:val="22"/>
          <w:u w:val="single"/>
        </w:rPr>
        <w:t>ż</w:t>
      </w:r>
      <w:r w:rsidRPr="006049FE">
        <w:rPr>
          <w:sz w:val="22"/>
          <w:szCs w:val="22"/>
          <w:u w:val="single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04"/>
        <w:gridCol w:w="1903"/>
        <w:gridCol w:w="1903"/>
        <w:gridCol w:w="1904"/>
        <w:gridCol w:w="1903"/>
      </w:tblGrid>
      <w:tr w:rsidR="00CA3637" w:rsidRPr="006049FE" w:rsidTr="00B70C44">
        <w:trPr>
          <w:trHeight w:hRule="exact" w:val="240"/>
        </w:trPr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Rodz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j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obrze</w:t>
            </w:r>
            <w:r w:rsidRPr="006049FE">
              <w:rPr>
                <w:spacing w:val="-2"/>
                <w:sz w:val="22"/>
                <w:szCs w:val="22"/>
              </w:rPr>
              <w:t>ż</w:t>
            </w:r>
            <w:r w:rsidRPr="006049FE">
              <w:rPr>
                <w:sz w:val="22"/>
                <w:szCs w:val="22"/>
              </w:rPr>
              <w:t>a</w:t>
            </w:r>
          </w:p>
        </w:tc>
        <w:tc>
          <w:tcPr>
            <w:tcW w:w="76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y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iary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obr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eży [w cm]</w:t>
            </w:r>
          </w:p>
        </w:tc>
      </w:tr>
      <w:tr w:rsidR="00CA3637" w:rsidRPr="006049FE" w:rsidTr="00B61431">
        <w:trPr>
          <w:trHeight w:hRule="exact" w:val="433"/>
        </w:trPr>
        <w:tc>
          <w:tcPr>
            <w:tcW w:w="1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I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H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</w:t>
            </w:r>
          </w:p>
        </w:tc>
      </w:tr>
      <w:tr w:rsidR="00CA3637" w:rsidRPr="006049FE" w:rsidTr="00B70C44">
        <w:trPr>
          <w:trHeight w:hRule="exact" w:val="470"/>
        </w:trPr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On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75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20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  <w:tr w:rsidR="00CA3637" w:rsidRPr="006049FE" w:rsidTr="00B70C44">
        <w:trPr>
          <w:trHeight w:hRule="exact" w:val="242"/>
        </w:trPr>
        <w:tc>
          <w:tcPr>
            <w:tcW w:w="19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proofErr w:type="spellStart"/>
            <w:r w:rsidRPr="006049FE">
              <w:rPr>
                <w:sz w:val="22"/>
                <w:szCs w:val="22"/>
              </w:rPr>
              <w:t>Ow</w:t>
            </w:r>
            <w:proofErr w:type="spellEnd"/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75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30</w:t>
            </w:r>
          </w:p>
        </w:tc>
        <w:tc>
          <w:tcPr>
            <w:tcW w:w="190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  <w:tr w:rsidR="00CA3637" w:rsidRPr="006049FE" w:rsidTr="00B70C44">
        <w:trPr>
          <w:trHeight w:hRule="exact" w:val="230"/>
        </w:trPr>
        <w:tc>
          <w:tcPr>
            <w:tcW w:w="1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19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90</w:t>
            </w:r>
          </w:p>
        </w:tc>
        <w:tc>
          <w:tcPr>
            <w:tcW w:w="19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190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24</w:t>
            </w:r>
          </w:p>
        </w:tc>
        <w:tc>
          <w:tcPr>
            <w:tcW w:w="190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  <w:tr w:rsidR="00CA3637" w:rsidRPr="006049FE" w:rsidTr="00B70C44">
        <w:trPr>
          <w:trHeight w:hRule="exact" w:val="228"/>
        </w:trPr>
        <w:tc>
          <w:tcPr>
            <w:tcW w:w="19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1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100</w:t>
            </w:r>
          </w:p>
        </w:tc>
        <w:tc>
          <w:tcPr>
            <w:tcW w:w="1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190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30</w:t>
            </w:r>
          </w:p>
        </w:tc>
        <w:tc>
          <w:tcPr>
            <w:tcW w:w="19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łki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odchył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ar</w:t>
      </w:r>
      <w:r w:rsidRPr="006049FE">
        <w:rPr>
          <w:sz w:val="22"/>
          <w:szCs w:val="22"/>
        </w:rPr>
        <w:t>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obrz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  <w:u w:val="single"/>
        </w:rPr>
        <w:t>Tablica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2.</w:t>
      </w:r>
      <w:r w:rsidRPr="006049FE">
        <w:rPr>
          <w:spacing w:val="-9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Dopuszczalne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pacing w:val="1"/>
          <w:sz w:val="22"/>
          <w:szCs w:val="22"/>
          <w:u w:val="single"/>
        </w:rPr>
        <w:t>o</w:t>
      </w:r>
      <w:r w:rsidRPr="006049FE">
        <w:rPr>
          <w:sz w:val="22"/>
          <w:szCs w:val="22"/>
          <w:u w:val="single"/>
        </w:rPr>
        <w:t>dch</w:t>
      </w:r>
      <w:r w:rsidRPr="006049FE">
        <w:rPr>
          <w:spacing w:val="1"/>
          <w:sz w:val="22"/>
          <w:szCs w:val="22"/>
          <w:u w:val="single"/>
        </w:rPr>
        <w:t>y</w:t>
      </w:r>
      <w:r w:rsidRPr="006049FE">
        <w:rPr>
          <w:sz w:val="22"/>
          <w:szCs w:val="22"/>
          <w:u w:val="single"/>
        </w:rPr>
        <w:t>łki</w:t>
      </w:r>
      <w:r w:rsidRPr="006049FE">
        <w:rPr>
          <w:spacing w:val="-9"/>
          <w:sz w:val="22"/>
          <w:szCs w:val="22"/>
          <w:u w:val="single"/>
        </w:rPr>
        <w:t xml:space="preserve"> </w:t>
      </w:r>
      <w:r w:rsidRPr="006049FE">
        <w:rPr>
          <w:spacing w:val="-2"/>
          <w:sz w:val="22"/>
          <w:szCs w:val="22"/>
          <w:u w:val="single"/>
        </w:rPr>
        <w:t>w</w:t>
      </w:r>
      <w:r w:rsidRPr="006049FE">
        <w:rPr>
          <w:spacing w:val="1"/>
          <w:sz w:val="22"/>
          <w:szCs w:val="22"/>
          <w:u w:val="single"/>
        </w:rPr>
        <w:t>y</w:t>
      </w:r>
      <w:r w:rsidRPr="006049FE">
        <w:rPr>
          <w:spacing w:val="-2"/>
          <w:sz w:val="22"/>
          <w:szCs w:val="22"/>
          <w:u w:val="single"/>
        </w:rPr>
        <w:t>m</w:t>
      </w:r>
      <w:r w:rsidRPr="006049FE">
        <w:rPr>
          <w:sz w:val="22"/>
          <w:szCs w:val="22"/>
          <w:u w:val="single"/>
        </w:rPr>
        <w:t>iarów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obrzeży</w:t>
      </w: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71"/>
        <w:gridCol w:w="3173"/>
        <w:gridCol w:w="3173"/>
      </w:tblGrid>
      <w:tr w:rsidR="00CA3637" w:rsidRPr="006049FE" w:rsidTr="00B70C44">
        <w:trPr>
          <w:trHeight w:hRule="exact" w:val="269"/>
        </w:trPr>
        <w:tc>
          <w:tcPr>
            <w:tcW w:w="31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Rodz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j wy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</w:t>
            </w:r>
            <w:r w:rsidRPr="006049FE">
              <w:rPr>
                <w:spacing w:val="1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u</w:t>
            </w:r>
          </w:p>
        </w:tc>
        <w:tc>
          <w:tcPr>
            <w:tcW w:w="63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Dopuszczalna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h</w:t>
            </w:r>
            <w:r w:rsidRPr="006049FE">
              <w:rPr>
                <w:spacing w:val="-2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łka [w cm]</w:t>
            </w:r>
          </w:p>
        </w:tc>
      </w:tr>
      <w:tr w:rsidR="00CA3637" w:rsidRPr="006049FE" w:rsidTr="00B70C44">
        <w:trPr>
          <w:trHeight w:hRule="exact" w:val="269"/>
        </w:trPr>
        <w:tc>
          <w:tcPr>
            <w:tcW w:w="31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Gatunek 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Gatunek 2</w:t>
            </w:r>
          </w:p>
        </w:tc>
      </w:tr>
      <w:tr w:rsidR="00CA3637" w:rsidRPr="006049FE" w:rsidTr="00B70C44">
        <w:trPr>
          <w:trHeight w:hRule="exact" w:val="269"/>
        </w:trPr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I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±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±</w:t>
            </w:r>
            <w:r w:rsidRPr="006049FE">
              <w:rPr>
                <w:spacing w:val="-5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12</w:t>
            </w:r>
          </w:p>
        </w:tc>
      </w:tr>
      <w:tr w:rsidR="00CA3637" w:rsidRPr="006049FE" w:rsidTr="00B70C44">
        <w:trPr>
          <w:trHeight w:hRule="exact" w:val="270"/>
        </w:trPr>
        <w:tc>
          <w:tcPr>
            <w:tcW w:w="31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proofErr w:type="spellStart"/>
            <w:r w:rsidRPr="006049FE">
              <w:rPr>
                <w:sz w:val="22"/>
                <w:szCs w:val="22"/>
              </w:rPr>
              <w:t>b,h</w:t>
            </w:r>
            <w:proofErr w:type="spellEnd"/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±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±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3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Dopuszczalne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wady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rz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hn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obrze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b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pękni</w:t>
      </w:r>
      <w:r w:rsidRPr="006049FE">
        <w:rPr>
          <w:spacing w:val="2"/>
          <w:sz w:val="22"/>
          <w:szCs w:val="22"/>
        </w:rPr>
        <w:t>ę</w:t>
      </w:r>
      <w:r w:rsidRPr="006049FE">
        <w:rPr>
          <w:sz w:val="22"/>
          <w:szCs w:val="22"/>
        </w:rPr>
        <w:t>ć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ub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tk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tonu</w:t>
      </w:r>
      <w:r w:rsidRPr="006049FE">
        <w:rPr>
          <w:sz w:val="22"/>
          <w:szCs w:val="22"/>
        </w:rPr>
        <w:t xml:space="preserve">, o </w:t>
      </w:r>
      <w:r w:rsidRPr="006049FE">
        <w:rPr>
          <w:spacing w:val="3"/>
          <w:sz w:val="22"/>
          <w:szCs w:val="22"/>
        </w:rPr>
        <w:t>fakturz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 for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zatartej.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Krawędzie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ówne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wady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kodzenia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kraw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elem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ntów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przek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wart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tablicy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  <w:u w:val="single"/>
        </w:rPr>
        <w:t>Tablica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3.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Dopuszczalne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wady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i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uszkod</w:t>
      </w:r>
      <w:r w:rsidRPr="006049FE">
        <w:rPr>
          <w:spacing w:val="-2"/>
          <w:sz w:val="22"/>
          <w:szCs w:val="22"/>
          <w:u w:val="single"/>
        </w:rPr>
        <w:t>z</w:t>
      </w:r>
      <w:r w:rsidRPr="006049FE">
        <w:rPr>
          <w:sz w:val="22"/>
          <w:szCs w:val="22"/>
          <w:u w:val="single"/>
        </w:rPr>
        <w:t>enia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obrzeży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60"/>
        <w:gridCol w:w="2377"/>
        <w:gridCol w:w="2380"/>
      </w:tblGrid>
      <w:tr w:rsidR="00CA3637" w:rsidRPr="006049FE" w:rsidTr="00B70C44">
        <w:trPr>
          <w:trHeight w:hRule="exact" w:val="269"/>
        </w:trPr>
        <w:tc>
          <w:tcPr>
            <w:tcW w:w="4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Rodzaj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wad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6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uszkodz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ń</w:t>
            </w:r>
          </w:p>
        </w:tc>
        <w:tc>
          <w:tcPr>
            <w:tcW w:w="4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Dopuszczal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wielkość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wad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uszkodzeń</w:t>
            </w:r>
          </w:p>
        </w:tc>
      </w:tr>
      <w:tr w:rsidR="00CA3637" w:rsidRPr="006049FE" w:rsidTr="00B70C44">
        <w:trPr>
          <w:trHeight w:hRule="exact" w:val="269"/>
        </w:trPr>
        <w:tc>
          <w:tcPr>
            <w:tcW w:w="4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Gatunek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Gatunek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521"/>
        </w:trPr>
        <w:tc>
          <w:tcPr>
            <w:tcW w:w="4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Wklęsłość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lub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wypukłość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powierzchni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krawędzi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4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</w:t>
            </w:r>
          </w:p>
        </w:tc>
        <w:tc>
          <w:tcPr>
            <w:tcW w:w="2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60" w:right="920" w:bottom="900" w:left="1260" w:header="0" w:footer="719" w:gutter="0"/>
          <w:cols w:space="708" w:equalWidth="0">
            <w:col w:w="9725"/>
          </w:cols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79"/>
        <w:gridCol w:w="2381"/>
        <w:gridCol w:w="2377"/>
        <w:gridCol w:w="2380"/>
      </w:tblGrid>
      <w:tr w:rsidR="00CA3637" w:rsidRPr="006049FE" w:rsidTr="00B70C44">
        <w:trPr>
          <w:trHeight w:hRule="exact" w:val="773"/>
        </w:trPr>
        <w:tc>
          <w:tcPr>
            <w:tcW w:w="2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Szczerby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u</w:t>
            </w:r>
            <w:r w:rsidRPr="006049FE">
              <w:rPr>
                <w:spacing w:val="-2"/>
                <w:sz w:val="22"/>
                <w:szCs w:val="22"/>
              </w:rPr>
              <w:t>s</w:t>
            </w:r>
            <w:r w:rsidRPr="006049FE">
              <w:rPr>
                <w:sz w:val="22"/>
                <w:szCs w:val="22"/>
              </w:rPr>
              <w:t>zkodzenia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krawędzi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-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naroży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Ograniczaj</w:t>
            </w:r>
            <w:r w:rsidRPr="006049FE">
              <w:rPr>
                <w:spacing w:val="1"/>
                <w:sz w:val="22"/>
                <w:szCs w:val="22"/>
              </w:rPr>
              <w:t>ący</w:t>
            </w:r>
            <w:r w:rsidRPr="006049FE">
              <w:rPr>
                <w:sz w:val="22"/>
                <w:szCs w:val="22"/>
              </w:rPr>
              <w:t>ch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powierzchnie</w:t>
            </w:r>
            <w:r w:rsidRPr="006049FE">
              <w:rPr>
                <w:spacing w:val="-1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górne</w:t>
            </w:r>
            <w:r w:rsidRPr="006049FE">
              <w:rPr>
                <w:w w:val="9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(ścieralne)</w:t>
            </w:r>
          </w:p>
        </w:tc>
        <w:tc>
          <w:tcPr>
            <w:tcW w:w="4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Niedopuszczalne</w:t>
            </w:r>
          </w:p>
        </w:tc>
      </w:tr>
      <w:tr w:rsidR="00CA3637" w:rsidRPr="006049FE" w:rsidTr="00B70C44">
        <w:trPr>
          <w:trHeight w:hRule="exact" w:val="272"/>
        </w:trPr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Ograniczaj</w:t>
            </w:r>
            <w:r w:rsidRPr="006049FE">
              <w:rPr>
                <w:spacing w:val="1"/>
                <w:sz w:val="22"/>
                <w:szCs w:val="22"/>
              </w:rPr>
              <w:t>ący</w:t>
            </w:r>
            <w:r w:rsidRPr="006049FE">
              <w:rPr>
                <w:sz w:val="22"/>
                <w:szCs w:val="22"/>
              </w:rPr>
              <w:t>ch</w:t>
            </w:r>
          </w:p>
        </w:tc>
        <w:tc>
          <w:tcPr>
            <w:tcW w:w="237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238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256"/>
        </w:trPr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pozostałe</w:t>
            </w:r>
            <w:r w:rsidRPr="006049FE">
              <w:rPr>
                <w:spacing w:val="-2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powierzchnie;</w:t>
            </w: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259"/>
        </w:trPr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Liczba,</w:t>
            </w:r>
            <w:r w:rsidRPr="006049FE">
              <w:rPr>
                <w:spacing w:val="-10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ax</w:t>
            </w: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263"/>
        </w:trPr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Długość,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mm,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max</w:t>
            </w:r>
          </w:p>
        </w:tc>
        <w:tc>
          <w:tcPr>
            <w:tcW w:w="2377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</w:tr>
      <w:tr w:rsidR="00CA3637" w:rsidRPr="006049FE" w:rsidTr="00B70C44">
        <w:trPr>
          <w:trHeight w:hRule="exact" w:val="262"/>
        </w:trPr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Głębokość,</w:t>
            </w:r>
            <w:r w:rsidRPr="006049FE">
              <w:rPr>
                <w:spacing w:val="-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,</w:t>
            </w:r>
            <w:r w:rsidRPr="006049FE">
              <w:rPr>
                <w:spacing w:val="-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max</w:t>
            </w:r>
          </w:p>
        </w:tc>
        <w:tc>
          <w:tcPr>
            <w:tcW w:w="237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20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40</w:t>
            </w:r>
          </w:p>
        </w:tc>
      </w:tr>
      <w:tr w:rsidR="00CA3637" w:rsidRPr="006049FE" w:rsidTr="00B70C44">
        <w:trPr>
          <w:trHeight w:hRule="exact" w:val="254"/>
        </w:trPr>
        <w:tc>
          <w:tcPr>
            <w:tcW w:w="2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8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</w:tc>
        <w:tc>
          <w:tcPr>
            <w:tcW w:w="237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23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10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ad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Betonowe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chodnikowe 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 xml:space="preserve">ogą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być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przechow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kł</w:t>
      </w:r>
      <w:r w:rsidRPr="006049FE">
        <w:rPr>
          <w:spacing w:val="-2"/>
          <w:sz w:val="22"/>
          <w:szCs w:val="22"/>
        </w:rPr>
        <w:t>ad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kach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otwart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posegregowane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według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gatunków.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Bet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now</w:t>
      </w:r>
      <w:r w:rsidRPr="006049FE">
        <w:rPr>
          <w:sz w:val="22"/>
          <w:szCs w:val="22"/>
        </w:rPr>
        <w:t xml:space="preserve">e  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brz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 xml:space="preserve">a 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ch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kow</w:t>
      </w:r>
      <w:r w:rsidRPr="006049FE">
        <w:rPr>
          <w:sz w:val="22"/>
          <w:szCs w:val="22"/>
        </w:rPr>
        <w:t xml:space="preserve">e   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 xml:space="preserve">y 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łada</w:t>
      </w:r>
      <w:r w:rsidRPr="006049FE">
        <w:rPr>
          <w:sz w:val="22"/>
          <w:szCs w:val="22"/>
        </w:rPr>
        <w:t xml:space="preserve">ć   z 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zasto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anie</w:t>
      </w:r>
      <w:r w:rsidRPr="006049FE">
        <w:rPr>
          <w:sz w:val="22"/>
          <w:szCs w:val="22"/>
        </w:rPr>
        <w:t>m</w:t>
      </w:r>
      <w:r w:rsidRPr="006049FE">
        <w:rPr>
          <w:sz w:val="22"/>
          <w:szCs w:val="22"/>
        </w:rPr>
        <w:tab/>
      </w:r>
      <w:r w:rsidRPr="006049FE">
        <w:rPr>
          <w:spacing w:val="2"/>
          <w:sz w:val="22"/>
          <w:szCs w:val="22"/>
        </w:rPr>
        <w:t>pod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ład</w:t>
      </w:r>
      <w:r w:rsidRPr="006049FE">
        <w:rPr>
          <w:sz w:val="22"/>
          <w:szCs w:val="22"/>
        </w:rPr>
        <w:t>ek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' 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przekładek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iarach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niej: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2,5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cm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iż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Beton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składniki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produ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obrz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stosow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eto</w:t>
      </w:r>
      <w:r w:rsidRPr="006049FE">
        <w:rPr>
          <w:sz w:val="22"/>
          <w:szCs w:val="22"/>
        </w:rPr>
        <w:t>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wedłu</w:t>
      </w:r>
      <w:r w:rsidRPr="006049FE">
        <w:rPr>
          <w:sz w:val="22"/>
          <w:szCs w:val="22"/>
        </w:rPr>
        <w:t>g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PN-B-06250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as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B2</w:t>
      </w:r>
      <w:r w:rsidRPr="006049FE">
        <w:rPr>
          <w:sz w:val="22"/>
          <w:szCs w:val="22"/>
        </w:rPr>
        <w:t>5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3</w:t>
      </w:r>
      <w:r w:rsidRPr="006049FE">
        <w:rPr>
          <w:spacing w:val="-2"/>
          <w:sz w:val="22"/>
          <w:szCs w:val="22"/>
        </w:rPr>
        <w:t>0.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2.5</w:t>
      </w:r>
      <w:r w:rsidRPr="006049FE">
        <w:rPr>
          <w:sz w:val="22"/>
          <w:szCs w:val="22"/>
        </w:rPr>
        <w:t>.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teria</w:t>
      </w:r>
      <w:r w:rsidRPr="006049FE">
        <w:rPr>
          <w:spacing w:val="8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za</w:t>
      </w:r>
      <w:r w:rsidRPr="006049FE">
        <w:rPr>
          <w:spacing w:val="9"/>
          <w:sz w:val="22"/>
          <w:szCs w:val="22"/>
        </w:rPr>
        <w:t>p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w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Żwir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 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wykonania 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ławy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powinien 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 xml:space="preserve">niom 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PN-B-11111</w:t>
      </w:r>
      <w:r w:rsidRPr="006049FE">
        <w:rPr>
          <w:b/>
          <w:bCs/>
          <w:sz w:val="22"/>
          <w:szCs w:val="22"/>
        </w:rPr>
        <w:t xml:space="preserve">, </w:t>
      </w:r>
      <w:r w:rsidRPr="006049FE">
        <w:rPr>
          <w:b/>
          <w:bCs/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pias</w:t>
      </w:r>
      <w:r w:rsidRPr="006049FE">
        <w:rPr>
          <w:sz w:val="22"/>
          <w:szCs w:val="22"/>
        </w:rPr>
        <w:t xml:space="preserve">ek 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25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PN-B-11113.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3"/>
          <w:sz w:val="22"/>
          <w:szCs w:val="22"/>
          <w:u w:val="thick"/>
        </w:rPr>
        <w:t>S</w:t>
      </w:r>
      <w:r w:rsidRPr="006049FE">
        <w:rPr>
          <w:spacing w:val="12"/>
          <w:sz w:val="22"/>
          <w:szCs w:val="22"/>
          <w:u w:val="thick"/>
        </w:rPr>
        <w:t>PRZ</w:t>
      </w:r>
      <w:r w:rsidRPr="006049FE">
        <w:rPr>
          <w:spacing w:val="14"/>
          <w:sz w:val="22"/>
          <w:szCs w:val="22"/>
          <w:u w:val="thick"/>
        </w:rPr>
        <w:t>Ę</w:t>
      </w:r>
      <w:r w:rsidRPr="006049FE">
        <w:rPr>
          <w:sz w:val="22"/>
          <w:szCs w:val="22"/>
          <w:u w:val="thick"/>
        </w:rPr>
        <w:t>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tyc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s</w:t>
      </w:r>
      <w:r w:rsidRPr="006049FE">
        <w:rPr>
          <w:spacing w:val="11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ę</w:t>
      </w:r>
      <w:r w:rsidRPr="006049FE">
        <w:rPr>
          <w:spacing w:val="9"/>
          <w:sz w:val="22"/>
          <w:szCs w:val="22"/>
        </w:rPr>
        <w:t>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magani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zę</w:t>
      </w:r>
      <w:r w:rsidRPr="006049FE">
        <w:rPr>
          <w:sz w:val="22"/>
          <w:szCs w:val="22"/>
        </w:rPr>
        <w:t>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14"/>
          <w:sz w:val="22"/>
          <w:szCs w:val="22"/>
        </w:rPr>
        <w:t>pk</w:t>
      </w:r>
      <w:r w:rsidRPr="006049FE">
        <w:rPr>
          <w:sz w:val="22"/>
          <w:szCs w:val="22"/>
        </w:rPr>
        <w:t>t</w:t>
      </w:r>
      <w:r w:rsidRPr="006049FE">
        <w:rPr>
          <w:spacing w:val="-29"/>
          <w:sz w:val="22"/>
          <w:szCs w:val="22"/>
        </w:rPr>
        <w:t xml:space="preserve"> </w:t>
      </w:r>
      <w:r w:rsidRPr="006049FE">
        <w:rPr>
          <w:spacing w:val="-14"/>
          <w:sz w:val="22"/>
          <w:szCs w:val="22"/>
        </w:rPr>
        <w:t>3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Sp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ę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 xml:space="preserve"> u</w:t>
      </w:r>
      <w:r w:rsidRPr="006049FE">
        <w:rPr>
          <w:spacing w:val="9"/>
          <w:sz w:val="22"/>
          <w:szCs w:val="22"/>
        </w:rPr>
        <w:t>st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wia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o</w:t>
      </w:r>
      <w:r w:rsidRPr="006049FE">
        <w:rPr>
          <w:spacing w:val="9"/>
          <w:sz w:val="22"/>
          <w:szCs w:val="22"/>
        </w:rPr>
        <w:t>brz</w:t>
      </w:r>
      <w:r w:rsidRPr="006049FE">
        <w:rPr>
          <w:spacing w:val="11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Roboty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nuje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ęcznie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drobnego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sprz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ocniczego.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2"/>
          <w:sz w:val="22"/>
          <w:szCs w:val="22"/>
          <w:u w:val="thick"/>
        </w:rPr>
        <w:t>TRANSPORT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tyc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tr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nsp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Ogó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do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ząc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tr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sp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o 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z w:val="22"/>
          <w:szCs w:val="22"/>
        </w:rPr>
        <w:t xml:space="preserve">T </w:t>
      </w:r>
      <w:r w:rsidRPr="006049FE">
        <w:rPr>
          <w:spacing w:val="4"/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>.00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"/>
          <w:sz w:val="22"/>
          <w:szCs w:val="22"/>
        </w:rPr>
        <w:t>„W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4.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Tr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ns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r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b</w:t>
      </w:r>
      <w:r w:rsidRPr="006049FE">
        <w:rPr>
          <w:spacing w:val="8"/>
          <w:sz w:val="22"/>
          <w:szCs w:val="22"/>
        </w:rPr>
        <w:t>et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n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8"/>
          <w:sz w:val="22"/>
          <w:szCs w:val="22"/>
        </w:rPr>
        <w:t>Bet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now</w:t>
      </w:r>
      <w:r w:rsidRPr="006049FE">
        <w:rPr>
          <w:sz w:val="22"/>
          <w:szCs w:val="22"/>
        </w:rPr>
        <w:t>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8"/>
          <w:sz w:val="22"/>
          <w:szCs w:val="22"/>
        </w:rPr>
        <w:t>rzeż</w:t>
      </w:r>
      <w:r w:rsidRPr="006049FE">
        <w:rPr>
          <w:sz w:val="22"/>
          <w:szCs w:val="22"/>
        </w:rPr>
        <w:t>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chod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ko</w:t>
      </w:r>
      <w:r w:rsidRPr="006049FE">
        <w:rPr>
          <w:spacing w:val="8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g</w:t>
      </w:r>
      <w:r w:rsidRPr="006049FE">
        <w:rPr>
          <w:sz w:val="22"/>
          <w:szCs w:val="22"/>
        </w:rPr>
        <w:t>ą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prze</w:t>
      </w:r>
      <w:r w:rsidRPr="006049FE">
        <w:rPr>
          <w:spacing w:val="7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ż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do</w:t>
      </w:r>
      <w:r w:rsidRPr="006049FE">
        <w:rPr>
          <w:spacing w:val="7"/>
          <w:sz w:val="22"/>
          <w:szCs w:val="22"/>
        </w:rPr>
        <w:t>woln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ś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dk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transpo</w:t>
      </w:r>
      <w:r w:rsidRPr="006049FE">
        <w:rPr>
          <w:spacing w:val="7"/>
          <w:sz w:val="22"/>
          <w:szCs w:val="22"/>
        </w:rPr>
        <w:t>r</w:t>
      </w:r>
      <w:r w:rsidRPr="006049FE">
        <w:rPr>
          <w:spacing w:val="6"/>
          <w:sz w:val="22"/>
          <w:szCs w:val="22"/>
        </w:rPr>
        <w:t>tu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os</w:t>
      </w:r>
      <w:r w:rsidRPr="006049FE">
        <w:rPr>
          <w:spacing w:val="5"/>
          <w:sz w:val="22"/>
          <w:szCs w:val="22"/>
        </w:rPr>
        <w:t>ią</w:t>
      </w:r>
      <w:r w:rsidRPr="006049FE">
        <w:rPr>
          <w:spacing w:val="6"/>
          <w:sz w:val="22"/>
          <w:szCs w:val="22"/>
        </w:rPr>
        <w:t>gni</w:t>
      </w:r>
      <w:r w:rsidRPr="006049FE">
        <w:rPr>
          <w:spacing w:val="5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beto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wytrz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ło</w:t>
      </w:r>
      <w:r w:rsidRPr="006049FE">
        <w:rPr>
          <w:spacing w:val="5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m</w:t>
      </w:r>
      <w:r w:rsidRPr="006049FE">
        <w:rPr>
          <w:spacing w:val="6"/>
          <w:sz w:val="22"/>
          <w:szCs w:val="22"/>
        </w:rPr>
        <w:t>in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u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0,</w:t>
      </w:r>
      <w:r w:rsidRPr="006049FE">
        <w:rPr>
          <w:sz w:val="22"/>
          <w:szCs w:val="22"/>
        </w:rPr>
        <w:t>7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tr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ło</w:t>
      </w:r>
      <w:r w:rsidRPr="006049FE">
        <w:rPr>
          <w:spacing w:val="5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jekt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Obrzeż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zabezpiec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ieszczenie</w:t>
      </w:r>
      <w:r w:rsidRPr="006049FE">
        <w:rPr>
          <w:sz w:val="22"/>
          <w:szCs w:val="22"/>
        </w:rPr>
        <w:t>m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us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dz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nia</w:t>
      </w:r>
      <w:r w:rsidRPr="006049FE">
        <w:rPr>
          <w:sz w:val="22"/>
          <w:szCs w:val="22"/>
        </w:rPr>
        <w:t>mi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asie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4"/>
          <w:sz w:val="22"/>
          <w:szCs w:val="22"/>
          <w:u w:val="thick"/>
        </w:rPr>
        <w:t>WYKONANIE</w:t>
      </w:r>
      <w:r w:rsidRPr="006049FE">
        <w:rPr>
          <w:spacing w:val="-15"/>
          <w:sz w:val="22"/>
          <w:szCs w:val="22"/>
          <w:u w:val="thick"/>
        </w:rPr>
        <w:t xml:space="preserve"> </w:t>
      </w:r>
      <w:r w:rsidRPr="006049FE">
        <w:rPr>
          <w:spacing w:val="14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Ogól</w:t>
      </w:r>
      <w:r w:rsidRPr="006049FE">
        <w:rPr>
          <w:spacing w:val="1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sad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wyk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na</w:t>
      </w:r>
      <w:r w:rsidRPr="006049FE">
        <w:rPr>
          <w:spacing w:val="9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„W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Wykon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kor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ta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to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(ł</w:t>
      </w:r>
      <w:r w:rsidRPr="006049FE">
        <w:rPr>
          <w:sz w:val="22"/>
          <w:szCs w:val="22"/>
        </w:rPr>
        <w:t>aw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)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nale</w:t>
      </w:r>
      <w:r w:rsidRPr="006049FE">
        <w:rPr>
          <w:sz w:val="22"/>
          <w:szCs w:val="22"/>
        </w:rPr>
        <w:t>ży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</w:t>
      </w:r>
      <w:r w:rsidRPr="006049FE">
        <w:rPr>
          <w:sz w:val="22"/>
          <w:szCs w:val="22"/>
        </w:rPr>
        <w:t>on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N-B-06</w:t>
      </w:r>
      <w:r w:rsidRPr="006049FE">
        <w:rPr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5</w:t>
      </w:r>
      <w:r w:rsidRPr="006049FE">
        <w:rPr>
          <w:sz w:val="22"/>
          <w:szCs w:val="22"/>
        </w:rPr>
        <w:t>0.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ykopu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dp</w:t>
      </w:r>
      <w:r w:rsidRPr="006049FE">
        <w:rPr>
          <w:sz w:val="22"/>
          <w:szCs w:val="22"/>
        </w:rPr>
        <w:t>owiadać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wymi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om  ł</w:t>
      </w:r>
      <w:r w:rsidRPr="006049FE">
        <w:rPr>
          <w:spacing w:val="-2"/>
          <w:sz w:val="22"/>
          <w:szCs w:val="22"/>
        </w:rPr>
        <w:t>aw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plan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uwzg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dnieniem 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dna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kopu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ew.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alunku.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P</w:t>
      </w:r>
      <w:r w:rsidRPr="006049FE">
        <w:rPr>
          <w:spacing w:val="10"/>
          <w:sz w:val="22"/>
          <w:szCs w:val="22"/>
        </w:rPr>
        <w:t>od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pods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pk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(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10"/>
          <w:sz w:val="22"/>
          <w:szCs w:val="22"/>
        </w:rPr>
        <w:t>awa)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Po</w:t>
      </w:r>
      <w:r w:rsidRPr="006049FE">
        <w:rPr>
          <w:spacing w:val="2"/>
          <w:sz w:val="22"/>
          <w:szCs w:val="22"/>
        </w:rPr>
        <w:t>dł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stawieni</w:t>
      </w:r>
      <w:r w:rsidRPr="006049FE">
        <w:rPr>
          <w:sz w:val="22"/>
          <w:szCs w:val="22"/>
        </w:rPr>
        <w:t>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rz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stano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rodzi</w:t>
      </w:r>
      <w:r w:rsidRPr="006049FE">
        <w:rPr>
          <w:sz w:val="22"/>
          <w:szCs w:val="22"/>
        </w:rPr>
        <w:t>my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grun</w:t>
      </w:r>
      <w:r w:rsidRPr="006049FE">
        <w:rPr>
          <w:sz w:val="22"/>
          <w:szCs w:val="22"/>
        </w:rPr>
        <w:t>t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piaszc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(ława)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bet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nu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oporem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żwiru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piasku,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(</w:t>
      </w:r>
      <w:r w:rsidRPr="006049FE">
        <w:rPr>
          <w:spacing w:val="2"/>
          <w:sz w:val="22"/>
          <w:szCs w:val="22"/>
        </w:rPr>
        <w:t>ławę</w:t>
      </w:r>
      <w:r w:rsidRPr="006049FE">
        <w:rPr>
          <w:sz w:val="22"/>
          <w:szCs w:val="22"/>
        </w:rPr>
        <w:t>)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wykonuj</w:t>
      </w:r>
      <w:r w:rsidRPr="006049FE">
        <w:rPr>
          <w:sz w:val="22"/>
          <w:szCs w:val="22"/>
        </w:rPr>
        <w:t>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przez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be</w:t>
      </w:r>
      <w:r w:rsidRPr="006049FE">
        <w:rPr>
          <w:spacing w:val="1"/>
          <w:sz w:val="22"/>
          <w:szCs w:val="22"/>
        </w:rPr>
        <w:t>to</w:t>
      </w:r>
      <w:r w:rsidRPr="006049FE">
        <w:rPr>
          <w:spacing w:val="2"/>
          <w:sz w:val="22"/>
          <w:szCs w:val="22"/>
        </w:rPr>
        <w:t>now</w:t>
      </w:r>
      <w:r w:rsidRPr="006049FE">
        <w:rPr>
          <w:sz w:val="22"/>
          <w:szCs w:val="22"/>
        </w:rPr>
        <w:t>ej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ła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p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kor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żwire</w:t>
      </w:r>
      <w:r w:rsidRPr="006049FE">
        <w:rPr>
          <w:sz w:val="22"/>
          <w:szCs w:val="22"/>
        </w:rPr>
        <w:t>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pia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kie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ęszcz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>s</w:t>
      </w:r>
      <w:r w:rsidRPr="006049FE">
        <w:rPr>
          <w:spacing w:val="9"/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wi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bet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now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ob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10"/>
          <w:sz w:val="22"/>
          <w:szCs w:val="22"/>
        </w:rPr>
        <w:t>h</w:t>
      </w:r>
      <w:r w:rsidRPr="006049FE">
        <w:rPr>
          <w:spacing w:val="9"/>
          <w:sz w:val="22"/>
          <w:szCs w:val="22"/>
        </w:rPr>
        <w:t>odnik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Betonow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brz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cho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nikow</w:t>
      </w:r>
      <w:r w:rsidRPr="006049FE">
        <w:rPr>
          <w:sz w:val="22"/>
          <w:szCs w:val="22"/>
        </w:rPr>
        <w:t>e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konan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oż</w:t>
      </w:r>
      <w:r w:rsidRPr="006049FE">
        <w:rPr>
          <w:sz w:val="22"/>
          <w:szCs w:val="22"/>
        </w:rPr>
        <w:t>u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wiatłe</w:t>
      </w:r>
      <w:r w:rsidRPr="006049FE">
        <w:rPr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(o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legło</w:t>
      </w:r>
      <w:r w:rsidRPr="006049FE">
        <w:rPr>
          <w:sz w:val="22"/>
          <w:szCs w:val="22"/>
        </w:rPr>
        <w:t>śc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gó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owierzchn</w:t>
      </w:r>
      <w:r w:rsidRPr="006049FE">
        <w:rPr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brz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cią</w:t>
      </w:r>
      <w:r w:rsidRPr="006049FE">
        <w:rPr>
          <w:sz w:val="22"/>
          <w:szCs w:val="22"/>
        </w:rPr>
        <w:t>gu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un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ac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o)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24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projektowej.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Zew</w:t>
      </w:r>
      <w:r w:rsidRPr="006049FE">
        <w:rPr>
          <w:spacing w:val="-2"/>
          <w:sz w:val="22"/>
          <w:szCs w:val="22"/>
        </w:rPr>
        <w:t>nę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obs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as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re</w:t>
      </w:r>
      <w:r w:rsidRPr="006049FE">
        <w:rPr>
          <w:sz w:val="22"/>
          <w:szCs w:val="22"/>
        </w:rPr>
        <w:t>m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b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co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ym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przepuszcza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sta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annie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ubit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Spoiny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przekraczać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ero</w:t>
      </w: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piaskiem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zapra</w:t>
      </w:r>
      <w:r w:rsidRPr="006049FE">
        <w:rPr>
          <w:spacing w:val="6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ce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ntowo</w:t>
      </w:r>
      <w:r w:rsidRPr="006049FE">
        <w:rPr>
          <w:spacing w:val="6"/>
          <w:sz w:val="22"/>
          <w:szCs w:val="22"/>
        </w:rPr>
        <w:t>-</w:t>
      </w:r>
      <w:r w:rsidRPr="006049FE">
        <w:rPr>
          <w:spacing w:val="7"/>
          <w:sz w:val="22"/>
          <w:szCs w:val="22"/>
        </w:rPr>
        <w:t>piasko</w:t>
      </w:r>
      <w:r w:rsidRPr="006049FE">
        <w:rPr>
          <w:spacing w:val="6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stosunk</w:t>
      </w:r>
      <w:r w:rsidRPr="006049FE">
        <w:rPr>
          <w:sz w:val="22"/>
          <w:szCs w:val="22"/>
        </w:rPr>
        <w:t>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1:2</w:t>
      </w:r>
      <w:r w:rsidRPr="006049FE">
        <w:rPr>
          <w:sz w:val="22"/>
          <w:szCs w:val="22"/>
        </w:rPr>
        <w:t>.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Spoin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zalani</w:t>
      </w:r>
      <w:r w:rsidRPr="006049FE">
        <w:rPr>
          <w:spacing w:val="8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należ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oc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ś</w:t>
      </w:r>
      <w:r w:rsidRPr="006049FE">
        <w:rPr>
          <w:spacing w:val="6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wodą.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Spoiny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lastRenderedPageBreak/>
        <w:t>m</w:t>
      </w:r>
      <w:r w:rsidRPr="006049FE">
        <w:rPr>
          <w:sz w:val="22"/>
          <w:szCs w:val="22"/>
        </w:rPr>
        <w:t>us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ypełnione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całkowicie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pełną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głębokość.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t>KONTROLA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JAKOŚCI</w:t>
      </w:r>
      <w:r w:rsidRPr="006049FE">
        <w:rPr>
          <w:spacing w:val="-8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ROBÓT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Og</w:t>
      </w:r>
      <w:r w:rsidRPr="006049FE">
        <w:rPr>
          <w:spacing w:val="11"/>
          <w:sz w:val="22"/>
          <w:szCs w:val="22"/>
        </w:rPr>
        <w:t>ó</w:t>
      </w:r>
      <w:r w:rsidRPr="006049FE">
        <w:rPr>
          <w:spacing w:val="9"/>
          <w:sz w:val="22"/>
          <w:szCs w:val="22"/>
        </w:rPr>
        <w:t>l</w:t>
      </w:r>
      <w:r w:rsidRPr="006049FE">
        <w:rPr>
          <w:spacing w:val="1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sad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tro</w:t>
      </w:r>
      <w:r w:rsidRPr="006049FE">
        <w:rPr>
          <w:spacing w:val="11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jak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Ogóln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zas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koś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ro</w:t>
      </w:r>
      <w:r w:rsidRPr="006049FE">
        <w:rPr>
          <w:spacing w:val="2"/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od</w:t>
      </w:r>
      <w:r w:rsidRPr="006049FE">
        <w:rPr>
          <w:spacing w:val="1"/>
          <w:sz w:val="22"/>
          <w:szCs w:val="22"/>
        </w:rPr>
        <w:t>an</w:t>
      </w:r>
      <w:r w:rsidRPr="006049FE">
        <w:rPr>
          <w:sz w:val="22"/>
          <w:szCs w:val="22"/>
        </w:rPr>
        <w:t>o 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.0</w:t>
      </w:r>
      <w:r w:rsidRPr="006049FE">
        <w:rPr>
          <w:spacing w:val="2"/>
          <w:sz w:val="22"/>
          <w:szCs w:val="22"/>
        </w:rPr>
        <w:t>0</w:t>
      </w:r>
      <w:r w:rsidRPr="006049FE">
        <w:rPr>
          <w:sz w:val="22"/>
          <w:szCs w:val="22"/>
        </w:rPr>
        <w:t xml:space="preserve">. </w:t>
      </w:r>
      <w:r w:rsidRPr="006049FE">
        <w:rPr>
          <w:spacing w:val="1"/>
          <w:sz w:val="22"/>
          <w:szCs w:val="22"/>
        </w:rPr>
        <w:t>„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gó</w:t>
      </w:r>
      <w:r w:rsidRPr="006049FE">
        <w:rPr>
          <w:spacing w:val="2"/>
          <w:sz w:val="22"/>
          <w:szCs w:val="22"/>
        </w:rPr>
        <w:t>ln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" </w:t>
      </w:r>
      <w:r w:rsidRPr="006049FE">
        <w:rPr>
          <w:spacing w:val="-8"/>
          <w:sz w:val="22"/>
          <w:szCs w:val="22"/>
        </w:rPr>
        <w:t>p</w:t>
      </w:r>
      <w:r w:rsidRPr="006049FE">
        <w:rPr>
          <w:spacing w:val="-7"/>
          <w:sz w:val="22"/>
          <w:szCs w:val="22"/>
        </w:rPr>
        <w:t>k</w:t>
      </w:r>
      <w:r w:rsidRPr="006049FE">
        <w:rPr>
          <w:sz w:val="22"/>
          <w:szCs w:val="22"/>
        </w:rPr>
        <w:t>t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6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pacing w:val="-2"/>
          <w:sz w:val="22"/>
          <w:szCs w:val="22"/>
        </w:rPr>
      </w:pPr>
      <w:r w:rsidRPr="006049FE">
        <w:rPr>
          <w:b/>
          <w:bCs/>
          <w:sz w:val="22"/>
          <w:szCs w:val="22"/>
        </w:rPr>
        <w:t>Badania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e</w:t>
      </w:r>
      <w:r w:rsidRPr="006049FE">
        <w:rPr>
          <w:b/>
          <w:bCs/>
          <w:sz w:val="22"/>
          <w:szCs w:val="22"/>
        </w:rPr>
        <w:t>d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ys</w:t>
      </w:r>
      <w:r w:rsidRPr="006049FE">
        <w:rPr>
          <w:b/>
          <w:bCs/>
          <w:spacing w:val="-3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>ą</w:t>
      </w:r>
      <w:r w:rsidRPr="006049FE">
        <w:rPr>
          <w:b/>
          <w:bCs/>
          <w:spacing w:val="-2"/>
          <w:sz w:val="22"/>
          <w:szCs w:val="22"/>
        </w:rPr>
        <w:t>pienie</w:t>
      </w:r>
      <w:r w:rsidRPr="006049FE">
        <w:rPr>
          <w:b/>
          <w:bCs/>
          <w:sz w:val="22"/>
          <w:szCs w:val="22"/>
        </w:rPr>
        <w:t>m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robót</w:t>
      </w:r>
    </w:p>
    <w:p w:rsidR="00D1294D" w:rsidRPr="006049FE" w:rsidRDefault="00D1294D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D1294D">
      <w:pPr>
        <w:pStyle w:val="Akapitzlist"/>
        <w:jc w:val="both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z w:val="22"/>
          <w:szCs w:val="22"/>
        </w:rPr>
        <w:tab/>
        <w:t>przystąpieniem</w:t>
      </w:r>
      <w:r w:rsidR="00D1294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="00D1294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="00D1294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="00D1294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="00D1294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wykonać</w:t>
      </w:r>
      <w:r w:rsidRPr="006049FE">
        <w:rPr>
          <w:sz w:val="22"/>
          <w:szCs w:val="22"/>
        </w:rPr>
        <w:tab/>
        <w:t>badania</w:t>
      </w:r>
      <w:r w:rsidR="00D1294D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przeznaczonych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ustawienia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przedstawić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niki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ynierowi/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ierownikowi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Sprawdzeni</w:t>
      </w:r>
      <w:r w:rsidRPr="006049FE">
        <w:rPr>
          <w:sz w:val="22"/>
          <w:szCs w:val="22"/>
        </w:rPr>
        <w:t>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wygl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wnętrzneg</w:t>
      </w:r>
      <w:r w:rsidRPr="006049FE">
        <w:rPr>
          <w:sz w:val="22"/>
          <w:szCs w:val="22"/>
        </w:rPr>
        <w:t>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prowadzi</w:t>
      </w:r>
      <w:r w:rsidRPr="006049FE">
        <w:rPr>
          <w:sz w:val="22"/>
          <w:szCs w:val="22"/>
        </w:rPr>
        <w:t>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dstawi</w:t>
      </w:r>
      <w:r w:rsidRPr="006049FE">
        <w:rPr>
          <w:sz w:val="22"/>
          <w:szCs w:val="22"/>
        </w:rPr>
        <w:t>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lęd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el</w:t>
      </w:r>
      <w:r w:rsidRPr="006049FE">
        <w:rPr>
          <w:spacing w:val="16"/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>men</w:t>
      </w:r>
      <w:r w:rsidRPr="006049FE">
        <w:rPr>
          <w:spacing w:val="17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6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6"/>
          <w:sz w:val="22"/>
          <w:szCs w:val="22"/>
        </w:rPr>
        <w:t>p</w:t>
      </w:r>
      <w:r w:rsidRPr="006049FE">
        <w:rPr>
          <w:spacing w:val="17"/>
          <w:sz w:val="22"/>
          <w:szCs w:val="22"/>
        </w:rPr>
        <w:t>o</w:t>
      </w:r>
      <w:r w:rsidRPr="006049FE">
        <w:rPr>
          <w:spacing w:val="16"/>
          <w:sz w:val="22"/>
          <w:szCs w:val="22"/>
        </w:rPr>
        <w:t>mia</w:t>
      </w:r>
      <w:r w:rsidRPr="006049FE">
        <w:rPr>
          <w:sz w:val="22"/>
          <w:szCs w:val="22"/>
        </w:rPr>
        <w:t>r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6"/>
          <w:sz w:val="22"/>
          <w:szCs w:val="22"/>
        </w:rPr>
        <w:t>policzeni</w:t>
      </w:r>
      <w:r w:rsidRPr="006049FE">
        <w:rPr>
          <w:sz w:val="22"/>
          <w:szCs w:val="22"/>
        </w:rPr>
        <w:t>e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u</w:t>
      </w:r>
      <w:r w:rsidRPr="006049FE">
        <w:rPr>
          <w:spacing w:val="15"/>
          <w:sz w:val="22"/>
          <w:szCs w:val="22"/>
        </w:rPr>
        <w:t>s</w:t>
      </w:r>
      <w:r w:rsidRPr="006049FE">
        <w:rPr>
          <w:spacing w:val="16"/>
          <w:sz w:val="22"/>
          <w:szCs w:val="22"/>
        </w:rPr>
        <w:t>zk</w:t>
      </w:r>
      <w:r w:rsidRPr="006049FE">
        <w:rPr>
          <w:spacing w:val="17"/>
          <w:sz w:val="22"/>
          <w:szCs w:val="22"/>
        </w:rPr>
        <w:t>o</w:t>
      </w:r>
      <w:r w:rsidRPr="006049FE">
        <w:rPr>
          <w:spacing w:val="16"/>
          <w:sz w:val="22"/>
          <w:szCs w:val="22"/>
        </w:rPr>
        <w:t>dz</w:t>
      </w:r>
      <w:r w:rsidRPr="006049FE">
        <w:rPr>
          <w:spacing w:val="15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w</w:t>
      </w:r>
      <w:r w:rsidRPr="006049FE">
        <w:rPr>
          <w:spacing w:val="17"/>
          <w:sz w:val="22"/>
          <w:szCs w:val="22"/>
        </w:rPr>
        <w:t>y</w:t>
      </w:r>
      <w:r w:rsidRPr="006049FE">
        <w:rPr>
          <w:spacing w:val="15"/>
          <w:sz w:val="22"/>
          <w:szCs w:val="22"/>
        </w:rPr>
        <w:t>s</w:t>
      </w:r>
      <w:r w:rsidRPr="006049FE">
        <w:rPr>
          <w:spacing w:val="17"/>
          <w:sz w:val="22"/>
          <w:szCs w:val="22"/>
        </w:rPr>
        <w:t>t</w:t>
      </w:r>
      <w:r w:rsidRPr="006049FE">
        <w:rPr>
          <w:spacing w:val="16"/>
          <w:sz w:val="22"/>
          <w:szCs w:val="22"/>
        </w:rPr>
        <w:t>ępu</w:t>
      </w:r>
      <w:r w:rsidRPr="006049FE">
        <w:rPr>
          <w:spacing w:val="15"/>
          <w:sz w:val="22"/>
          <w:szCs w:val="22"/>
        </w:rPr>
        <w:t>j</w:t>
      </w:r>
      <w:r w:rsidRPr="006049FE">
        <w:rPr>
          <w:spacing w:val="16"/>
          <w:sz w:val="22"/>
          <w:szCs w:val="22"/>
        </w:rPr>
        <w:t>ąc</w:t>
      </w:r>
      <w:r w:rsidRPr="006049FE">
        <w:rPr>
          <w:spacing w:val="17"/>
          <w:sz w:val="22"/>
          <w:szCs w:val="22"/>
        </w:rPr>
        <w:t>y</w:t>
      </w:r>
      <w:r w:rsidRPr="006049FE">
        <w:rPr>
          <w:spacing w:val="1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16"/>
          <w:sz w:val="22"/>
          <w:szCs w:val="22"/>
        </w:rPr>
        <w:t>p</w:t>
      </w:r>
      <w:r w:rsidRPr="006049FE">
        <w:rPr>
          <w:spacing w:val="17"/>
          <w:sz w:val="22"/>
          <w:szCs w:val="22"/>
        </w:rPr>
        <w:t>o</w:t>
      </w:r>
      <w:r w:rsidRPr="006049FE">
        <w:rPr>
          <w:spacing w:val="16"/>
          <w:sz w:val="22"/>
          <w:szCs w:val="22"/>
        </w:rPr>
        <w:t>wierzchniac</w:t>
      </w:r>
      <w:r w:rsidRPr="006049FE">
        <w:rPr>
          <w:sz w:val="22"/>
          <w:szCs w:val="22"/>
        </w:rPr>
        <w:t>h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wędziach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el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entu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agania</w:t>
      </w:r>
      <w:r w:rsidRPr="006049FE">
        <w:rPr>
          <w:sz w:val="22"/>
          <w:szCs w:val="22"/>
        </w:rPr>
        <w:t>mi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tabli</w:t>
      </w:r>
      <w:r w:rsidRPr="006049FE">
        <w:rPr>
          <w:sz w:val="22"/>
          <w:szCs w:val="22"/>
        </w:rPr>
        <w:t>cy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3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ia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go</w:t>
      </w:r>
      <w:r w:rsidRPr="006049FE">
        <w:rPr>
          <w:sz w:val="22"/>
          <w:szCs w:val="22"/>
        </w:rPr>
        <w:t>ści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głęb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koś</w:t>
      </w:r>
      <w:r w:rsidRPr="006049FE">
        <w:rPr>
          <w:sz w:val="22"/>
          <w:szCs w:val="22"/>
        </w:rPr>
        <w:t>ci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uszkodzeń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ocą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stal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wego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su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iarki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dokładnością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mm,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PN-B-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10021.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Spraw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zen</w:t>
      </w:r>
      <w:r w:rsidRPr="006049FE">
        <w:rPr>
          <w:sz w:val="22"/>
          <w:szCs w:val="22"/>
        </w:rPr>
        <w:t>ie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ksz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łtu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elem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ntów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</w:t>
      </w:r>
      <w:r w:rsidRPr="006049FE">
        <w:rPr>
          <w:spacing w:val="-2"/>
          <w:sz w:val="22"/>
          <w:szCs w:val="22"/>
        </w:rPr>
        <w:t>ad</w:t>
      </w:r>
      <w:r w:rsidRPr="006049FE">
        <w:rPr>
          <w:sz w:val="22"/>
          <w:szCs w:val="22"/>
        </w:rPr>
        <w:t>no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ią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ciu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suw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iarki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stalowego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taś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tabli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2</w:t>
      </w:r>
      <w:r w:rsidRPr="006049FE">
        <w:rPr>
          <w:sz w:val="22"/>
          <w:szCs w:val="22"/>
        </w:rPr>
        <w:t>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Spra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ąt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ac</w:t>
      </w:r>
      <w:r w:rsidRPr="006049FE">
        <w:rPr>
          <w:sz w:val="22"/>
          <w:szCs w:val="22"/>
        </w:rPr>
        <w:t>h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element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konuj</w:t>
      </w:r>
      <w:r w:rsidRPr="006049FE">
        <w:rPr>
          <w:sz w:val="22"/>
          <w:szCs w:val="22"/>
        </w:rPr>
        <w:t>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łożenie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kątownika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badanego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naroża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ierzenia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łek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ładnością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ost</w:t>
      </w:r>
      <w:r w:rsidRPr="006049FE">
        <w:rPr>
          <w:spacing w:val="6"/>
          <w:sz w:val="22"/>
          <w:szCs w:val="22"/>
        </w:rPr>
        <w:t>ał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ateri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in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>bej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ow</w:t>
      </w:r>
      <w:r w:rsidRPr="006049FE">
        <w:rPr>
          <w:spacing w:val="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wsz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ł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ściwośc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określone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ienion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pkt.2.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c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s</w:t>
      </w:r>
      <w:r w:rsidRPr="006049FE">
        <w:rPr>
          <w:spacing w:val="1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rob</w:t>
      </w:r>
      <w:r w:rsidRPr="006049FE">
        <w:rPr>
          <w:spacing w:val="11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wdzać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podsypkę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(ławę)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aganiami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5.2,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podło</w:t>
      </w:r>
      <w:r w:rsidRPr="006049FE">
        <w:rPr>
          <w:spacing w:val="5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 xml:space="preserve"> rodz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grunt</w:t>
      </w:r>
      <w:r w:rsidRPr="006049FE">
        <w:rPr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piaszczysteg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lu</w:t>
      </w:r>
      <w:r w:rsidRPr="006049FE">
        <w:rPr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 xml:space="preserve"> podsypk</w:t>
      </w:r>
      <w:r w:rsidRPr="006049FE">
        <w:rPr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(</w:t>
      </w:r>
      <w:r w:rsidRPr="006049FE">
        <w:rPr>
          <w:spacing w:val="6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)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ż</w:t>
      </w:r>
      <w:r w:rsidRPr="006049FE">
        <w:rPr>
          <w:spacing w:val="6"/>
          <w:sz w:val="22"/>
          <w:szCs w:val="22"/>
        </w:rPr>
        <w:t>wir</w:t>
      </w:r>
      <w:r w:rsidRPr="006049FE">
        <w:rPr>
          <w:sz w:val="22"/>
          <w:szCs w:val="22"/>
        </w:rPr>
        <w:t>u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 xml:space="preserve"> piask</w:t>
      </w:r>
      <w:r w:rsidRPr="006049FE">
        <w:rPr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ymagania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5.3,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ustawi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et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now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rz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ia</w:t>
      </w:r>
      <w:r w:rsidRPr="006049FE">
        <w:rPr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>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5</w:t>
      </w:r>
      <w:r w:rsidRPr="006049FE">
        <w:rPr>
          <w:spacing w:val="1"/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>4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</w:t>
      </w:r>
      <w:r w:rsidRPr="006049FE">
        <w:rPr>
          <w:sz w:val="22"/>
          <w:szCs w:val="22"/>
        </w:rPr>
        <w:t>zy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dopuszczalnych</w:t>
      </w:r>
      <w:r w:rsidRPr="006049FE">
        <w:rPr>
          <w:spacing w:val="-29"/>
          <w:sz w:val="22"/>
          <w:szCs w:val="22"/>
        </w:rPr>
        <w:t xml:space="preserve"> </w:t>
      </w:r>
      <w:r w:rsidRPr="006049FE">
        <w:rPr>
          <w:sz w:val="22"/>
          <w:szCs w:val="22"/>
        </w:rPr>
        <w:t>odchyleniach: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linii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planie,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któ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nosić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±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żde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100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długości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niwele</w:t>
      </w:r>
      <w:r w:rsidRPr="006049FE">
        <w:rPr>
          <w:spacing w:val="6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g</w:t>
      </w:r>
      <w:r w:rsidRPr="006049FE">
        <w:rPr>
          <w:spacing w:val="6"/>
          <w:sz w:val="22"/>
          <w:szCs w:val="22"/>
        </w:rPr>
        <w:t>ór</w:t>
      </w:r>
      <w:r w:rsidRPr="006049FE">
        <w:rPr>
          <w:spacing w:val="7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7"/>
          <w:sz w:val="22"/>
          <w:szCs w:val="22"/>
        </w:rPr>
        <w:t>łaszczyzn</w:t>
      </w:r>
      <w:r w:rsidRPr="006049FE">
        <w:rPr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obrzeż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ór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</w:t>
      </w:r>
      <w:r w:rsidRPr="006049FE">
        <w:rPr>
          <w:spacing w:val="7"/>
          <w:sz w:val="22"/>
          <w:szCs w:val="22"/>
        </w:rPr>
        <w:t>oż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>y</w:t>
      </w:r>
      <w:r w:rsidRPr="006049FE">
        <w:rPr>
          <w:spacing w:val="7"/>
          <w:sz w:val="22"/>
          <w:szCs w:val="22"/>
        </w:rPr>
        <w:t>nosi</w:t>
      </w:r>
      <w:r w:rsidRPr="006049FE">
        <w:rPr>
          <w:sz w:val="22"/>
          <w:szCs w:val="22"/>
        </w:rPr>
        <w:t>ć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±</w:t>
      </w:r>
      <w:r w:rsidRPr="006049FE">
        <w:rPr>
          <w:sz w:val="22"/>
          <w:szCs w:val="22"/>
        </w:rPr>
        <w:t xml:space="preserve">1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żd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1</w:t>
      </w:r>
      <w:r w:rsidRPr="006049FE">
        <w:rPr>
          <w:spacing w:val="6"/>
          <w:sz w:val="22"/>
          <w:szCs w:val="22"/>
        </w:rPr>
        <w:t>0</w:t>
      </w:r>
      <w:r w:rsidRPr="006049FE">
        <w:rPr>
          <w:sz w:val="22"/>
          <w:szCs w:val="22"/>
        </w:rPr>
        <w:t>0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długośc</w:t>
      </w:r>
      <w:r w:rsidRPr="006049FE">
        <w:rPr>
          <w:sz w:val="22"/>
          <w:szCs w:val="22"/>
        </w:rPr>
        <w:t>i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obrz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łnieni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spoin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sprawdzan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c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1</w:t>
      </w:r>
      <w:r w:rsidRPr="006049FE">
        <w:rPr>
          <w:sz w:val="22"/>
          <w:szCs w:val="22"/>
        </w:rPr>
        <w:t>0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metrów</w:t>
      </w:r>
      <w:r w:rsidRPr="006049FE">
        <w:rPr>
          <w:sz w:val="22"/>
          <w:szCs w:val="22"/>
        </w:rPr>
        <w:t xml:space="preserve">,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kt</w:t>
      </w:r>
      <w:r w:rsidRPr="006049FE">
        <w:rPr>
          <w:spacing w:val="6"/>
          <w:sz w:val="22"/>
          <w:szCs w:val="22"/>
        </w:rPr>
        <w:t>ó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powinn</w:t>
      </w:r>
      <w:r w:rsidRPr="006049FE">
        <w:rPr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 xml:space="preserve"> 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kaz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ca</w:t>
      </w:r>
      <w:r w:rsidRPr="006049FE">
        <w:rPr>
          <w:spacing w:val="5"/>
          <w:sz w:val="22"/>
          <w:szCs w:val="22"/>
        </w:rPr>
        <w:t>łkowit</w:t>
      </w:r>
      <w:r w:rsidRPr="006049FE">
        <w:rPr>
          <w:sz w:val="22"/>
          <w:szCs w:val="22"/>
        </w:rPr>
        <w:t>e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pełnienie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spoiny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gł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bokość.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6"/>
          <w:sz w:val="22"/>
          <w:szCs w:val="22"/>
          <w:u w:val="thick"/>
        </w:rPr>
        <w:t>OBMIAR</w:t>
      </w:r>
      <w:r w:rsidRPr="006049FE">
        <w:rPr>
          <w:spacing w:val="-18"/>
          <w:sz w:val="22"/>
          <w:szCs w:val="22"/>
          <w:u w:val="thick"/>
        </w:rPr>
        <w:t xml:space="preserve"> </w:t>
      </w:r>
      <w:r w:rsidRPr="006049FE">
        <w:rPr>
          <w:spacing w:val="-6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3"/>
          <w:sz w:val="22"/>
          <w:szCs w:val="22"/>
        </w:rPr>
        <w:t xml:space="preserve"> z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ady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obmiaru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„</w:t>
      </w:r>
      <w:r w:rsidRPr="006049FE">
        <w:rPr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Jednostk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ob</w:t>
      </w:r>
      <w:r w:rsidRPr="006049FE">
        <w:rPr>
          <w:spacing w:val="10"/>
          <w:sz w:val="22"/>
          <w:szCs w:val="22"/>
        </w:rPr>
        <w:t>mi</w:t>
      </w:r>
      <w:r w:rsidRPr="006049FE">
        <w:rPr>
          <w:spacing w:val="11"/>
          <w:sz w:val="22"/>
          <w:szCs w:val="22"/>
        </w:rPr>
        <w:t>ar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w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Jednost</w:t>
      </w:r>
      <w:r w:rsidRPr="006049FE">
        <w:rPr>
          <w:sz w:val="22"/>
          <w:szCs w:val="22"/>
        </w:rPr>
        <w:t>ką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(metr)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ustawionego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chodnikowego.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3"/>
          <w:sz w:val="22"/>
          <w:szCs w:val="22"/>
          <w:u w:val="thick"/>
        </w:rPr>
        <w:t>ODBIÓR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pacing w:val="13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1"/>
          <w:w w:val="105"/>
          <w:sz w:val="22"/>
          <w:szCs w:val="22"/>
        </w:rPr>
        <w:t>Ogóln</w:t>
      </w:r>
      <w:r w:rsidRPr="006049FE">
        <w:rPr>
          <w:bCs/>
          <w:w w:val="105"/>
          <w:sz w:val="22"/>
          <w:szCs w:val="22"/>
        </w:rPr>
        <w:t>e</w:t>
      </w:r>
      <w:r w:rsidRPr="006049FE">
        <w:rPr>
          <w:bCs/>
          <w:spacing w:val="29"/>
          <w:w w:val="105"/>
          <w:sz w:val="22"/>
          <w:szCs w:val="22"/>
        </w:rPr>
        <w:t xml:space="preserve"> </w:t>
      </w:r>
      <w:r w:rsidRPr="006049FE">
        <w:rPr>
          <w:w w:val="105"/>
          <w:sz w:val="22"/>
          <w:szCs w:val="22"/>
        </w:rPr>
        <w:t>zasady</w:t>
      </w:r>
      <w:r w:rsidRPr="006049FE">
        <w:rPr>
          <w:spacing w:val="31"/>
          <w:w w:val="105"/>
          <w:sz w:val="22"/>
          <w:szCs w:val="22"/>
        </w:rPr>
        <w:t xml:space="preserve"> </w:t>
      </w:r>
      <w:r w:rsidRPr="006049FE">
        <w:rPr>
          <w:w w:val="105"/>
          <w:sz w:val="22"/>
          <w:szCs w:val="22"/>
        </w:rPr>
        <w:t>odbioru</w:t>
      </w:r>
      <w:r w:rsidRPr="006049FE">
        <w:rPr>
          <w:spacing w:val="31"/>
          <w:w w:val="105"/>
          <w:sz w:val="22"/>
          <w:szCs w:val="22"/>
        </w:rPr>
        <w:t xml:space="preserve"> </w:t>
      </w:r>
      <w:r w:rsidRPr="006049FE">
        <w:rPr>
          <w:w w:val="105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8.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bo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uzn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konan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doku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entacj</w:t>
      </w:r>
      <w:r w:rsidRPr="006049FE">
        <w:rPr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proje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tową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ejs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0"/>
          <w:sz w:val="22"/>
          <w:szCs w:val="22"/>
        </w:rPr>
        <w:t>spec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fikac</w:t>
      </w:r>
      <w:r w:rsidRPr="006049FE">
        <w:rPr>
          <w:spacing w:val="1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w</w:t>
      </w:r>
      <w:r w:rsidRPr="006049FE">
        <w:rPr>
          <w:spacing w:val="13"/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>maganiam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I</w:t>
      </w:r>
      <w:r w:rsidRPr="006049FE">
        <w:rPr>
          <w:spacing w:val="12"/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>spektora</w:t>
      </w:r>
      <w:r w:rsidRPr="006049FE">
        <w:rPr>
          <w:spacing w:val="12"/>
          <w:sz w:val="22"/>
          <w:szCs w:val="22"/>
        </w:rPr>
        <w:t>/</w:t>
      </w:r>
      <w:r w:rsidRPr="006049FE">
        <w:rPr>
          <w:spacing w:val="10"/>
          <w:sz w:val="22"/>
          <w:szCs w:val="22"/>
        </w:rPr>
        <w:t>K</w:t>
      </w:r>
      <w:r w:rsidRPr="006049FE">
        <w:rPr>
          <w:spacing w:val="12"/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>rownik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projektu</w:t>
      </w:r>
      <w:r w:rsidRPr="006049FE">
        <w:rPr>
          <w:sz w:val="22"/>
          <w:szCs w:val="22"/>
        </w:rPr>
        <w:t>,</w:t>
      </w:r>
      <w:r w:rsidRPr="006049FE">
        <w:rPr>
          <w:spacing w:val="11"/>
          <w:sz w:val="22"/>
          <w:szCs w:val="22"/>
        </w:rPr>
        <w:t xml:space="preserve"> je</w:t>
      </w:r>
      <w:r w:rsidRPr="006049FE">
        <w:rPr>
          <w:spacing w:val="12"/>
          <w:sz w:val="22"/>
          <w:szCs w:val="22"/>
        </w:rPr>
        <w:t>ż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 xml:space="preserve"> w</w:t>
      </w:r>
      <w:r w:rsidRPr="006049FE">
        <w:rPr>
          <w:spacing w:val="11"/>
          <w:sz w:val="22"/>
          <w:szCs w:val="22"/>
        </w:rPr>
        <w:t>s</w:t>
      </w:r>
      <w:r w:rsidRPr="006049FE">
        <w:rPr>
          <w:spacing w:val="10"/>
          <w:sz w:val="22"/>
          <w:szCs w:val="22"/>
        </w:rPr>
        <w:t>z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stkie</w:t>
      </w:r>
      <w:r w:rsidRPr="006049FE">
        <w:rPr>
          <w:spacing w:val="10"/>
          <w:w w:val="99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</w:t>
      </w:r>
      <w:r w:rsidRPr="006049FE">
        <w:rPr>
          <w:spacing w:val="10"/>
          <w:sz w:val="22"/>
          <w:szCs w:val="22"/>
        </w:rPr>
        <w:t>m</w:t>
      </w:r>
      <w:r w:rsidRPr="006049FE">
        <w:rPr>
          <w:spacing w:val="11"/>
          <w:sz w:val="22"/>
          <w:szCs w:val="22"/>
        </w:rPr>
        <w:t>i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badania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zachowaniem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wg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dały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yniki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tywne.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8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d</w:t>
      </w:r>
      <w:r w:rsidRPr="006049FE">
        <w:rPr>
          <w:spacing w:val="8"/>
          <w:sz w:val="22"/>
          <w:szCs w:val="22"/>
        </w:rPr>
        <w:t>b</w:t>
      </w:r>
      <w:r w:rsidRPr="006049FE">
        <w:rPr>
          <w:spacing w:val="9"/>
          <w:sz w:val="22"/>
          <w:szCs w:val="22"/>
        </w:rPr>
        <w:t>i</w:t>
      </w:r>
      <w:r w:rsidRPr="006049FE">
        <w:rPr>
          <w:spacing w:val="8"/>
          <w:sz w:val="22"/>
          <w:szCs w:val="22"/>
        </w:rPr>
        <w:t>ó</w:t>
      </w:r>
      <w:r w:rsidRPr="006049FE">
        <w:rPr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rob</w:t>
      </w:r>
      <w:r w:rsidRPr="006049FE">
        <w:rPr>
          <w:spacing w:val="10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ni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aj</w:t>
      </w:r>
      <w:r w:rsidRPr="006049FE">
        <w:rPr>
          <w:spacing w:val="9"/>
          <w:sz w:val="22"/>
          <w:szCs w:val="22"/>
        </w:rPr>
        <w:t>ąc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>l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g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j</w:t>
      </w:r>
      <w:r w:rsidRPr="006049FE">
        <w:rPr>
          <w:spacing w:val="10"/>
          <w:sz w:val="22"/>
          <w:szCs w:val="22"/>
        </w:rPr>
        <w:t>ą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9"/>
          <w:sz w:val="22"/>
          <w:szCs w:val="22"/>
        </w:rPr>
        <w:t>i</w:t>
      </w:r>
      <w:r w:rsidRPr="006049FE">
        <w:rPr>
          <w:sz w:val="22"/>
          <w:szCs w:val="22"/>
        </w:rPr>
        <w:t>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Odbiorowi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zanikając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ulega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zak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ciu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podlegają: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ryto,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z w:val="22"/>
          <w:szCs w:val="22"/>
        </w:rPr>
        <w:tab/>
        <w:t>wy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onana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podsy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ka.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  <w:u w:val="thick"/>
        </w:rPr>
        <w:t>P</w:t>
      </w:r>
      <w:r w:rsidRPr="006049FE">
        <w:rPr>
          <w:spacing w:val="11"/>
          <w:sz w:val="22"/>
          <w:szCs w:val="22"/>
          <w:u w:val="thick"/>
        </w:rPr>
        <w:t>O</w:t>
      </w:r>
      <w:r w:rsidRPr="006049FE">
        <w:rPr>
          <w:spacing w:val="10"/>
          <w:sz w:val="22"/>
          <w:szCs w:val="22"/>
          <w:u w:val="thick"/>
        </w:rPr>
        <w:t>D</w:t>
      </w:r>
      <w:r w:rsidRPr="006049FE">
        <w:rPr>
          <w:spacing w:val="12"/>
          <w:sz w:val="22"/>
          <w:szCs w:val="22"/>
          <w:u w:val="thick"/>
        </w:rPr>
        <w:t>S</w:t>
      </w:r>
      <w:r w:rsidRPr="006049FE">
        <w:rPr>
          <w:spacing w:val="10"/>
          <w:sz w:val="22"/>
          <w:szCs w:val="22"/>
          <w:u w:val="thick"/>
        </w:rPr>
        <w:t>T</w:t>
      </w:r>
      <w:r w:rsidRPr="006049FE">
        <w:rPr>
          <w:spacing w:val="11"/>
          <w:sz w:val="22"/>
          <w:szCs w:val="22"/>
          <w:u w:val="thick"/>
        </w:rPr>
        <w:t>A</w:t>
      </w:r>
      <w:r w:rsidRPr="006049FE">
        <w:rPr>
          <w:spacing w:val="10"/>
          <w:sz w:val="22"/>
          <w:szCs w:val="22"/>
          <w:u w:val="thick"/>
        </w:rPr>
        <w:t>W</w:t>
      </w:r>
      <w:r w:rsidRPr="006049FE">
        <w:rPr>
          <w:sz w:val="22"/>
          <w:szCs w:val="22"/>
          <w:u w:val="thick"/>
        </w:rPr>
        <w:t>A</w:t>
      </w:r>
      <w:r w:rsidRPr="006049FE">
        <w:rPr>
          <w:spacing w:val="-12"/>
          <w:sz w:val="22"/>
          <w:szCs w:val="22"/>
          <w:u w:val="thick"/>
        </w:rPr>
        <w:t xml:space="preserve"> </w:t>
      </w:r>
      <w:r w:rsidRPr="006049FE">
        <w:rPr>
          <w:spacing w:val="11"/>
          <w:sz w:val="22"/>
          <w:szCs w:val="22"/>
          <w:u w:val="thick"/>
        </w:rPr>
        <w:t>PŁATN</w:t>
      </w:r>
      <w:r w:rsidRPr="006049FE">
        <w:rPr>
          <w:spacing w:val="10"/>
          <w:sz w:val="22"/>
          <w:szCs w:val="22"/>
          <w:u w:val="thick"/>
        </w:rPr>
        <w:t>O</w:t>
      </w:r>
      <w:r w:rsidRPr="006049FE">
        <w:rPr>
          <w:spacing w:val="12"/>
          <w:sz w:val="22"/>
          <w:szCs w:val="22"/>
          <w:u w:val="thick"/>
        </w:rPr>
        <w:t>Ś</w:t>
      </w:r>
      <w:r w:rsidRPr="006049FE">
        <w:rPr>
          <w:spacing w:val="10"/>
          <w:sz w:val="22"/>
          <w:szCs w:val="22"/>
          <w:u w:val="thick"/>
        </w:rPr>
        <w:t>CI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ustaleni</w:t>
      </w:r>
      <w:r w:rsidRPr="006049FE">
        <w:rPr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dot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ą</w:t>
      </w:r>
      <w:r w:rsidRPr="006049FE">
        <w:rPr>
          <w:spacing w:val="10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dstaw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tn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ś</w:t>
      </w:r>
      <w:r w:rsidRPr="006049FE">
        <w:rPr>
          <w:spacing w:val="10"/>
          <w:sz w:val="22"/>
          <w:szCs w:val="22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ustaleni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ta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pł</w:t>
      </w:r>
      <w:r w:rsidRPr="006049FE">
        <w:rPr>
          <w:spacing w:val="-3"/>
          <w:sz w:val="22"/>
          <w:szCs w:val="22"/>
        </w:rPr>
        <w:t>atn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OS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D-00.00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„W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maga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og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lne</w:t>
      </w:r>
      <w:r w:rsidRPr="006049FE">
        <w:rPr>
          <w:sz w:val="22"/>
          <w:szCs w:val="22"/>
        </w:rPr>
        <w:t>"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pk</w:t>
      </w:r>
      <w:r w:rsidRPr="006049FE">
        <w:rPr>
          <w:sz w:val="22"/>
          <w:szCs w:val="22"/>
        </w:rPr>
        <w:t>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1"/>
          <w:sz w:val="22"/>
          <w:szCs w:val="22"/>
        </w:rPr>
        <w:t>Cen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5"/>
          <w:sz w:val="22"/>
          <w:szCs w:val="22"/>
        </w:rPr>
        <w:t xml:space="preserve"> </w:t>
      </w:r>
      <w:r w:rsidRPr="006049FE">
        <w:rPr>
          <w:bCs/>
          <w:spacing w:val="1"/>
          <w:sz w:val="22"/>
          <w:szCs w:val="22"/>
        </w:rPr>
        <w:t>w</w:t>
      </w:r>
      <w:r w:rsidRPr="006049FE">
        <w:rPr>
          <w:bCs/>
          <w:spacing w:val="2"/>
          <w:sz w:val="22"/>
          <w:szCs w:val="22"/>
        </w:rPr>
        <w:t>y</w:t>
      </w:r>
      <w:r w:rsidRPr="006049FE">
        <w:rPr>
          <w:bCs/>
          <w:spacing w:val="1"/>
          <w:sz w:val="22"/>
          <w:szCs w:val="22"/>
        </w:rPr>
        <w:t>konani</w:t>
      </w:r>
      <w:r w:rsidRPr="006049FE">
        <w:rPr>
          <w:bCs/>
          <w:sz w:val="22"/>
          <w:szCs w:val="22"/>
        </w:rPr>
        <w:t>a</w:t>
      </w:r>
      <w:r w:rsidRPr="006049FE">
        <w:rPr>
          <w:bCs/>
          <w:spacing w:val="5"/>
          <w:sz w:val="22"/>
          <w:szCs w:val="22"/>
        </w:rPr>
        <w:t xml:space="preserve"> </w:t>
      </w:r>
      <w:r w:rsidRPr="006049FE">
        <w:rPr>
          <w:bCs/>
          <w:spacing w:val="1"/>
          <w:sz w:val="22"/>
          <w:szCs w:val="22"/>
        </w:rPr>
        <w:t>rob</w:t>
      </w:r>
      <w:r w:rsidRPr="006049FE">
        <w:rPr>
          <w:bCs/>
          <w:spacing w:val="3"/>
          <w:sz w:val="22"/>
          <w:szCs w:val="22"/>
        </w:rPr>
        <w:t>ó</w:t>
      </w:r>
      <w:r w:rsidRPr="006049FE">
        <w:rPr>
          <w:bCs/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2"/>
          <w:sz w:val="22"/>
          <w:szCs w:val="22"/>
        </w:rPr>
        <w:t>Cen</w:t>
      </w:r>
      <w:r w:rsidRPr="006049FE">
        <w:rPr>
          <w:sz w:val="22"/>
          <w:szCs w:val="22"/>
        </w:rPr>
        <w:t>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w</w:t>
      </w:r>
      <w:r w:rsidRPr="006049FE">
        <w:rPr>
          <w:spacing w:val="13"/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>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>nani</w:t>
      </w:r>
      <w:r w:rsidRPr="006049FE">
        <w:rPr>
          <w:sz w:val="22"/>
          <w:szCs w:val="22"/>
        </w:rPr>
        <w:t>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związan</w:t>
      </w:r>
      <w:r w:rsidRPr="006049FE">
        <w:rPr>
          <w:spacing w:val="13"/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ustawienie</w:t>
      </w:r>
      <w:r w:rsidRPr="006049FE">
        <w:rPr>
          <w:sz w:val="22"/>
          <w:szCs w:val="22"/>
        </w:rPr>
        <w:t>m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betonow</w:t>
      </w:r>
      <w:r w:rsidRPr="006049FE">
        <w:rPr>
          <w:spacing w:val="13"/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>brze</w:t>
      </w:r>
      <w:r w:rsidRPr="006049FE">
        <w:rPr>
          <w:spacing w:val="1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chodnikowych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obej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prace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owe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roboty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przygotowawcze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wykonanie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koryta,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dostarczenie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ściele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ubici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pki,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ław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oporem,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ustawienie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</w:t>
      </w:r>
      <w:r w:rsidRPr="006049FE">
        <w:rPr>
          <w:spacing w:val="-2"/>
          <w:sz w:val="22"/>
          <w:szCs w:val="22"/>
        </w:rPr>
        <w:t>ża,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łnienie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spoin,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obs</w:t>
      </w:r>
      <w:r w:rsidRPr="006049FE">
        <w:rPr>
          <w:sz w:val="22"/>
          <w:szCs w:val="22"/>
        </w:rPr>
        <w:t>yp</w:t>
      </w:r>
      <w:r w:rsidRPr="006049FE">
        <w:rPr>
          <w:spacing w:val="-2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ęt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zne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obrz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ża,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dań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"/>
          <w:w w:val="105"/>
          <w:sz w:val="22"/>
          <w:szCs w:val="22"/>
          <w:u w:val="thick"/>
        </w:rPr>
        <w:t>PRZE</w:t>
      </w:r>
      <w:r w:rsidRPr="006049FE">
        <w:rPr>
          <w:w w:val="105"/>
          <w:sz w:val="22"/>
          <w:szCs w:val="22"/>
          <w:u w:val="thick"/>
        </w:rPr>
        <w:t>P</w:t>
      </w:r>
      <w:r w:rsidRPr="006049FE">
        <w:rPr>
          <w:spacing w:val="1"/>
          <w:w w:val="105"/>
          <w:sz w:val="22"/>
          <w:szCs w:val="22"/>
          <w:u w:val="thick"/>
        </w:rPr>
        <w:t>ISY</w:t>
      </w:r>
      <w:r w:rsidRPr="006049FE">
        <w:rPr>
          <w:spacing w:val="-30"/>
          <w:w w:val="105"/>
          <w:sz w:val="22"/>
          <w:szCs w:val="22"/>
          <w:u w:val="thick"/>
        </w:rPr>
        <w:t xml:space="preserve"> </w:t>
      </w:r>
      <w:r w:rsidRPr="006049FE">
        <w:rPr>
          <w:spacing w:val="1"/>
          <w:w w:val="105"/>
          <w:sz w:val="22"/>
          <w:szCs w:val="22"/>
          <w:u w:val="thick"/>
        </w:rPr>
        <w:t>ZW</w:t>
      </w:r>
      <w:r w:rsidRPr="006049FE">
        <w:rPr>
          <w:spacing w:val="2"/>
          <w:w w:val="105"/>
          <w:sz w:val="22"/>
          <w:szCs w:val="22"/>
          <w:u w:val="thick"/>
        </w:rPr>
        <w:t>I</w:t>
      </w:r>
      <w:r w:rsidRPr="006049FE">
        <w:rPr>
          <w:spacing w:val="1"/>
          <w:w w:val="105"/>
          <w:sz w:val="22"/>
          <w:szCs w:val="22"/>
          <w:u w:val="thick"/>
        </w:rPr>
        <w:t>Ą</w:t>
      </w:r>
      <w:r w:rsidRPr="006049FE">
        <w:rPr>
          <w:spacing w:val="2"/>
          <w:w w:val="105"/>
          <w:sz w:val="22"/>
          <w:szCs w:val="22"/>
          <w:u w:val="thick"/>
        </w:rPr>
        <w:t>ZA</w:t>
      </w:r>
      <w:r w:rsidRPr="006049FE">
        <w:rPr>
          <w:spacing w:val="1"/>
          <w:w w:val="105"/>
          <w:sz w:val="22"/>
          <w:szCs w:val="22"/>
          <w:u w:val="thick"/>
        </w:rPr>
        <w:t>N</w:t>
      </w:r>
      <w:r w:rsidRPr="006049FE">
        <w:rPr>
          <w:w w:val="105"/>
          <w:sz w:val="22"/>
          <w:szCs w:val="22"/>
          <w:u w:val="thick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13"/>
          <w:w w:val="105"/>
          <w:sz w:val="22"/>
          <w:szCs w:val="22"/>
          <w:u w:val="thick"/>
        </w:rPr>
        <w:t>Normy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PN-B</w:t>
      </w:r>
      <w:r w:rsidRPr="006049FE">
        <w:rPr>
          <w:spacing w:val="-6"/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>0</w:t>
      </w:r>
      <w:r w:rsidRPr="006049FE">
        <w:rPr>
          <w:spacing w:val="-6"/>
          <w:sz w:val="22"/>
          <w:szCs w:val="22"/>
        </w:rPr>
        <w:t>60</w:t>
      </w:r>
      <w:r w:rsidRPr="006049FE">
        <w:rPr>
          <w:spacing w:val="-5"/>
          <w:sz w:val="22"/>
          <w:szCs w:val="22"/>
        </w:rPr>
        <w:t>5</w:t>
      </w:r>
      <w:r w:rsidRPr="006049FE">
        <w:rPr>
          <w:sz w:val="22"/>
          <w:szCs w:val="22"/>
        </w:rPr>
        <w:t>0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budowlane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PN-B-0625</w:t>
      </w:r>
      <w:r w:rsidRPr="006049FE">
        <w:rPr>
          <w:sz w:val="22"/>
          <w:szCs w:val="22"/>
        </w:rPr>
        <w:t>0</w:t>
      </w:r>
      <w:r w:rsidRPr="006049FE">
        <w:rPr>
          <w:sz w:val="22"/>
          <w:szCs w:val="22"/>
        </w:rPr>
        <w:tab/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eto</w:t>
      </w:r>
      <w:r w:rsidRPr="006049FE">
        <w:rPr>
          <w:sz w:val="22"/>
          <w:szCs w:val="22"/>
        </w:rPr>
        <w:t>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PN-B-0671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Kr</w:t>
      </w:r>
      <w:r w:rsidRPr="006049FE">
        <w:rPr>
          <w:sz w:val="22"/>
          <w:szCs w:val="22"/>
        </w:rPr>
        <w:t>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era</w:t>
      </w:r>
      <w:r w:rsidRPr="006049FE">
        <w:rPr>
          <w:sz w:val="22"/>
          <w:szCs w:val="22"/>
        </w:rPr>
        <w:t>ln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Pia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ek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tonów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zapraw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PN-B-1002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  <w:t>P</w:t>
      </w:r>
      <w:r w:rsidRPr="006049FE">
        <w:rPr>
          <w:spacing w:val="-2"/>
          <w:sz w:val="22"/>
          <w:szCs w:val="22"/>
        </w:rPr>
        <w:t>re</w:t>
      </w:r>
      <w:r w:rsidRPr="006049FE">
        <w:rPr>
          <w:sz w:val="22"/>
          <w:szCs w:val="22"/>
        </w:rPr>
        <w:t>f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yk</w:t>
      </w:r>
      <w:r w:rsidRPr="006049FE">
        <w:rPr>
          <w:spacing w:val="-2"/>
          <w:sz w:val="22"/>
          <w:szCs w:val="22"/>
        </w:rPr>
        <w:t>at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betonu.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Metody 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 xml:space="preserve">miaru 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cech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tr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cz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PN-B-1111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wo 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mineralne.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 xml:space="preserve">wa 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drogo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Żwir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nka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PN-B</w:t>
      </w:r>
      <w:r w:rsidRPr="006049FE">
        <w:rPr>
          <w:spacing w:val="-6"/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>1</w:t>
      </w:r>
      <w:r w:rsidRPr="006049FE">
        <w:rPr>
          <w:spacing w:val="-6"/>
          <w:sz w:val="22"/>
          <w:szCs w:val="22"/>
        </w:rPr>
        <w:t>11</w:t>
      </w:r>
      <w:r w:rsidRPr="006049FE">
        <w:rPr>
          <w:spacing w:val="-3"/>
          <w:sz w:val="22"/>
          <w:szCs w:val="22"/>
        </w:rPr>
        <w:t>1</w:t>
      </w:r>
      <w:r w:rsidRPr="006049FE">
        <w:rPr>
          <w:sz w:val="22"/>
          <w:szCs w:val="22"/>
        </w:rPr>
        <w:t>3</w:t>
      </w:r>
      <w:r w:rsidRPr="006049FE">
        <w:rPr>
          <w:sz w:val="22"/>
          <w:szCs w:val="22"/>
        </w:rPr>
        <w:tab/>
        <w:t xml:space="preserve">Kruszywo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mineralne.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Kruszywa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naturalne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drogowy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h.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iasek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PN-B-1970</w:t>
      </w:r>
      <w:r w:rsidRPr="006049FE">
        <w:rPr>
          <w:sz w:val="22"/>
          <w:szCs w:val="22"/>
        </w:rPr>
        <w:t>1</w:t>
      </w:r>
      <w:r w:rsidRPr="006049FE">
        <w:rPr>
          <w:sz w:val="22"/>
          <w:szCs w:val="22"/>
        </w:rPr>
        <w:tab/>
      </w:r>
      <w:r w:rsidRPr="006049FE">
        <w:rPr>
          <w:spacing w:val="2"/>
          <w:sz w:val="22"/>
          <w:szCs w:val="22"/>
        </w:rPr>
        <w:t>Ce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em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szechn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yt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u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oce</w:t>
      </w:r>
      <w:r w:rsidRPr="006049FE">
        <w:rPr>
          <w:sz w:val="22"/>
          <w:szCs w:val="22"/>
        </w:rPr>
        <w:t>na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zgodn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N-</w:t>
      </w:r>
      <w:r w:rsidRPr="006049FE">
        <w:rPr>
          <w:spacing w:val="-2"/>
          <w:sz w:val="22"/>
          <w:szCs w:val="22"/>
        </w:rPr>
        <w:t>8</w:t>
      </w:r>
      <w:r w:rsidRPr="006049FE">
        <w:rPr>
          <w:spacing w:val="-5"/>
          <w:sz w:val="22"/>
          <w:szCs w:val="22"/>
        </w:rPr>
        <w:t>0/67</w:t>
      </w:r>
      <w:r w:rsidRPr="006049FE">
        <w:rPr>
          <w:spacing w:val="-2"/>
          <w:sz w:val="22"/>
          <w:szCs w:val="22"/>
        </w:rPr>
        <w:t>7</w:t>
      </w:r>
      <w:r w:rsidRPr="006049FE">
        <w:rPr>
          <w:spacing w:val="-5"/>
          <w:sz w:val="22"/>
          <w:szCs w:val="22"/>
        </w:rPr>
        <w:t>5</w:t>
      </w:r>
      <w:r w:rsidRPr="006049FE">
        <w:rPr>
          <w:spacing w:val="-3"/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>03/0</w:t>
      </w:r>
      <w:r w:rsidRPr="006049FE">
        <w:rPr>
          <w:sz w:val="22"/>
          <w:szCs w:val="22"/>
        </w:rPr>
        <w:t>4</w:t>
      </w:r>
      <w:r w:rsidRPr="006049FE">
        <w:rPr>
          <w:sz w:val="22"/>
          <w:szCs w:val="22"/>
        </w:rPr>
        <w:tab/>
        <w:t>Prefabr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ka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Elementy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óg,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ulic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parking</w:t>
      </w:r>
      <w:r w:rsidRPr="006049FE">
        <w:rPr>
          <w:sz w:val="22"/>
          <w:szCs w:val="22"/>
        </w:rPr>
        <w:t>ów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tor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ramwajow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Kra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ęż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obrz</w:t>
      </w:r>
      <w:r w:rsidRPr="006049FE">
        <w:rPr>
          <w:spacing w:val="-3"/>
          <w:sz w:val="22"/>
          <w:szCs w:val="22"/>
        </w:rPr>
        <w:t>eża.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60" w:right="1020" w:bottom="900" w:left="13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w w:val="99"/>
          <w:sz w:val="22"/>
          <w:szCs w:val="22"/>
        </w:rPr>
      </w:pPr>
      <w:r w:rsidRPr="006049FE">
        <w:rPr>
          <w:spacing w:val="2"/>
          <w:sz w:val="22"/>
          <w:szCs w:val="22"/>
        </w:rPr>
        <w:lastRenderedPageBreak/>
        <w:t>S</w:t>
      </w:r>
      <w:r w:rsidRPr="006049FE">
        <w:rPr>
          <w:sz w:val="22"/>
          <w:szCs w:val="22"/>
        </w:rPr>
        <w:t>T</w:t>
      </w:r>
      <w:r w:rsidRPr="006049FE">
        <w:rPr>
          <w:spacing w:val="-16"/>
          <w:sz w:val="22"/>
          <w:szCs w:val="22"/>
        </w:rPr>
        <w:t xml:space="preserve"> 5</w:t>
      </w:r>
      <w:r w:rsidRPr="006049FE">
        <w:rPr>
          <w:spacing w:val="2"/>
          <w:sz w:val="22"/>
          <w:szCs w:val="22"/>
        </w:rPr>
        <w:t>.0</w:t>
      </w:r>
      <w:r w:rsidRPr="006049FE">
        <w:rPr>
          <w:sz w:val="22"/>
          <w:szCs w:val="22"/>
        </w:rPr>
        <w:t>0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NAWIERZCHNI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POLIURETANO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spacing w:val="2"/>
          <w:sz w:val="22"/>
          <w:szCs w:val="22"/>
        </w:rPr>
      </w:pPr>
      <w:r w:rsidRPr="006049FE">
        <w:rPr>
          <w:spacing w:val="2"/>
          <w:sz w:val="22"/>
          <w:szCs w:val="22"/>
        </w:rPr>
        <w:t>GRUP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CP</w:t>
      </w:r>
      <w:r w:rsidRPr="006049FE">
        <w:rPr>
          <w:sz w:val="22"/>
          <w:szCs w:val="22"/>
        </w:rPr>
        <w:t>V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452</w:t>
      </w:r>
    </w:p>
    <w:p w:rsidR="00B61431" w:rsidRPr="006049FE" w:rsidRDefault="00B61431" w:rsidP="00746A47">
      <w:pPr>
        <w:pStyle w:val="Akapitzlist"/>
        <w:rPr>
          <w:b/>
          <w:bCs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sz w:val="22"/>
          <w:szCs w:val="22"/>
          <w:u w:val="thick"/>
        </w:rPr>
        <w:t>WSTEP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3"/>
          <w:sz w:val="22"/>
          <w:szCs w:val="22"/>
        </w:rPr>
        <w:t>d</w:t>
      </w:r>
      <w:r w:rsidRPr="006049FE">
        <w:rPr>
          <w:b/>
          <w:bCs/>
          <w:sz w:val="22"/>
          <w:szCs w:val="22"/>
        </w:rPr>
        <w:t>m</w:t>
      </w:r>
      <w:r w:rsidRPr="006049FE">
        <w:rPr>
          <w:b/>
          <w:bCs/>
          <w:spacing w:val="-3"/>
          <w:sz w:val="22"/>
          <w:szCs w:val="22"/>
        </w:rPr>
        <w:t>io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13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ST</w:t>
      </w:r>
    </w:p>
    <w:p w:rsidR="00781B7B" w:rsidRDefault="00CA3637" w:rsidP="00781B7B">
      <w:pPr>
        <w:pStyle w:val="Bezodstpw"/>
        <w:rPr>
          <w:b/>
          <w:bCs/>
          <w:spacing w:val="18"/>
          <w:sz w:val="22"/>
          <w:szCs w:val="22"/>
        </w:rPr>
      </w:pPr>
      <w:r w:rsidRPr="006049FE">
        <w:rPr>
          <w:spacing w:val="1"/>
          <w:sz w:val="22"/>
          <w:szCs w:val="22"/>
        </w:rPr>
        <w:t>Przed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iote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1"/>
          <w:sz w:val="22"/>
          <w:szCs w:val="22"/>
        </w:rPr>
        <w:t>niniejsze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Specyfikacj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Tech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icz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są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 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ona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 i</w:t>
      </w:r>
      <w:r w:rsidRPr="006049FE">
        <w:rPr>
          <w:spacing w:val="2"/>
          <w:sz w:val="22"/>
          <w:szCs w:val="22"/>
        </w:rPr>
        <w:t xml:space="preserve"> odb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oru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nawietrzni poliuretanowej </w:t>
      </w:r>
      <w:r w:rsidRPr="006049FE">
        <w:rPr>
          <w:spacing w:val="3"/>
          <w:sz w:val="22"/>
          <w:szCs w:val="22"/>
        </w:rPr>
        <w:t>wykonywanyc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="00D1294D" w:rsidRPr="006049FE">
        <w:rPr>
          <w:b/>
          <w:sz w:val="22"/>
          <w:szCs w:val="22"/>
        </w:rPr>
        <w:t xml:space="preserve">w ramach realizacji budowy </w:t>
      </w:r>
      <w:r w:rsidR="00460E31" w:rsidRPr="006049FE">
        <w:rPr>
          <w:b/>
          <w:bCs/>
          <w:spacing w:val="18"/>
          <w:sz w:val="22"/>
          <w:szCs w:val="22"/>
        </w:rPr>
        <w:t xml:space="preserve">boiska wielofunkcyjnego przy </w:t>
      </w:r>
      <w:r w:rsidR="00460E31">
        <w:rPr>
          <w:b/>
          <w:bCs/>
          <w:spacing w:val="18"/>
          <w:sz w:val="22"/>
          <w:szCs w:val="22"/>
        </w:rPr>
        <w:t>szkole podstawowej w Zbrudzewie</w:t>
      </w:r>
      <w:r w:rsidR="00460E31" w:rsidRPr="006049FE">
        <w:rPr>
          <w:b/>
          <w:bCs/>
          <w:spacing w:val="18"/>
          <w:sz w:val="22"/>
          <w:szCs w:val="22"/>
        </w:rPr>
        <w:t>.</w:t>
      </w:r>
    </w:p>
    <w:p w:rsidR="00460E31" w:rsidRPr="006049FE" w:rsidRDefault="00460E31" w:rsidP="00781B7B">
      <w:pPr>
        <w:pStyle w:val="Bezodstpw"/>
        <w:rPr>
          <w:b/>
          <w:bCs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2"/>
          <w:sz w:val="22"/>
          <w:szCs w:val="22"/>
        </w:rPr>
        <w:t>a</w:t>
      </w:r>
      <w:r w:rsidRPr="006049FE">
        <w:rPr>
          <w:b/>
          <w:bCs/>
          <w:spacing w:val="3"/>
          <w:sz w:val="22"/>
          <w:szCs w:val="22"/>
        </w:rPr>
        <w:t>k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pacing w:val="2"/>
          <w:sz w:val="22"/>
          <w:szCs w:val="22"/>
        </w:rPr>
        <w:t>e</w:t>
      </w:r>
      <w:r w:rsidRPr="006049FE">
        <w:rPr>
          <w:b/>
          <w:bCs/>
          <w:sz w:val="22"/>
          <w:szCs w:val="22"/>
        </w:rPr>
        <w:t>s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s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pacing w:val="2"/>
          <w:sz w:val="22"/>
          <w:szCs w:val="22"/>
        </w:rPr>
        <w:t>oso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n</w:t>
      </w:r>
      <w:r w:rsidRPr="006049FE">
        <w:rPr>
          <w:b/>
          <w:bCs/>
          <w:spacing w:val="2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Ni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ejsz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ecy</w:t>
      </w:r>
      <w:r w:rsidRPr="006049FE">
        <w:rPr>
          <w:sz w:val="22"/>
          <w:szCs w:val="22"/>
        </w:rPr>
        <w:t>f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acj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tec</w:t>
      </w:r>
      <w:r w:rsidRPr="006049FE">
        <w:rPr>
          <w:spacing w:val="1"/>
          <w:sz w:val="22"/>
          <w:szCs w:val="22"/>
        </w:rPr>
        <w:t>hn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cz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dzi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stosowan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doku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en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przetargow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kontrak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prz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zlecani</w:t>
      </w:r>
      <w:r w:rsidRPr="006049FE">
        <w:rPr>
          <w:sz w:val="22"/>
          <w:szCs w:val="22"/>
        </w:rPr>
        <w:t xml:space="preserve">u i </w:t>
      </w:r>
      <w:r w:rsidRPr="006049FE">
        <w:rPr>
          <w:spacing w:val="2"/>
          <w:sz w:val="22"/>
          <w:szCs w:val="22"/>
        </w:rPr>
        <w:t>realizacj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robó</w:t>
      </w:r>
      <w:r w:rsidRPr="006049FE">
        <w:rPr>
          <w:sz w:val="22"/>
          <w:szCs w:val="22"/>
        </w:rPr>
        <w:t xml:space="preserve">t w </w:t>
      </w:r>
      <w:r w:rsidRPr="006049FE">
        <w:rPr>
          <w:spacing w:val="2"/>
          <w:sz w:val="22"/>
          <w:szCs w:val="22"/>
        </w:rPr>
        <w:t>punkc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1.1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3"/>
          <w:sz w:val="22"/>
          <w:szCs w:val="22"/>
        </w:rPr>
        <w:t>akre</w:t>
      </w:r>
      <w:r w:rsidRPr="006049FE">
        <w:rPr>
          <w:b/>
          <w:bCs/>
          <w:sz w:val="22"/>
          <w:szCs w:val="22"/>
        </w:rPr>
        <w:t>s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pacing w:val="3"/>
          <w:sz w:val="22"/>
          <w:szCs w:val="22"/>
        </w:rPr>
        <w:t>robó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pacing w:val="3"/>
          <w:sz w:val="22"/>
          <w:szCs w:val="22"/>
        </w:rPr>
        <w:t>o</w:t>
      </w:r>
      <w:r w:rsidRPr="006049FE">
        <w:rPr>
          <w:b/>
          <w:bCs/>
          <w:spacing w:val="2"/>
          <w:sz w:val="22"/>
          <w:szCs w:val="22"/>
        </w:rPr>
        <w:t>bję</w:t>
      </w:r>
      <w:r w:rsidRPr="006049FE">
        <w:rPr>
          <w:b/>
          <w:bCs/>
          <w:spacing w:val="3"/>
          <w:sz w:val="22"/>
          <w:szCs w:val="22"/>
        </w:rPr>
        <w:t>tyc</w:t>
      </w:r>
      <w:r w:rsidRPr="006049FE">
        <w:rPr>
          <w:b/>
          <w:bCs/>
          <w:sz w:val="22"/>
          <w:szCs w:val="22"/>
        </w:rPr>
        <w:t>h</w:t>
      </w:r>
      <w:r w:rsidRPr="006049FE">
        <w:rPr>
          <w:b/>
          <w:bCs/>
          <w:spacing w:val="5"/>
          <w:sz w:val="22"/>
          <w:szCs w:val="22"/>
        </w:rPr>
        <w:t xml:space="preserve"> </w:t>
      </w:r>
      <w:r w:rsidRPr="006049FE">
        <w:rPr>
          <w:b/>
          <w:bCs/>
          <w:spacing w:val="3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Us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alen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zawar</w:t>
      </w:r>
      <w:r w:rsidRPr="006049FE">
        <w:rPr>
          <w:spacing w:val="4"/>
          <w:sz w:val="22"/>
          <w:szCs w:val="22"/>
        </w:rPr>
        <w:t>t</w:t>
      </w:r>
      <w:r w:rsidRPr="006049FE">
        <w:rPr>
          <w:sz w:val="22"/>
          <w:szCs w:val="22"/>
        </w:rPr>
        <w:t xml:space="preserve">e w 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nie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>sze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2"/>
          <w:sz w:val="22"/>
          <w:szCs w:val="22"/>
        </w:rPr>
        <w:t>specyfikacj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>dotyc</w:t>
      </w:r>
      <w:r w:rsidRPr="006049FE">
        <w:rPr>
          <w:spacing w:val="4"/>
          <w:sz w:val="22"/>
          <w:szCs w:val="22"/>
        </w:rPr>
        <w:t>z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sa</w:t>
      </w:r>
      <w:r w:rsidRPr="006049FE">
        <w:rPr>
          <w:sz w:val="22"/>
          <w:szCs w:val="22"/>
        </w:rPr>
        <w:t xml:space="preserve">d </w:t>
      </w:r>
      <w:r w:rsidRPr="006049FE">
        <w:rPr>
          <w:spacing w:val="2"/>
          <w:sz w:val="22"/>
          <w:szCs w:val="22"/>
        </w:rPr>
        <w:t>prow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robó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zan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 z 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pacing w:val="3"/>
          <w:sz w:val="22"/>
          <w:szCs w:val="22"/>
        </w:rPr>
        <w:t>ykonani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3"/>
          <w:sz w:val="22"/>
          <w:szCs w:val="22"/>
        </w:rPr>
        <w:t xml:space="preserve"> na</w:t>
      </w: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pacing w:val="3"/>
          <w:sz w:val="22"/>
          <w:szCs w:val="22"/>
        </w:rPr>
        <w:t>ier</w:t>
      </w:r>
      <w:r w:rsidRPr="006049FE">
        <w:rPr>
          <w:b/>
          <w:bCs/>
          <w:spacing w:val="1"/>
          <w:sz w:val="22"/>
          <w:szCs w:val="22"/>
        </w:rPr>
        <w:t>z</w:t>
      </w:r>
      <w:r w:rsidRPr="006049FE">
        <w:rPr>
          <w:b/>
          <w:bCs/>
          <w:spacing w:val="3"/>
          <w:sz w:val="22"/>
          <w:szCs w:val="22"/>
        </w:rPr>
        <w:t>chn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3"/>
          <w:sz w:val="22"/>
          <w:szCs w:val="22"/>
        </w:rPr>
        <w:t xml:space="preserve"> 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pacing w:val="3"/>
          <w:sz w:val="22"/>
          <w:szCs w:val="22"/>
        </w:rPr>
        <w:t>boisk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3"/>
          <w:sz w:val="22"/>
          <w:szCs w:val="22"/>
        </w:rPr>
        <w:t xml:space="preserve"> 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3"/>
          <w:sz w:val="22"/>
          <w:szCs w:val="22"/>
        </w:rPr>
        <w:t xml:space="preserve"> kos</w:t>
      </w:r>
      <w:r w:rsidRPr="006049FE">
        <w:rPr>
          <w:b/>
          <w:bCs/>
          <w:spacing w:val="1"/>
          <w:sz w:val="22"/>
          <w:szCs w:val="22"/>
        </w:rPr>
        <w:t>z</w:t>
      </w:r>
      <w:r w:rsidRPr="006049FE">
        <w:rPr>
          <w:b/>
          <w:bCs/>
          <w:spacing w:val="3"/>
          <w:sz w:val="22"/>
          <w:szCs w:val="22"/>
        </w:rPr>
        <w:t>ykó</w:t>
      </w: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pacing w:val="3"/>
          <w:sz w:val="22"/>
          <w:szCs w:val="22"/>
        </w:rPr>
        <w:t>k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3"/>
          <w:sz w:val="22"/>
          <w:szCs w:val="22"/>
        </w:rPr>
        <w:t xml:space="preserve"> siatkó</w:t>
      </w: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pacing w:val="4"/>
          <w:sz w:val="22"/>
          <w:szCs w:val="22"/>
        </w:rPr>
        <w:t>k</w:t>
      </w:r>
      <w:r w:rsidRPr="006049FE">
        <w:rPr>
          <w:b/>
          <w:bCs/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1"/>
          <w:sz w:val="22"/>
          <w:szCs w:val="22"/>
        </w:rPr>
        <w:t>Okre</w:t>
      </w:r>
      <w:r w:rsidRPr="006049FE">
        <w:rPr>
          <w:b/>
          <w:bCs/>
          <w:sz w:val="22"/>
          <w:szCs w:val="22"/>
        </w:rPr>
        <w:t>ś</w:t>
      </w:r>
      <w:r w:rsidRPr="006049FE">
        <w:rPr>
          <w:b/>
          <w:bCs/>
          <w:spacing w:val="1"/>
          <w:sz w:val="22"/>
          <w:szCs w:val="22"/>
        </w:rPr>
        <w:t>leni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podsta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2"/>
          <w:sz w:val="22"/>
          <w:szCs w:val="22"/>
        </w:rPr>
        <w:t>o</w:t>
      </w:r>
      <w:r w:rsidRPr="006049FE">
        <w:rPr>
          <w:b/>
          <w:bCs/>
          <w:sz w:val="22"/>
          <w:szCs w:val="22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Stosowan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określeni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podst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wow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zgodn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obow</w:t>
      </w:r>
      <w:r w:rsidRPr="006049FE">
        <w:rPr>
          <w:spacing w:val="4"/>
          <w:sz w:val="22"/>
          <w:szCs w:val="22"/>
        </w:rPr>
        <w:t>ią</w:t>
      </w:r>
      <w:r w:rsidRPr="006049FE">
        <w:rPr>
          <w:spacing w:val="3"/>
          <w:sz w:val="22"/>
          <w:szCs w:val="22"/>
        </w:rPr>
        <w:t>zu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cy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odpowiedn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polsk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>or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z z </w:t>
      </w:r>
      <w:r w:rsidRPr="006049FE">
        <w:rPr>
          <w:spacing w:val="3"/>
          <w:sz w:val="22"/>
          <w:szCs w:val="22"/>
        </w:rPr>
        <w:t>de</w:t>
      </w:r>
      <w:r w:rsidRPr="006049FE">
        <w:rPr>
          <w:spacing w:val="1"/>
          <w:sz w:val="22"/>
          <w:szCs w:val="22"/>
        </w:rPr>
        <w:t>f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cja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dany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 xml:space="preserve">T </w:t>
      </w:r>
      <w:r w:rsidRPr="006049FE">
        <w:rPr>
          <w:spacing w:val="3"/>
          <w:sz w:val="22"/>
          <w:szCs w:val="22"/>
        </w:rPr>
        <w:t>„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ogól</w:t>
      </w:r>
      <w:r w:rsidRPr="006049FE">
        <w:rPr>
          <w:spacing w:val="2"/>
          <w:sz w:val="22"/>
          <w:szCs w:val="22"/>
        </w:rPr>
        <w:t>ne</w:t>
      </w:r>
      <w:r w:rsidRPr="006049FE">
        <w:rPr>
          <w:sz w:val="22"/>
          <w:szCs w:val="22"/>
        </w:rPr>
        <w:t xml:space="preserve">" </w:t>
      </w:r>
      <w:r w:rsidRPr="006049FE">
        <w:rPr>
          <w:spacing w:val="2"/>
          <w:sz w:val="22"/>
          <w:szCs w:val="22"/>
        </w:rPr>
        <w:t>1.5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nia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dotycz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g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dotycz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obó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2"/>
          <w:sz w:val="22"/>
          <w:szCs w:val="22"/>
        </w:rPr>
        <w:t>pod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„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ym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ogólne"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2"/>
          <w:sz w:val="22"/>
          <w:szCs w:val="22"/>
          <w:u w:val="single"/>
        </w:rPr>
        <w:t>MATERIAŁ</w:t>
      </w:r>
      <w:r w:rsidRPr="006049FE">
        <w:rPr>
          <w:bCs/>
          <w:sz w:val="22"/>
          <w:szCs w:val="22"/>
          <w:u w:val="single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2"/>
          <w:sz w:val="22"/>
          <w:szCs w:val="22"/>
        </w:rPr>
        <w:t>Ogóln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2"/>
          <w:sz w:val="22"/>
          <w:szCs w:val="22"/>
        </w:rPr>
        <w:t>ymaga</w:t>
      </w:r>
      <w:r w:rsidRPr="006049FE">
        <w:rPr>
          <w:b/>
          <w:bCs/>
          <w:sz w:val="22"/>
          <w:szCs w:val="22"/>
        </w:rPr>
        <w:t>n</w:t>
      </w:r>
      <w:r w:rsidRPr="006049FE">
        <w:rPr>
          <w:b/>
          <w:bCs/>
          <w:spacing w:val="2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dotyc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2"/>
          <w:sz w:val="22"/>
          <w:szCs w:val="22"/>
        </w:rPr>
        <w:t>ąc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m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pacing w:val="2"/>
          <w:sz w:val="22"/>
          <w:szCs w:val="22"/>
        </w:rPr>
        <w:t>t</w:t>
      </w:r>
      <w:r w:rsidRPr="006049FE">
        <w:rPr>
          <w:b/>
          <w:bCs/>
          <w:spacing w:val="1"/>
          <w:sz w:val="22"/>
          <w:szCs w:val="22"/>
        </w:rPr>
        <w:t>er</w:t>
      </w:r>
      <w:r w:rsidRPr="006049FE">
        <w:rPr>
          <w:b/>
          <w:bCs/>
          <w:spacing w:val="2"/>
          <w:sz w:val="22"/>
          <w:szCs w:val="22"/>
        </w:rPr>
        <w:t>i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pacing w:val="3"/>
          <w:sz w:val="22"/>
          <w:szCs w:val="22"/>
        </w:rPr>
        <w:t>ł</w:t>
      </w:r>
      <w:r w:rsidRPr="006049FE">
        <w:rPr>
          <w:b/>
          <w:bCs/>
          <w:spacing w:val="2"/>
          <w:sz w:val="22"/>
          <w:szCs w:val="22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z w:val="22"/>
          <w:szCs w:val="22"/>
        </w:rPr>
        <w:t>zą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ateri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łów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ozys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iwa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adowania,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0.0</w:t>
      </w:r>
      <w:r w:rsidRPr="006049FE">
        <w:rPr>
          <w:sz w:val="22"/>
          <w:szCs w:val="22"/>
        </w:rPr>
        <w:t>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ymagani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ogólne"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8"/>
          <w:sz w:val="22"/>
          <w:szCs w:val="22"/>
        </w:rPr>
        <w:t>Na</w:t>
      </w:r>
      <w:r w:rsidRPr="006049FE">
        <w:rPr>
          <w:b/>
          <w:bCs/>
          <w:spacing w:val="-10"/>
          <w:sz w:val="22"/>
          <w:szCs w:val="22"/>
        </w:rPr>
        <w:t>w</w:t>
      </w:r>
      <w:r w:rsidRPr="006049FE">
        <w:rPr>
          <w:b/>
          <w:bCs/>
          <w:spacing w:val="-7"/>
          <w:sz w:val="22"/>
          <w:szCs w:val="22"/>
        </w:rPr>
        <w:t>i</w:t>
      </w:r>
      <w:r w:rsidRPr="006049FE">
        <w:rPr>
          <w:b/>
          <w:bCs/>
          <w:spacing w:val="-8"/>
          <w:sz w:val="22"/>
          <w:szCs w:val="22"/>
        </w:rPr>
        <w:t>er</w:t>
      </w:r>
      <w:r w:rsidRPr="006049FE">
        <w:rPr>
          <w:b/>
          <w:bCs/>
          <w:spacing w:val="-10"/>
          <w:sz w:val="22"/>
          <w:szCs w:val="22"/>
        </w:rPr>
        <w:t>z</w:t>
      </w:r>
      <w:r w:rsidRPr="006049FE">
        <w:rPr>
          <w:b/>
          <w:bCs/>
          <w:spacing w:val="-8"/>
          <w:sz w:val="22"/>
          <w:szCs w:val="22"/>
        </w:rPr>
        <w:t>chni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5"/>
          <w:sz w:val="22"/>
          <w:szCs w:val="22"/>
        </w:rPr>
        <w:t xml:space="preserve"> </w:t>
      </w:r>
      <w:r w:rsidRPr="006049FE">
        <w:rPr>
          <w:b/>
          <w:bCs/>
          <w:spacing w:val="-8"/>
          <w:sz w:val="22"/>
          <w:szCs w:val="22"/>
        </w:rPr>
        <w:t>poliuretano</w:t>
      </w:r>
      <w:r w:rsidRPr="006049FE">
        <w:rPr>
          <w:b/>
          <w:bCs/>
          <w:spacing w:val="-11"/>
          <w:sz w:val="22"/>
          <w:szCs w:val="22"/>
        </w:rPr>
        <w:t>w</w:t>
      </w:r>
      <w:r w:rsidRPr="006049FE">
        <w:rPr>
          <w:b/>
          <w:bCs/>
          <w:spacing w:val="-8"/>
          <w:sz w:val="22"/>
          <w:szCs w:val="22"/>
        </w:rPr>
        <w:t>a;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6"/>
          <w:sz w:val="22"/>
          <w:szCs w:val="22"/>
        </w:rPr>
        <w:t>Opi</w:t>
      </w:r>
      <w:r w:rsidRPr="006049FE">
        <w:rPr>
          <w:b/>
          <w:bCs/>
          <w:sz w:val="22"/>
          <w:szCs w:val="22"/>
        </w:rPr>
        <w:t>s</w:t>
      </w:r>
      <w:r w:rsidRPr="006049FE">
        <w:rPr>
          <w:b/>
          <w:bCs/>
          <w:spacing w:val="-13"/>
          <w:sz w:val="22"/>
          <w:szCs w:val="22"/>
        </w:rPr>
        <w:t xml:space="preserve"> </w:t>
      </w:r>
      <w:r w:rsidRPr="006049FE">
        <w:rPr>
          <w:b/>
          <w:bCs/>
          <w:spacing w:val="-5"/>
          <w:sz w:val="22"/>
          <w:szCs w:val="22"/>
        </w:rPr>
        <w:t>na</w:t>
      </w:r>
      <w:r w:rsidRPr="006049FE">
        <w:rPr>
          <w:b/>
          <w:bCs/>
          <w:spacing w:val="-7"/>
          <w:sz w:val="22"/>
          <w:szCs w:val="22"/>
        </w:rPr>
        <w:t>w</w:t>
      </w:r>
      <w:r w:rsidRPr="006049FE">
        <w:rPr>
          <w:b/>
          <w:bCs/>
          <w:spacing w:val="-6"/>
          <w:sz w:val="22"/>
          <w:szCs w:val="22"/>
        </w:rPr>
        <w:t>ier</w:t>
      </w:r>
      <w:r w:rsidRPr="006049FE">
        <w:rPr>
          <w:b/>
          <w:bCs/>
          <w:spacing w:val="-8"/>
          <w:sz w:val="22"/>
          <w:szCs w:val="22"/>
        </w:rPr>
        <w:t>z</w:t>
      </w:r>
      <w:r w:rsidRPr="006049FE">
        <w:rPr>
          <w:b/>
          <w:bCs/>
          <w:spacing w:val="-6"/>
          <w:sz w:val="22"/>
          <w:szCs w:val="22"/>
        </w:rPr>
        <w:t>c</w:t>
      </w:r>
      <w:r w:rsidRPr="006049FE">
        <w:rPr>
          <w:b/>
          <w:bCs/>
          <w:spacing w:val="-5"/>
          <w:sz w:val="22"/>
          <w:szCs w:val="22"/>
        </w:rPr>
        <w:t>hn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b/>
          <w:bCs/>
          <w:spacing w:val="-6"/>
          <w:sz w:val="22"/>
          <w:szCs w:val="22"/>
        </w:rPr>
        <w:t>syntetyc</w:t>
      </w:r>
      <w:r w:rsidRPr="006049FE">
        <w:rPr>
          <w:b/>
          <w:bCs/>
          <w:spacing w:val="-8"/>
          <w:sz w:val="22"/>
          <w:szCs w:val="22"/>
        </w:rPr>
        <w:t>z</w:t>
      </w:r>
      <w:r w:rsidRPr="006049FE">
        <w:rPr>
          <w:b/>
          <w:bCs/>
          <w:spacing w:val="-6"/>
          <w:sz w:val="22"/>
          <w:szCs w:val="22"/>
        </w:rPr>
        <w:t>ne</w:t>
      </w:r>
      <w:r w:rsidRPr="006049FE">
        <w:rPr>
          <w:b/>
          <w:bCs/>
          <w:sz w:val="22"/>
          <w:szCs w:val="22"/>
        </w:rPr>
        <w:t>j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b/>
          <w:bCs/>
          <w:spacing w:val="-6"/>
          <w:sz w:val="22"/>
          <w:szCs w:val="22"/>
        </w:rPr>
        <w:t>poli</w:t>
      </w:r>
      <w:r w:rsidRPr="006049FE">
        <w:rPr>
          <w:b/>
          <w:bCs/>
          <w:spacing w:val="-8"/>
          <w:sz w:val="22"/>
          <w:szCs w:val="22"/>
        </w:rPr>
        <w:t>u</w:t>
      </w:r>
      <w:r w:rsidRPr="006049FE">
        <w:rPr>
          <w:b/>
          <w:bCs/>
          <w:spacing w:val="-5"/>
          <w:sz w:val="22"/>
          <w:szCs w:val="22"/>
        </w:rPr>
        <w:t>retano</w:t>
      </w:r>
      <w:r w:rsidRPr="006049FE">
        <w:rPr>
          <w:b/>
          <w:bCs/>
          <w:spacing w:val="-7"/>
          <w:sz w:val="22"/>
          <w:szCs w:val="22"/>
        </w:rPr>
        <w:t>w</w:t>
      </w:r>
      <w:r w:rsidRPr="006049FE">
        <w:rPr>
          <w:b/>
          <w:bCs/>
          <w:spacing w:val="-6"/>
          <w:sz w:val="22"/>
          <w:szCs w:val="22"/>
        </w:rPr>
        <w:t>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7"/>
          <w:sz w:val="22"/>
          <w:szCs w:val="22"/>
        </w:rPr>
        <w:t>Charakterystyk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16"/>
          <w:sz w:val="22"/>
          <w:szCs w:val="22"/>
        </w:rPr>
        <w:t xml:space="preserve"> </w:t>
      </w:r>
      <w:r w:rsidRPr="006049FE">
        <w:rPr>
          <w:b/>
          <w:bCs/>
          <w:spacing w:val="-7"/>
          <w:sz w:val="22"/>
          <w:szCs w:val="22"/>
        </w:rPr>
        <w:t>na</w:t>
      </w:r>
      <w:r w:rsidRPr="006049FE">
        <w:rPr>
          <w:b/>
          <w:bCs/>
          <w:spacing w:val="-9"/>
          <w:sz w:val="22"/>
          <w:szCs w:val="22"/>
        </w:rPr>
        <w:t>w</w:t>
      </w:r>
      <w:r w:rsidRPr="006049FE">
        <w:rPr>
          <w:b/>
          <w:bCs/>
          <w:spacing w:val="-8"/>
          <w:sz w:val="22"/>
          <w:szCs w:val="22"/>
        </w:rPr>
        <w:t>ierzchni;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nawierzchni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sportow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poliuretanow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wy</w:t>
      </w:r>
      <w:r w:rsidRPr="006049FE">
        <w:rPr>
          <w:spacing w:val="-10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>ga</w:t>
      </w:r>
      <w:r w:rsidRPr="006049FE">
        <w:rPr>
          <w:spacing w:val="-9"/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podbudow</w:t>
      </w:r>
      <w:r w:rsidRPr="006049FE">
        <w:rPr>
          <w:sz w:val="22"/>
          <w:szCs w:val="22"/>
        </w:rPr>
        <w:t>y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mieszanin</w:t>
      </w:r>
      <w:r w:rsidRPr="006049FE">
        <w:rPr>
          <w:sz w:val="22"/>
          <w:szCs w:val="22"/>
        </w:rPr>
        <w:t>y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kruszywa kwarcoweg</w:t>
      </w:r>
      <w:r w:rsidRPr="006049FE">
        <w:rPr>
          <w:sz w:val="22"/>
          <w:szCs w:val="22"/>
        </w:rPr>
        <w:t>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granulat</w:t>
      </w:r>
      <w:r w:rsidRPr="006049FE">
        <w:rPr>
          <w:sz w:val="22"/>
          <w:szCs w:val="22"/>
        </w:rPr>
        <w:t>u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gu</w:t>
      </w:r>
      <w:r w:rsidRPr="006049FE">
        <w:rPr>
          <w:spacing w:val="-11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oweg</w:t>
      </w:r>
      <w:r w:rsidRPr="006049FE">
        <w:rPr>
          <w:sz w:val="22"/>
          <w:szCs w:val="22"/>
        </w:rPr>
        <w:t>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</w:t>
      </w:r>
      <w:r w:rsidRPr="006049FE">
        <w:rPr>
          <w:spacing w:val="-8"/>
          <w:sz w:val="22"/>
          <w:szCs w:val="22"/>
        </w:rPr>
        <w:t>ołączoneg</w:t>
      </w:r>
      <w:r w:rsidRPr="006049FE">
        <w:rPr>
          <w:sz w:val="22"/>
          <w:szCs w:val="22"/>
        </w:rPr>
        <w:t>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lepiszcze</w:t>
      </w:r>
      <w:r w:rsidRPr="006049FE">
        <w:rPr>
          <w:sz w:val="22"/>
          <w:szCs w:val="22"/>
        </w:rPr>
        <w:t>m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</w:t>
      </w:r>
      <w:r w:rsidRPr="006049FE">
        <w:rPr>
          <w:spacing w:val="-7"/>
          <w:sz w:val="22"/>
          <w:szCs w:val="22"/>
        </w:rPr>
        <w:t>l</w:t>
      </w:r>
      <w:r w:rsidRPr="006049FE">
        <w:rPr>
          <w:spacing w:val="-8"/>
          <w:sz w:val="22"/>
          <w:szCs w:val="22"/>
        </w:rPr>
        <w:t>iuretanowy</w:t>
      </w:r>
      <w:r w:rsidRPr="006049FE">
        <w:rPr>
          <w:sz w:val="22"/>
          <w:szCs w:val="22"/>
        </w:rPr>
        <w:t>m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Nawierzchni</w:t>
      </w:r>
      <w:r w:rsidRPr="006049FE">
        <w:rPr>
          <w:sz w:val="22"/>
          <w:szCs w:val="22"/>
        </w:rPr>
        <w:t>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jest</w:t>
      </w:r>
      <w:r w:rsidRPr="006049FE">
        <w:rPr>
          <w:spacing w:val="-7"/>
          <w:w w:val="99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przepuszczaln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wody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zwarte</w:t>
      </w:r>
      <w:r w:rsidRPr="006049FE">
        <w:rPr>
          <w:sz w:val="22"/>
          <w:szCs w:val="22"/>
        </w:rPr>
        <w:t>j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strukturze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s</w:t>
      </w:r>
      <w:r w:rsidRPr="006049FE">
        <w:rPr>
          <w:spacing w:val="-8"/>
          <w:sz w:val="22"/>
          <w:szCs w:val="22"/>
        </w:rPr>
        <w:t>łuż</w:t>
      </w:r>
      <w:r w:rsidRPr="006049FE">
        <w:rPr>
          <w:sz w:val="22"/>
          <w:szCs w:val="22"/>
        </w:rPr>
        <w:t>y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pokryw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9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nawierzchn</w:t>
      </w:r>
      <w:r w:rsidRPr="006049FE">
        <w:rPr>
          <w:sz w:val="22"/>
          <w:szCs w:val="22"/>
        </w:rPr>
        <w:t>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bi</w:t>
      </w:r>
      <w:r w:rsidRPr="006049FE">
        <w:rPr>
          <w:spacing w:val="-8"/>
          <w:sz w:val="22"/>
          <w:szCs w:val="22"/>
        </w:rPr>
        <w:t>eż</w:t>
      </w:r>
      <w:r w:rsidRPr="006049FE">
        <w:rPr>
          <w:spacing w:val="-9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rozbiegów</w:t>
      </w:r>
      <w:r w:rsidRPr="006049FE">
        <w:rPr>
          <w:spacing w:val="-8"/>
          <w:w w:val="99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konkurencj</w:t>
      </w:r>
      <w:r w:rsidRPr="006049FE">
        <w:rPr>
          <w:sz w:val="22"/>
          <w:szCs w:val="22"/>
        </w:rPr>
        <w:t>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technicznyc</w:t>
      </w:r>
      <w:r w:rsidRPr="006049FE">
        <w:rPr>
          <w:sz w:val="22"/>
          <w:szCs w:val="22"/>
        </w:rPr>
        <w:t>h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zawodó</w:t>
      </w:r>
      <w:r w:rsidRPr="006049FE">
        <w:rPr>
          <w:sz w:val="22"/>
          <w:szCs w:val="22"/>
        </w:rPr>
        <w:t>w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lekko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>tletycznych</w:t>
      </w:r>
      <w:r w:rsidRPr="006049FE">
        <w:rPr>
          <w:sz w:val="22"/>
          <w:szCs w:val="22"/>
        </w:rPr>
        <w:t>,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bois</w:t>
      </w:r>
      <w:r w:rsidRPr="006049FE">
        <w:rPr>
          <w:sz w:val="22"/>
          <w:szCs w:val="22"/>
        </w:rPr>
        <w:t>k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wi</w:t>
      </w:r>
      <w:r w:rsidRPr="006049FE">
        <w:rPr>
          <w:spacing w:val="-7"/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>l</w:t>
      </w:r>
      <w:r w:rsidRPr="006049FE">
        <w:rPr>
          <w:spacing w:val="-9"/>
          <w:sz w:val="22"/>
          <w:szCs w:val="22"/>
        </w:rPr>
        <w:t>ofunkcyjny</w:t>
      </w:r>
      <w:r w:rsidRPr="006049FE">
        <w:rPr>
          <w:spacing w:val="-7"/>
          <w:sz w:val="22"/>
          <w:szCs w:val="22"/>
        </w:rPr>
        <w:t>c</w:t>
      </w:r>
      <w:r w:rsidRPr="006049FE">
        <w:rPr>
          <w:spacing w:val="-8"/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Nawierzchni</w:t>
      </w:r>
      <w:r w:rsidRPr="006049FE">
        <w:rPr>
          <w:sz w:val="22"/>
          <w:szCs w:val="22"/>
        </w:rPr>
        <w:t>a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charakteryzuj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s</w:t>
      </w:r>
      <w:r w:rsidRPr="006049FE">
        <w:rPr>
          <w:spacing w:val="-9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wy</w:t>
      </w:r>
      <w:r w:rsidRPr="006049FE">
        <w:rPr>
          <w:spacing w:val="-6"/>
          <w:sz w:val="22"/>
          <w:szCs w:val="22"/>
        </w:rPr>
        <w:t>s</w:t>
      </w:r>
      <w:r w:rsidRPr="006049FE">
        <w:rPr>
          <w:spacing w:val="-9"/>
          <w:sz w:val="22"/>
          <w:szCs w:val="22"/>
        </w:rPr>
        <w:t>ok</w:t>
      </w:r>
      <w:r w:rsidRPr="006049FE">
        <w:rPr>
          <w:spacing w:val="-7"/>
          <w:sz w:val="22"/>
          <w:szCs w:val="22"/>
        </w:rPr>
        <w:t>i</w:t>
      </w:r>
      <w:r w:rsidRPr="006049FE">
        <w:rPr>
          <w:sz w:val="22"/>
          <w:szCs w:val="22"/>
        </w:rPr>
        <w:t>m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stopni</w:t>
      </w:r>
      <w:r w:rsidRPr="006049FE">
        <w:rPr>
          <w:spacing w:val="-7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elastyczn</w:t>
      </w:r>
      <w:r w:rsidRPr="006049FE">
        <w:rPr>
          <w:spacing w:val="-8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ś</w:t>
      </w:r>
      <w:r w:rsidRPr="006049FE">
        <w:rPr>
          <w:spacing w:val="-8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spr</w:t>
      </w:r>
      <w:r w:rsidRPr="006049FE">
        <w:rPr>
          <w:spacing w:val="-8"/>
          <w:sz w:val="22"/>
          <w:szCs w:val="22"/>
        </w:rPr>
        <w:t>ęż</w:t>
      </w:r>
      <w:r w:rsidRPr="006049FE">
        <w:rPr>
          <w:spacing w:val="-9"/>
          <w:sz w:val="22"/>
          <w:szCs w:val="22"/>
        </w:rPr>
        <w:t>yst</w:t>
      </w:r>
      <w:r w:rsidRPr="006049FE">
        <w:rPr>
          <w:spacing w:val="-8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ś</w:t>
      </w:r>
      <w:r w:rsidRPr="006049FE">
        <w:rPr>
          <w:spacing w:val="-9"/>
          <w:sz w:val="22"/>
          <w:szCs w:val="22"/>
        </w:rPr>
        <w:t>ci</w:t>
      </w:r>
      <w:r w:rsidRPr="006049FE">
        <w:rPr>
          <w:sz w:val="22"/>
          <w:szCs w:val="22"/>
        </w:rPr>
        <w:t>,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zapewnia</w:t>
      </w:r>
      <w:r w:rsidRPr="006049FE">
        <w:rPr>
          <w:spacing w:val="-8"/>
          <w:w w:val="99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znako</w:t>
      </w:r>
      <w:r w:rsidRPr="006049FE">
        <w:rPr>
          <w:spacing w:val="-11"/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>it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poc</w:t>
      </w:r>
      <w:r w:rsidRPr="006049FE">
        <w:rPr>
          <w:spacing w:val="-9"/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>łaniani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energi</w:t>
      </w:r>
      <w:r w:rsidRPr="006049FE">
        <w:rPr>
          <w:sz w:val="22"/>
          <w:szCs w:val="22"/>
        </w:rPr>
        <w:t>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udarowej</w:t>
      </w:r>
      <w:r w:rsidRPr="006049FE">
        <w:rPr>
          <w:sz w:val="22"/>
          <w:szCs w:val="22"/>
        </w:rPr>
        <w:t>,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chron</w:t>
      </w:r>
      <w:r w:rsidRPr="006049FE">
        <w:rPr>
          <w:spacing w:val="-9"/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t</w:t>
      </w:r>
      <w:r w:rsidRPr="006049FE">
        <w:rPr>
          <w:spacing w:val="-7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s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n</w:t>
      </w:r>
      <w:r w:rsidRPr="006049FE">
        <w:rPr>
          <w:spacing w:val="-8"/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>ra</w:t>
      </w:r>
      <w:r w:rsidRPr="006049FE">
        <w:rPr>
          <w:spacing w:val="-8"/>
          <w:sz w:val="22"/>
          <w:szCs w:val="22"/>
        </w:rPr>
        <w:t>ż</w:t>
      </w:r>
      <w:r w:rsidRPr="006049FE">
        <w:rPr>
          <w:spacing w:val="-9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kontuzj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stawy</w:t>
      </w:r>
      <w:r w:rsidRPr="006049FE">
        <w:rPr>
          <w:sz w:val="22"/>
          <w:szCs w:val="22"/>
        </w:rPr>
        <w:t>,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kolan</w:t>
      </w:r>
      <w:r w:rsidRPr="006049FE">
        <w:rPr>
          <w:sz w:val="22"/>
          <w:szCs w:val="22"/>
        </w:rPr>
        <w:t>a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łokci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grają</w:t>
      </w:r>
      <w:r w:rsidRPr="006049FE">
        <w:rPr>
          <w:spacing w:val="-9"/>
          <w:sz w:val="22"/>
          <w:szCs w:val="22"/>
        </w:rPr>
        <w:t>cych.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wi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hn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4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ad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dwóc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wa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4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tw</w:t>
      </w:r>
      <w:r w:rsidRPr="006049FE">
        <w:rPr>
          <w:sz w:val="22"/>
          <w:szCs w:val="22"/>
        </w:rPr>
        <w:t>: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elastyczne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(</w:t>
      </w:r>
      <w:r w:rsidRPr="006049FE">
        <w:rPr>
          <w:spacing w:val="-4"/>
          <w:sz w:val="22"/>
          <w:szCs w:val="22"/>
        </w:rPr>
        <w:t>noś</w:t>
      </w:r>
      <w:r w:rsidRPr="006049FE">
        <w:rPr>
          <w:spacing w:val="-3"/>
          <w:sz w:val="22"/>
          <w:szCs w:val="22"/>
        </w:rPr>
        <w:t>nej</w:t>
      </w:r>
      <w:r w:rsidRPr="006049FE">
        <w:rPr>
          <w:sz w:val="22"/>
          <w:szCs w:val="22"/>
        </w:rPr>
        <w:t>)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ytkowe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rs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szan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gr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nula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gumowe</w:t>
      </w:r>
      <w:r w:rsidRPr="006049FE">
        <w:rPr>
          <w:spacing w:val="-4"/>
          <w:sz w:val="22"/>
          <w:szCs w:val="22"/>
        </w:rPr>
        <w:t>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pisz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pol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ret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now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>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uk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adana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ec</w:t>
      </w:r>
      <w:r w:rsidRPr="006049FE">
        <w:rPr>
          <w:spacing w:val="-5"/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icz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ie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proofErr w:type="spellStart"/>
      <w:r w:rsidRPr="006049FE">
        <w:rPr>
          <w:spacing w:val="-4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4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no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proofErr w:type="spellEnd"/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oc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roz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ła</w:t>
      </w:r>
      <w:r w:rsidRPr="006049FE">
        <w:rPr>
          <w:spacing w:val="-4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ark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s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poliuret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nowy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grubo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35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. 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rs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4"/>
          <w:sz w:val="22"/>
          <w:szCs w:val="22"/>
        </w:rPr>
        <w:t>ytko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st</w:t>
      </w:r>
      <w:r w:rsidRPr="006049FE">
        <w:rPr>
          <w:spacing w:val="-3"/>
          <w:sz w:val="22"/>
          <w:szCs w:val="22"/>
        </w:rPr>
        <w:t>an</w:t>
      </w:r>
      <w:r w:rsidRPr="006049FE">
        <w:rPr>
          <w:spacing w:val="-4"/>
          <w:sz w:val="22"/>
          <w:szCs w:val="22"/>
        </w:rPr>
        <w:t>ow</w:t>
      </w:r>
      <w:r w:rsidRPr="006049FE">
        <w:rPr>
          <w:sz w:val="22"/>
          <w:szCs w:val="22"/>
        </w:rPr>
        <w:t>i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sy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pol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ret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now</w:t>
      </w:r>
      <w:r w:rsidRPr="006049FE">
        <w:rPr>
          <w:sz w:val="22"/>
          <w:szCs w:val="22"/>
        </w:rPr>
        <w:t>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ies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4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anu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at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EPD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Wars</w:t>
      </w:r>
      <w:r w:rsidRPr="006049FE">
        <w:rPr>
          <w:spacing w:val="-2"/>
          <w:sz w:val="22"/>
          <w:szCs w:val="22"/>
        </w:rPr>
        <w:t>tw</w:t>
      </w:r>
      <w:r w:rsidRPr="006049FE">
        <w:rPr>
          <w:sz w:val="22"/>
          <w:szCs w:val="22"/>
        </w:rPr>
        <w:t>ę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wykonu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pop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ze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trys</w:t>
      </w:r>
      <w:r w:rsidRPr="006049FE">
        <w:rPr>
          <w:sz w:val="22"/>
          <w:szCs w:val="22"/>
        </w:rPr>
        <w:t>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4"/>
          <w:sz w:val="22"/>
          <w:szCs w:val="22"/>
        </w:rPr>
        <w:t>ubo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wers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wowe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</w:t>
      </w:r>
      <w:r w:rsidRPr="006049FE">
        <w:rPr>
          <w:sz w:val="22"/>
          <w:szCs w:val="22"/>
        </w:rPr>
        <w:t>3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mm</w:t>
      </w:r>
    </w:p>
    <w:p w:rsidR="00746A47" w:rsidRPr="006049FE" w:rsidRDefault="00746A47" w:rsidP="00746A47">
      <w:pPr>
        <w:pStyle w:val="Akapitzlist"/>
        <w:rPr>
          <w:b/>
          <w:bCs/>
          <w:spacing w:val="-5"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5"/>
          <w:sz w:val="22"/>
          <w:szCs w:val="22"/>
        </w:rPr>
        <w:t>Pa</w:t>
      </w:r>
      <w:r w:rsidRPr="006049FE">
        <w:rPr>
          <w:b/>
          <w:bCs/>
          <w:spacing w:val="-2"/>
          <w:sz w:val="22"/>
          <w:szCs w:val="22"/>
        </w:rPr>
        <w:t>r</w:t>
      </w:r>
      <w:r w:rsidRPr="006049FE">
        <w:rPr>
          <w:b/>
          <w:bCs/>
          <w:spacing w:val="-5"/>
          <w:sz w:val="22"/>
          <w:szCs w:val="22"/>
        </w:rPr>
        <w:t>ame</w:t>
      </w:r>
      <w:r w:rsidRPr="006049FE">
        <w:rPr>
          <w:b/>
          <w:bCs/>
          <w:spacing w:val="-2"/>
          <w:sz w:val="22"/>
          <w:szCs w:val="22"/>
        </w:rPr>
        <w:t>t</w:t>
      </w:r>
      <w:r w:rsidRPr="006049FE">
        <w:rPr>
          <w:b/>
          <w:bCs/>
          <w:spacing w:val="-5"/>
          <w:sz w:val="22"/>
          <w:szCs w:val="22"/>
        </w:rPr>
        <w:t>r</w:t>
      </w:r>
      <w:r w:rsidRPr="006049FE">
        <w:rPr>
          <w:b/>
          <w:bCs/>
          <w:spacing w:val="-4"/>
          <w:sz w:val="22"/>
          <w:szCs w:val="22"/>
        </w:rPr>
        <w:t>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Min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ma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par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met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ec</w:t>
      </w:r>
      <w:r w:rsidRPr="006049FE">
        <w:rPr>
          <w:spacing w:val="-5"/>
          <w:sz w:val="22"/>
          <w:szCs w:val="22"/>
        </w:rPr>
        <w:t>hni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ytkow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erzchni</w:t>
      </w:r>
      <w:r w:rsidRPr="006049FE">
        <w:rPr>
          <w:spacing w:val="-2"/>
          <w:sz w:val="22"/>
          <w:szCs w:val="22"/>
        </w:rPr>
        <w:t>: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5"/>
          <w:sz w:val="22"/>
          <w:szCs w:val="22"/>
        </w:rPr>
        <w:t>N</w:t>
      </w:r>
      <w:r w:rsidRPr="006049FE">
        <w:rPr>
          <w:b/>
          <w:bCs/>
          <w:spacing w:val="-3"/>
          <w:sz w:val="22"/>
          <w:szCs w:val="22"/>
        </w:rPr>
        <w:t>a</w:t>
      </w:r>
      <w:r w:rsidRPr="006049FE">
        <w:rPr>
          <w:b/>
          <w:bCs/>
          <w:spacing w:val="-5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i</w:t>
      </w:r>
      <w:r w:rsidRPr="006049FE">
        <w:rPr>
          <w:b/>
          <w:bCs/>
          <w:spacing w:val="-3"/>
          <w:sz w:val="22"/>
          <w:szCs w:val="22"/>
        </w:rPr>
        <w:t>er</w:t>
      </w:r>
      <w:r w:rsidRPr="006049FE">
        <w:rPr>
          <w:b/>
          <w:bCs/>
          <w:spacing w:val="-6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hni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typ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natrys</w:t>
      </w:r>
      <w:r w:rsidRPr="006049FE">
        <w:rPr>
          <w:b/>
          <w:bCs/>
          <w:sz w:val="22"/>
          <w:szCs w:val="22"/>
        </w:rPr>
        <w:t>k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–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grub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pacing w:val="-5"/>
          <w:sz w:val="22"/>
          <w:szCs w:val="22"/>
        </w:rPr>
        <w:t>ś</w:t>
      </w:r>
      <w:r w:rsidRPr="006049FE">
        <w:rPr>
          <w:b/>
          <w:bCs/>
          <w:sz w:val="22"/>
          <w:szCs w:val="22"/>
        </w:rPr>
        <w:t>ć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pacing w:val="-4"/>
          <w:sz w:val="22"/>
          <w:szCs w:val="22"/>
        </w:rPr>
        <w:t>12</w:t>
      </w:r>
      <w:r w:rsidRPr="006049FE">
        <w:rPr>
          <w:b/>
          <w:bCs/>
          <w:spacing w:val="-2"/>
          <w:sz w:val="22"/>
          <w:szCs w:val="22"/>
        </w:rPr>
        <w:t>-</w:t>
      </w:r>
      <w:r w:rsidRPr="006049FE">
        <w:rPr>
          <w:b/>
          <w:bCs/>
          <w:spacing w:val="-4"/>
          <w:sz w:val="22"/>
          <w:szCs w:val="22"/>
        </w:rPr>
        <w:t>1</w:t>
      </w:r>
      <w:r w:rsidRPr="006049FE">
        <w:rPr>
          <w:b/>
          <w:bCs/>
          <w:sz w:val="22"/>
          <w:szCs w:val="22"/>
        </w:rPr>
        <w:t>4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m</w:t>
      </w:r>
      <w:r w:rsidRPr="006049FE">
        <w:rPr>
          <w:b/>
          <w:bCs/>
          <w:spacing w:val="-4"/>
          <w:sz w:val="22"/>
          <w:szCs w:val="22"/>
        </w:rPr>
        <w:t>m</w:t>
      </w:r>
      <w:r w:rsidRPr="006049FE">
        <w:rPr>
          <w:b/>
          <w:b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5"/>
        <w:gridCol w:w="6237"/>
        <w:gridCol w:w="2091"/>
      </w:tblGrid>
      <w:tr w:rsidR="00CA3637" w:rsidRPr="006049FE" w:rsidTr="00B70C44">
        <w:trPr>
          <w:trHeight w:hRule="exact"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b/>
                <w:bCs/>
                <w:sz w:val="22"/>
                <w:szCs w:val="22"/>
              </w:rPr>
              <w:lastRenderedPageBreak/>
              <w:t>Po</w:t>
            </w:r>
            <w:r w:rsidRPr="006049FE">
              <w:rPr>
                <w:b/>
                <w:bCs/>
                <w:spacing w:val="-2"/>
                <w:sz w:val="22"/>
                <w:szCs w:val="22"/>
              </w:rPr>
              <w:t>z</w:t>
            </w:r>
            <w:r w:rsidRPr="006049F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b/>
                <w:bCs/>
                <w:sz w:val="22"/>
                <w:szCs w:val="22"/>
              </w:rPr>
              <w:t>Określenie paramet</w:t>
            </w:r>
            <w:r w:rsidRPr="006049FE">
              <w:rPr>
                <w:b/>
                <w:bCs/>
                <w:spacing w:val="-2"/>
                <w:sz w:val="22"/>
                <w:szCs w:val="22"/>
              </w:rPr>
              <w:t>r</w:t>
            </w:r>
            <w:r w:rsidRPr="006049FE">
              <w:rPr>
                <w:b/>
                <w:bCs/>
                <w:sz w:val="22"/>
                <w:szCs w:val="22"/>
              </w:rPr>
              <w:t>u</w:t>
            </w:r>
            <w:r w:rsidRPr="006049FE">
              <w:rPr>
                <w:b/>
                <w:bCs/>
                <w:sz w:val="22"/>
                <w:szCs w:val="22"/>
              </w:rPr>
              <w:tab/>
              <w:t>j</w:t>
            </w:r>
            <w:r w:rsidRPr="006049FE">
              <w:rPr>
                <w:b/>
                <w:bCs/>
                <w:spacing w:val="-2"/>
                <w:sz w:val="22"/>
                <w:szCs w:val="22"/>
              </w:rPr>
              <w:t>e</w:t>
            </w:r>
            <w:r w:rsidRPr="006049FE">
              <w:rPr>
                <w:b/>
                <w:bCs/>
                <w:sz w:val="22"/>
                <w:szCs w:val="22"/>
              </w:rPr>
              <w:t>dno</w:t>
            </w:r>
            <w:r w:rsidRPr="006049FE">
              <w:rPr>
                <w:b/>
                <w:bCs/>
                <w:spacing w:val="-2"/>
                <w:sz w:val="22"/>
                <w:szCs w:val="22"/>
              </w:rPr>
              <w:t>s</w:t>
            </w:r>
            <w:r w:rsidRPr="006049FE">
              <w:rPr>
                <w:b/>
                <w:bCs/>
                <w:sz w:val="22"/>
                <w:szCs w:val="22"/>
              </w:rPr>
              <w:t>tka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b/>
                <w:bCs/>
                <w:sz w:val="22"/>
                <w:szCs w:val="22"/>
              </w:rPr>
              <w:t>Wa</w:t>
            </w:r>
            <w:r w:rsidRPr="006049FE">
              <w:rPr>
                <w:b/>
                <w:bCs/>
                <w:spacing w:val="-2"/>
                <w:sz w:val="22"/>
                <w:szCs w:val="22"/>
              </w:rPr>
              <w:t>r</w:t>
            </w:r>
            <w:r w:rsidRPr="006049FE">
              <w:rPr>
                <w:b/>
                <w:bCs/>
                <w:sz w:val="22"/>
                <w:szCs w:val="22"/>
              </w:rPr>
              <w:t>tość wymagania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t</w:t>
            </w:r>
            <w:r w:rsidRPr="006049FE">
              <w:rPr>
                <w:sz w:val="22"/>
                <w:szCs w:val="22"/>
              </w:rPr>
              <w:t>rzy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ałość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 rozc</w:t>
            </w:r>
            <w:r w:rsidRPr="006049FE">
              <w:rPr>
                <w:spacing w:val="1"/>
                <w:sz w:val="22"/>
                <w:szCs w:val="22"/>
              </w:rPr>
              <w:t>i</w:t>
            </w:r>
            <w:r w:rsidRPr="006049FE">
              <w:rPr>
                <w:spacing w:val="-2"/>
                <w:sz w:val="22"/>
                <w:szCs w:val="22"/>
              </w:rPr>
              <w:t>ą</w:t>
            </w:r>
            <w:r w:rsidRPr="006049FE">
              <w:rPr>
                <w:sz w:val="22"/>
                <w:szCs w:val="22"/>
              </w:rPr>
              <w:t>ganie</w:t>
            </w:r>
            <w:r w:rsidRPr="006049FE">
              <w:rPr>
                <w:spacing w:val="48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</w:t>
            </w:r>
            <w:proofErr w:type="spellStart"/>
            <w:r w:rsidRPr="006049FE">
              <w:rPr>
                <w:sz w:val="22"/>
                <w:szCs w:val="22"/>
              </w:rPr>
              <w:t>MPa</w:t>
            </w:r>
            <w:proofErr w:type="spellEnd"/>
            <w:r w:rsidRPr="006049FE">
              <w:rPr>
                <w:sz w:val="22"/>
                <w:szCs w:val="22"/>
              </w:rPr>
              <w:t>)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0,80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W</w:t>
            </w:r>
            <w:r w:rsidRPr="006049FE">
              <w:rPr>
                <w:spacing w:val="-2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dłużenie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względne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przy rozciąg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 xml:space="preserve">ni </w:t>
            </w:r>
            <w:r w:rsidRPr="006049FE">
              <w:rPr>
                <w:spacing w:val="47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>%</w:t>
            </w:r>
            <w:r w:rsidRPr="006049FE">
              <w:rPr>
                <w:sz w:val="22"/>
                <w:szCs w:val="22"/>
              </w:rPr>
              <w:t>)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60</w:t>
            </w:r>
          </w:p>
        </w:tc>
      </w:tr>
      <w:tr w:rsidR="00CA3637" w:rsidRPr="006049FE" w:rsidTr="00B70C44">
        <w:trPr>
          <w:trHeight w:hRule="exact" w:val="68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Przyczepność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do podkł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du: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- nawierz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 xml:space="preserve">hnia (z 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ieszaniny k</w:t>
            </w:r>
            <w:r w:rsidRPr="006049FE">
              <w:rPr>
                <w:spacing w:val="-2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uszywa kwarcow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go,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granulatu gu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ow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 xml:space="preserve">go i </w:t>
            </w:r>
            <w:r w:rsidRPr="006049FE">
              <w:rPr>
                <w:spacing w:val="-2"/>
                <w:sz w:val="22"/>
                <w:szCs w:val="22"/>
              </w:rPr>
              <w:t>s</w:t>
            </w:r>
            <w:r w:rsidRPr="006049FE">
              <w:rPr>
                <w:sz w:val="22"/>
                <w:szCs w:val="22"/>
              </w:rPr>
              <w:t>poiwa PU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0,5</w:t>
            </w:r>
          </w:p>
        </w:tc>
      </w:tr>
      <w:tr w:rsidR="00CA3637" w:rsidRPr="006049FE" w:rsidTr="00B70C44">
        <w:trPr>
          <w:trHeight w:hRule="exact" w:val="70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-2"/>
                <w:sz w:val="22"/>
                <w:szCs w:val="22"/>
              </w:rPr>
              <w:t>s</w:t>
            </w:r>
            <w:r w:rsidRPr="006049FE">
              <w:rPr>
                <w:sz w:val="22"/>
                <w:szCs w:val="22"/>
              </w:rPr>
              <w:t>półczynnik</w:t>
            </w:r>
            <w:r w:rsidRPr="006049FE">
              <w:rPr>
                <w:spacing w:val="-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tarcia kinetycznego powierzchni: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w stanie su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hym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 xml:space="preserve">w stanie 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okrym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0,35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0,30</w:t>
            </w:r>
          </w:p>
        </w:tc>
      </w:tr>
      <w:tr w:rsidR="00CA3637" w:rsidRPr="006049FE" w:rsidTr="00B70C44">
        <w:trPr>
          <w:trHeight w:hRule="exact" w:val="70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Odporność na ud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rz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nie: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powierz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hnia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odcisku kulki,</w:t>
            </w:r>
            <w:r w:rsidRPr="006049FE">
              <w:rPr>
                <w:spacing w:val="49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(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position w:val="9"/>
                <w:sz w:val="22"/>
                <w:szCs w:val="22"/>
              </w:rPr>
              <w:t>2</w:t>
            </w:r>
            <w:r w:rsidRPr="006049FE">
              <w:rPr>
                <w:sz w:val="22"/>
                <w:szCs w:val="22"/>
              </w:rPr>
              <w:t>)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stan powierz</w:t>
            </w:r>
            <w:r w:rsidRPr="006049FE">
              <w:rPr>
                <w:spacing w:val="-2"/>
                <w:sz w:val="22"/>
                <w:szCs w:val="22"/>
              </w:rPr>
              <w:t>c</w:t>
            </w:r>
            <w:r w:rsidRPr="006049FE">
              <w:rPr>
                <w:sz w:val="22"/>
                <w:szCs w:val="22"/>
              </w:rPr>
              <w:t>hni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po bad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niu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520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Bez zmian</w:t>
            </w:r>
          </w:p>
        </w:tc>
      </w:tr>
      <w:tr w:rsidR="00CA3637" w:rsidRPr="006049FE" w:rsidTr="00B70C44">
        <w:trPr>
          <w:trHeight w:hRule="exact" w:val="67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6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W</w:t>
            </w:r>
            <w:r w:rsidRPr="006049FE">
              <w:rPr>
                <w:spacing w:val="-2"/>
                <w:sz w:val="22"/>
                <w:szCs w:val="22"/>
              </w:rPr>
              <w:t>y</w:t>
            </w:r>
            <w:r w:rsidRPr="006049FE">
              <w:rPr>
                <w:sz w:val="22"/>
                <w:szCs w:val="22"/>
              </w:rPr>
              <w:t>gląd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zewn</w:t>
            </w:r>
            <w:r w:rsidRPr="006049FE">
              <w:rPr>
                <w:spacing w:val="-2"/>
                <w:sz w:val="22"/>
                <w:szCs w:val="22"/>
              </w:rPr>
              <w:t>ę</w:t>
            </w:r>
            <w:r w:rsidRPr="006049FE">
              <w:rPr>
                <w:sz w:val="22"/>
                <w:szCs w:val="22"/>
              </w:rPr>
              <w:t>trzny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nawier</w:t>
            </w:r>
            <w:r w:rsidRPr="006049FE">
              <w:rPr>
                <w:spacing w:val="-2"/>
                <w:sz w:val="22"/>
                <w:szCs w:val="22"/>
              </w:rPr>
              <w:t>zc</w:t>
            </w:r>
            <w:r w:rsidRPr="006049FE">
              <w:rPr>
                <w:sz w:val="22"/>
                <w:szCs w:val="22"/>
              </w:rPr>
              <w:t>hni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Nawi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rzchnia o jednorodn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j s</w:t>
            </w:r>
            <w:r w:rsidRPr="006049FE">
              <w:rPr>
                <w:spacing w:val="-2"/>
                <w:sz w:val="22"/>
                <w:szCs w:val="22"/>
              </w:rPr>
              <w:t>t</w:t>
            </w:r>
            <w:r w:rsidRPr="006049FE">
              <w:rPr>
                <w:sz w:val="22"/>
                <w:szCs w:val="22"/>
              </w:rPr>
              <w:t>ruk</w:t>
            </w:r>
            <w:r w:rsidRPr="006049FE">
              <w:rPr>
                <w:spacing w:val="-2"/>
                <w:sz w:val="22"/>
                <w:szCs w:val="22"/>
              </w:rPr>
              <w:t>t</w:t>
            </w:r>
            <w:r w:rsidRPr="006049FE">
              <w:rPr>
                <w:sz w:val="22"/>
                <w:szCs w:val="22"/>
              </w:rPr>
              <w:t>urze i barwie</w:t>
            </w:r>
          </w:p>
        </w:tc>
      </w:tr>
      <w:tr w:rsidR="00CA3637" w:rsidRPr="006049FE" w:rsidTr="007E67AD">
        <w:trPr>
          <w:trHeight w:hRule="exact" w:val="84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7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Mro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oodporność oc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niana: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 xml:space="preserve">przyrostem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asy(%)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z</w:t>
            </w:r>
            <w:r w:rsidRPr="006049FE">
              <w:rPr>
                <w:spacing w:val="-3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ianą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wyg</w:t>
            </w:r>
            <w:r w:rsidRPr="006049FE">
              <w:rPr>
                <w:spacing w:val="-2"/>
                <w:sz w:val="22"/>
                <w:szCs w:val="22"/>
              </w:rPr>
              <w:t>l</w:t>
            </w:r>
            <w:r w:rsidRPr="006049FE">
              <w:rPr>
                <w:sz w:val="22"/>
                <w:szCs w:val="22"/>
              </w:rPr>
              <w:t>ądu zewnętr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nego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0,8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Bez zmian</w:t>
            </w:r>
          </w:p>
        </w:tc>
      </w:tr>
      <w:tr w:rsidR="00CA3637" w:rsidRPr="006049FE" w:rsidTr="007E67AD">
        <w:trPr>
          <w:trHeight w:hRule="exact" w:val="70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Odporność</w:t>
            </w:r>
            <w:r w:rsidRPr="006049FE">
              <w:rPr>
                <w:spacing w:val="-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na starzenie w w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runkach</w:t>
            </w:r>
            <w:r w:rsidRPr="006049FE">
              <w:rPr>
                <w:spacing w:val="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sztuc</w:t>
            </w:r>
            <w:r w:rsidRPr="006049FE">
              <w:rPr>
                <w:spacing w:val="-2"/>
                <w:sz w:val="22"/>
                <w:szCs w:val="22"/>
              </w:rPr>
              <w:t>z</w:t>
            </w:r>
            <w:r w:rsidRPr="006049FE">
              <w:rPr>
                <w:sz w:val="22"/>
                <w:szCs w:val="22"/>
              </w:rPr>
              <w:t>nych, oc</w:t>
            </w:r>
            <w:r w:rsidRPr="006049FE">
              <w:rPr>
                <w:spacing w:val="-2"/>
                <w:sz w:val="22"/>
                <w:szCs w:val="22"/>
              </w:rPr>
              <w:t>e</w:t>
            </w:r>
            <w:r w:rsidRPr="006049FE">
              <w:rPr>
                <w:sz w:val="22"/>
                <w:szCs w:val="22"/>
              </w:rPr>
              <w:t>niana zmia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ą b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rwy po n</w:t>
            </w:r>
            <w:r w:rsidRPr="006049FE">
              <w:rPr>
                <w:spacing w:val="-2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świetlen</w:t>
            </w:r>
            <w:r w:rsidRPr="006049FE">
              <w:rPr>
                <w:spacing w:val="-2"/>
                <w:sz w:val="22"/>
                <w:szCs w:val="22"/>
              </w:rPr>
              <w:t>i</w:t>
            </w:r>
            <w:r w:rsidRPr="006049FE">
              <w:rPr>
                <w:sz w:val="22"/>
                <w:szCs w:val="22"/>
              </w:rPr>
              <w:t xml:space="preserve">u, nr </w:t>
            </w:r>
            <w:r w:rsidRPr="006049FE">
              <w:rPr>
                <w:spacing w:val="-2"/>
                <w:sz w:val="22"/>
                <w:szCs w:val="22"/>
              </w:rPr>
              <w:t>s</w:t>
            </w:r>
            <w:r w:rsidRPr="006049FE">
              <w:rPr>
                <w:sz w:val="22"/>
                <w:szCs w:val="22"/>
              </w:rPr>
              <w:t>kali szarej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Bez zmian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 –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mata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 35 mm na podbud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ie 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kru</w:t>
      </w:r>
      <w:r w:rsidRPr="006049FE">
        <w:rPr>
          <w:spacing w:val="1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 Wykład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ina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odporna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kolce</w:t>
      </w:r>
      <w:r w:rsidRPr="006049FE">
        <w:rPr>
          <w:b/>
          <w:bCs/>
          <w:sz w:val="22"/>
          <w:szCs w:val="22"/>
        </w:rPr>
        <w:t>.</w:t>
      </w:r>
    </w:p>
    <w:p w:rsidR="00011DB0" w:rsidRPr="006049FE" w:rsidRDefault="00011DB0" w:rsidP="00746A47">
      <w:pPr>
        <w:pStyle w:val="Akapitzlist"/>
        <w:rPr>
          <w:b/>
          <w:bCs/>
          <w:sz w:val="22"/>
          <w:szCs w:val="22"/>
          <w:u w:val="thick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  <w:u w:val="thick"/>
        </w:rPr>
        <w:t>Podbud</w:t>
      </w:r>
      <w:r w:rsidRPr="006049FE">
        <w:rPr>
          <w:b/>
          <w:bCs/>
          <w:spacing w:val="1"/>
          <w:sz w:val="22"/>
          <w:szCs w:val="22"/>
          <w:u w:val="thick"/>
        </w:rPr>
        <w:t>o</w:t>
      </w:r>
      <w:r w:rsidRPr="006049FE">
        <w:rPr>
          <w:b/>
          <w:bCs/>
          <w:spacing w:val="-2"/>
          <w:sz w:val="22"/>
          <w:szCs w:val="22"/>
          <w:u w:val="thick"/>
        </w:rPr>
        <w:t>w</w:t>
      </w:r>
      <w:r w:rsidRPr="006049FE">
        <w:rPr>
          <w:b/>
          <w:bCs/>
          <w:sz w:val="22"/>
          <w:szCs w:val="22"/>
          <w:u w:val="thick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Nawierzc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nia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podbudowy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odpowiednio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ofilowanej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poprzeczn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łki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mierzone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łatą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dł.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nią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8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mm.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wolne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szczeń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kurzu,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błota,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piasku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itp.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może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zaolejone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(pla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ć).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Podbudowa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wolna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le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zka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mentow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go,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szorstka,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odspojon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ków,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zagr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ntowania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regnatem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poliuretanow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Nawierzchnia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ofilowanej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podłużn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zeczn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łki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ierzone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łatą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dł.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większe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nią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8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wo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ne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zaniecz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sz</w:t>
      </w:r>
      <w:r w:rsidRPr="006049FE">
        <w:rPr>
          <w:spacing w:val="1"/>
          <w:sz w:val="22"/>
          <w:szCs w:val="22"/>
        </w:rPr>
        <w:t>cz</w:t>
      </w:r>
      <w:r w:rsidRPr="006049FE">
        <w:rPr>
          <w:sz w:val="22"/>
          <w:szCs w:val="22"/>
        </w:rPr>
        <w:t>eń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kurzu,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błota,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p.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zaolejone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(pla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usunąć).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wolna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le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zka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mentow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go,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szorstka,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posiadać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odspojon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odła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ków,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zagr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ntowania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regnatem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poliuretanow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Podbudowa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miennego: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zagęszczona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podsypka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piaskowa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wa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s</w:t>
      </w:r>
      <w:r w:rsidRPr="006049FE">
        <w:rPr>
          <w:spacing w:val="8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konst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uk</w:t>
      </w:r>
      <w:r w:rsidRPr="006049FE">
        <w:rPr>
          <w:spacing w:val="8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j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wykon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r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8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zyw</w:t>
      </w:r>
      <w:r w:rsidRPr="006049FE">
        <w:rPr>
          <w:sz w:val="22"/>
          <w:szCs w:val="22"/>
        </w:rPr>
        <w:t>a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k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ie</w:t>
      </w:r>
      <w:r w:rsidRPr="006049FE">
        <w:rPr>
          <w:spacing w:val="7"/>
          <w:sz w:val="22"/>
          <w:szCs w:val="22"/>
        </w:rPr>
        <w:t>nn</w:t>
      </w:r>
      <w:r w:rsidRPr="006049FE">
        <w:rPr>
          <w:spacing w:val="8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ró</w:t>
      </w:r>
      <w:r w:rsidRPr="006049FE">
        <w:rPr>
          <w:spacing w:val="7"/>
          <w:sz w:val="22"/>
          <w:szCs w:val="22"/>
        </w:rPr>
        <w:t>wn</w:t>
      </w:r>
      <w:r w:rsidRPr="006049FE">
        <w:rPr>
          <w:sz w:val="22"/>
          <w:szCs w:val="22"/>
        </w:rPr>
        <w:t>o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uw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ł</w:t>
      </w:r>
      <w:r w:rsidRPr="006049FE">
        <w:rPr>
          <w:spacing w:val="8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ęszczona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echanicznie.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="007E67AD" w:rsidRPr="006049FE">
        <w:rPr>
          <w:sz w:val="22"/>
          <w:szCs w:val="22"/>
        </w:rPr>
        <w:t>r</w:t>
      </w:r>
      <w:r w:rsidRPr="006049FE">
        <w:rPr>
          <w:sz w:val="22"/>
          <w:szCs w:val="22"/>
        </w:rPr>
        <w:t>ub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projekcie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przekroje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Podk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elastyczn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warstw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stabilizu</w:t>
      </w:r>
      <w:r w:rsidRPr="006049FE">
        <w:rPr>
          <w:sz w:val="22"/>
          <w:szCs w:val="22"/>
        </w:rPr>
        <w:t>jąca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ieszanina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kruszywa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kwarcowego,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granulatu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gu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weg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spoiw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3</w:t>
      </w:r>
      <w:r w:rsidRPr="006049FE">
        <w:rPr>
          <w:sz w:val="22"/>
          <w:szCs w:val="22"/>
        </w:rPr>
        <w:t>5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szystki</w:t>
      </w:r>
      <w:r w:rsidRPr="006049FE">
        <w:rPr>
          <w:sz w:val="22"/>
          <w:szCs w:val="22"/>
        </w:rPr>
        <w:t>e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powy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sz</w:t>
      </w:r>
      <w:r w:rsidRPr="006049FE">
        <w:rPr>
          <w:sz w:val="22"/>
          <w:szCs w:val="22"/>
        </w:rPr>
        <w:t>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warst</w:t>
      </w:r>
      <w:r w:rsidRPr="006049FE">
        <w:rPr>
          <w:sz w:val="22"/>
          <w:szCs w:val="22"/>
        </w:rPr>
        <w:t>wy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wykonani</w:t>
      </w:r>
      <w:r w:rsidRPr="006049FE">
        <w:rPr>
          <w:sz w:val="22"/>
          <w:szCs w:val="22"/>
        </w:rPr>
        <w:t>u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zag</w:t>
      </w:r>
      <w:r w:rsidRPr="006049FE">
        <w:rPr>
          <w:spacing w:val="1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szcze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  m</w:t>
      </w:r>
      <w:r w:rsidRPr="006049FE">
        <w:rPr>
          <w:spacing w:val="2"/>
          <w:sz w:val="22"/>
          <w:szCs w:val="22"/>
        </w:rPr>
        <w:t>usz</w:t>
      </w:r>
      <w:r w:rsidRPr="006049FE">
        <w:rPr>
          <w:sz w:val="22"/>
          <w:szCs w:val="22"/>
        </w:rPr>
        <w:t>ą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 xml:space="preserve">ć  </w:t>
      </w:r>
      <w:r w:rsidRPr="006049FE">
        <w:rPr>
          <w:spacing w:val="1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epusz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ln</w:t>
      </w:r>
      <w:r w:rsidRPr="006049FE">
        <w:rPr>
          <w:sz w:val="22"/>
          <w:szCs w:val="22"/>
        </w:rPr>
        <w:t>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wody</w:t>
      </w:r>
      <w:r w:rsidRPr="006049FE">
        <w:rPr>
          <w:sz w:val="22"/>
          <w:szCs w:val="22"/>
        </w:rPr>
        <w:t>.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odbudow</w:t>
      </w:r>
      <w:r w:rsidRPr="006049FE">
        <w:rPr>
          <w:sz w:val="22"/>
          <w:szCs w:val="22"/>
        </w:rPr>
        <w:t>a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us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wykonan</w:t>
      </w:r>
      <w:r w:rsidRPr="006049FE">
        <w:rPr>
          <w:sz w:val="22"/>
          <w:szCs w:val="22"/>
        </w:rPr>
        <w:t>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Polsk</w:t>
      </w:r>
      <w:r w:rsidRPr="006049FE">
        <w:rPr>
          <w:sz w:val="22"/>
          <w:szCs w:val="22"/>
        </w:rPr>
        <w:t>ą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ą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Podbudowy 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kruszywa 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powinny </w:t>
      </w:r>
      <w:r w:rsidRPr="006049FE">
        <w:rPr>
          <w:spacing w:val="5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 xml:space="preserve">ć 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wym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ganio</w:t>
      </w:r>
      <w:r w:rsidRPr="006049FE">
        <w:rPr>
          <w:sz w:val="22"/>
          <w:szCs w:val="22"/>
        </w:rPr>
        <w:t xml:space="preserve">m 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wiązany</w:t>
      </w:r>
      <w:r w:rsidRPr="006049FE">
        <w:rPr>
          <w:sz w:val="22"/>
          <w:szCs w:val="22"/>
        </w:rPr>
        <w:t xml:space="preserve">m 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 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ośc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zag</w:t>
      </w:r>
      <w:r w:rsidRPr="006049FE">
        <w:rPr>
          <w:spacing w:val="4"/>
          <w:sz w:val="22"/>
          <w:szCs w:val="22"/>
        </w:rPr>
        <w:t>ęszczenie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4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równ</w:t>
      </w:r>
      <w:r w:rsidRPr="006049FE">
        <w:rPr>
          <w:spacing w:val="3"/>
          <w:sz w:val="22"/>
          <w:szCs w:val="22"/>
        </w:rPr>
        <w:t>ośc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awdz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ny</w:t>
      </w:r>
      <w:r w:rsidRPr="006049FE">
        <w:rPr>
          <w:sz w:val="22"/>
          <w:szCs w:val="22"/>
        </w:rPr>
        <w:t xml:space="preserve">m </w:t>
      </w:r>
      <w:r w:rsidRPr="006049FE">
        <w:rPr>
          <w:spacing w:val="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ńcz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aż</w:t>
      </w:r>
      <w:r w:rsidRPr="006049FE">
        <w:rPr>
          <w:spacing w:val="-2"/>
          <w:sz w:val="22"/>
          <w:szCs w:val="22"/>
        </w:rPr>
        <w:t>de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warstw.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  <w:u w:val="thick"/>
        </w:rPr>
        <w:t>Impregnacja</w:t>
      </w:r>
      <w:r w:rsidRPr="006049FE">
        <w:rPr>
          <w:b/>
          <w:bCs/>
          <w:spacing w:val="-2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podł</w:t>
      </w:r>
      <w:r w:rsidRPr="006049FE">
        <w:rPr>
          <w:b/>
          <w:bCs/>
          <w:spacing w:val="1"/>
          <w:sz w:val="22"/>
          <w:szCs w:val="22"/>
          <w:u w:val="thick"/>
        </w:rPr>
        <w:t>o</w:t>
      </w:r>
      <w:r w:rsidRPr="006049FE">
        <w:rPr>
          <w:b/>
          <w:bCs/>
          <w:spacing w:val="-2"/>
          <w:sz w:val="22"/>
          <w:szCs w:val="22"/>
          <w:u w:val="thick"/>
        </w:rPr>
        <w:t>ż</w:t>
      </w:r>
      <w:r w:rsidRPr="006049FE">
        <w:rPr>
          <w:b/>
          <w:bCs/>
          <w:sz w:val="22"/>
          <w:szCs w:val="22"/>
          <w:u w:val="thick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zadanie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stworzenie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wars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wy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adhez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jnej,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związanie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luźn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cząstek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podłoża.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z w:val="22"/>
          <w:szCs w:val="22"/>
        </w:rPr>
        <w:t>tego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celu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impregnatu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odzaju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nawierzchnie.</w:t>
      </w:r>
    </w:p>
    <w:p w:rsidR="00B61431" w:rsidRPr="006049FE" w:rsidRDefault="00B61431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t>SPR</w:t>
      </w:r>
      <w:r w:rsidRPr="006049FE">
        <w:rPr>
          <w:spacing w:val="-3"/>
          <w:sz w:val="22"/>
          <w:szCs w:val="22"/>
          <w:u w:val="single"/>
        </w:rPr>
        <w:t>Z</w:t>
      </w:r>
      <w:r w:rsidRPr="006049FE">
        <w:rPr>
          <w:sz w:val="22"/>
          <w:szCs w:val="22"/>
          <w:u w:val="single"/>
        </w:rPr>
        <w:t>ĘT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ętu: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t>TRANSP</w:t>
      </w:r>
      <w:r w:rsidRPr="006049FE">
        <w:rPr>
          <w:spacing w:val="1"/>
          <w:sz w:val="22"/>
          <w:szCs w:val="22"/>
          <w:u w:val="single"/>
        </w:rPr>
        <w:t>O</w:t>
      </w:r>
      <w:r w:rsidRPr="006049FE">
        <w:rPr>
          <w:sz w:val="22"/>
          <w:szCs w:val="22"/>
          <w:u w:val="single"/>
        </w:rPr>
        <w:t>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tra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sportu: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Ogólne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t>WYKONANIE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ROB</w:t>
      </w:r>
      <w:r w:rsidRPr="006049FE">
        <w:rPr>
          <w:spacing w:val="1"/>
          <w:sz w:val="22"/>
          <w:szCs w:val="22"/>
          <w:u w:val="single"/>
        </w:rPr>
        <w:t>Ó</w:t>
      </w:r>
      <w:r w:rsidRPr="006049FE">
        <w:rPr>
          <w:sz w:val="22"/>
          <w:szCs w:val="22"/>
          <w:u w:val="single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ętu: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6"/>
          <w:sz w:val="22"/>
          <w:szCs w:val="22"/>
          <w:u w:val="thick"/>
        </w:rPr>
        <w:t>Wykonanie</w:t>
      </w:r>
      <w:r w:rsidRPr="006049FE">
        <w:rPr>
          <w:spacing w:val="-8"/>
          <w:sz w:val="22"/>
          <w:szCs w:val="22"/>
          <w:u w:val="thick"/>
        </w:rPr>
        <w:t xml:space="preserve"> w</w:t>
      </w:r>
      <w:r w:rsidRPr="006049FE">
        <w:rPr>
          <w:spacing w:val="-6"/>
          <w:sz w:val="22"/>
          <w:szCs w:val="22"/>
          <w:u w:val="thick"/>
        </w:rPr>
        <w:t>ars</w:t>
      </w:r>
      <w:r w:rsidRPr="006049FE">
        <w:rPr>
          <w:spacing w:val="-5"/>
          <w:sz w:val="22"/>
          <w:szCs w:val="22"/>
          <w:u w:val="thick"/>
        </w:rPr>
        <w:t>t</w:t>
      </w:r>
      <w:r w:rsidRPr="006049FE">
        <w:rPr>
          <w:spacing w:val="-8"/>
          <w:sz w:val="22"/>
          <w:szCs w:val="22"/>
          <w:u w:val="thick"/>
        </w:rPr>
        <w:t>w</w:t>
      </w:r>
      <w:r w:rsidRPr="006049FE">
        <w:rPr>
          <w:sz w:val="22"/>
          <w:szCs w:val="22"/>
          <w:u w:val="thick"/>
        </w:rPr>
        <w:t>y</w:t>
      </w:r>
      <w:r w:rsidRPr="006049FE">
        <w:rPr>
          <w:spacing w:val="-13"/>
          <w:sz w:val="22"/>
          <w:szCs w:val="22"/>
          <w:u w:val="thick"/>
        </w:rPr>
        <w:t xml:space="preserve"> </w:t>
      </w:r>
      <w:r w:rsidRPr="006049FE">
        <w:rPr>
          <w:spacing w:val="-6"/>
          <w:sz w:val="22"/>
          <w:szCs w:val="22"/>
          <w:u w:val="thick"/>
        </w:rPr>
        <w:t>n</w:t>
      </w:r>
      <w:r w:rsidRPr="006049FE">
        <w:rPr>
          <w:spacing w:val="-5"/>
          <w:sz w:val="22"/>
          <w:szCs w:val="22"/>
          <w:u w:val="thick"/>
        </w:rPr>
        <w:t>oś</w:t>
      </w:r>
      <w:r w:rsidRPr="006049FE">
        <w:rPr>
          <w:spacing w:val="-6"/>
          <w:sz w:val="22"/>
          <w:szCs w:val="22"/>
          <w:u w:val="thick"/>
        </w:rPr>
        <w:t>nej</w:t>
      </w:r>
      <w:r w:rsidRPr="006049FE">
        <w:rPr>
          <w:spacing w:val="-7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-</w:t>
      </w:r>
      <w:r w:rsidRPr="006049FE">
        <w:rPr>
          <w:b/>
          <w:bCs/>
          <w:spacing w:val="-12"/>
          <w:sz w:val="22"/>
          <w:szCs w:val="22"/>
          <w:u w:val="thick"/>
        </w:rPr>
        <w:t xml:space="preserve"> </w:t>
      </w:r>
      <w:r w:rsidRPr="006049FE">
        <w:rPr>
          <w:spacing w:val="-8"/>
          <w:sz w:val="22"/>
          <w:szCs w:val="22"/>
          <w:u w:val="thick"/>
        </w:rPr>
        <w:t>„elasty</w:t>
      </w:r>
      <w:r w:rsidRPr="006049FE">
        <w:rPr>
          <w:spacing w:val="-6"/>
          <w:sz w:val="22"/>
          <w:szCs w:val="22"/>
          <w:u w:val="thick"/>
        </w:rPr>
        <w:t>c</w:t>
      </w:r>
      <w:r w:rsidRPr="006049FE">
        <w:rPr>
          <w:spacing w:val="-9"/>
          <w:sz w:val="22"/>
          <w:szCs w:val="22"/>
          <w:u w:val="thick"/>
        </w:rPr>
        <w:t>z</w:t>
      </w:r>
      <w:r w:rsidRPr="006049FE">
        <w:rPr>
          <w:spacing w:val="-7"/>
          <w:sz w:val="22"/>
          <w:szCs w:val="22"/>
          <w:u w:val="thick"/>
        </w:rPr>
        <w:t>nej":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-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4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no</w:t>
      </w:r>
      <w:r w:rsidRPr="006049FE">
        <w:rPr>
          <w:spacing w:val="-3"/>
          <w:sz w:val="22"/>
          <w:szCs w:val="22"/>
        </w:rPr>
        <w:t>śn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 xml:space="preserve">o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mieszanin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granulat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gu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owe</w:t>
      </w:r>
      <w:r w:rsidRPr="006049FE">
        <w:rPr>
          <w:spacing w:val="-4"/>
          <w:sz w:val="22"/>
          <w:szCs w:val="22"/>
        </w:rPr>
        <w:t>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epis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cz</w:t>
      </w:r>
      <w:r w:rsidRPr="006049FE">
        <w:rPr>
          <w:sz w:val="22"/>
          <w:szCs w:val="22"/>
        </w:rPr>
        <w:t xml:space="preserve">a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uret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now</w:t>
      </w:r>
      <w:r w:rsidRPr="006049FE">
        <w:rPr>
          <w:spacing w:val="-3"/>
          <w:sz w:val="22"/>
          <w:szCs w:val="22"/>
        </w:rPr>
        <w:t>eg</w:t>
      </w:r>
      <w:r w:rsidRPr="006049FE">
        <w:rPr>
          <w:sz w:val="22"/>
          <w:szCs w:val="22"/>
        </w:rPr>
        <w:t xml:space="preserve">o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ła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echaniczni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proofErr w:type="spellStart"/>
      <w:r w:rsidRPr="006049FE">
        <w:rPr>
          <w:spacing w:val="-3"/>
          <w:sz w:val="22"/>
          <w:szCs w:val="22"/>
        </w:rPr>
        <w:t>bezspoino</w:t>
      </w:r>
      <w:r w:rsidRPr="006049FE">
        <w:rPr>
          <w:spacing w:val="-6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proofErr w:type="spellEnd"/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oc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rozk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ark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s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poliuret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nowy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4"/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6"/>
          <w:sz w:val="22"/>
          <w:szCs w:val="22"/>
          <w:u w:val="thick"/>
        </w:rPr>
        <w:t>Wykonanie</w:t>
      </w:r>
      <w:r w:rsidRPr="006049FE">
        <w:rPr>
          <w:b/>
          <w:bCs/>
          <w:spacing w:val="-8"/>
          <w:sz w:val="22"/>
          <w:szCs w:val="22"/>
          <w:u w:val="thick"/>
        </w:rPr>
        <w:t xml:space="preserve"> w</w:t>
      </w:r>
      <w:r w:rsidRPr="006049FE">
        <w:rPr>
          <w:b/>
          <w:bCs/>
          <w:spacing w:val="-6"/>
          <w:sz w:val="22"/>
          <w:szCs w:val="22"/>
          <w:u w:val="thick"/>
        </w:rPr>
        <w:t>ars</w:t>
      </w:r>
      <w:r w:rsidRPr="006049FE">
        <w:rPr>
          <w:b/>
          <w:bCs/>
          <w:spacing w:val="-5"/>
          <w:sz w:val="22"/>
          <w:szCs w:val="22"/>
          <w:u w:val="thick"/>
        </w:rPr>
        <w:t>t</w:t>
      </w:r>
      <w:r w:rsidRPr="006049FE">
        <w:rPr>
          <w:b/>
          <w:bCs/>
          <w:spacing w:val="-8"/>
          <w:sz w:val="22"/>
          <w:szCs w:val="22"/>
          <w:u w:val="thick"/>
        </w:rPr>
        <w:t>w</w:t>
      </w:r>
      <w:r w:rsidRPr="006049FE">
        <w:rPr>
          <w:b/>
          <w:bCs/>
          <w:sz w:val="22"/>
          <w:szCs w:val="22"/>
          <w:u w:val="thick"/>
        </w:rPr>
        <w:t>y</w:t>
      </w:r>
      <w:r w:rsidRPr="006049FE">
        <w:rPr>
          <w:b/>
          <w:bCs/>
          <w:spacing w:val="-13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4"/>
          <w:sz w:val="22"/>
          <w:szCs w:val="22"/>
          <w:u w:val="thick"/>
        </w:rPr>
        <w:t>u</w:t>
      </w:r>
      <w:r w:rsidRPr="006049FE">
        <w:rPr>
          <w:b/>
          <w:bCs/>
          <w:spacing w:val="-8"/>
          <w:sz w:val="22"/>
          <w:szCs w:val="22"/>
          <w:u w:val="thick"/>
        </w:rPr>
        <w:t>ż</w:t>
      </w:r>
      <w:r w:rsidRPr="006049FE">
        <w:rPr>
          <w:b/>
          <w:bCs/>
          <w:spacing w:val="-6"/>
          <w:sz w:val="22"/>
          <w:szCs w:val="22"/>
          <w:u w:val="thick"/>
        </w:rPr>
        <w:t>ytko</w:t>
      </w:r>
      <w:r w:rsidRPr="006049FE">
        <w:rPr>
          <w:b/>
          <w:bCs/>
          <w:spacing w:val="-8"/>
          <w:sz w:val="22"/>
          <w:szCs w:val="22"/>
          <w:u w:val="thick"/>
        </w:rPr>
        <w:t>w</w:t>
      </w:r>
      <w:r w:rsidRPr="006049FE">
        <w:rPr>
          <w:b/>
          <w:bCs/>
          <w:spacing w:val="-7"/>
          <w:sz w:val="22"/>
          <w:szCs w:val="22"/>
          <w:u w:val="thick"/>
        </w:rPr>
        <w:t>e</w:t>
      </w:r>
      <w:r w:rsidRPr="006049FE">
        <w:rPr>
          <w:b/>
          <w:bCs/>
          <w:spacing w:val="-6"/>
          <w:sz w:val="22"/>
          <w:szCs w:val="22"/>
          <w:u w:val="thick"/>
        </w:rPr>
        <w:t>j: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rs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4"/>
          <w:sz w:val="22"/>
          <w:szCs w:val="22"/>
        </w:rPr>
        <w:t>ytko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st</w:t>
      </w:r>
      <w:r w:rsidRPr="006049FE">
        <w:rPr>
          <w:spacing w:val="-3"/>
          <w:sz w:val="22"/>
          <w:szCs w:val="22"/>
        </w:rPr>
        <w:t>an</w:t>
      </w:r>
      <w:r w:rsidRPr="006049FE">
        <w:rPr>
          <w:spacing w:val="-4"/>
          <w:sz w:val="22"/>
          <w:szCs w:val="22"/>
        </w:rPr>
        <w:t>ow</w:t>
      </w:r>
      <w:r w:rsidRPr="006049FE">
        <w:rPr>
          <w:sz w:val="22"/>
          <w:szCs w:val="22"/>
        </w:rPr>
        <w:t>i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sy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pol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ret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now</w:t>
      </w:r>
      <w:r w:rsidRPr="006049FE">
        <w:rPr>
          <w:sz w:val="22"/>
          <w:szCs w:val="22"/>
        </w:rPr>
        <w:t>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ies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4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anu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at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31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EPD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Wars</w:t>
      </w:r>
      <w:r w:rsidRPr="006049FE">
        <w:rPr>
          <w:spacing w:val="-2"/>
          <w:sz w:val="22"/>
          <w:szCs w:val="22"/>
        </w:rPr>
        <w:t>tw</w:t>
      </w:r>
      <w:r w:rsidRPr="006049FE">
        <w:rPr>
          <w:sz w:val="22"/>
          <w:szCs w:val="22"/>
        </w:rPr>
        <w:t>ę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wykonu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pop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ze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trys</w:t>
      </w:r>
      <w:r w:rsidRPr="006049FE">
        <w:rPr>
          <w:sz w:val="22"/>
          <w:szCs w:val="22"/>
        </w:rPr>
        <w:t>k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ch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>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  <w:u w:val="thick"/>
        </w:rPr>
        <w:t>Warunki</w:t>
      </w:r>
      <w:r w:rsidRPr="006049FE">
        <w:rPr>
          <w:b/>
          <w:bCs/>
          <w:spacing w:val="-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3"/>
          <w:sz w:val="22"/>
          <w:szCs w:val="22"/>
          <w:u w:val="thick"/>
        </w:rPr>
        <w:t>nie</w:t>
      </w:r>
      <w:r w:rsidRPr="006049FE">
        <w:rPr>
          <w:b/>
          <w:bCs/>
          <w:spacing w:val="-6"/>
          <w:sz w:val="22"/>
          <w:szCs w:val="22"/>
          <w:u w:val="thick"/>
        </w:rPr>
        <w:t>z</w:t>
      </w:r>
      <w:r w:rsidRPr="006049FE">
        <w:rPr>
          <w:b/>
          <w:bCs/>
          <w:spacing w:val="-4"/>
          <w:sz w:val="22"/>
          <w:szCs w:val="22"/>
          <w:u w:val="thick"/>
        </w:rPr>
        <w:t>b</w:t>
      </w:r>
      <w:r w:rsidRPr="006049FE">
        <w:rPr>
          <w:b/>
          <w:bCs/>
          <w:spacing w:val="-5"/>
          <w:sz w:val="22"/>
          <w:szCs w:val="22"/>
          <w:u w:val="thick"/>
        </w:rPr>
        <w:t>ę</w:t>
      </w:r>
      <w:r w:rsidRPr="006049FE">
        <w:rPr>
          <w:b/>
          <w:bCs/>
          <w:spacing w:val="-3"/>
          <w:sz w:val="22"/>
          <w:szCs w:val="22"/>
          <w:u w:val="thick"/>
        </w:rPr>
        <w:t>dne</w:t>
      </w:r>
      <w:r w:rsidRPr="006049FE">
        <w:rPr>
          <w:b/>
          <w:bCs/>
          <w:spacing w:val="-6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3"/>
          <w:sz w:val="22"/>
          <w:szCs w:val="22"/>
          <w:u w:val="thick"/>
        </w:rPr>
        <w:t>do</w:t>
      </w:r>
      <w:r w:rsidRPr="006049FE">
        <w:rPr>
          <w:b/>
          <w:bCs/>
          <w:spacing w:val="-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3"/>
          <w:sz w:val="22"/>
          <w:szCs w:val="22"/>
          <w:u w:val="thick"/>
        </w:rPr>
        <w:t>pra</w:t>
      </w:r>
      <w:r w:rsidRPr="006049FE">
        <w:rPr>
          <w:b/>
          <w:bCs/>
          <w:spacing w:val="-5"/>
          <w:sz w:val="22"/>
          <w:szCs w:val="22"/>
          <w:u w:val="thick"/>
        </w:rPr>
        <w:t>w</w:t>
      </w:r>
      <w:r w:rsidRPr="006049FE">
        <w:rPr>
          <w:b/>
          <w:bCs/>
          <w:spacing w:val="-3"/>
          <w:sz w:val="22"/>
          <w:szCs w:val="22"/>
          <w:u w:val="thick"/>
        </w:rPr>
        <w:t>i</w:t>
      </w:r>
      <w:r w:rsidRPr="006049FE">
        <w:rPr>
          <w:b/>
          <w:bCs/>
          <w:spacing w:val="-7"/>
          <w:sz w:val="22"/>
          <w:szCs w:val="22"/>
          <w:u w:val="thick"/>
        </w:rPr>
        <w:t>d</w:t>
      </w:r>
      <w:r w:rsidRPr="006049FE">
        <w:rPr>
          <w:b/>
          <w:bCs/>
          <w:spacing w:val="-2"/>
          <w:sz w:val="22"/>
          <w:szCs w:val="22"/>
          <w:u w:val="thick"/>
        </w:rPr>
        <w:t>ł</w:t>
      </w:r>
      <w:r w:rsidRPr="006049FE">
        <w:rPr>
          <w:b/>
          <w:bCs/>
          <w:spacing w:val="-4"/>
          <w:sz w:val="22"/>
          <w:szCs w:val="22"/>
          <w:u w:val="thick"/>
        </w:rPr>
        <w:t>ow</w:t>
      </w:r>
      <w:r w:rsidRPr="006049FE">
        <w:rPr>
          <w:b/>
          <w:bCs/>
          <w:spacing w:val="-3"/>
          <w:sz w:val="22"/>
          <w:szCs w:val="22"/>
          <w:u w:val="thick"/>
        </w:rPr>
        <w:t>e</w:t>
      </w:r>
      <w:r w:rsidRPr="006049FE">
        <w:rPr>
          <w:b/>
          <w:bCs/>
          <w:sz w:val="22"/>
          <w:szCs w:val="22"/>
          <w:u w:val="thick"/>
        </w:rPr>
        <w:t>j</w:t>
      </w:r>
      <w:r w:rsidRPr="006049FE">
        <w:rPr>
          <w:b/>
          <w:bCs/>
          <w:spacing w:val="-9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5"/>
          <w:sz w:val="22"/>
          <w:szCs w:val="22"/>
          <w:u w:val="thick"/>
        </w:rPr>
        <w:t>insta</w:t>
      </w:r>
      <w:r w:rsidRPr="006049FE">
        <w:rPr>
          <w:b/>
          <w:bCs/>
          <w:spacing w:val="-2"/>
          <w:sz w:val="22"/>
          <w:szCs w:val="22"/>
          <w:u w:val="thick"/>
        </w:rPr>
        <w:t>l</w:t>
      </w:r>
      <w:r w:rsidRPr="006049FE">
        <w:rPr>
          <w:b/>
          <w:bCs/>
          <w:spacing w:val="-5"/>
          <w:sz w:val="22"/>
          <w:szCs w:val="22"/>
          <w:u w:val="thick"/>
        </w:rPr>
        <w:t>acji</w:t>
      </w:r>
      <w:r w:rsidRPr="006049FE">
        <w:rPr>
          <w:b/>
          <w:bCs/>
          <w:spacing w:val="-4"/>
          <w:sz w:val="22"/>
          <w:szCs w:val="22"/>
          <w:u w:val="thick"/>
        </w:rPr>
        <w:t xml:space="preserve"> na</w:t>
      </w:r>
      <w:r w:rsidRPr="006049FE">
        <w:rPr>
          <w:b/>
          <w:bCs/>
          <w:spacing w:val="-6"/>
          <w:sz w:val="22"/>
          <w:szCs w:val="22"/>
          <w:u w:val="thick"/>
        </w:rPr>
        <w:t>w</w:t>
      </w:r>
      <w:r w:rsidRPr="006049FE">
        <w:rPr>
          <w:b/>
          <w:bCs/>
          <w:spacing w:val="-2"/>
          <w:sz w:val="22"/>
          <w:szCs w:val="22"/>
          <w:u w:val="thick"/>
        </w:rPr>
        <w:t>i</w:t>
      </w:r>
      <w:r w:rsidRPr="006049FE">
        <w:rPr>
          <w:b/>
          <w:bCs/>
          <w:spacing w:val="-5"/>
          <w:sz w:val="22"/>
          <w:szCs w:val="22"/>
          <w:u w:val="thick"/>
        </w:rPr>
        <w:t>e</w:t>
      </w:r>
      <w:r w:rsidRPr="006049FE">
        <w:rPr>
          <w:b/>
          <w:bCs/>
          <w:spacing w:val="-2"/>
          <w:sz w:val="22"/>
          <w:szCs w:val="22"/>
          <w:u w:val="thick"/>
        </w:rPr>
        <w:t>r</w:t>
      </w:r>
      <w:r w:rsidRPr="006049FE">
        <w:rPr>
          <w:b/>
          <w:bCs/>
          <w:spacing w:val="-5"/>
          <w:sz w:val="22"/>
          <w:szCs w:val="22"/>
          <w:u w:val="thick"/>
        </w:rPr>
        <w:t>z</w:t>
      </w:r>
      <w:r w:rsidRPr="006049FE">
        <w:rPr>
          <w:b/>
          <w:bCs/>
          <w:spacing w:val="-2"/>
          <w:sz w:val="22"/>
          <w:szCs w:val="22"/>
          <w:u w:val="thick"/>
        </w:rPr>
        <w:t>c</w:t>
      </w:r>
      <w:r w:rsidRPr="006049FE">
        <w:rPr>
          <w:b/>
          <w:bCs/>
          <w:spacing w:val="-4"/>
          <w:sz w:val="22"/>
          <w:szCs w:val="22"/>
          <w:u w:val="thick"/>
        </w:rPr>
        <w:t>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Podcza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konyw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</w:t>
      </w:r>
      <w:r w:rsidRPr="006049FE">
        <w:rPr>
          <w:sz w:val="22"/>
          <w:szCs w:val="22"/>
        </w:rPr>
        <w:t>ac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nale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be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wzgl</w:t>
      </w:r>
      <w:r w:rsidRPr="006049FE">
        <w:rPr>
          <w:spacing w:val="1"/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>dni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przestrzeg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tn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otocz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nia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os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ał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"/>
          <w:sz w:val="22"/>
          <w:szCs w:val="22"/>
        </w:rPr>
        <w:t>prz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4</w:t>
      </w:r>
      <w:r w:rsidRPr="006049FE">
        <w:rPr>
          <w:spacing w:val="4"/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>90%</w:t>
      </w:r>
      <w:r w:rsidRPr="006049FE">
        <w:rPr>
          <w:sz w:val="22"/>
          <w:szCs w:val="22"/>
        </w:rPr>
        <w:t xml:space="preserve">, a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em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era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ur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pod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winn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sz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naj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nie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3"/>
          <w:sz w:val="22"/>
          <w:szCs w:val="22"/>
        </w:rPr>
        <w:t>3</w:t>
      </w:r>
      <w:r w:rsidRPr="006049FE">
        <w:rPr>
          <w:spacing w:val="3"/>
          <w:position w:val="10"/>
          <w:sz w:val="22"/>
          <w:szCs w:val="22"/>
        </w:rPr>
        <w:t>o</w:t>
      </w:r>
      <w:r w:rsidRPr="006049FE">
        <w:rPr>
          <w:sz w:val="22"/>
          <w:szCs w:val="22"/>
        </w:rPr>
        <w:t xml:space="preserve">C </w:t>
      </w:r>
      <w:r w:rsidRPr="006049FE">
        <w:rPr>
          <w:spacing w:val="3"/>
          <w:sz w:val="22"/>
          <w:szCs w:val="22"/>
        </w:rPr>
        <w:t>od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ją</w:t>
      </w:r>
      <w:r w:rsidRPr="006049FE">
        <w:rPr>
          <w:spacing w:val="2"/>
          <w:sz w:val="22"/>
          <w:szCs w:val="22"/>
        </w:rPr>
        <w:t>ce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 xml:space="preserve">m </w:t>
      </w:r>
      <w:r w:rsidRPr="006049FE">
        <w:rPr>
          <w:spacing w:val="2"/>
          <w:sz w:val="22"/>
          <w:szCs w:val="22"/>
        </w:rPr>
        <w:t>miejsc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tem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eratur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nkt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4"/>
          <w:sz w:val="22"/>
          <w:szCs w:val="22"/>
        </w:rPr>
        <w:t>Wykonani</w:t>
      </w:r>
      <w:r w:rsidRPr="006049FE">
        <w:rPr>
          <w:sz w:val="22"/>
          <w:szCs w:val="22"/>
        </w:rPr>
        <w:t>e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mont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ż</w:t>
      </w:r>
      <w:r w:rsidRPr="006049FE">
        <w:rPr>
          <w:sz w:val="22"/>
          <w:szCs w:val="22"/>
        </w:rPr>
        <w:t>u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zchn</w:t>
      </w:r>
      <w:r w:rsidRPr="006049FE">
        <w:rPr>
          <w:sz w:val="22"/>
          <w:szCs w:val="22"/>
        </w:rPr>
        <w:t>i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boisk</w:t>
      </w:r>
      <w:r w:rsidRPr="006049FE">
        <w:rPr>
          <w:sz w:val="22"/>
          <w:szCs w:val="22"/>
        </w:rPr>
        <w:t>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lec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biors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u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mającemu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łaśc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doś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iad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nie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7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cji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najmniej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kilku</w:t>
      </w:r>
      <w:r w:rsidRPr="006049FE">
        <w:rPr>
          <w:spacing w:val="58"/>
          <w:sz w:val="22"/>
          <w:szCs w:val="22"/>
        </w:rPr>
        <w:t xml:space="preserve"> </w:t>
      </w:r>
      <w:r w:rsidRPr="006049FE">
        <w:rPr>
          <w:sz w:val="22"/>
          <w:szCs w:val="22"/>
        </w:rPr>
        <w:t>por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alnych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tego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typu robót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arantującemu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ści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onania.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32"/>
          <w:sz w:val="22"/>
          <w:szCs w:val="22"/>
        </w:rPr>
        <w:t xml:space="preserve"> 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pacing w:val="-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kresie</w:t>
      </w:r>
      <w:r w:rsidRPr="006049FE">
        <w:rPr>
          <w:b/>
          <w:bCs/>
          <w:spacing w:val="33"/>
          <w:sz w:val="22"/>
          <w:szCs w:val="22"/>
        </w:rPr>
        <w:t xml:space="preserve"> 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y</w:t>
      </w:r>
      <w:r w:rsidRPr="006049FE">
        <w:rPr>
          <w:b/>
          <w:bCs/>
          <w:sz w:val="22"/>
          <w:szCs w:val="22"/>
        </w:rPr>
        <w:t>maganych</w:t>
      </w:r>
      <w:r w:rsidRPr="006049FE">
        <w:rPr>
          <w:b/>
          <w:bCs/>
          <w:spacing w:val="3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</w:t>
      </w:r>
      <w:r w:rsidRPr="006049FE">
        <w:rPr>
          <w:b/>
          <w:bCs/>
          <w:spacing w:val="-3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alifikacji</w:t>
      </w:r>
      <w:r w:rsidRPr="006049FE">
        <w:rPr>
          <w:b/>
          <w:bCs/>
          <w:spacing w:val="3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3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spr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ę</w:t>
      </w:r>
      <w:r w:rsidRPr="006049FE">
        <w:rPr>
          <w:b/>
          <w:bCs/>
          <w:spacing w:val="-2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33"/>
          <w:sz w:val="22"/>
          <w:szCs w:val="22"/>
        </w:rPr>
        <w:t xml:space="preserve"> 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yk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cy</w:t>
      </w:r>
      <w:r w:rsidRPr="006049FE">
        <w:rPr>
          <w:b/>
          <w:bCs/>
          <w:spacing w:val="32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winn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3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dysp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ć</w:t>
      </w:r>
      <w:r w:rsidRPr="006049FE">
        <w:rPr>
          <w:b/>
          <w:bCs/>
          <w:w w:val="9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ro</w:t>
      </w:r>
      <w:r w:rsidRPr="006049FE">
        <w:rPr>
          <w:b/>
          <w:bCs/>
          <w:spacing w:val="-5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kł</w:t>
      </w:r>
      <w:r w:rsidRPr="006049FE">
        <w:rPr>
          <w:b/>
          <w:bCs/>
          <w:spacing w:val="-2"/>
          <w:sz w:val="22"/>
          <w:szCs w:val="22"/>
        </w:rPr>
        <w:t>adar</w:t>
      </w:r>
      <w:r w:rsidRPr="006049FE">
        <w:rPr>
          <w:b/>
          <w:bCs/>
          <w:sz w:val="22"/>
          <w:szCs w:val="22"/>
        </w:rPr>
        <w:t>ką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d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u</w:t>
      </w:r>
      <w:r w:rsidRPr="006049FE">
        <w:rPr>
          <w:b/>
          <w:bCs/>
          <w:sz w:val="22"/>
          <w:szCs w:val="22"/>
        </w:rPr>
        <w:t>kł</w:t>
      </w:r>
      <w:r w:rsidRPr="006049FE">
        <w:rPr>
          <w:b/>
          <w:bCs/>
          <w:spacing w:val="-2"/>
          <w:sz w:val="22"/>
          <w:szCs w:val="22"/>
        </w:rPr>
        <w:t>ad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ni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2"/>
          <w:sz w:val="22"/>
          <w:szCs w:val="22"/>
        </w:rPr>
        <w:t>e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zchn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poliur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2"/>
          <w:sz w:val="22"/>
          <w:szCs w:val="22"/>
        </w:rPr>
        <w:t>tan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4"/>
          <w:sz w:val="22"/>
          <w:szCs w:val="22"/>
        </w:rPr>
        <w:t>w</w:t>
      </w:r>
      <w:r w:rsidRPr="006049FE">
        <w:rPr>
          <w:b/>
          <w:bCs/>
          <w:spacing w:val="-2"/>
          <w:sz w:val="22"/>
          <w:szCs w:val="22"/>
        </w:rPr>
        <w:t>y</w:t>
      </w:r>
      <w:r w:rsidRPr="006049FE">
        <w:rPr>
          <w:b/>
          <w:bCs/>
          <w:sz w:val="22"/>
          <w:szCs w:val="22"/>
        </w:rPr>
        <w:t>c</w:t>
      </w:r>
      <w:r w:rsidRPr="006049FE">
        <w:rPr>
          <w:b/>
          <w:bCs/>
          <w:spacing w:val="-2"/>
          <w:sz w:val="22"/>
          <w:szCs w:val="22"/>
        </w:rPr>
        <w:t>h</w:t>
      </w:r>
      <w:r w:rsidRPr="006049FE">
        <w:rPr>
          <w:b/>
          <w:b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7"/>
          <w:w w:val="105"/>
          <w:sz w:val="22"/>
          <w:szCs w:val="22"/>
          <w:u w:val="thick"/>
        </w:rPr>
        <w:t>Sposób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6"/>
          <w:w w:val="105"/>
          <w:sz w:val="22"/>
          <w:szCs w:val="22"/>
          <w:u w:val="thick"/>
        </w:rPr>
        <w:t>u</w:t>
      </w:r>
      <w:r w:rsidRPr="006049FE">
        <w:rPr>
          <w:b/>
          <w:bCs/>
          <w:spacing w:val="-7"/>
          <w:w w:val="105"/>
          <w:sz w:val="22"/>
          <w:szCs w:val="22"/>
          <w:u w:val="thick"/>
        </w:rPr>
        <w:t>żytkowania</w:t>
      </w:r>
      <w:r w:rsidRPr="006049FE">
        <w:rPr>
          <w:b/>
          <w:bCs/>
          <w:spacing w:val="5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w w:val="105"/>
          <w:sz w:val="22"/>
          <w:szCs w:val="22"/>
          <w:u w:val="thick"/>
        </w:rPr>
        <w:t>i</w:t>
      </w:r>
      <w:r w:rsidRPr="006049FE">
        <w:rPr>
          <w:b/>
          <w:bCs/>
          <w:spacing w:val="-2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7"/>
          <w:w w:val="105"/>
          <w:sz w:val="22"/>
          <w:szCs w:val="22"/>
          <w:u w:val="thick"/>
        </w:rPr>
        <w:t>konserwacji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7"/>
          <w:w w:val="105"/>
          <w:sz w:val="22"/>
          <w:szCs w:val="22"/>
          <w:u w:val="thick"/>
        </w:rPr>
        <w:t>nawierzchni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14"/>
          <w:w w:val="105"/>
          <w:sz w:val="22"/>
          <w:szCs w:val="22"/>
        </w:rPr>
        <w:t>OG</w:t>
      </w:r>
      <w:r w:rsidRPr="006049FE">
        <w:rPr>
          <w:b/>
          <w:bCs/>
          <w:spacing w:val="-13"/>
          <w:w w:val="105"/>
          <w:sz w:val="22"/>
          <w:szCs w:val="22"/>
        </w:rPr>
        <w:t>Ó</w:t>
      </w:r>
      <w:r w:rsidRPr="006049FE">
        <w:rPr>
          <w:b/>
          <w:bCs/>
          <w:spacing w:val="-14"/>
          <w:w w:val="105"/>
          <w:sz w:val="22"/>
          <w:szCs w:val="22"/>
        </w:rPr>
        <w:t>LN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-11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4"/>
          <w:w w:val="105"/>
          <w:sz w:val="22"/>
          <w:szCs w:val="22"/>
        </w:rPr>
        <w:t>INSTR</w:t>
      </w:r>
      <w:r w:rsidRPr="006049FE">
        <w:rPr>
          <w:b/>
          <w:bCs/>
          <w:spacing w:val="-13"/>
          <w:w w:val="105"/>
          <w:sz w:val="22"/>
          <w:szCs w:val="22"/>
        </w:rPr>
        <w:t>U</w:t>
      </w:r>
      <w:r w:rsidRPr="006049FE">
        <w:rPr>
          <w:b/>
          <w:bCs/>
          <w:spacing w:val="-14"/>
          <w:w w:val="105"/>
          <w:sz w:val="22"/>
          <w:szCs w:val="22"/>
        </w:rPr>
        <w:t>KCJ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-10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3"/>
          <w:w w:val="105"/>
          <w:sz w:val="22"/>
          <w:szCs w:val="22"/>
        </w:rPr>
        <w:t>U</w:t>
      </w:r>
      <w:r w:rsidRPr="006049FE">
        <w:rPr>
          <w:b/>
          <w:bCs/>
          <w:spacing w:val="-14"/>
          <w:w w:val="105"/>
          <w:sz w:val="22"/>
          <w:szCs w:val="22"/>
        </w:rPr>
        <w:t>ŻYTK</w:t>
      </w:r>
      <w:r w:rsidRPr="006049FE">
        <w:rPr>
          <w:b/>
          <w:bCs/>
          <w:spacing w:val="-13"/>
          <w:w w:val="105"/>
          <w:sz w:val="22"/>
          <w:szCs w:val="22"/>
        </w:rPr>
        <w:t>O</w:t>
      </w:r>
      <w:r w:rsidRPr="006049FE">
        <w:rPr>
          <w:b/>
          <w:bCs/>
          <w:spacing w:val="-14"/>
          <w:w w:val="105"/>
          <w:sz w:val="22"/>
          <w:szCs w:val="22"/>
        </w:rPr>
        <w:t>WA</w:t>
      </w:r>
      <w:r w:rsidRPr="006049FE">
        <w:rPr>
          <w:b/>
          <w:bCs/>
          <w:spacing w:val="-13"/>
          <w:w w:val="105"/>
          <w:sz w:val="22"/>
          <w:szCs w:val="22"/>
        </w:rPr>
        <w:t>N</w:t>
      </w:r>
      <w:r w:rsidRPr="006049FE">
        <w:rPr>
          <w:b/>
          <w:bCs/>
          <w:spacing w:val="-15"/>
          <w:w w:val="105"/>
          <w:sz w:val="22"/>
          <w:szCs w:val="22"/>
        </w:rPr>
        <w:t>I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-11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4"/>
          <w:w w:val="105"/>
          <w:sz w:val="22"/>
          <w:szCs w:val="22"/>
        </w:rPr>
        <w:t>ZEWN</w:t>
      </w:r>
      <w:r w:rsidRPr="006049FE">
        <w:rPr>
          <w:b/>
          <w:bCs/>
          <w:spacing w:val="-13"/>
          <w:w w:val="105"/>
          <w:sz w:val="22"/>
          <w:szCs w:val="22"/>
        </w:rPr>
        <w:t>ĘT</w:t>
      </w:r>
      <w:r w:rsidRPr="006049FE">
        <w:rPr>
          <w:b/>
          <w:bCs/>
          <w:spacing w:val="-14"/>
          <w:w w:val="105"/>
          <w:sz w:val="22"/>
          <w:szCs w:val="22"/>
        </w:rPr>
        <w:t>R</w:t>
      </w:r>
      <w:r w:rsidRPr="006049FE">
        <w:rPr>
          <w:b/>
          <w:bCs/>
          <w:spacing w:val="-15"/>
          <w:w w:val="105"/>
          <w:sz w:val="22"/>
          <w:szCs w:val="22"/>
        </w:rPr>
        <w:t>Z</w:t>
      </w:r>
      <w:r w:rsidRPr="006049FE">
        <w:rPr>
          <w:b/>
          <w:bCs/>
          <w:spacing w:val="-13"/>
          <w:w w:val="105"/>
          <w:sz w:val="22"/>
          <w:szCs w:val="22"/>
        </w:rPr>
        <w:t>N</w:t>
      </w:r>
      <w:r w:rsidRPr="006049FE">
        <w:rPr>
          <w:b/>
          <w:bCs/>
          <w:spacing w:val="-14"/>
          <w:w w:val="105"/>
          <w:sz w:val="22"/>
          <w:szCs w:val="22"/>
        </w:rPr>
        <w:t>YC</w:t>
      </w:r>
      <w:r w:rsidRPr="006049FE">
        <w:rPr>
          <w:b/>
          <w:bCs/>
          <w:w w:val="105"/>
          <w:sz w:val="22"/>
          <w:szCs w:val="22"/>
        </w:rPr>
        <w:t>H</w:t>
      </w:r>
      <w:r w:rsidRPr="006049FE">
        <w:rPr>
          <w:b/>
          <w:bCs/>
          <w:spacing w:val="-10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3"/>
          <w:w w:val="105"/>
          <w:sz w:val="22"/>
          <w:szCs w:val="22"/>
        </w:rPr>
        <w:t>NAW</w:t>
      </w:r>
      <w:r w:rsidRPr="006049FE">
        <w:rPr>
          <w:b/>
          <w:bCs/>
          <w:spacing w:val="-15"/>
          <w:w w:val="105"/>
          <w:sz w:val="22"/>
          <w:szCs w:val="22"/>
        </w:rPr>
        <w:t>I</w:t>
      </w:r>
      <w:r w:rsidRPr="006049FE">
        <w:rPr>
          <w:b/>
          <w:bCs/>
          <w:spacing w:val="-13"/>
          <w:w w:val="105"/>
          <w:sz w:val="22"/>
          <w:szCs w:val="22"/>
        </w:rPr>
        <w:t>E</w:t>
      </w:r>
      <w:r w:rsidRPr="006049FE">
        <w:rPr>
          <w:b/>
          <w:bCs/>
          <w:spacing w:val="-14"/>
          <w:w w:val="105"/>
          <w:sz w:val="22"/>
          <w:szCs w:val="22"/>
        </w:rPr>
        <w:t>R</w:t>
      </w:r>
      <w:r w:rsidRPr="006049FE">
        <w:rPr>
          <w:b/>
          <w:bCs/>
          <w:spacing w:val="-15"/>
          <w:w w:val="105"/>
          <w:sz w:val="22"/>
          <w:szCs w:val="22"/>
        </w:rPr>
        <w:t>Z</w:t>
      </w:r>
      <w:r w:rsidRPr="006049FE">
        <w:rPr>
          <w:b/>
          <w:bCs/>
          <w:spacing w:val="-13"/>
          <w:w w:val="105"/>
          <w:sz w:val="22"/>
          <w:szCs w:val="22"/>
        </w:rPr>
        <w:t>C</w:t>
      </w:r>
      <w:r w:rsidRPr="006049FE">
        <w:rPr>
          <w:b/>
          <w:bCs/>
          <w:spacing w:val="-14"/>
          <w:w w:val="105"/>
          <w:sz w:val="22"/>
          <w:szCs w:val="22"/>
        </w:rPr>
        <w:t>H</w:t>
      </w:r>
      <w:r w:rsidRPr="006049FE">
        <w:rPr>
          <w:b/>
          <w:bCs/>
          <w:spacing w:val="-13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I</w:t>
      </w:r>
      <w:r w:rsidRPr="006049FE">
        <w:rPr>
          <w:b/>
          <w:bCs/>
          <w:spacing w:val="-12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5"/>
          <w:w w:val="105"/>
          <w:sz w:val="22"/>
          <w:szCs w:val="22"/>
        </w:rPr>
        <w:t>SP</w:t>
      </w:r>
      <w:r w:rsidRPr="006049FE">
        <w:rPr>
          <w:b/>
          <w:bCs/>
          <w:spacing w:val="-13"/>
          <w:w w:val="105"/>
          <w:sz w:val="22"/>
          <w:szCs w:val="22"/>
        </w:rPr>
        <w:t>O</w:t>
      </w:r>
      <w:r w:rsidRPr="006049FE">
        <w:rPr>
          <w:b/>
          <w:bCs/>
          <w:spacing w:val="-14"/>
          <w:w w:val="105"/>
          <w:sz w:val="22"/>
          <w:szCs w:val="22"/>
        </w:rPr>
        <w:t>R</w:t>
      </w:r>
      <w:r w:rsidRPr="006049FE">
        <w:rPr>
          <w:b/>
          <w:bCs/>
          <w:spacing w:val="-15"/>
          <w:w w:val="105"/>
          <w:sz w:val="22"/>
          <w:szCs w:val="22"/>
        </w:rPr>
        <w:t>T</w:t>
      </w:r>
      <w:r w:rsidRPr="006049FE">
        <w:rPr>
          <w:b/>
          <w:bCs/>
          <w:spacing w:val="-13"/>
          <w:w w:val="105"/>
          <w:sz w:val="22"/>
          <w:szCs w:val="22"/>
        </w:rPr>
        <w:t>OWY</w:t>
      </w:r>
      <w:r w:rsidRPr="006049FE">
        <w:rPr>
          <w:b/>
          <w:bCs/>
          <w:spacing w:val="-14"/>
          <w:w w:val="105"/>
          <w:sz w:val="22"/>
          <w:szCs w:val="22"/>
        </w:rPr>
        <w:t>C</w:t>
      </w:r>
      <w:r w:rsidRPr="006049FE">
        <w:rPr>
          <w:b/>
          <w:bCs/>
          <w:w w:val="105"/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Nawierzchni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poliuret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i/>
          <w:iCs/>
          <w:spacing w:val="2"/>
          <w:sz w:val="22"/>
          <w:szCs w:val="22"/>
        </w:rPr>
        <w:t>s</w:t>
      </w:r>
      <w:r w:rsidRPr="006049FE">
        <w:rPr>
          <w:i/>
          <w:iCs/>
          <w:sz w:val="22"/>
          <w:szCs w:val="22"/>
        </w:rPr>
        <w:t>ą</w:t>
      </w:r>
      <w:r w:rsidRPr="006049FE">
        <w:rPr>
          <w:i/>
          <w:iCs/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awierzc</w:t>
      </w:r>
      <w:r w:rsidRPr="006049FE">
        <w:rPr>
          <w:spacing w:val="3"/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niam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sport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teg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cal</w:t>
      </w:r>
      <w:r w:rsidRPr="006049FE">
        <w:rPr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sł</w:t>
      </w:r>
      <w:r w:rsidRPr="006049FE">
        <w:rPr>
          <w:spacing w:val="1"/>
          <w:sz w:val="22"/>
          <w:szCs w:val="22"/>
        </w:rPr>
        <w:t>uży</w:t>
      </w:r>
      <w:r w:rsidRPr="006049FE">
        <w:rPr>
          <w:sz w:val="22"/>
          <w:szCs w:val="22"/>
        </w:rPr>
        <w:t>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"/>
          <w:w w:val="10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uż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tk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wan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obuwi</w:t>
      </w:r>
      <w:r w:rsidRPr="006049FE">
        <w:rPr>
          <w:sz w:val="22"/>
          <w:szCs w:val="22"/>
        </w:rPr>
        <w:t>u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</w:t>
      </w:r>
      <w:r w:rsidRPr="006049FE">
        <w:rPr>
          <w:sz w:val="22"/>
          <w:szCs w:val="22"/>
        </w:rPr>
        <w:t>or</w:t>
      </w:r>
      <w:r w:rsidRPr="006049FE">
        <w:rPr>
          <w:spacing w:val="1"/>
          <w:sz w:val="22"/>
          <w:szCs w:val="22"/>
        </w:rPr>
        <w:t>towy</w:t>
      </w:r>
      <w:r w:rsidRPr="006049FE">
        <w:rPr>
          <w:sz w:val="22"/>
          <w:szCs w:val="22"/>
        </w:rPr>
        <w:t>m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dop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cza</w:t>
      </w:r>
      <w:r w:rsidRPr="006049FE">
        <w:rPr>
          <w:sz w:val="22"/>
          <w:szCs w:val="22"/>
        </w:rPr>
        <w:t>ć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nad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iern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zab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udz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nawierz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pia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kie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wo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uj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iern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zu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Unikać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zabrudzeń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olejem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ulsją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asfaltową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środkami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che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icz</w:t>
      </w:r>
      <w:r w:rsidRPr="006049FE">
        <w:rPr>
          <w:spacing w:val="1"/>
          <w:sz w:val="22"/>
          <w:szCs w:val="22"/>
        </w:rPr>
        <w:t>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du</w:t>
      </w:r>
      <w:r w:rsidRPr="006049FE">
        <w:rPr>
          <w:spacing w:val="1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mi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odbarwieni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nawierzchn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.Ni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dopuszcz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ja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,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owera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,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otorach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«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azd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ochoda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</w:t>
      </w:r>
      <w:r w:rsidRPr="006049FE">
        <w:rPr>
          <w:spacing w:val="3"/>
          <w:sz w:val="22"/>
          <w:szCs w:val="22"/>
        </w:rPr>
        <w:t>wi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4"/>
          <w:sz w:val="22"/>
          <w:szCs w:val="22"/>
        </w:rPr>
        <w:t>kontr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lowan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równi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zg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noś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dbudow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Projektowana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poliuretanowa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wielofunkcyjne</w:t>
      </w:r>
      <w:r w:rsidRPr="006049FE">
        <w:rPr>
          <w:spacing w:val="-9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dporna</w:t>
      </w:r>
      <w:proofErr w:type="spellEnd"/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kolce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,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róz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wysokie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erat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ry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przepuszczalna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paroprzepuszczalna.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ustabilizowane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UV,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skutków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ubocznych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środowiska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KOLORYSTY</w:t>
      </w:r>
      <w:r w:rsidRPr="006049FE">
        <w:rPr>
          <w:b/>
          <w:bCs/>
          <w:spacing w:val="-2"/>
          <w:sz w:val="22"/>
          <w:szCs w:val="22"/>
        </w:rPr>
        <w:t>K</w:t>
      </w:r>
      <w:r w:rsidRPr="006049FE">
        <w:rPr>
          <w:b/>
          <w:bCs/>
          <w:sz w:val="22"/>
          <w:szCs w:val="22"/>
        </w:rPr>
        <w:t>A NAWI</w:t>
      </w:r>
      <w:r w:rsidRPr="006049FE">
        <w:rPr>
          <w:b/>
          <w:bCs/>
          <w:spacing w:val="-2"/>
          <w:sz w:val="22"/>
          <w:szCs w:val="22"/>
        </w:rPr>
        <w:t>E</w:t>
      </w:r>
      <w:r w:rsidRPr="006049FE">
        <w:rPr>
          <w:b/>
          <w:bCs/>
          <w:sz w:val="22"/>
          <w:szCs w:val="22"/>
        </w:rPr>
        <w:t>R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CHNI BO</w:t>
      </w:r>
      <w:r w:rsidRPr="006049FE">
        <w:rPr>
          <w:b/>
          <w:bCs/>
          <w:spacing w:val="-2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SKA WIEL</w:t>
      </w:r>
      <w:r w:rsidRPr="006049FE">
        <w:rPr>
          <w:b/>
          <w:bCs/>
          <w:spacing w:val="-2"/>
          <w:sz w:val="22"/>
          <w:szCs w:val="22"/>
        </w:rPr>
        <w:t>O</w:t>
      </w:r>
      <w:r w:rsidRPr="006049FE">
        <w:rPr>
          <w:b/>
          <w:bCs/>
          <w:sz w:val="22"/>
          <w:szCs w:val="22"/>
        </w:rPr>
        <w:t>FUNKCYJNEGO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boisko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kolorze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czerwonym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eglasty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Akcesoria: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linie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50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er.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farby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poliuretanowe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eto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natrysku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piłka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siatkowa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kolor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zielony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piłka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koszykowa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kolor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łty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piłka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ręczna</w:t>
      </w:r>
      <w:r w:rsidRPr="006049FE">
        <w:rPr>
          <w:sz w:val="22"/>
          <w:szCs w:val="22"/>
        </w:rPr>
        <w:tab/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kolor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biały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tenis</w:t>
      </w:r>
      <w:r w:rsidRPr="006049FE">
        <w:rPr>
          <w:sz w:val="22"/>
          <w:szCs w:val="22"/>
        </w:rPr>
        <w:tab/>
        <w:t>-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kolor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niebieski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Projektuje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się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konstrukcje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n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ie</w:t>
      </w:r>
      <w:r w:rsidRPr="006049FE">
        <w:rPr>
          <w:b/>
          <w:bCs/>
          <w:spacing w:val="1"/>
          <w:sz w:val="22"/>
          <w:szCs w:val="22"/>
        </w:rPr>
        <w:t>r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chni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podbudo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 xml:space="preserve">ą: </w:t>
      </w:r>
      <w:r w:rsidRPr="006049FE">
        <w:rPr>
          <w:b/>
          <w:bCs/>
          <w:sz w:val="22"/>
          <w:szCs w:val="22"/>
          <w:u w:val="thick"/>
        </w:rPr>
        <w:t>dla</w:t>
      </w:r>
      <w:r w:rsidRPr="006049FE">
        <w:rPr>
          <w:b/>
          <w:bCs/>
          <w:spacing w:val="-3"/>
          <w:sz w:val="22"/>
          <w:szCs w:val="22"/>
          <w:u w:val="thick"/>
        </w:rPr>
        <w:t xml:space="preserve"> </w:t>
      </w:r>
      <w:r w:rsidRPr="006049FE">
        <w:rPr>
          <w:b/>
          <w:bCs/>
          <w:sz w:val="22"/>
          <w:szCs w:val="22"/>
          <w:u w:val="thick"/>
        </w:rPr>
        <w:t>boiska</w:t>
      </w:r>
      <w:r w:rsidRPr="006049FE">
        <w:rPr>
          <w:b/>
          <w:bCs/>
          <w:spacing w:val="-3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2"/>
          <w:sz w:val="22"/>
          <w:szCs w:val="22"/>
          <w:u w:val="thick"/>
        </w:rPr>
        <w:t>w</w:t>
      </w:r>
      <w:r w:rsidRPr="006049FE">
        <w:rPr>
          <w:b/>
          <w:bCs/>
          <w:sz w:val="22"/>
          <w:szCs w:val="22"/>
          <w:u w:val="thick"/>
        </w:rPr>
        <w:t>ielofunkcyjnego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podbud</w:t>
      </w:r>
      <w:r w:rsidRPr="006049FE">
        <w:rPr>
          <w:b/>
          <w:bCs/>
          <w:spacing w:val="1"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ie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ars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>wy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stabili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u</w:t>
      </w:r>
      <w:r w:rsidRPr="006049FE">
        <w:rPr>
          <w:b/>
          <w:bCs/>
          <w:spacing w:val="1"/>
          <w:sz w:val="22"/>
          <w:szCs w:val="22"/>
        </w:rPr>
        <w:t>j</w:t>
      </w:r>
      <w:r w:rsidRPr="006049FE">
        <w:rPr>
          <w:b/>
          <w:bCs/>
          <w:sz w:val="22"/>
          <w:szCs w:val="22"/>
        </w:rPr>
        <w:t>ącej</w:t>
      </w:r>
      <w:r w:rsidRPr="006049FE">
        <w:rPr>
          <w:b/>
          <w:bCs/>
          <w:spacing w:val="5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typu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ET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gr.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35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 xml:space="preserve">mm,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 xml:space="preserve">  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ars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u</w:t>
      </w:r>
      <w:r w:rsidRPr="006049FE">
        <w:rPr>
          <w:b/>
          <w:bCs/>
          <w:sz w:val="22"/>
          <w:szCs w:val="22"/>
        </w:rPr>
        <w:t>żytko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–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s</w:t>
      </w:r>
      <w:r w:rsidRPr="006049FE">
        <w:rPr>
          <w:b/>
          <w:bCs/>
          <w:sz w:val="22"/>
          <w:szCs w:val="22"/>
        </w:rPr>
        <w:t>ystem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poli</w:t>
      </w:r>
      <w:r w:rsidRPr="006049FE">
        <w:rPr>
          <w:b/>
          <w:bCs/>
          <w:spacing w:val="-2"/>
          <w:sz w:val="22"/>
          <w:szCs w:val="22"/>
        </w:rPr>
        <w:t>u</w:t>
      </w:r>
      <w:r w:rsidRPr="006049FE">
        <w:rPr>
          <w:b/>
          <w:bCs/>
          <w:sz w:val="22"/>
          <w:szCs w:val="22"/>
        </w:rPr>
        <w:t>retano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zmieszany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granulatem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EPDM</w:t>
      </w:r>
      <w:r w:rsidRPr="006049FE">
        <w:rPr>
          <w:b/>
          <w:bCs/>
          <w:spacing w:val="5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gr.</w:t>
      </w:r>
      <w:r w:rsidRPr="006049FE">
        <w:rPr>
          <w:b/>
          <w:bCs/>
          <w:spacing w:val="-3"/>
          <w:sz w:val="22"/>
          <w:szCs w:val="22"/>
        </w:rPr>
        <w:t xml:space="preserve"> 13 </w:t>
      </w:r>
      <w:r w:rsidRPr="006049FE">
        <w:rPr>
          <w:b/>
          <w:bCs/>
          <w:sz w:val="22"/>
          <w:szCs w:val="22"/>
        </w:rPr>
        <w:t>mm frakcja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lastRenderedPageBreak/>
        <w:t>granulatu 0,5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– 1,5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WYK</w:t>
      </w:r>
      <w:r w:rsidRPr="006049FE">
        <w:rPr>
          <w:b/>
          <w:bCs/>
          <w:spacing w:val="-2"/>
          <w:sz w:val="22"/>
          <w:szCs w:val="22"/>
        </w:rPr>
        <w:t>Ł</w:t>
      </w:r>
      <w:r w:rsidRPr="006049FE">
        <w:rPr>
          <w:b/>
          <w:bCs/>
          <w:sz w:val="22"/>
          <w:szCs w:val="22"/>
        </w:rPr>
        <w:t>AD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INA ODPORNA NA KOLCE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krus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kamienne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łamane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(fr.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0-31,5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mm)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grubości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krus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y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o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kamienne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łamane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31,5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–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63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mm gr.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10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cm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ars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podsypko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 xml:space="preserve">a - piasek 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agęs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pacing w:val="1"/>
          <w:sz w:val="22"/>
          <w:szCs w:val="22"/>
        </w:rPr>
        <w:t>c</w:t>
      </w:r>
      <w:r w:rsidRPr="006049FE">
        <w:rPr>
          <w:b/>
          <w:bCs/>
          <w:sz w:val="22"/>
          <w:szCs w:val="22"/>
        </w:rPr>
        <w:t>zony lub pospółka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–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gr.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15</w:t>
      </w:r>
      <w:r w:rsidRPr="006049FE">
        <w:rPr>
          <w:b/>
          <w:bCs/>
          <w:spacing w:val="-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cm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grunt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ro</w:t>
      </w:r>
      <w:r w:rsidRPr="006049FE">
        <w:rPr>
          <w:b/>
          <w:bCs/>
          <w:spacing w:val="-2"/>
          <w:sz w:val="22"/>
          <w:szCs w:val="22"/>
        </w:rPr>
        <w:t>d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imy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Równość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podłoża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-2"/>
          <w:sz w:val="22"/>
          <w:szCs w:val="22"/>
        </w:rPr>
        <w:t xml:space="preserve"> m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trach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ługości.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UWAGA: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Sz</w:t>
      </w:r>
      <w:r w:rsidRPr="006049FE">
        <w:rPr>
          <w:b/>
          <w:bCs/>
          <w:spacing w:val="1"/>
          <w:sz w:val="22"/>
          <w:szCs w:val="22"/>
        </w:rPr>
        <w:t>c</w:t>
      </w:r>
      <w:r w:rsidRPr="006049FE">
        <w:rPr>
          <w:b/>
          <w:bCs/>
          <w:spacing w:val="-3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egóło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pr</w:t>
      </w:r>
      <w:r w:rsidRPr="006049FE">
        <w:rPr>
          <w:b/>
          <w:bCs/>
          <w:spacing w:val="-2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ekroje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ars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7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projekcie.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Nawierzchnia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obra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owana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obrzeżem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8x30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ławie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6"/>
          <w:sz w:val="22"/>
          <w:szCs w:val="22"/>
        </w:rPr>
        <w:t xml:space="preserve"> C12/15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Spadki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dwustronny </w:t>
      </w:r>
      <w:r w:rsidRPr="006049FE">
        <w:rPr>
          <w:spacing w:val="54"/>
          <w:sz w:val="22"/>
          <w:szCs w:val="22"/>
        </w:rPr>
        <w:t>0,5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%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z w:val="22"/>
          <w:szCs w:val="22"/>
          <w:u w:val="single"/>
        </w:rPr>
        <w:t>KONTROLA</w:t>
      </w:r>
      <w:r w:rsidRPr="006049FE">
        <w:rPr>
          <w:bCs/>
          <w:spacing w:val="-16"/>
          <w:sz w:val="22"/>
          <w:szCs w:val="22"/>
          <w:u w:val="single"/>
        </w:rPr>
        <w:t xml:space="preserve"> </w:t>
      </w:r>
      <w:r w:rsidRPr="006049FE">
        <w:rPr>
          <w:bCs/>
          <w:sz w:val="22"/>
          <w:szCs w:val="22"/>
          <w:u w:val="single"/>
        </w:rPr>
        <w:t>JAKOŚCI</w:t>
      </w:r>
      <w:r w:rsidRPr="006049FE">
        <w:rPr>
          <w:bCs/>
          <w:spacing w:val="-16"/>
          <w:sz w:val="22"/>
          <w:szCs w:val="22"/>
          <w:u w:val="single"/>
        </w:rPr>
        <w:t xml:space="preserve"> </w:t>
      </w:r>
      <w:r w:rsidRPr="006049FE">
        <w:rPr>
          <w:bCs/>
          <w:sz w:val="22"/>
          <w:szCs w:val="22"/>
          <w:u w:val="single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as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3"/>
          <w:sz w:val="22"/>
          <w:szCs w:val="22"/>
          <w:u w:val="single"/>
        </w:rPr>
        <w:t>OBMIA</w:t>
      </w:r>
      <w:r w:rsidRPr="006049FE">
        <w:rPr>
          <w:sz w:val="22"/>
          <w:szCs w:val="22"/>
          <w:u w:val="single"/>
        </w:rPr>
        <w:t>R</w:t>
      </w:r>
      <w:r w:rsidRPr="006049FE">
        <w:rPr>
          <w:spacing w:val="-4"/>
          <w:sz w:val="22"/>
          <w:szCs w:val="22"/>
          <w:u w:val="single"/>
        </w:rPr>
        <w:t xml:space="preserve"> </w:t>
      </w:r>
      <w:r w:rsidRPr="006049FE">
        <w:rPr>
          <w:spacing w:val="3"/>
          <w:sz w:val="22"/>
          <w:szCs w:val="22"/>
          <w:u w:val="single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miaru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Wymagania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3"/>
          <w:sz w:val="22"/>
          <w:szCs w:val="22"/>
          <w:u w:val="single"/>
        </w:rPr>
        <w:t>O</w:t>
      </w:r>
      <w:r w:rsidRPr="006049FE">
        <w:rPr>
          <w:spacing w:val="2"/>
          <w:sz w:val="22"/>
          <w:szCs w:val="22"/>
          <w:u w:val="single"/>
        </w:rPr>
        <w:t>D</w:t>
      </w:r>
      <w:r w:rsidRPr="006049FE">
        <w:rPr>
          <w:spacing w:val="3"/>
          <w:sz w:val="22"/>
          <w:szCs w:val="22"/>
          <w:u w:val="single"/>
        </w:rPr>
        <w:t>B</w:t>
      </w:r>
      <w:r w:rsidRPr="006049FE">
        <w:rPr>
          <w:spacing w:val="2"/>
          <w:sz w:val="22"/>
          <w:szCs w:val="22"/>
          <w:u w:val="single"/>
        </w:rPr>
        <w:t>I</w:t>
      </w:r>
      <w:r w:rsidRPr="006049FE">
        <w:rPr>
          <w:spacing w:val="4"/>
          <w:sz w:val="22"/>
          <w:szCs w:val="22"/>
          <w:u w:val="single"/>
        </w:rPr>
        <w:t>Ó</w:t>
      </w:r>
      <w:r w:rsidRPr="006049FE">
        <w:rPr>
          <w:sz w:val="22"/>
          <w:szCs w:val="22"/>
          <w:u w:val="single"/>
        </w:rPr>
        <w:t>R</w:t>
      </w:r>
      <w:r w:rsidRPr="006049FE">
        <w:rPr>
          <w:spacing w:val="-10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10"/>
          <w:sz w:val="22"/>
          <w:szCs w:val="22"/>
          <w:u w:val="thick"/>
        </w:rPr>
        <w:t>Sposób</w:t>
      </w:r>
      <w:r w:rsidRPr="006049FE">
        <w:rPr>
          <w:spacing w:val="-11"/>
          <w:sz w:val="22"/>
          <w:szCs w:val="22"/>
          <w:u w:val="thick"/>
        </w:rPr>
        <w:t xml:space="preserve"> pr</w:t>
      </w:r>
      <w:r w:rsidRPr="006049FE">
        <w:rPr>
          <w:spacing w:val="-13"/>
          <w:sz w:val="22"/>
          <w:szCs w:val="22"/>
          <w:u w:val="thick"/>
        </w:rPr>
        <w:t>z</w:t>
      </w:r>
      <w:r w:rsidRPr="006049FE">
        <w:rPr>
          <w:spacing w:val="-11"/>
          <w:sz w:val="22"/>
          <w:szCs w:val="22"/>
          <w:u w:val="thick"/>
        </w:rPr>
        <w:t>e</w:t>
      </w:r>
      <w:r w:rsidRPr="006049FE">
        <w:rPr>
          <w:spacing w:val="-10"/>
          <w:sz w:val="22"/>
          <w:szCs w:val="22"/>
          <w:u w:val="thick"/>
        </w:rPr>
        <w:t>pro</w:t>
      </w:r>
      <w:r w:rsidRPr="006049FE">
        <w:rPr>
          <w:spacing w:val="-12"/>
          <w:sz w:val="22"/>
          <w:szCs w:val="22"/>
          <w:u w:val="thick"/>
        </w:rPr>
        <w:t>w</w:t>
      </w:r>
      <w:r w:rsidRPr="006049FE">
        <w:rPr>
          <w:spacing w:val="-10"/>
          <w:sz w:val="22"/>
          <w:szCs w:val="22"/>
          <w:u w:val="thick"/>
        </w:rPr>
        <w:t>ad</w:t>
      </w:r>
      <w:r w:rsidRPr="006049FE">
        <w:rPr>
          <w:spacing w:val="-12"/>
          <w:sz w:val="22"/>
          <w:szCs w:val="22"/>
          <w:u w:val="thick"/>
        </w:rPr>
        <w:t>z</w:t>
      </w:r>
      <w:r w:rsidRPr="006049FE">
        <w:rPr>
          <w:spacing w:val="-11"/>
          <w:sz w:val="22"/>
          <w:szCs w:val="22"/>
          <w:u w:val="thick"/>
        </w:rPr>
        <w:t>enia</w:t>
      </w:r>
      <w:r w:rsidRPr="006049FE">
        <w:rPr>
          <w:spacing w:val="-10"/>
          <w:sz w:val="22"/>
          <w:szCs w:val="22"/>
          <w:u w:val="thick"/>
        </w:rPr>
        <w:t xml:space="preserve"> odbioru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pacing w:val="-10"/>
          <w:sz w:val="22"/>
          <w:szCs w:val="22"/>
          <w:u w:val="thick"/>
        </w:rPr>
        <w:t>na</w:t>
      </w:r>
      <w:r w:rsidRPr="006049FE">
        <w:rPr>
          <w:spacing w:val="-12"/>
          <w:sz w:val="22"/>
          <w:szCs w:val="22"/>
          <w:u w:val="thick"/>
        </w:rPr>
        <w:t>w</w:t>
      </w:r>
      <w:r w:rsidRPr="006049FE">
        <w:rPr>
          <w:spacing w:val="-11"/>
          <w:sz w:val="22"/>
          <w:szCs w:val="22"/>
          <w:u w:val="thick"/>
        </w:rPr>
        <w:t>ier</w:t>
      </w:r>
      <w:r w:rsidRPr="006049FE">
        <w:rPr>
          <w:spacing w:val="-13"/>
          <w:sz w:val="22"/>
          <w:szCs w:val="22"/>
          <w:u w:val="thick"/>
        </w:rPr>
        <w:t>z</w:t>
      </w:r>
      <w:r w:rsidRPr="006049FE">
        <w:rPr>
          <w:spacing w:val="-11"/>
          <w:sz w:val="22"/>
          <w:szCs w:val="22"/>
          <w:u w:val="thick"/>
        </w:rPr>
        <w:t>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011DB0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-</w:t>
      </w:r>
      <w:r w:rsidR="00CA3637" w:rsidRPr="006049FE">
        <w:rPr>
          <w:spacing w:val="8"/>
          <w:sz w:val="22"/>
          <w:szCs w:val="22"/>
        </w:rPr>
        <w:t>Nawierzchni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8"/>
          <w:sz w:val="22"/>
          <w:szCs w:val="22"/>
        </w:rPr>
        <w:t>powinn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6"/>
          <w:sz w:val="22"/>
          <w:szCs w:val="22"/>
        </w:rPr>
        <w:t>m</w:t>
      </w:r>
      <w:r w:rsidR="00CA3637" w:rsidRPr="006049FE">
        <w:rPr>
          <w:spacing w:val="8"/>
          <w:sz w:val="22"/>
          <w:szCs w:val="22"/>
        </w:rPr>
        <w:t>i</w:t>
      </w:r>
      <w:r w:rsidR="00CA3637" w:rsidRPr="006049FE">
        <w:rPr>
          <w:spacing w:val="7"/>
          <w:sz w:val="22"/>
          <w:szCs w:val="22"/>
        </w:rPr>
        <w:t>e</w:t>
      </w:r>
      <w:r w:rsidR="00CA3637" w:rsidRPr="006049FE">
        <w:rPr>
          <w:sz w:val="22"/>
          <w:szCs w:val="22"/>
        </w:rPr>
        <w:t>ć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7"/>
          <w:sz w:val="22"/>
          <w:szCs w:val="22"/>
        </w:rPr>
        <w:t>jed</w:t>
      </w:r>
      <w:r w:rsidR="00CA3637" w:rsidRPr="006049FE">
        <w:rPr>
          <w:spacing w:val="9"/>
          <w:sz w:val="22"/>
          <w:szCs w:val="22"/>
        </w:rPr>
        <w:t>n</w:t>
      </w:r>
      <w:r w:rsidR="00CA3637" w:rsidRPr="006049FE">
        <w:rPr>
          <w:spacing w:val="7"/>
          <w:sz w:val="22"/>
          <w:szCs w:val="22"/>
        </w:rPr>
        <w:t>akow</w:t>
      </w:r>
      <w:r w:rsidR="00CA3637" w:rsidRPr="006049FE">
        <w:rPr>
          <w:sz w:val="22"/>
          <w:szCs w:val="22"/>
        </w:rPr>
        <w:t xml:space="preserve">ą  </w:t>
      </w:r>
      <w:r w:rsidR="00CA3637" w:rsidRPr="006049FE">
        <w:rPr>
          <w:spacing w:val="8"/>
          <w:sz w:val="22"/>
          <w:szCs w:val="22"/>
        </w:rPr>
        <w:t>g</w:t>
      </w:r>
      <w:r w:rsidR="00CA3637" w:rsidRPr="006049FE">
        <w:rPr>
          <w:spacing w:val="7"/>
          <w:sz w:val="22"/>
          <w:szCs w:val="22"/>
        </w:rPr>
        <w:t>r</w:t>
      </w:r>
      <w:r w:rsidR="00CA3637" w:rsidRPr="006049FE">
        <w:rPr>
          <w:spacing w:val="8"/>
          <w:sz w:val="22"/>
          <w:szCs w:val="22"/>
        </w:rPr>
        <w:t>uboś</w:t>
      </w:r>
      <w:r w:rsidR="00CA3637" w:rsidRPr="006049FE">
        <w:rPr>
          <w:spacing w:val="7"/>
          <w:sz w:val="22"/>
          <w:szCs w:val="22"/>
        </w:rPr>
        <w:t>ć</w:t>
      </w:r>
      <w:r w:rsidR="00CA3637" w:rsidRPr="006049FE">
        <w:rPr>
          <w:sz w:val="22"/>
          <w:szCs w:val="22"/>
        </w:rPr>
        <w:t>,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12"/>
          <w:sz w:val="22"/>
          <w:szCs w:val="22"/>
        </w:rPr>
        <w:t xml:space="preserve"> </w:t>
      </w:r>
      <w:r w:rsidR="00CA3637" w:rsidRPr="006049FE">
        <w:rPr>
          <w:spacing w:val="8"/>
          <w:sz w:val="22"/>
          <w:szCs w:val="22"/>
        </w:rPr>
        <w:t>ta</w:t>
      </w:r>
      <w:r w:rsidR="00CA3637" w:rsidRPr="006049FE">
        <w:rPr>
          <w:sz w:val="22"/>
          <w:szCs w:val="22"/>
        </w:rPr>
        <w:t>m</w:t>
      </w:r>
      <w:r w:rsidRPr="006049FE">
        <w:rPr>
          <w:sz w:val="22"/>
          <w:szCs w:val="22"/>
        </w:rPr>
        <w:t xml:space="preserve"> </w:t>
      </w:r>
      <w:r w:rsidR="00CA3637" w:rsidRPr="006049FE">
        <w:rPr>
          <w:spacing w:val="8"/>
          <w:sz w:val="22"/>
          <w:szCs w:val="22"/>
        </w:rPr>
        <w:t>gdzi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7"/>
          <w:sz w:val="22"/>
          <w:szCs w:val="22"/>
        </w:rPr>
        <w:t xml:space="preserve"> b</w:t>
      </w:r>
      <w:r w:rsidR="00CA3637" w:rsidRPr="006049FE">
        <w:rPr>
          <w:spacing w:val="8"/>
          <w:sz w:val="22"/>
          <w:szCs w:val="22"/>
        </w:rPr>
        <w:t>ęd</w:t>
      </w:r>
      <w:r w:rsidR="00CA3637" w:rsidRPr="006049FE">
        <w:rPr>
          <w:spacing w:val="6"/>
          <w:sz w:val="22"/>
          <w:szCs w:val="22"/>
        </w:rPr>
        <w:t>z</w:t>
      </w:r>
      <w:r w:rsidR="00CA3637" w:rsidRPr="006049FE">
        <w:rPr>
          <w:spacing w:val="8"/>
          <w:sz w:val="22"/>
          <w:szCs w:val="22"/>
        </w:rPr>
        <w:t>i</w:t>
      </w:r>
      <w:r w:rsidR="00CA3637" w:rsidRPr="006049FE">
        <w:rPr>
          <w:sz w:val="22"/>
          <w:szCs w:val="22"/>
        </w:rPr>
        <w:t>e</w:t>
      </w:r>
      <w:r w:rsidR="00CA3637" w:rsidRPr="006049FE">
        <w:rPr>
          <w:spacing w:val="9"/>
          <w:sz w:val="22"/>
          <w:szCs w:val="22"/>
        </w:rPr>
        <w:t xml:space="preserve"> </w:t>
      </w:r>
      <w:r w:rsidR="00CA3637" w:rsidRPr="006049FE">
        <w:rPr>
          <w:spacing w:val="7"/>
          <w:sz w:val="22"/>
          <w:szCs w:val="22"/>
        </w:rPr>
        <w:t>uż</w:t>
      </w:r>
      <w:r w:rsidR="00CA3637" w:rsidRPr="006049FE">
        <w:rPr>
          <w:spacing w:val="10"/>
          <w:sz w:val="22"/>
          <w:szCs w:val="22"/>
        </w:rPr>
        <w:t>y</w:t>
      </w:r>
      <w:r w:rsidR="00CA3637" w:rsidRPr="006049FE">
        <w:rPr>
          <w:spacing w:val="7"/>
          <w:sz w:val="22"/>
          <w:szCs w:val="22"/>
        </w:rPr>
        <w:t>t</w:t>
      </w:r>
      <w:r w:rsidR="00CA3637" w:rsidRPr="006049FE">
        <w:rPr>
          <w:spacing w:val="8"/>
          <w:sz w:val="22"/>
          <w:szCs w:val="22"/>
        </w:rPr>
        <w:t>kow</w:t>
      </w:r>
      <w:r w:rsidR="00CA3637" w:rsidRPr="006049FE">
        <w:rPr>
          <w:spacing w:val="6"/>
          <w:sz w:val="22"/>
          <w:szCs w:val="22"/>
        </w:rPr>
        <w:t>a</w:t>
      </w:r>
      <w:r w:rsidR="00CA3637" w:rsidRPr="006049FE">
        <w:rPr>
          <w:spacing w:val="9"/>
          <w:sz w:val="22"/>
          <w:szCs w:val="22"/>
        </w:rPr>
        <w:t>n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7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w w:val="99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o</w:t>
      </w:r>
      <w:r w:rsidR="00CA3637" w:rsidRPr="006049FE">
        <w:rPr>
          <w:spacing w:val="1"/>
          <w:sz w:val="22"/>
          <w:szCs w:val="22"/>
        </w:rPr>
        <w:t>b</w:t>
      </w:r>
      <w:r w:rsidR="00CA3637" w:rsidRPr="006049FE">
        <w:rPr>
          <w:spacing w:val="2"/>
          <w:sz w:val="22"/>
          <w:szCs w:val="22"/>
        </w:rPr>
        <w:t>uw</w:t>
      </w:r>
      <w:r w:rsidR="00CA3637" w:rsidRPr="006049FE">
        <w:rPr>
          <w:spacing w:val="1"/>
          <w:sz w:val="22"/>
          <w:szCs w:val="22"/>
        </w:rPr>
        <w:t>i</w:t>
      </w:r>
      <w:r w:rsidR="00CA3637" w:rsidRPr="006049FE">
        <w:rPr>
          <w:sz w:val="22"/>
          <w:szCs w:val="22"/>
        </w:rPr>
        <w:t>u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k</w:t>
      </w:r>
      <w:r w:rsidR="00CA3637" w:rsidRPr="006049FE">
        <w:rPr>
          <w:spacing w:val="1"/>
          <w:sz w:val="22"/>
          <w:szCs w:val="22"/>
        </w:rPr>
        <w:t>ol</w:t>
      </w:r>
      <w:r w:rsidR="00CA3637" w:rsidRPr="006049FE">
        <w:rPr>
          <w:spacing w:val="2"/>
          <w:sz w:val="22"/>
          <w:szCs w:val="22"/>
        </w:rPr>
        <w:t>ca</w:t>
      </w:r>
      <w:r w:rsidR="00CA3637" w:rsidRPr="006049FE">
        <w:rPr>
          <w:sz w:val="22"/>
          <w:szCs w:val="22"/>
        </w:rPr>
        <w:t>mi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pacing w:val="2"/>
          <w:sz w:val="22"/>
          <w:szCs w:val="22"/>
        </w:rPr>
        <w:t>pow</w:t>
      </w:r>
      <w:r w:rsidR="00CA3637" w:rsidRPr="006049FE">
        <w:rPr>
          <w:spacing w:val="1"/>
          <w:sz w:val="22"/>
          <w:szCs w:val="22"/>
        </w:rPr>
        <w:t>inn</w:t>
      </w:r>
      <w:r w:rsidR="00CA3637" w:rsidRPr="006049FE">
        <w:rPr>
          <w:sz w:val="22"/>
          <w:szCs w:val="22"/>
        </w:rPr>
        <w:t>a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w</w:t>
      </w:r>
      <w:r w:rsidR="00CA3637" w:rsidRPr="006049FE">
        <w:rPr>
          <w:spacing w:val="2"/>
          <w:sz w:val="22"/>
          <w:szCs w:val="22"/>
        </w:rPr>
        <w:t>yno</w:t>
      </w:r>
      <w:r w:rsidR="00CA3637" w:rsidRPr="006049FE">
        <w:rPr>
          <w:sz w:val="22"/>
          <w:szCs w:val="22"/>
        </w:rPr>
        <w:t>s</w:t>
      </w:r>
      <w:r w:rsidR="00CA3637" w:rsidRPr="006049FE">
        <w:rPr>
          <w:spacing w:val="2"/>
          <w:sz w:val="22"/>
          <w:szCs w:val="22"/>
        </w:rPr>
        <w:t>i</w:t>
      </w:r>
      <w:r w:rsidR="00CA3637" w:rsidRPr="006049FE">
        <w:rPr>
          <w:sz w:val="22"/>
          <w:szCs w:val="22"/>
        </w:rPr>
        <w:t>ć m</w:t>
      </w:r>
      <w:r w:rsidR="00CA3637" w:rsidRPr="006049FE">
        <w:rPr>
          <w:spacing w:val="2"/>
          <w:sz w:val="22"/>
          <w:szCs w:val="22"/>
        </w:rPr>
        <w:t>i</w:t>
      </w:r>
      <w:r w:rsidR="00CA3637" w:rsidRPr="006049FE">
        <w:rPr>
          <w:spacing w:val="3"/>
          <w:sz w:val="22"/>
          <w:szCs w:val="22"/>
        </w:rPr>
        <w:t>n</w:t>
      </w:r>
      <w:r w:rsidR="00CA3637" w:rsidRPr="006049FE">
        <w:rPr>
          <w:spacing w:val="2"/>
          <w:sz w:val="22"/>
          <w:szCs w:val="22"/>
        </w:rPr>
        <w:t>i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3"/>
          <w:sz w:val="22"/>
          <w:szCs w:val="22"/>
        </w:rPr>
        <w:t>u</w:t>
      </w:r>
      <w:r w:rsidR="00CA3637" w:rsidRPr="006049FE">
        <w:rPr>
          <w:sz w:val="22"/>
          <w:szCs w:val="22"/>
        </w:rPr>
        <w:t>m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3"/>
          <w:sz w:val="22"/>
          <w:szCs w:val="22"/>
        </w:rPr>
        <w:t>1</w:t>
      </w:r>
      <w:r w:rsidR="00CA3637" w:rsidRPr="006049FE">
        <w:rPr>
          <w:sz w:val="22"/>
          <w:szCs w:val="22"/>
        </w:rPr>
        <w:t>3</w:t>
      </w:r>
      <w:r w:rsidR="00CA3637" w:rsidRPr="006049FE">
        <w:rPr>
          <w:spacing w:val="-3"/>
          <w:sz w:val="22"/>
          <w:szCs w:val="22"/>
        </w:rPr>
        <w:t xml:space="preserve"> </w:t>
      </w:r>
      <w:r w:rsidR="00CA3637" w:rsidRPr="006049FE">
        <w:rPr>
          <w:spacing w:val="1"/>
          <w:sz w:val="22"/>
          <w:szCs w:val="22"/>
        </w:rPr>
        <w:t>m</w:t>
      </w:r>
      <w:r w:rsidR="00CA3637" w:rsidRPr="006049FE">
        <w:rPr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win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sia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"/>
          <w:sz w:val="22"/>
          <w:szCs w:val="22"/>
        </w:rPr>
        <w:t>jednorodn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3"/>
          <w:sz w:val="22"/>
          <w:szCs w:val="22"/>
        </w:rPr>
        <w:t>f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ktu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 xml:space="preserve">ę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ew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tr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3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3"/>
          <w:sz w:val="22"/>
          <w:szCs w:val="22"/>
        </w:rPr>
        <w:t>jedn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lit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lor.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Granulat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trwa</w:t>
      </w:r>
      <w:r w:rsidRPr="006049FE">
        <w:rPr>
          <w:sz w:val="22"/>
          <w:szCs w:val="22"/>
        </w:rPr>
        <w:t>le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zany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adk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rzeczne</w:t>
      </w:r>
      <w:r w:rsidRPr="006049FE">
        <w:rPr>
          <w:sz w:val="22"/>
          <w:szCs w:val="22"/>
        </w:rPr>
        <w:t>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ub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awierzchn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wia</w:t>
      </w:r>
      <w:r w:rsidRPr="006049FE">
        <w:rPr>
          <w:spacing w:val="4"/>
          <w:sz w:val="22"/>
          <w:szCs w:val="22"/>
        </w:rPr>
        <w:t>da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rtoś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eś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on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przepisac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IAA</w:t>
      </w:r>
      <w:r w:rsidRPr="006049FE">
        <w:rPr>
          <w:sz w:val="22"/>
          <w:szCs w:val="22"/>
        </w:rPr>
        <w:t>F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PZ</w:t>
      </w:r>
      <w:r w:rsidRPr="006049FE">
        <w:rPr>
          <w:sz w:val="22"/>
          <w:szCs w:val="22"/>
        </w:rPr>
        <w:t>LA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yp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ku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stad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nów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pisó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ku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isk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tó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it</w:t>
      </w:r>
      <w:r w:rsidRPr="006049FE">
        <w:rPr>
          <w:spacing w:val="1"/>
          <w:sz w:val="22"/>
          <w:szCs w:val="22"/>
        </w:rPr>
        <w:t>p</w:t>
      </w:r>
      <w:proofErr w:type="spellEnd"/>
      <w:r w:rsidRPr="006049FE">
        <w:rPr>
          <w:spacing w:val="1"/>
          <w:sz w:val="22"/>
          <w:szCs w:val="22"/>
        </w:rPr>
        <w:t>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Zal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żno</w:t>
      </w:r>
      <w:r w:rsidRPr="006049FE">
        <w:rPr>
          <w:sz w:val="22"/>
          <w:szCs w:val="22"/>
        </w:rPr>
        <w:t>ść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przedstawi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nastę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ująco:</w:t>
      </w: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4"/>
        <w:gridCol w:w="4251"/>
        <w:gridCol w:w="4218"/>
      </w:tblGrid>
      <w:tr w:rsidR="00CA3637" w:rsidRPr="006049FE" w:rsidTr="00B70C44">
        <w:trPr>
          <w:trHeight w:hRule="exact"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Lp.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Odl</w:t>
            </w:r>
            <w:r w:rsidRPr="006049FE">
              <w:rPr>
                <w:sz w:val="22"/>
                <w:szCs w:val="22"/>
              </w:rPr>
              <w:t>e</w:t>
            </w:r>
            <w:r w:rsidRPr="006049FE">
              <w:rPr>
                <w:spacing w:val="1"/>
                <w:sz w:val="22"/>
                <w:szCs w:val="22"/>
              </w:rPr>
              <w:t>g</w:t>
            </w:r>
            <w:r w:rsidRPr="006049FE">
              <w:rPr>
                <w:sz w:val="22"/>
                <w:szCs w:val="22"/>
              </w:rPr>
              <w:t>ło</w:t>
            </w:r>
            <w:r w:rsidRPr="006049FE">
              <w:rPr>
                <w:spacing w:val="1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 pomi</w:t>
            </w:r>
            <w:r w:rsidRPr="006049FE">
              <w:rPr>
                <w:spacing w:val="1"/>
                <w:sz w:val="22"/>
                <w:szCs w:val="22"/>
              </w:rPr>
              <w:t>ędz</w:t>
            </w:r>
            <w:r w:rsidRPr="006049FE">
              <w:rPr>
                <w:sz w:val="22"/>
                <w:szCs w:val="22"/>
              </w:rPr>
              <w:t>y</w:t>
            </w:r>
            <w:r w:rsidRPr="006049FE">
              <w:rPr>
                <w:spacing w:val="2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1"/>
                <w:sz w:val="22"/>
                <w:szCs w:val="22"/>
              </w:rPr>
              <w:t>erz</w:t>
            </w:r>
            <w:r w:rsidRPr="006049FE">
              <w:rPr>
                <w:sz w:val="22"/>
                <w:szCs w:val="22"/>
              </w:rPr>
              <w:t>o</w:t>
            </w:r>
            <w:r w:rsidRPr="006049FE">
              <w:rPr>
                <w:spacing w:val="1"/>
                <w:sz w:val="22"/>
                <w:szCs w:val="22"/>
              </w:rPr>
              <w:t>n</w:t>
            </w:r>
            <w:r w:rsidRPr="006049FE">
              <w:rPr>
                <w:sz w:val="22"/>
                <w:szCs w:val="22"/>
              </w:rPr>
              <w:t>y</w:t>
            </w:r>
            <w:r w:rsidRPr="006049FE">
              <w:rPr>
                <w:spacing w:val="-2"/>
                <w:sz w:val="22"/>
                <w:szCs w:val="22"/>
              </w:rPr>
              <w:t>m</w:t>
            </w:r>
            <w:r w:rsidRPr="006049FE">
              <w:rPr>
                <w:sz w:val="22"/>
                <w:szCs w:val="22"/>
              </w:rPr>
              <w:t>i</w:t>
            </w:r>
            <w:r w:rsidRPr="006049FE">
              <w:rPr>
                <w:spacing w:val="2"/>
                <w:sz w:val="22"/>
                <w:szCs w:val="22"/>
              </w:rPr>
              <w:t xml:space="preserve"> </w:t>
            </w:r>
            <w:r w:rsidRPr="006049FE">
              <w:rPr>
                <w:spacing w:val="1"/>
                <w:sz w:val="22"/>
                <w:szCs w:val="22"/>
              </w:rPr>
              <w:t>p</w:t>
            </w:r>
            <w:r w:rsidRPr="006049FE">
              <w:rPr>
                <w:sz w:val="22"/>
                <w:szCs w:val="22"/>
              </w:rPr>
              <w:t>un</w:t>
            </w:r>
            <w:r w:rsidRPr="006049FE">
              <w:rPr>
                <w:spacing w:val="1"/>
                <w:sz w:val="22"/>
                <w:szCs w:val="22"/>
              </w:rPr>
              <w:t>k</w:t>
            </w:r>
            <w:r w:rsidRPr="006049FE">
              <w:rPr>
                <w:sz w:val="22"/>
                <w:szCs w:val="22"/>
              </w:rPr>
              <w:t>t</w:t>
            </w:r>
            <w:r w:rsidRPr="006049FE">
              <w:rPr>
                <w:spacing w:val="1"/>
                <w:sz w:val="22"/>
                <w:szCs w:val="22"/>
              </w:rPr>
              <w:t>a</w:t>
            </w:r>
            <w:r w:rsidRPr="006049FE">
              <w:rPr>
                <w:sz w:val="22"/>
                <w:szCs w:val="22"/>
              </w:rPr>
              <w:t>mi</w:t>
            </w:r>
            <w:r w:rsidRPr="006049FE">
              <w:rPr>
                <w:spacing w:val="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2"/>
                <w:sz w:val="22"/>
                <w:szCs w:val="22"/>
              </w:rPr>
              <w:t xml:space="preserve"> </w:t>
            </w:r>
            <w:r w:rsidRPr="006049FE">
              <w:rPr>
                <w:spacing w:val="-2"/>
                <w:sz w:val="22"/>
                <w:szCs w:val="22"/>
              </w:rPr>
              <w:t>mb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W</w:t>
            </w:r>
            <w:r w:rsidRPr="006049FE">
              <w:rPr>
                <w:sz w:val="22"/>
                <w:szCs w:val="22"/>
              </w:rPr>
              <w:t>a</w:t>
            </w:r>
            <w:r w:rsidRPr="006049FE">
              <w:rPr>
                <w:spacing w:val="1"/>
                <w:sz w:val="22"/>
                <w:szCs w:val="22"/>
              </w:rPr>
              <w:t>r</w:t>
            </w:r>
            <w:r w:rsidRPr="006049FE">
              <w:rPr>
                <w:sz w:val="22"/>
                <w:szCs w:val="22"/>
              </w:rPr>
              <w:t>to</w:t>
            </w:r>
            <w:r w:rsidRPr="006049FE">
              <w:rPr>
                <w:spacing w:val="1"/>
                <w:sz w:val="22"/>
                <w:szCs w:val="22"/>
              </w:rPr>
              <w:t>ś</w:t>
            </w:r>
            <w:r w:rsidRPr="006049FE">
              <w:rPr>
                <w:sz w:val="22"/>
                <w:szCs w:val="22"/>
              </w:rPr>
              <w:t>ć dopuszczalnych</w:t>
            </w:r>
            <w:r w:rsidRPr="006049FE">
              <w:rPr>
                <w:spacing w:val="1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odchyłek</w:t>
            </w:r>
            <w:r w:rsidRPr="006049FE">
              <w:rPr>
                <w:spacing w:val="2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w</w:t>
            </w:r>
            <w:r w:rsidRPr="006049FE">
              <w:rPr>
                <w:spacing w:val="3"/>
                <w:sz w:val="22"/>
                <w:szCs w:val="22"/>
              </w:rPr>
              <w:t xml:space="preserve"> </w:t>
            </w:r>
            <w:r w:rsidRPr="006049FE">
              <w:rPr>
                <w:sz w:val="22"/>
                <w:szCs w:val="22"/>
              </w:rPr>
              <w:t>mm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0</w:t>
            </w:r>
            <w:r w:rsidRPr="006049FE">
              <w:rPr>
                <w:sz w:val="22"/>
                <w:szCs w:val="22"/>
              </w:rPr>
              <w:t>,1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1</w:t>
            </w:r>
            <w:r w:rsidRPr="006049FE">
              <w:rPr>
                <w:sz w:val="22"/>
                <w:szCs w:val="22"/>
              </w:rPr>
              <w:t>,0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3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pacing w:val="1"/>
                <w:sz w:val="22"/>
                <w:szCs w:val="22"/>
              </w:rPr>
              <w:t>4</w:t>
            </w:r>
            <w:r w:rsidRPr="006049FE">
              <w:rPr>
                <w:sz w:val="22"/>
                <w:szCs w:val="22"/>
              </w:rPr>
              <w:t>,0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8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4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1"/>
                <w:sz w:val="22"/>
                <w:szCs w:val="22"/>
              </w:rPr>
              <w:t>0</w:t>
            </w:r>
            <w:r w:rsidRPr="006049FE">
              <w:rPr>
                <w:sz w:val="22"/>
                <w:szCs w:val="22"/>
              </w:rPr>
              <w:t>,0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15</w:t>
            </w:r>
          </w:p>
        </w:tc>
      </w:tr>
      <w:tr w:rsidR="00CA3637" w:rsidRPr="006049FE" w:rsidTr="00B70C44">
        <w:trPr>
          <w:trHeight w:hRule="exact" w:val="24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5</w:t>
            </w:r>
          </w:p>
        </w:tc>
        <w:tc>
          <w:tcPr>
            <w:tcW w:w="4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1</w:t>
            </w:r>
            <w:r w:rsidRPr="006049FE">
              <w:rPr>
                <w:spacing w:val="1"/>
                <w:sz w:val="22"/>
                <w:szCs w:val="22"/>
              </w:rPr>
              <w:t>5</w:t>
            </w:r>
            <w:r w:rsidRPr="006049FE">
              <w:rPr>
                <w:sz w:val="22"/>
                <w:szCs w:val="22"/>
              </w:rPr>
              <w:t>,0</w:t>
            </w:r>
          </w:p>
        </w:tc>
        <w:tc>
          <w:tcPr>
            <w:tcW w:w="4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A3637" w:rsidRPr="006049FE" w:rsidRDefault="00CA3637" w:rsidP="00746A47">
            <w:pPr>
              <w:pStyle w:val="Akapitzlist"/>
            </w:pPr>
            <w:r w:rsidRPr="006049FE">
              <w:rPr>
                <w:sz w:val="22"/>
                <w:szCs w:val="22"/>
              </w:rPr>
              <w:t>20</w:t>
            </w:r>
          </w:p>
        </w:tc>
      </w:tr>
    </w:tbl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Warto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ny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espo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dow</w:t>
      </w:r>
      <w:r w:rsidRPr="006049FE">
        <w:rPr>
          <w:sz w:val="22"/>
          <w:szCs w:val="22"/>
        </w:rPr>
        <w:t>ać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</w:t>
      </w:r>
      <w:r w:rsidRPr="006049FE">
        <w:rPr>
          <w:sz w:val="22"/>
          <w:szCs w:val="22"/>
        </w:rPr>
        <w:t>ch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kam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do</w:t>
      </w:r>
      <w:r w:rsidRPr="006049FE">
        <w:rPr>
          <w:sz w:val="22"/>
          <w:szCs w:val="22"/>
        </w:rPr>
        <w:t>wy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niew</w:t>
      </w:r>
      <w:r w:rsidRPr="006049FE">
        <w:rPr>
          <w:sz w:val="22"/>
          <w:szCs w:val="22"/>
        </w:rPr>
        <w:t>aż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techn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gi</w:t>
      </w:r>
      <w:r w:rsidRPr="006049FE">
        <w:rPr>
          <w:sz w:val="22"/>
          <w:szCs w:val="22"/>
        </w:rPr>
        <w:t>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nania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nawierzchn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spor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gru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(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ierzon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z w:val="22"/>
          <w:szCs w:val="22"/>
        </w:rPr>
        <w:t>m)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utrudnia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czas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ęc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uni</w:t>
      </w:r>
      <w:r w:rsidRPr="006049FE">
        <w:rPr>
          <w:sz w:val="22"/>
          <w:szCs w:val="22"/>
        </w:rPr>
        <w:t>em</w:t>
      </w:r>
      <w:r w:rsidRPr="006049FE">
        <w:rPr>
          <w:spacing w:val="1"/>
          <w:sz w:val="22"/>
          <w:szCs w:val="22"/>
        </w:rPr>
        <w:t>ożliw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zniwelowani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zastan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nierówno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"/>
          <w:sz w:val="22"/>
          <w:szCs w:val="22"/>
        </w:rPr>
        <w:t>Wyko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inie</w:t>
      </w:r>
      <w:r w:rsidRPr="006049FE">
        <w:rPr>
          <w:sz w:val="22"/>
          <w:szCs w:val="22"/>
        </w:rPr>
        <w:t>n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edło</w:t>
      </w:r>
      <w:r w:rsidRPr="006049FE">
        <w:rPr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kom</w:t>
      </w:r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le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dok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mentó</w:t>
      </w:r>
      <w:r w:rsidRPr="006049FE">
        <w:rPr>
          <w:sz w:val="22"/>
          <w:szCs w:val="22"/>
        </w:rPr>
        <w:t>w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odbioro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dotyc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ących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ier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chni.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3"/>
          <w:w w:val="105"/>
          <w:sz w:val="22"/>
          <w:szCs w:val="22"/>
          <w:u w:val="thick"/>
        </w:rPr>
        <w:t>W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>ymagane</w:t>
      </w:r>
      <w:r w:rsidRPr="006049FE">
        <w:rPr>
          <w:b/>
          <w:bCs/>
          <w:spacing w:val="31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>dokumen</w:t>
      </w:r>
      <w:r w:rsidRPr="006049FE">
        <w:rPr>
          <w:b/>
          <w:bCs/>
          <w:spacing w:val="3"/>
          <w:w w:val="105"/>
          <w:sz w:val="22"/>
          <w:szCs w:val="22"/>
          <w:u w:val="thick"/>
        </w:rPr>
        <w:t>t</w:t>
      </w:r>
      <w:r w:rsidRPr="006049FE">
        <w:rPr>
          <w:b/>
          <w:bCs/>
          <w:w w:val="105"/>
          <w:sz w:val="22"/>
          <w:szCs w:val="22"/>
          <w:u w:val="thick"/>
        </w:rPr>
        <w:t>y</w:t>
      </w:r>
      <w:r w:rsidRPr="006049FE">
        <w:rPr>
          <w:b/>
          <w:bCs/>
          <w:spacing w:val="38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>do</w:t>
      </w:r>
      <w:r w:rsidRPr="006049FE">
        <w:rPr>
          <w:b/>
          <w:bCs/>
          <w:spacing w:val="3"/>
          <w:w w:val="105"/>
          <w:sz w:val="22"/>
          <w:szCs w:val="22"/>
          <w:u w:val="thick"/>
        </w:rPr>
        <w:t>t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>yc</w:t>
      </w:r>
      <w:r w:rsidRPr="006049FE">
        <w:rPr>
          <w:b/>
          <w:bCs/>
          <w:spacing w:val="5"/>
          <w:w w:val="105"/>
          <w:sz w:val="22"/>
          <w:szCs w:val="22"/>
          <w:u w:val="thick"/>
        </w:rPr>
        <w:t>z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>ące</w:t>
      </w:r>
      <w:r w:rsidRPr="006049FE">
        <w:rPr>
          <w:b/>
          <w:bCs/>
          <w:spacing w:val="31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>nawierzchni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4"/>
          <w:w w:val="105"/>
          <w:sz w:val="22"/>
          <w:szCs w:val="22"/>
        </w:rPr>
        <w:t>Aktualn</w:t>
      </w:r>
      <w:r w:rsidRPr="006049FE">
        <w:rPr>
          <w:b/>
          <w:bCs/>
          <w:w w:val="105"/>
          <w:sz w:val="22"/>
          <w:szCs w:val="22"/>
        </w:rPr>
        <w:t>e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badani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3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zgodn</w:t>
      </w:r>
      <w:r w:rsidRPr="006049FE">
        <w:rPr>
          <w:b/>
          <w:bCs/>
          <w:spacing w:val="6"/>
          <w:w w:val="105"/>
          <w:sz w:val="22"/>
          <w:szCs w:val="22"/>
        </w:rPr>
        <w:t>o</w:t>
      </w:r>
      <w:r w:rsidRPr="006049FE">
        <w:rPr>
          <w:b/>
          <w:bCs/>
          <w:spacing w:val="3"/>
          <w:w w:val="105"/>
          <w:sz w:val="22"/>
          <w:szCs w:val="22"/>
        </w:rPr>
        <w:t>ś</w:t>
      </w:r>
      <w:r w:rsidRPr="006049FE">
        <w:rPr>
          <w:b/>
          <w:bCs/>
          <w:w w:val="105"/>
          <w:sz w:val="22"/>
          <w:szCs w:val="22"/>
        </w:rPr>
        <w:t>ć</w:t>
      </w:r>
      <w:r w:rsidRPr="006049FE">
        <w:rPr>
          <w:b/>
          <w:bCs/>
          <w:spacing w:val="21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nor</w:t>
      </w:r>
      <w:r w:rsidRPr="006049FE">
        <w:rPr>
          <w:b/>
          <w:bCs/>
          <w:spacing w:val="6"/>
          <w:w w:val="105"/>
          <w:sz w:val="22"/>
          <w:szCs w:val="22"/>
        </w:rPr>
        <w:t>m</w:t>
      </w:r>
      <w:r w:rsidRPr="006049FE">
        <w:rPr>
          <w:b/>
          <w:bCs/>
          <w:w w:val="105"/>
          <w:sz w:val="22"/>
          <w:szCs w:val="22"/>
        </w:rPr>
        <w:t>ą</w:t>
      </w:r>
      <w:r w:rsidRPr="006049FE">
        <w:rPr>
          <w:b/>
          <w:bCs/>
          <w:spacing w:val="23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PN-E</w:t>
      </w:r>
      <w:r w:rsidRPr="006049FE">
        <w:rPr>
          <w:b/>
          <w:bCs/>
          <w:w w:val="105"/>
          <w:sz w:val="22"/>
          <w:szCs w:val="22"/>
        </w:rPr>
        <w:t>N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14877</w:t>
      </w:r>
      <w:r w:rsidRPr="006049FE">
        <w:rPr>
          <w:b/>
          <w:bCs/>
          <w:w w:val="105"/>
          <w:sz w:val="22"/>
          <w:szCs w:val="22"/>
        </w:rPr>
        <w:t>,</w:t>
      </w:r>
      <w:r w:rsidRPr="006049FE">
        <w:rPr>
          <w:b/>
          <w:bCs/>
          <w:spacing w:val="23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lu</w:t>
      </w:r>
      <w:r w:rsidRPr="006049FE">
        <w:rPr>
          <w:b/>
          <w:bCs/>
          <w:w w:val="105"/>
          <w:sz w:val="22"/>
          <w:szCs w:val="22"/>
        </w:rPr>
        <w:t>b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aprob</w:t>
      </w:r>
      <w:r w:rsidRPr="006049FE">
        <w:rPr>
          <w:b/>
          <w:bCs/>
          <w:spacing w:val="1"/>
          <w:w w:val="105"/>
          <w:sz w:val="22"/>
          <w:szCs w:val="22"/>
        </w:rPr>
        <w:t>a</w:t>
      </w:r>
      <w:r w:rsidRPr="006049FE">
        <w:rPr>
          <w:b/>
          <w:bCs/>
          <w:spacing w:val="4"/>
          <w:w w:val="105"/>
          <w:sz w:val="22"/>
          <w:szCs w:val="22"/>
        </w:rPr>
        <w:t>t</w:t>
      </w:r>
      <w:r w:rsidRPr="006049FE">
        <w:rPr>
          <w:b/>
          <w:bCs/>
          <w:w w:val="105"/>
          <w:sz w:val="22"/>
          <w:szCs w:val="22"/>
        </w:rPr>
        <w:t xml:space="preserve">a </w:t>
      </w:r>
      <w:r w:rsidRPr="006049FE">
        <w:rPr>
          <w:b/>
          <w:bCs/>
          <w:spacing w:val="38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techniczn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ITB,</w:t>
      </w:r>
      <w:r w:rsidRPr="006049FE">
        <w:rPr>
          <w:b/>
          <w:bCs/>
          <w:spacing w:val="5"/>
          <w:w w:val="106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lu</w:t>
      </w:r>
      <w:r w:rsidRPr="006049FE">
        <w:rPr>
          <w:b/>
          <w:bCs/>
          <w:w w:val="105"/>
          <w:sz w:val="22"/>
          <w:szCs w:val="22"/>
        </w:rPr>
        <w:t>b</w:t>
      </w:r>
      <w:r w:rsidRPr="006049FE">
        <w:rPr>
          <w:b/>
          <w:bCs/>
          <w:spacing w:val="2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rekomendacj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8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technic</w:t>
      </w:r>
      <w:r w:rsidRPr="006049FE">
        <w:rPr>
          <w:b/>
          <w:bCs/>
          <w:spacing w:val="6"/>
          <w:w w:val="105"/>
          <w:sz w:val="22"/>
          <w:szCs w:val="22"/>
        </w:rPr>
        <w:t>z</w:t>
      </w:r>
      <w:r w:rsidRPr="006049FE">
        <w:rPr>
          <w:b/>
          <w:bCs/>
          <w:spacing w:val="4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IT</w:t>
      </w:r>
      <w:r w:rsidRPr="006049FE">
        <w:rPr>
          <w:b/>
          <w:bCs/>
          <w:w w:val="105"/>
          <w:sz w:val="22"/>
          <w:szCs w:val="22"/>
        </w:rPr>
        <w:t>B</w:t>
      </w:r>
      <w:r w:rsidRPr="006049FE">
        <w:rPr>
          <w:b/>
          <w:bCs/>
          <w:spacing w:val="28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lu</w:t>
      </w:r>
      <w:r w:rsidRPr="006049FE">
        <w:rPr>
          <w:b/>
          <w:bCs/>
          <w:w w:val="105"/>
          <w:sz w:val="22"/>
          <w:szCs w:val="22"/>
        </w:rPr>
        <w:t>b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wyni</w:t>
      </w:r>
      <w:r w:rsidRPr="006049FE">
        <w:rPr>
          <w:b/>
          <w:bCs/>
          <w:w w:val="105"/>
          <w:sz w:val="22"/>
          <w:szCs w:val="22"/>
        </w:rPr>
        <w:t>k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bad</w:t>
      </w:r>
      <w:r w:rsidRPr="006049FE">
        <w:rPr>
          <w:b/>
          <w:bCs/>
          <w:spacing w:val="5"/>
          <w:w w:val="105"/>
          <w:sz w:val="22"/>
          <w:szCs w:val="22"/>
        </w:rPr>
        <w:t>a</w:t>
      </w:r>
      <w:r w:rsidRPr="006049FE">
        <w:rPr>
          <w:b/>
          <w:bCs/>
          <w:w w:val="105"/>
          <w:sz w:val="22"/>
          <w:szCs w:val="22"/>
        </w:rPr>
        <w:t>ń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specjalistyczneg</w:t>
      </w:r>
      <w:r w:rsidRPr="006049FE">
        <w:rPr>
          <w:b/>
          <w:bCs/>
          <w:w w:val="105"/>
          <w:sz w:val="22"/>
          <w:szCs w:val="22"/>
        </w:rPr>
        <w:t>o</w:t>
      </w:r>
      <w:r w:rsidRPr="006049FE">
        <w:rPr>
          <w:b/>
          <w:bCs/>
          <w:spacing w:val="30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laboratorium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4"/>
          <w:w w:val="105"/>
          <w:sz w:val="22"/>
          <w:szCs w:val="22"/>
        </w:rPr>
        <w:t>badająceg</w:t>
      </w:r>
      <w:r w:rsidRPr="006049FE">
        <w:rPr>
          <w:b/>
          <w:bCs/>
          <w:w w:val="105"/>
          <w:sz w:val="22"/>
          <w:szCs w:val="22"/>
        </w:rPr>
        <w:t>o</w:t>
      </w:r>
      <w:r w:rsidRPr="006049FE">
        <w:rPr>
          <w:b/>
          <w:bCs/>
          <w:spacing w:val="33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nawierzchni</w:t>
      </w:r>
      <w:r w:rsidRPr="006049FE">
        <w:rPr>
          <w:b/>
          <w:bCs/>
          <w:w w:val="105"/>
          <w:sz w:val="22"/>
          <w:szCs w:val="22"/>
        </w:rPr>
        <w:t>e</w:t>
      </w:r>
      <w:r w:rsidRPr="006049FE">
        <w:rPr>
          <w:b/>
          <w:bCs/>
          <w:spacing w:val="33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sportow</w:t>
      </w:r>
      <w:r w:rsidRPr="006049FE">
        <w:rPr>
          <w:b/>
          <w:bCs/>
          <w:w w:val="105"/>
          <w:sz w:val="22"/>
          <w:szCs w:val="22"/>
        </w:rPr>
        <w:t>e</w:t>
      </w:r>
      <w:r w:rsidRPr="006049FE">
        <w:rPr>
          <w:b/>
          <w:bCs/>
          <w:spacing w:val="31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np</w:t>
      </w:r>
      <w:r w:rsidRPr="006049FE">
        <w:rPr>
          <w:b/>
          <w:bCs/>
          <w:w w:val="105"/>
          <w:sz w:val="22"/>
          <w:szCs w:val="22"/>
        </w:rPr>
        <w:t>.</w:t>
      </w:r>
      <w:r w:rsidRPr="006049FE">
        <w:rPr>
          <w:b/>
          <w:bCs/>
          <w:spacing w:val="34"/>
          <w:w w:val="105"/>
          <w:sz w:val="22"/>
          <w:szCs w:val="22"/>
        </w:rPr>
        <w:t xml:space="preserve"> </w:t>
      </w:r>
      <w:proofErr w:type="spellStart"/>
      <w:r w:rsidRPr="006049FE">
        <w:rPr>
          <w:b/>
          <w:bCs/>
          <w:spacing w:val="4"/>
          <w:w w:val="105"/>
          <w:sz w:val="22"/>
          <w:szCs w:val="22"/>
        </w:rPr>
        <w:t>Labosport</w:t>
      </w:r>
      <w:proofErr w:type="spellEnd"/>
      <w:r w:rsidRPr="006049FE">
        <w:rPr>
          <w:b/>
          <w:bCs/>
          <w:spacing w:val="4"/>
          <w:w w:val="105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3"/>
          <w:w w:val="105"/>
          <w:sz w:val="22"/>
          <w:szCs w:val="22"/>
        </w:rPr>
        <w:t>A</w:t>
      </w:r>
      <w:r w:rsidRPr="006049FE">
        <w:rPr>
          <w:b/>
          <w:bCs/>
          <w:spacing w:val="1"/>
          <w:w w:val="105"/>
          <w:sz w:val="22"/>
          <w:szCs w:val="22"/>
        </w:rPr>
        <w:t>tes</w:t>
      </w:r>
      <w:r w:rsidRPr="006049FE">
        <w:rPr>
          <w:b/>
          <w:bCs/>
          <w:w w:val="105"/>
          <w:sz w:val="22"/>
          <w:szCs w:val="22"/>
        </w:rPr>
        <w:t>t</w:t>
      </w:r>
      <w:r w:rsidRPr="006049FE">
        <w:rPr>
          <w:b/>
          <w:bCs/>
          <w:spacing w:val="20"/>
          <w:w w:val="105"/>
          <w:sz w:val="22"/>
          <w:szCs w:val="22"/>
        </w:rPr>
        <w:t xml:space="preserve"> </w:t>
      </w:r>
      <w:r w:rsidRPr="006049FE">
        <w:rPr>
          <w:b/>
          <w:bCs/>
          <w:spacing w:val="1"/>
          <w:w w:val="105"/>
          <w:sz w:val="22"/>
          <w:szCs w:val="22"/>
        </w:rPr>
        <w:t>Higien</w:t>
      </w:r>
      <w:r w:rsidRPr="006049FE">
        <w:rPr>
          <w:b/>
          <w:bCs/>
          <w:w w:val="105"/>
          <w:sz w:val="22"/>
          <w:szCs w:val="22"/>
        </w:rPr>
        <w:t>i</w:t>
      </w:r>
      <w:r w:rsidRPr="006049FE">
        <w:rPr>
          <w:b/>
          <w:bCs/>
          <w:spacing w:val="1"/>
          <w:w w:val="105"/>
          <w:sz w:val="22"/>
          <w:szCs w:val="22"/>
        </w:rPr>
        <w:t>czn</w:t>
      </w:r>
      <w:r w:rsidRPr="006049FE">
        <w:rPr>
          <w:b/>
          <w:bCs/>
          <w:w w:val="105"/>
          <w:sz w:val="22"/>
          <w:szCs w:val="22"/>
        </w:rPr>
        <w:t>y</w:t>
      </w:r>
      <w:r w:rsidRPr="006049FE">
        <w:rPr>
          <w:b/>
          <w:bCs/>
          <w:spacing w:val="24"/>
          <w:w w:val="105"/>
          <w:sz w:val="22"/>
          <w:szCs w:val="22"/>
        </w:rPr>
        <w:t xml:space="preserve"> </w:t>
      </w:r>
      <w:r w:rsidRPr="006049FE">
        <w:rPr>
          <w:b/>
          <w:bCs/>
          <w:i/>
          <w:iCs/>
          <w:spacing w:val="1"/>
          <w:w w:val="105"/>
          <w:sz w:val="22"/>
          <w:szCs w:val="22"/>
        </w:rPr>
        <w:t>PZ</w:t>
      </w:r>
      <w:r w:rsidRPr="006049FE">
        <w:rPr>
          <w:b/>
          <w:bCs/>
          <w:i/>
          <w:iCs/>
          <w:w w:val="105"/>
          <w:sz w:val="22"/>
          <w:szCs w:val="22"/>
        </w:rPr>
        <w:t>H</w:t>
      </w:r>
      <w:r w:rsidRPr="006049FE">
        <w:rPr>
          <w:b/>
          <w:bCs/>
          <w:i/>
          <w:i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1"/>
          <w:w w:val="105"/>
          <w:sz w:val="22"/>
          <w:szCs w:val="22"/>
        </w:rPr>
        <w:t>dl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1"/>
          <w:w w:val="105"/>
          <w:sz w:val="22"/>
          <w:szCs w:val="22"/>
        </w:rPr>
        <w:t>oferowane</w:t>
      </w:r>
      <w:r w:rsidRPr="006049FE">
        <w:rPr>
          <w:b/>
          <w:bCs/>
          <w:w w:val="105"/>
          <w:sz w:val="22"/>
          <w:szCs w:val="22"/>
        </w:rPr>
        <w:t>j</w:t>
      </w:r>
      <w:r w:rsidRPr="006049FE">
        <w:rPr>
          <w:b/>
          <w:bCs/>
          <w:spacing w:val="21"/>
          <w:w w:val="105"/>
          <w:sz w:val="22"/>
          <w:szCs w:val="22"/>
        </w:rPr>
        <w:t xml:space="preserve"> </w:t>
      </w:r>
      <w:r w:rsidRPr="006049FE">
        <w:rPr>
          <w:b/>
          <w:bCs/>
          <w:spacing w:val="1"/>
          <w:w w:val="105"/>
          <w:sz w:val="22"/>
          <w:szCs w:val="22"/>
        </w:rPr>
        <w:t>nawierzchni</w:t>
      </w:r>
      <w:r w:rsidRPr="006049FE">
        <w:rPr>
          <w:b/>
          <w:bCs/>
          <w:w w:val="105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5"/>
          <w:w w:val="105"/>
          <w:sz w:val="22"/>
          <w:szCs w:val="22"/>
        </w:rPr>
        <w:t>Autoryzacj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37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producent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37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nawierz</w:t>
      </w:r>
      <w:r w:rsidRPr="006049FE">
        <w:rPr>
          <w:b/>
          <w:bCs/>
          <w:spacing w:val="7"/>
          <w:w w:val="105"/>
          <w:sz w:val="22"/>
          <w:szCs w:val="22"/>
        </w:rPr>
        <w:t>c</w:t>
      </w:r>
      <w:r w:rsidRPr="006049FE">
        <w:rPr>
          <w:b/>
          <w:bCs/>
          <w:spacing w:val="5"/>
          <w:w w:val="105"/>
          <w:sz w:val="22"/>
          <w:szCs w:val="22"/>
        </w:rPr>
        <w:t>hn</w:t>
      </w:r>
      <w:r w:rsidRPr="006049FE">
        <w:rPr>
          <w:b/>
          <w:bCs/>
          <w:w w:val="105"/>
          <w:sz w:val="22"/>
          <w:szCs w:val="22"/>
        </w:rPr>
        <w:t>i</w:t>
      </w:r>
      <w:r w:rsidRPr="006049FE">
        <w:rPr>
          <w:b/>
          <w:bCs/>
          <w:spacing w:val="37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poliuretanowe</w:t>
      </w:r>
      <w:r w:rsidRPr="006049FE">
        <w:rPr>
          <w:b/>
          <w:bCs/>
          <w:w w:val="105"/>
          <w:sz w:val="22"/>
          <w:szCs w:val="22"/>
        </w:rPr>
        <w:t>j</w:t>
      </w:r>
      <w:r w:rsidRPr="006049FE">
        <w:rPr>
          <w:b/>
          <w:bCs/>
          <w:spacing w:val="38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wystawion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37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dla</w:t>
      </w:r>
      <w:r w:rsidRPr="006049FE">
        <w:rPr>
          <w:b/>
          <w:bCs/>
          <w:spacing w:val="6"/>
          <w:w w:val="106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wykonawc</w:t>
      </w:r>
      <w:r w:rsidRPr="006049FE">
        <w:rPr>
          <w:b/>
          <w:bCs/>
          <w:w w:val="105"/>
          <w:sz w:val="22"/>
          <w:szCs w:val="22"/>
        </w:rPr>
        <w:t>y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31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realizowa</w:t>
      </w:r>
      <w:r w:rsidRPr="006049FE">
        <w:rPr>
          <w:b/>
          <w:bCs/>
          <w:spacing w:val="6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ą</w:t>
      </w:r>
      <w:r w:rsidRPr="006049FE">
        <w:rPr>
          <w:b/>
          <w:bCs/>
          <w:spacing w:val="31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i</w:t>
      </w:r>
      <w:r w:rsidRPr="006049FE">
        <w:rPr>
          <w:b/>
          <w:bCs/>
          <w:spacing w:val="6"/>
          <w:w w:val="105"/>
          <w:sz w:val="22"/>
          <w:szCs w:val="22"/>
        </w:rPr>
        <w:t>n</w:t>
      </w:r>
      <w:r w:rsidRPr="006049FE">
        <w:rPr>
          <w:b/>
          <w:bCs/>
          <w:spacing w:val="5"/>
          <w:w w:val="105"/>
          <w:sz w:val="22"/>
          <w:szCs w:val="22"/>
        </w:rPr>
        <w:t>westyc</w:t>
      </w:r>
      <w:r w:rsidRPr="006049FE">
        <w:rPr>
          <w:b/>
          <w:bCs/>
          <w:spacing w:val="4"/>
          <w:w w:val="105"/>
          <w:sz w:val="22"/>
          <w:szCs w:val="22"/>
        </w:rPr>
        <w:t>j</w:t>
      </w:r>
      <w:r w:rsidRPr="006049FE">
        <w:rPr>
          <w:b/>
          <w:bCs/>
          <w:w w:val="105"/>
          <w:sz w:val="22"/>
          <w:szCs w:val="22"/>
        </w:rPr>
        <w:t>ę</w:t>
      </w:r>
      <w:r w:rsidRPr="006049FE">
        <w:rPr>
          <w:b/>
          <w:bCs/>
          <w:spacing w:val="31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wra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31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30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potwierdzenie</w:t>
      </w:r>
      <w:r w:rsidRPr="006049FE">
        <w:rPr>
          <w:b/>
          <w:bCs/>
          <w:w w:val="105"/>
          <w:sz w:val="22"/>
          <w:szCs w:val="22"/>
        </w:rPr>
        <w:t>m</w:t>
      </w:r>
      <w:r w:rsidRPr="006049FE">
        <w:rPr>
          <w:b/>
          <w:bCs/>
          <w:spacing w:val="31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gwarancji</w:t>
      </w:r>
      <w:r w:rsidRPr="006049FE">
        <w:rPr>
          <w:b/>
          <w:bCs/>
          <w:spacing w:val="6"/>
          <w:w w:val="106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udzielone</w:t>
      </w:r>
      <w:r w:rsidRPr="006049FE">
        <w:rPr>
          <w:b/>
          <w:bCs/>
          <w:w w:val="105"/>
          <w:sz w:val="22"/>
          <w:szCs w:val="22"/>
        </w:rPr>
        <w:t>j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prze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30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producent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30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lastRenderedPageBreak/>
        <w:t>t</w:t>
      </w:r>
      <w:r w:rsidRPr="006049FE">
        <w:rPr>
          <w:b/>
          <w:bCs/>
          <w:w w:val="105"/>
          <w:sz w:val="22"/>
          <w:szCs w:val="22"/>
        </w:rPr>
        <w:t>ą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nawierzchnię</w:t>
      </w:r>
      <w:r w:rsidRPr="006049FE">
        <w:rPr>
          <w:b/>
          <w:bCs/>
          <w:w w:val="105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w w:val="105"/>
          <w:sz w:val="22"/>
          <w:szCs w:val="22"/>
        </w:rPr>
        <w:t>Karta</w:t>
      </w:r>
      <w:r w:rsidRPr="006049FE">
        <w:rPr>
          <w:b/>
          <w:bCs/>
          <w:spacing w:val="11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techniczna</w:t>
      </w:r>
      <w:r w:rsidRPr="006049FE">
        <w:rPr>
          <w:b/>
          <w:bCs/>
          <w:spacing w:val="12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oferowanej</w:t>
      </w:r>
      <w:r w:rsidRPr="006049FE">
        <w:rPr>
          <w:b/>
          <w:bCs/>
          <w:spacing w:val="12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nawierzchni</w:t>
      </w:r>
      <w:r w:rsidRPr="006049FE">
        <w:rPr>
          <w:b/>
          <w:bCs/>
          <w:spacing w:val="11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potwierdzona</w:t>
      </w:r>
      <w:r w:rsidRPr="006049FE">
        <w:rPr>
          <w:b/>
          <w:bCs/>
          <w:spacing w:val="12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przez</w:t>
      </w:r>
      <w:r w:rsidRPr="006049FE">
        <w:rPr>
          <w:b/>
          <w:bCs/>
          <w:spacing w:val="11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jej</w:t>
      </w:r>
      <w:r w:rsidRPr="006049FE">
        <w:rPr>
          <w:b/>
          <w:bCs/>
          <w:spacing w:val="12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producenta.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w w:val="105"/>
          <w:sz w:val="22"/>
          <w:szCs w:val="22"/>
        </w:rPr>
        <w:t>P</w:t>
      </w:r>
      <w:r w:rsidRPr="006049FE">
        <w:rPr>
          <w:b/>
          <w:bCs/>
          <w:spacing w:val="1"/>
          <w:w w:val="105"/>
          <w:sz w:val="22"/>
          <w:szCs w:val="22"/>
        </w:rPr>
        <w:t>O</w:t>
      </w:r>
      <w:r w:rsidRPr="006049FE">
        <w:rPr>
          <w:b/>
          <w:bCs/>
          <w:w w:val="105"/>
          <w:sz w:val="22"/>
          <w:szCs w:val="22"/>
        </w:rPr>
        <w:t>D</w:t>
      </w:r>
      <w:r w:rsidRPr="006049FE">
        <w:rPr>
          <w:b/>
          <w:bCs/>
          <w:spacing w:val="1"/>
          <w:w w:val="105"/>
          <w:sz w:val="22"/>
          <w:szCs w:val="22"/>
        </w:rPr>
        <w:t>STA</w:t>
      </w:r>
      <w:r w:rsidRPr="006049FE">
        <w:rPr>
          <w:b/>
          <w:bCs/>
          <w:w w:val="105"/>
          <w:sz w:val="22"/>
          <w:szCs w:val="22"/>
        </w:rPr>
        <w:t>WA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1"/>
          <w:w w:val="105"/>
          <w:sz w:val="22"/>
          <w:szCs w:val="22"/>
        </w:rPr>
        <w:t>PŁATN</w:t>
      </w:r>
      <w:r w:rsidRPr="006049FE">
        <w:rPr>
          <w:b/>
          <w:bCs/>
          <w:w w:val="105"/>
          <w:sz w:val="22"/>
          <w:szCs w:val="22"/>
        </w:rPr>
        <w:t>O</w:t>
      </w:r>
      <w:r w:rsidRPr="006049FE">
        <w:rPr>
          <w:b/>
          <w:bCs/>
          <w:spacing w:val="1"/>
          <w:w w:val="105"/>
          <w:sz w:val="22"/>
          <w:szCs w:val="22"/>
        </w:rPr>
        <w:t>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płatności: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płatności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ogólne”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sz w:val="22"/>
          <w:szCs w:val="22"/>
        </w:rPr>
        <w:t>NO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DOKUMENT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IĄ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4"/>
          <w:w w:val="105"/>
          <w:sz w:val="22"/>
          <w:szCs w:val="22"/>
        </w:rPr>
        <w:t>Rozporządzeni</w:t>
      </w:r>
      <w:r w:rsidRPr="006049FE">
        <w:rPr>
          <w:b/>
          <w:bCs/>
          <w:w w:val="105"/>
          <w:sz w:val="22"/>
          <w:szCs w:val="22"/>
        </w:rPr>
        <w:t>e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Ministr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Infrastruktur</w:t>
      </w:r>
      <w:r w:rsidRPr="006049FE">
        <w:rPr>
          <w:b/>
          <w:bCs/>
          <w:w w:val="105"/>
          <w:sz w:val="22"/>
          <w:szCs w:val="22"/>
        </w:rPr>
        <w:t>y</w:t>
      </w:r>
      <w:r w:rsidRPr="006049FE">
        <w:rPr>
          <w:b/>
          <w:bCs/>
          <w:spacing w:val="24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2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dni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6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1</w:t>
      </w:r>
      <w:r w:rsidRPr="006049FE">
        <w:rPr>
          <w:b/>
          <w:bCs/>
          <w:w w:val="105"/>
          <w:sz w:val="22"/>
          <w:szCs w:val="22"/>
        </w:rPr>
        <w:t>2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kwietni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2002</w:t>
      </w:r>
      <w:r w:rsidRPr="006049FE">
        <w:rPr>
          <w:b/>
          <w:bCs/>
          <w:w w:val="105"/>
          <w:sz w:val="22"/>
          <w:szCs w:val="22"/>
        </w:rPr>
        <w:t>r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w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sprawie</w:t>
      </w:r>
      <w:r w:rsidRPr="006049FE">
        <w:rPr>
          <w:b/>
          <w:bCs/>
          <w:spacing w:val="5"/>
          <w:w w:val="106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warunkó</w:t>
      </w:r>
      <w:r w:rsidRPr="006049FE">
        <w:rPr>
          <w:b/>
          <w:bCs/>
          <w:w w:val="105"/>
          <w:sz w:val="22"/>
          <w:szCs w:val="22"/>
        </w:rPr>
        <w:t>w</w:t>
      </w:r>
      <w:r w:rsidRPr="006049FE">
        <w:rPr>
          <w:b/>
          <w:bCs/>
          <w:spacing w:val="26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technicznych</w:t>
      </w:r>
      <w:r w:rsidRPr="006049FE">
        <w:rPr>
          <w:b/>
          <w:bCs/>
          <w:w w:val="105"/>
          <w:sz w:val="22"/>
          <w:szCs w:val="22"/>
        </w:rPr>
        <w:t>,</w:t>
      </w:r>
      <w:r w:rsidRPr="006049FE">
        <w:rPr>
          <w:b/>
          <w:bCs/>
          <w:spacing w:val="29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jaki</w:t>
      </w:r>
      <w:r w:rsidRPr="006049FE">
        <w:rPr>
          <w:b/>
          <w:bCs/>
          <w:w w:val="105"/>
          <w:sz w:val="22"/>
          <w:szCs w:val="22"/>
        </w:rPr>
        <w:t>m</w:t>
      </w:r>
      <w:r w:rsidRPr="006049FE">
        <w:rPr>
          <w:b/>
          <w:bCs/>
          <w:spacing w:val="28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powinn</w:t>
      </w:r>
      <w:r w:rsidRPr="006049FE">
        <w:rPr>
          <w:b/>
          <w:bCs/>
          <w:w w:val="105"/>
          <w:sz w:val="22"/>
          <w:szCs w:val="22"/>
        </w:rPr>
        <w:t>y</w:t>
      </w:r>
      <w:r w:rsidRPr="006049FE">
        <w:rPr>
          <w:b/>
          <w:bCs/>
          <w:spacing w:val="28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odpowiad</w:t>
      </w:r>
      <w:r w:rsidRPr="006049FE">
        <w:rPr>
          <w:b/>
          <w:bCs/>
          <w:spacing w:val="3"/>
          <w:w w:val="105"/>
          <w:sz w:val="22"/>
          <w:szCs w:val="22"/>
        </w:rPr>
        <w:t>a</w:t>
      </w:r>
      <w:r w:rsidRPr="006049FE">
        <w:rPr>
          <w:b/>
          <w:bCs/>
          <w:w w:val="105"/>
          <w:sz w:val="22"/>
          <w:szCs w:val="22"/>
        </w:rPr>
        <w:t>ć</w:t>
      </w:r>
      <w:r w:rsidRPr="006049FE">
        <w:rPr>
          <w:b/>
          <w:bCs/>
          <w:spacing w:val="2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budynk</w:t>
      </w:r>
      <w:r w:rsidRPr="006049FE">
        <w:rPr>
          <w:b/>
          <w:bCs/>
          <w:w w:val="105"/>
          <w:sz w:val="22"/>
          <w:szCs w:val="22"/>
        </w:rPr>
        <w:t>i</w:t>
      </w:r>
      <w:r w:rsidRPr="006049FE">
        <w:rPr>
          <w:b/>
          <w:bCs/>
          <w:spacing w:val="26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i</w:t>
      </w:r>
      <w:r w:rsidRPr="006049FE">
        <w:rPr>
          <w:b/>
          <w:bCs/>
          <w:spacing w:val="2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ic</w:t>
      </w:r>
      <w:r w:rsidRPr="006049FE">
        <w:rPr>
          <w:b/>
          <w:bCs/>
          <w:w w:val="105"/>
          <w:sz w:val="22"/>
          <w:szCs w:val="22"/>
        </w:rPr>
        <w:t>h</w:t>
      </w:r>
      <w:r w:rsidRPr="006049FE">
        <w:rPr>
          <w:b/>
          <w:bCs/>
          <w:spacing w:val="2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usytuowanie</w:t>
      </w:r>
      <w:r w:rsidRPr="006049FE">
        <w:rPr>
          <w:b/>
          <w:bCs/>
          <w:spacing w:val="5"/>
          <w:w w:val="106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(Dz</w:t>
      </w:r>
      <w:r w:rsidRPr="006049FE">
        <w:rPr>
          <w:b/>
          <w:bCs/>
          <w:w w:val="105"/>
          <w:sz w:val="22"/>
          <w:szCs w:val="22"/>
        </w:rPr>
        <w:t>.</w:t>
      </w:r>
      <w:r w:rsidRPr="006049FE">
        <w:rPr>
          <w:b/>
          <w:bCs/>
          <w:spacing w:val="1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U</w:t>
      </w:r>
      <w:r w:rsidRPr="006049FE">
        <w:rPr>
          <w:b/>
          <w:bCs/>
          <w:w w:val="105"/>
          <w:sz w:val="22"/>
          <w:szCs w:val="22"/>
        </w:rPr>
        <w:t>.</w:t>
      </w:r>
      <w:r w:rsidRPr="006049FE">
        <w:rPr>
          <w:b/>
          <w:bCs/>
          <w:spacing w:val="1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r</w:t>
      </w:r>
      <w:r w:rsidRPr="006049FE">
        <w:rPr>
          <w:b/>
          <w:bCs/>
          <w:spacing w:val="1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7</w:t>
      </w:r>
      <w:r w:rsidRPr="006049FE">
        <w:rPr>
          <w:b/>
          <w:bCs/>
          <w:w w:val="105"/>
          <w:sz w:val="22"/>
          <w:szCs w:val="22"/>
        </w:rPr>
        <w:t>5</w:t>
      </w:r>
      <w:r w:rsidRPr="006049FE">
        <w:rPr>
          <w:b/>
          <w:bCs/>
          <w:spacing w:val="17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17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200</w:t>
      </w:r>
      <w:r w:rsidRPr="006049FE">
        <w:rPr>
          <w:b/>
          <w:bCs/>
          <w:w w:val="105"/>
          <w:sz w:val="22"/>
          <w:szCs w:val="22"/>
        </w:rPr>
        <w:t>2</w:t>
      </w:r>
      <w:r w:rsidRPr="006049FE">
        <w:rPr>
          <w:b/>
          <w:bCs/>
          <w:spacing w:val="18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r.</w:t>
      </w:r>
      <w:r w:rsidRPr="006049FE">
        <w:rPr>
          <w:b/>
          <w:bCs/>
          <w:w w:val="105"/>
          <w:sz w:val="22"/>
          <w:szCs w:val="22"/>
        </w:rPr>
        <w:t>,</w:t>
      </w:r>
      <w:r w:rsidRPr="006049FE">
        <w:rPr>
          <w:b/>
          <w:bCs/>
          <w:spacing w:val="16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poz</w:t>
      </w:r>
      <w:r w:rsidRPr="006049FE">
        <w:rPr>
          <w:b/>
          <w:bCs/>
          <w:w w:val="105"/>
          <w:sz w:val="22"/>
          <w:szCs w:val="22"/>
        </w:rPr>
        <w:t>.</w:t>
      </w:r>
      <w:r w:rsidRPr="006049FE">
        <w:rPr>
          <w:b/>
          <w:bCs/>
          <w:spacing w:val="16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690).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4"/>
          <w:w w:val="105"/>
          <w:sz w:val="22"/>
          <w:szCs w:val="22"/>
        </w:rPr>
        <w:t>Badani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zgodn</w:t>
      </w:r>
      <w:r w:rsidRPr="006049FE">
        <w:rPr>
          <w:b/>
          <w:bCs/>
          <w:spacing w:val="3"/>
          <w:w w:val="105"/>
          <w:sz w:val="22"/>
          <w:szCs w:val="22"/>
        </w:rPr>
        <w:t>oś</w:t>
      </w:r>
      <w:r w:rsidRPr="006049FE">
        <w:rPr>
          <w:b/>
          <w:bCs/>
          <w:w w:val="105"/>
          <w:sz w:val="22"/>
          <w:szCs w:val="22"/>
        </w:rPr>
        <w:t>ć</w:t>
      </w:r>
      <w:r w:rsidRPr="006049FE">
        <w:rPr>
          <w:b/>
          <w:bCs/>
          <w:spacing w:val="23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z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norm</w:t>
      </w:r>
      <w:r w:rsidRPr="006049FE">
        <w:rPr>
          <w:b/>
          <w:bCs/>
          <w:w w:val="105"/>
          <w:sz w:val="22"/>
          <w:szCs w:val="22"/>
        </w:rPr>
        <w:t>ą</w:t>
      </w:r>
      <w:r w:rsidRPr="006049FE">
        <w:rPr>
          <w:b/>
          <w:bCs/>
          <w:spacing w:val="25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PN-E</w:t>
      </w:r>
      <w:r w:rsidRPr="006049FE">
        <w:rPr>
          <w:b/>
          <w:bCs/>
          <w:w w:val="105"/>
          <w:sz w:val="22"/>
          <w:szCs w:val="22"/>
        </w:rPr>
        <w:t>N</w:t>
      </w:r>
      <w:r w:rsidRPr="006049FE">
        <w:rPr>
          <w:b/>
          <w:bCs/>
          <w:spacing w:val="22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14877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4"/>
          <w:w w:val="105"/>
          <w:sz w:val="22"/>
          <w:szCs w:val="22"/>
        </w:rPr>
        <w:t>Aprobat</w:t>
      </w:r>
      <w:r w:rsidRPr="006049FE">
        <w:rPr>
          <w:b/>
          <w:bCs/>
          <w:w w:val="105"/>
          <w:sz w:val="22"/>
          <w:szCs w:val="22"/>
        </w:rPr>
        <w:t xml:space="preserve">a </w:t>
      </w:r>
      <w:r w:rsidRPr="006049FE">
        <w:rPr>
          <w:b/>
          <w:bCs/>
          <w:spacing w:val="44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techniczn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26"/>
          <w:w w:val="105"/>
          <w:sz w:val="22"/>
          <w:szCs w:val="22"/>
        </w:rPr>
        <w:t xml:space="preserve"> </w:t>
      </w:r>
      <w:r w:rsidRPr="006049FE">
        <w:rPr>
          <w:b/>
          <w:bCs/>
          <w:spacing w:val="4"/>
          <w:w w:val="105"/>
          <w:sz w:val="22"/>
          <w:szCs w:val="22"/>
        </w:rPr>
        <w:t>ITB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5"/>
          <w:w w:val="105"/>
          <w:sz w:val="22"/>
          <w:szCs w:val="22"/>
        </w:rPr>
        <w:t>Instrukcj</w:t>
      </w:r>
      <w:r w:rsidRPr="006049FE">
        <w:rPr>
          <w:b/>
          <w:bCs/>
          <w:w w:val="105"/>
          <w:sz w:val="22"/>
          <w:szCs w:val="22"/>
        </w:rPr>
        <w:t>e</w:t>
      </w:r>
      <w:r w:rsidRPr="006049FE">
        <w:rPr>
          <w:b/>
          <w:bCs/>
          <w:spacing w:val="56"/>
          <w:w w:val="105"/>
          <w:sz w:val="22"/>
          <w:szCs w:val="22"/>
        </w:rPr>
        <w:t xml:space="preserve"> </w:t>
      </w:r>
      <w:r w:rsidRPr="006049FE">
        <w:rPr>
          <w:b/>
          <w:bCs/>
          <w:spacing w:val="5"/>
          <w:w w:val="105"/>
          <w:sz w:val="22"/>
          <w:szCs w:val="22"/>
        </w:rPr>
        <w:t>producentów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w w:val="105"/>
          <w:sz w:val="22"/>
          <w:szCs w:val="22"/>
        </w:rPr>
        <w:t>Certyfikat</w:t>
      </w:r>
      <w:r w:rsidRPr="006049FE">
        <w:rPr>
          <w:b/>
          <w:bCs/>
          <w:spacing w:val="17"/>
          <w:w w:val="105"/>
          <w:sz w:val="22"/>
          <w:szCs w:val="22"/>
        </w:rPr>
        <w:t xml:space="preserve"> </w:t>
      </w:r>
      <w:r w:rsidRPr="006049FE">
        <w:rPr>
          <w:b/>
          <w:bCs/>
          <w:w w:val="105"/>
          <w:sz w:val="22"/>
          <w:szCs w:val="22"/>
        </w:rPr>
        <w:t>JAAF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7"/>
          <w:w w:val="105"/>
          <w:sz w:val="22"/>
          <w:szCs w:val="22"/>
          <w:u w:val="thick"/>
        </w:rPr>
        <w:t>Sposób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6"/>
          <w:w w:val="105"/>
          <w:sz w:val="22"/>
          <w:szCs w:val="22"/>
          <w:u w:val="thick"/>
        </w:rPr>
        <w:t>u</w:t>
      </w:r>
      <w:r w:rsidRPr="006049FE">
        <w:rPr>
          <w:b/>
          <w:bCs/>
          <w:spacing w:val="-7"/>
          <w:w w:val="105"/>
          <w:sz w:val="22"/>
          <w:szCs w:val="22"/>
          <w:u w:val="thick"/>
        </w:rPr>
        <w:t>żytkowania</w:t>
      </w:r>
      <w:r w:rsidRPr="006049FE">
        <w:rPr>
          <w:b/>
          <w:bCs/>
          <w:spacing w:val="5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w w:val="105"/>
          <w:sz w:val="22"/>
          <w:szCs w:val="22"/>
          <w:u w:val="thick"/>
        </w:rPr>
        <w:t>i</w:t>
      </w:r>
      <w:r w:rsidRPr="006049FE">
        <w:rPr>
          <w:b/>
          <w:bCs/>
          <w:spacing w:val="-2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7"/>
          <w:w w:val="105"/>
          <w:sz w:val="22"/>
          <w:szCs w:val="22"/>
          <w:u w:val="thick"/>
        </w:rPr>
        <w:t>konserwacji</w:t>
      </w:r>
      <w:r w:rsidRPr="006049FE">
        <w:rPr>
          <w:b/>
          <w:bCs/>
          <w:spacing w:val="4"/>
          <w:w w:val="105"/>
          <w:sz w:val="22"/>
          <w:szCs w:val="22"/>
          <w:u w:val="thick"/>
        </w:rPr>
        <w:t xml:space="preserve"> </w:t>
      </w:r>
      <w:r w:rsidRPr="006049FE">
        <w:rPr>
          <w:b/>
          <w:bCs/>
          <w:spacing w:val="-7"/>
          <w:w w:val="105"/>
          <w:sz w:val="22"/>
          <w:szCs w:val="22"/>
          <w:u w:val="thick"/>
        </w:rPr>
        <w:t>nawierzchni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14"/>
          <w:w w:val="105"/>
          <w:sz w:val="22"/>
          <w:szCs w:val="22"/>
        </w:rPr>
        <w:t>OG</w:t>
      </w:r>
      <w:r w:rsidRPr="006049FE">
        <w:rPr>
          <w:b/>
          <w:bCs/>
          <w:spacing w:val="-13"/>
          <w:w w:val="105"/>
          <w:sz w:val="22"/>
          <w:szCs w:val="22"/>
        </w:rPr>
        <w:t>Ó</w:t>
      </w:r>
      <w:r w:rsidRPr="006049FE">
        <w:rPr>
          <w:b/>
          <w:bCs/>
          <w:spacing w:val="-14"/>
          <w:w w:val="105"/>
          <w:sz w:val="22"/>
          <w:szCs w:val="22"/>
        </w:rPr>
        <w:t>LN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-11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4"/>
          <w:w w:val="105"/>
          <w:sz w:val="22"/>
          <w:szCs w:val="22"/>
        </w:rPr>
        <w:t>INSTR</w:t>
      </w:r>
      <w:r w:rsidRPr="006049FE">
        <w:rPr>
          <w:b/>
          <w:bCs/>
          <w:spacing w:val="-13"/>
          <w:w w:val="105"/>
          <w:sz w:val="22"/>
          <w:szCs w:val="22"/>
        </w:rPr>
        <w:t>U</w:t>
      </w:r>
      <w:r w:rsidRPr="006049FE">
        <w:rPr>
          <w:b/>
          <w:bCs/>
          <w:spacing w:val="-14"/>
          <w:w w:val="105"/>
          <w:sz w:val="22"/>
          <w:szCs w:val="22"/>
        </w:rPr>
        <w:t>KCJ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-10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3"/>
          <w:w w:val="105"/>
          <w:sz w:val="22"/>
          <w:szCs w:val="22"/>
        </w:rPr>
        <w:t>U</w:t>
      </w:r>
      <w:r w:rsidRPr="006049FE">
        <w:rPr>
          <w:b/>
          <w:bCs/>
          <w:spacing w:val="-14"/>
          <w:w w:val="105"/>
          <w:sz w:val="22"/>
          <w:szCs w:val="22"/>
        </w:rPr>
        <w:t>ŻYTK</w:t>
      </w:r>
      <w:r w:rsidRPr="006049FE">
        <w:rPr>
          <w:b/>
          <w:bCs/>
          <w:spacing w:val="-13"/>
          <w:w w:val="105"/>
          <w:sz w:val="22"/>
          <w:szCs w:val="22"/>
        </w:rPr>
        <w:t>O</w:t>
      </w:r>
      <w:r w:rsidRPr="006049FE">
        <w:rPr>
          <w:b/>
          <w:bCs/>
          <w:spacing w:val="-14"/>
          <w:w w:val="105"/>
          <w:sz w:val="22"/>
          <w:szCs w:val="22"/>
        </w:rPr>
        <w:t>WA</w:t>
      </w:r>
      <w:r w:rsidRPr="006049FE">
        <w:rPr>
          <w:b/>
          <w:bCs/>
          <w:spacing w:val="-13"/>
          <w:w w:val="105"/>
          <w:sz w:val="22"/>
          <w:szCs w:val="22"/>
        </w:rPr>
        <w:t>N</w:t>
      </w:r>
      <w:r w:rsidRPr="006049FE">
        <w:rPr>
          <w:b/>
          <w:bCs/>
          <w:spacing w:val="-15"/>
          <w:w w:val="105"/>
          <w:sz w:val="22"/>
          <w:szCs w:val="22"/>
        </w:rPr>
        <w:t>I</w:t>
      </w:r>
      <w:r w:rsidRPr="006049FE">
        <w:rPr>
          <w:b/>
          <w:bCs/>
          <w:w w:val="105"/>
          <w:sz w:val="22"/>
          <w:szCs w:val="22"/>
        </w:rPr>
        <w:t>A</w:t>
      </w:r>
      <w:r w:rsidRPr="006049FE">
        <w:rPr>
          <w:b/>
          <w:bCs/>
          <w:spacing w:val="-11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4"/>
          <w:w w:val="105"/>
          <w:sz w:val="22"/>
          <w:szCs w:val="22"/>
        </w:rPr>
        <w:t>ZEWN</w:t>
      </w:r>
      <w:r w:rsidRPr="006049FE">
        <w:rPr>
          <w:b/>
          <w:bCs/>
          <w:spacing w:val="-13"/>
          <w:w w:val="105"/>
          <w:sz w:val="22"/>
          <w:szCs w:val="22"/>
        </w:rPr>
        <w:t>ĘT</w:t>
      </w:r>
      <w:r w:rsidRPr="006049FE">
        <w:rPr>
          <w:b/>
          <w:bCs/>
          <w:spacing w:val="-14"/>
          <w:w w:val="105"/>
          <w:sz w:val="22"/>
          <w:szCs w:val="22"/>
        </w:rPr>
        <w:t>R</w:t>
      </w:r>
      <w:r w:rsidRPr="006049FE">
        <w:rPr>
          <w:b/>
          <w:bCs/>
          <w:spacing w:val="-15"/>
          <w:w w:val="105"/>
          <w:sz w:val="22"/>
          <w:szCs w:val="22"/>
        </w:rPr>
        <w:t>Z</w:t>
      </w:r>
      <w:r w:rsidRPr="006049FE">
        <w:rPr>
          <w:b/>
          <w:bCs/>
          <w:spacing w:val="-13"/>
          <w:w w:val="105"/>
          <w:sz w:val="22"/>
          <w:szCs w:val="22"/>
        </w:rPr>
        <w:t>N</w:t>
      </w:r>
      <w:r w:rsidRPr="006049FE">
        <w:rPr>
          <w:b/>
          <w:bCs/>
          <w:spacing w:val="-14"/>
          <w:w w:val="105"/>
          <w:sz w:val="22"/>
          <w:szCs w:val="22"/>
        </w:rPr>
        <w:t>YC</w:t>
      </w:r>
      <w:r w:rsidRPr="006049FE">
        <w:rPr>
          <w:b/>
          <w:bCs/>
          <w:w w:val="105"/>
          <w:sz w:val="22"/>
          <w:szCs w:val="22"/>
        </w:rPr>
        <w:t>H</w:t>
      </w:r>
      <w:r w:rsidRPr="006049FE">
        <w:rPr>
          <w:b/>
          <w:bCs/>
          <w:spacing w:val="-10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3"/>
          <w:w w:val="105"/>
          <w:sz w:val="22"/>
          <w:szCs w:val="22"/>
        </w:rPr>
        <w:t>NAW</w:t>
      </w:r>
      <w:r w:rsidRPr="006049FE">
        <w:rPr>
          <w:b/>
          <w:bCs/>
          <w:spacing w:val="-15"/>
          <w:w w:val="105"/>
          <w:sz w:val="22"/>
          <w:szCs w:val="22"/>
        </w:rPr>
        <w:t>I</w:t>
      </w:r>
      <w:r w:rsidRPr="006049FE">
        <w:rPr>
          <w:b/>
          <w:bCs/>
          <w:spacing w:val="-13"/>
          <w:w w:val="105"/>
          <w:sz w:val="22"/>
          <w:szCs w:val="22"/>
        </w:rPr>
        <w:t>E</w:t>
      </w:r>
      <w:r w:rsidRPr="006049FE">
        <w:rPr>
          <w:b/>
          <w:bCs/>
          <w:spacing w:val="-14"/>
          <w:w w:val="105"/>
          <w:sz w:val="22"/>
          <w:szCs w:val="22"/>
        </w:rPr>
        <w:t>R</w:t>
      </w:r>
      <w:r w:rsidRPr="006049FE">
        <w:rPr>
          <w:b/>
          <w:bCs/>
          <w:spacing w:val="-15"/>
          <w:w w:val="105"/>
          <w:sz w:val="22"/>
          <w:szCs w:val="22"/>
        </w:rPr>
        <w:t>Z</w:t>
      </w:r>
      <w:r w:rsidRPr="006049FE">
        <w:rPr>
          <w:b/>
          <w:bCs/>
          <w:spacing w:val="-13"/>
          <w:w w:val="105"/>
          <w:sz w:val="22"/>
          <w:szCs w:val="22"/>
        </w:rPr>
        <w:t>C</w:t>
      </w:r>
      <w:r w:rsidRPr="006049FE">
        <w:rPr>
          <w:b/>
          <w:bCs/>
          <w:spacing w:val="-14"/>
          <w:w w:val="105"/>
          <w:sz w:val="22"/>
          <w:szCs w:val="22"/>
        </w:rPr>
        <w:t>H</w:t>
      </w:r>
      <w:r w:rsidRPr="006049FE">
        <w:rPr>
          <w:b/>
          <w:bCs/>
          <w:spacing w:val="-13"/>
          <w:w w:val="105"/>
          <w:sz w:val="22"/>
          <w:szCs w:val="22"/>
        </w:rPr>
        <w:t>N</w:t>
      </w:r>
      <w:r w:rsidRPr="006049FE">
        <w:rPr>
          <w:b/>
          <w:bCs/>
          <w:w w:val="105"/>
          <w:sz w:val="22"/>
          <w:szCs w:val="22"/>
        </w:rPr>
        <w:t>I</w:t>
      </w:r>
      <w:r w:rsidRPr="006049FE">
        <w:rPr>
          <w:b/>
          <w:bCs/>
          <w:spacing w:val="-12"/>
          <w:w w:val="105"/>
          <w:sz w:val="22"/>
          <w:szCs w:val="22"/>
        </w:rPr>
        <w:t xml:space="preserve"> </w:t>
      </w:r>
      <w:r w:rsidRPr="006049FE">
        <w:rPr>
          <w:b/>
          <w:bCs/>
          <w:spacing w:val="-15"/>
          <w:w w:val="105"/>
          <w:sz w:val="22"/>
          <w:szCs w:val="22"/>
        </w:rPr>
        <w:t>SP</w:t>
      </w:r>
      <w:r w:rsidRPr="006049FE">
        <w:rPr>
          <w:b/>
          <w:bCs/>
          <w:spacing w:val="-13"/>
          <w:w w:val="105"/>
          <w:sz w:val="22"/>
          <w:szCs w:val="22"/>
        </w:rPr>
        <w:t>O</w:t>
      </w:r>
      <w:r w:rsidRPr="006049FE">
        <w:rPr>
          <w:b/>
          <w:bCs/>
          <w:spacing w:val="-14"/>
          <w:w w:val="105"/>
          <w:sz w:val="22"/>
          <w:szCs w:val="22"/>
        </w:rPr>
        <w:t>R</w:t>
      </w:r>
      <w:r w:rsidRPr="006049FE">
        <w:rPr>
          <w:b/>
          <w:bCs/>
          <w:spacing w:val="-15"/>
          <w:w w:val="105"/>
          <w:sz w:val="22"/>
          <w:szCs w:val="22"/>
        </w:rPr>
        <w:t>T</w:t>
      </w:r>
      <w:r w:rsidRPr="006049FE">
        <w:rPr>
          <w:b/>
          <w:bCs/>
          <w:spacing w:val="-13"/>
          <w:w w:val="105"/>
          <w:sz w:val="22"/>
          <w:szCs w:val="22"/>
        </w:rPr>
        <w:t>OWY</w:t>
      </w:r>
      <w:r w:rsidRPr="006049FE">
        <w:rPr>
          <w:b/>
          <w:bCs/>
          <w:spacing w:val="-14"/>
          <w:w w:val="105"/>
          <w:sz w:val="22"/>
          <w:szCs w:val="22"/>
        </w:rPr>
        <w:t>C</w:t>
      </w:r>
      <w:r w:rsidRPr="006049FE">
        <w:rPr>
          <w:b/>
          <w:bCs/>
          <w:w w:val="105"/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Nawierzchni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poliuret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i/>
          <w:iCs/>
          <w:spacing w:val="2"/>
          <w:sz w:val="22"/>
          <w:szCs w:val="22"/>
        </w:rPr>
        <w:t>s</w:t>
      </w:r>
      <w:r w:rsidRPr="006049FE">
        <w:rPr>
          <w:i/>
          <w:iCs/>
          <w:sz w:val="22"/>
          <w:szCs w:val="22"/>
        </w:rPr>
        <w:t>ą</w:t>
      </w:r>
      <w:r w:rsidRPr="006049FE">
        <w:rPr>
          <w:i/>
          <w:iCs/>
          <w:spacing w:val="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awierzc</w:t>
      </w:r>
      <w:r w:rsidRPr="006049FE">
        <w:rPr>
          <w:spacing w:val="3"/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niam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sport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teg</w:t>
      </w:r>
      <w:r w:rsidRPr="006049FE">
        <w:rPr>
          <w:sz w:val="22"/>
          <w:szCs w:val="22"/>
        </w:rPr>
        <w:t>o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cal</w:t>
      </w:r>
      <w:r w:rsidRPr="006049FE">
        <w:rPr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sł</w:t>
      </w:r>
      <w:r w:rsidRPr="006049FE">
        <w:rPr>
          <w:spacing w:val="1"/>
          <w:sz w:val="22"/>
          <w:szCs w:val="22"/>
        </w:rPr>
        <w:t>uży</w:t>
      </w:r>
      <w:r w:rsidRPr="006049FE">
        <w:rPr>
          <w:sz w:val="22"/>
          <w:szCs w:val="22"/>
        </w:rPr>
        <w:t>ć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1"/>
          <w:w w:val="10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uż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tk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wan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obuwi</w:t>
      </w:r>
      <w:r w:rsidRPr="006049FE">
        <w:rPr>
          <w:sz w:val="22"/>
          <w:szCs w:val="22"/>
        </w:rPr>
        <w:t>u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</w:t>
      </w:r>
      <w:r w:rsidRPr="006049FE">
        <w:rPr>
          <w:sz w:val="22"/>
          <w:szCs w:val="22"/>
        </w:rPr>
        <w:t>or</w:t>
      </w:r>
      <w:r w:rsidRPr="006049FE">
        <w:rPr>
          <w:spacing w:val="1"/>
          <w:sz w:val="22"/>
          <w:szCs w:val="22"/>
        </w:rPr>
        <w:t>towy</w:t>
      </w:r>
      <w:r w:rsidRPr="006049FE">
        <w:rPr>
          <w:sz w:val="22"/>
          <w:szCs w:val="22"/>
        </w:rPr>
        <w:t>m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dop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cza</w:t>
      </w:r>
      <w:r w:rsidRPr="006049FE">
        <w:rPr>
          <w:sz w:val="22"/>
          <w:szCs w:val="22"/>
        </w:rPr>
        <w:t>ć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nad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iern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zab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udz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nawierz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pia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kie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ó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wo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uj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d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iern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zu</w:t>
      </w:r>
      <w:r w:rsidRPr="006049FE">
        <w:rPr>
          <w:spacing w:val="1"/>
          <w:sz w:val="22"/>
          <w:szCs w:val="22"/>
        </w:rPr>
        <w:t>ż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nawierzchni.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Unikać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zabrudzeń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olejem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ulsją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asfaltową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che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od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ją</w:t>
      </w:r>
      <w:r w:rsidRPr="006049FE">
        <w:rPr>
          <w:spacing w:val="2"/>
          <w:sz w:val="22"/>
          <w:szCs w:val="22"/>
        </w:rPr>
        <w:t>cymi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odbarwieni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nawierzchn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.Ni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dopuszcz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ja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,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owera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,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otorach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«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azd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ochoda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</w:t>
      </w:r>
      <w:r w:rsidRPr="006049FE">
        <w:rPr>
          <w:spacing w:val="3"/>
          <w:sz w:val="22"/>
          <w:szCs w:val="22"/>
        </w:rPr>
        <w:t>wi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4"/>
          <w:sz w:val="22"/>
          <w:szCs w:val="22"/>
        </w:rPr>
        <w:t>kontr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lowan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równi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zg</w:t>
      </w:r>
      <w:r w:rsidRPr="006049FE">
        <w:rPr>
          <w:spacing w:val="4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noś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dbudow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Uwa</w:t>
      </w:r>
      <w:r w:rsidRPr="006049FE">
        <w:rPr>
          <w:spacing w:val="3"/>
          <w:sz w:val="22"/>
          <w:szCs w:val="22"/>
        </w:rPr>
        <w:t>g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 xml:space="preserve">: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zelki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infor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acj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wart</w:t>
      </w:r>
      <w:r w:rsidRPr="006049FE">
        <w:rPr>
          <w:sz w:val="22"/>
          <w:szCs w:val="22"/>
        </w:rPr>
        <w:t xml:space="preserve">e w 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doku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en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aj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charak</w:t>
      </w:r>
      <w:r w:rsidRPr="006049FE">
        <w:rPr>
          <w:sz w:val="22"/>
          <w:szCs w:val="22"/>
        </w:rPr>
        <w:t>ter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ól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fak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cz</w:t>
      </w:r>
      <w:r w:rsidRPr="006049FE">
        <w:rPr>
          <w:sz w:val="22"/>
          <w:szCs w:val="22"/>
        </w:rPr>
        <w:t>ny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st</w:t>
      </w:r>
      <w:r w:rsidRPr="006049FE">
        <w:rPr>
          <w:sz w:val="22"/>
          <w:szCs w:val="22"/>
        </w:rPr>
        <w:t>an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nawierzc</w:t>
      </w:r>
      <w:r w:rsidRPr="006049FE">
        <w:rPr>
          <w:sz w:val="22"/>
          <w:szCs w:val="22"/>
        </w:rPr>
        <w:t>hni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rto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</w:t>
      </w:r>
      <w:r w:rsidRPr="006049FE">
        <w:rPr>
          <w:sz w:val="22"/>
          <w:szCs w:val="22"/>
        </w:rPr>
        <w:t>k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ytkowania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zró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nicowany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zwi</w:t>
      </w:r>
      <w:r w:rsidRPr="006049FE">
        <w:rPr>
          <w:spacing w:val="-2"/>
          <w:sz w:val="22"/>
          <w:szCs w:val="22"/>
        </w:rPr>
        <w:t>ązk</w:t>
      </w:r>
      <w:r w:rsidRPr="006049FE">
        <w:rPr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tym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zobowi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kown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ka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koniecznoś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7"/>
          <w:sz w:val="22"/>
          <w:szCs w:val="22"/>
        </w:rPr>
        <w:t>UWAGI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kł</w:t>
      </w:r>
      <w:r w:rsidRPr="006049FE">
        <w:rPr>
          <w:spacing w:val="1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zin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1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sto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owan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in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ru</w:t>
      </w:r>
      <w:r w:rsidRPr="006049FE">
        <w:rPr>
          <w:spacing w:val="2"/>
          <w:sz w:val="22"/>
          <w:szCs w:val="22"/>
        </w:rPr>
        <w:t>kcja</w:t>
      </w:r>
      <w:r w:rsidRPr="006049FE">
        <w:rPr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odu</w:t>
      </w:r>
      <w:r w:rsidRPr="006049FE">
        <w:rPr>
          <w:spacing w:val="2"/>
          <w:sz w:val="22"/>
          <w:szCs w:val="22"/>
        </w:rPr>
        <w:t>cent</w:t>
      </w:r>
      <w:r w:rsidRPr="006049FE">
        <w:rPr>
          <w:sz w:val="22"/>
          <w:szCs w:val="22"/>
        </w:rPr>
        <w:t>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tem</w:t>
      </w:r>
      <w:r w:rsidRPr="006049FE">
        <w:rPr>
          <w:spacing w:val="2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</w:t>
      </w:r>
      <w:r w:rsidRPr="006049FE">
        <w:rPr>
          <w:sz w:val="22"/>
          <w:szCs w:val="22"/>
        </w:rPr>
        <w:t>echniczn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opracowanym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lonego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Projekt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obiektu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sportow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rekreacyjnego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uwzgl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dni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oś</w:t>
      </w:r>
      <w:r w:rsidRPr="006049FE">
        <w:rPr>
          <w:spacing w:val="-2"/>
          <w:sz w:val="22"/>
          <w:szCs w:val="22"/>
        </w:rPr>
        <w:t>ci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techniczno-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uż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tkowe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kładziny.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Wykonani</w:t>
      </w:r>
      <w:r w:rsidRPr="006049FE">
        <w:rPr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odb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ó</w:t>
      </w:r>
      <w:r w:rsidRPr="006049FE">
        <w:rPr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ur</w:t>
      </w:r>
      <w:r w:rsidRPr="006049FE">
        <w:rPr>
          <w:spacing w:val="5"/>
          <w:sz w:val="22"/>
          <w:szCs w:val="22"/>
        </w:rPr>
        <w:t>zą</w:t>
      </w:r>
      <w:r w:rsidRPr="006049FE">
        <w:rPr>
          <w:spacing w:val="6"/>
          <w:sz w:val="22"/>
          <w:szCs w:val="22"/>
        </w:rPr>
        <w:t>dz</w:t>
      </w:r>
      <w:r w:rsidRPr="006049FE">
        <w:rPr>
          <w:spacing w:val="5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sport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6"/>
          <w:sz w:val="22"/>
          <w:szCs w:val="22"/>
        </w:rPr>
        <w:t>stawi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aproba</w:t>
      </w:r>
      <w:r w:rsidRPr="006049FE">
        <w:rPr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techniczn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ITB</w:t>
      </w:r>
      <w:r w:rsidRPr="006049FE">
        <w:rPr>
          <w:sz w:val="22"/>
          <w:szCs w:val="22"/>
        </w:rPr>
        <w:t>,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at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tów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higieniczny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ogów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p.po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.,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sto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owania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Polskich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011DB0" w:rsidRPr="006049FE" w:rsidRDefault="00011DB0">
      <w:pPr>
        <w:widowControl/>
        <w:autoSpaceDE/>
        <w:autoSpaceDN/>
        <w:adjustRightInd/>
        <w:spacing w:after="200" w:line="276" w:lineRule="auto"/>
        <w:rPr>
          <w:sz w:val="22"/>
          <w:szCs w:val="22"/>
        </w:rPr>
      </w:pPr>
      <w:r w:rsidRPr="006049FE">
        <w:rPr>
          <w:sz w:val="22"/>
          <w:szCs w:val="22"/>
        </w:rPr>
        <w:br w:type="page"/>
      </w:r>
    </w:p>
    <w:p w:rsidR="00CA3637" w:rsidRPr="006049FE" w:rsidRDefault="00CA3637" w:rsidP="00011DB0">
      <w:pPr>
        <w:pStyle w:val="Akapitzlist"/>
        <w:rPr>
          <w:b/>
          <w:sz w:val="22"/>
          <w:szCs w:val="22"/>
        </w:rPr>
      </w:pPr>
      <w:r w:rsidRPr="006049FE">
        <w:rPr>
          <w:b/>
          <w:sz w:val="22"/>
          <w:szCs w:val="22"/>
        </w:rPr>
        <w:lastRenderedPageBreak/>
        <w:t>ST 6.00  ROBOTY BETONOWE</w:t>
      </w:r>
    </w:p>
    <w:p w:rsidR="00CA3637" w:rsidRPr="006049FE" w:rsidRDefault="00CA3637" w:rsidP="00011DB0">
      <w:pPr>
        <w:pStyle w:val="Akapitzlist"/>
        <w:rPr>
          <w:sz w:val="22"/>
          <w:szCs w:val="22"/>
        </w:rPr>
      </w:pPr>
    </w:p>
    <w:p w:rsidR="00CA3637" w:rsidRPr="006049FE" w:rsidRDefault="00CA3637" w:rsidP="00011DB0">
      <w:pPr>
        <w:pStyle w:val="Akapitzlist"/>
        <w:rPr>
          <w:b/>
          <w:sz w:val="22"/>
          <w:szCs w:val="22"/>
        </w:rPr>
      </w:pPr>
      <w:r w:rsidRPr="006049FE">
        <w:rPr>
          <w:b/>
          <w:sz w:val="22"/>
          <w:szCs w:val="22"/>
        </w:rPr>
        <w:t>GRUPA CPV 452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7"/>
          <w:sz w:val="22"/>
          <w:szCs w:val="22"/>
          <w:u w:val="single"/>
        </w:rPr>
        <w:t>W</w:t>
      </w:r>
      <w:r w:rsidRPr="006049FE">
        <w:rPr>
          <w:spacing w:val="6"/>
          <w:sz w:val="22"/>
          <w:szCs w:val="22"/>
          <w:u w:val="single"/>
        </w:rPr>
        <w:t>STĘ</w:t>
      </w:r>
      <w:r w:rsidRPr="006049FE">
        <w:rPr>
          <w:sz w:val="22"/>
          <w:szCs w:val="22"/>
          <w:u w:val="single"/>
        </w:rPr>
        <w:t>P</w:t>
      </w:r>
    </w:p>
    <w:p w:rsidR="00011DB0" w:rsidRDefault="00CA3637" w:rsidP="00460E31">
      <w:pPr>
        <w:pStyle w:val="Bezodstpw"/>
        <w:rPr>
          <w:b/>
          <w:bCs/>
          <w:spacing w:val="18"/>
          <w:sz w:val="22"/>
          <w:szCs w:val="22"/>
        </w:rPr>
      </w:pP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Szczegółowej</w:t>
      </w:r>
      <w:r w:rsidRPr="006049FE">
        <w:rPr>
          <w:spacing w:val="1"/>
          <w:sz w:val="22"/>
          <w:szCs w:val="22"/>
        </w:rPr>
        <w:t xml:space="preserve"> S</w:t>
      </w:r>
      <w:r w:rsidRPr="006049FE">
        <w:rPr>
          <w:sz w:val="22"/>
          <w:szCs w:val="22"/>
        </w:rPr>
        <w:t>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T)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są 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ania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dot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real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zacji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betonowych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przewidzian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3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32"/>
          <w:sz w:val="22"/>
          <w:szCs w:val="22"/>
        </w:rPr>
        <w:t xml:space="preserve"> </w:t>
      </w:r>
      <w:r w:rsidR="00011DB0" w:rsidRPr="006049FE">
        <w:rPr>
          <w:b/>
          <w:sz w:val="22"/>
          <w:szCs w:val="22"/>
        </w:rPr>
        <w:t>w</w:t>
      </w:r>
      <w:r w:rsidR="00011DB0" w:rsidRPr="006049FE">
        <w:rPr>
          <w:b/>
          <w:spacing w:val="8"/>
          <w:sz w:val="22"/>
          <w:szCs w:val="22"/>
        </w:rPr>
        <w:t xml:space="preserve"> </w:t>
      </w:r>
      <w:r w:rsidR="00011DB0" w:rsidRPr="006049FE">
        <w:rPr>
          <w:b/>
          <w:spacing w:val="10"/>
          <w:sz w:val="22"/>
          <w:szCs w:val="22"/>
        </w:rPr>
        <w:t>ra</w:t>
      </w:r>
      <w:r w:rsidR="00011DB0" w:rsidRPr="006049FE">
        <w:rPr>
          <w:b/>
          <w:spacing w:val="12"/>
          <w:sz w:val="22"/>
          <w:szCs w:val="22"/>
        </w:rPr>
        <w:t>m</w:t>
      </w:r>
      <w:r w:rsidR="00011DB0" w:rsidRPr="006049FE">
        <w:rPr>
          <w:b/>
          <w:spacing w:val="10"/>
          <w:sz w:val="22"/>
          <w:szCs w:val="22"/>
        </w:rPr>
        <w:t>ac</w:t>
      </w:r>
      <w:r w:rsidR="00011DB0" w:rsidRPr="006049FE">
        <w:rPr>
          <w:b/>
          <w:sz w:val="22"/>
          <w:szCs w:val="22"/>
        </w:rPr>
        <w:t xml:space="preserve">h </w:t>
      </w:r>
      <w:r w:rsidR="00011DB0" w:rsidRPr="006049FE">
        <w:rPr>
          <w:b/>
          <w:spacing w:val="10"/>
          <w:sz w:val="22"/>
          <w:szCs w:val="22"/>
        </w:rPr>
        <w:t>real</w:t>
      </w:r>
      <w:r w:rsidR="00011DB0" w:rsidRPr="006049FE">
        <w:rPr>
          <w:b/>
          <w:spacing w:val="12"/>
          <w:sz w:val="22"/>
          <w:szCs w:val="22"/>
        </w:rPr>
        <w:t>i</w:t>
      </w:r>
      <w:r w:rsidR="00011DB0" w:rsidRPr="006049FE">
        <w:rPr>
          <w:b/>
          <w:spacing w:val="10"/>
          <w:sz w:val="22"/>
          <w:szCs w:val="22"/>
        </w:rPr>
        <w:t>zacj</w:t>
      </w:r>
      <w:r w:rsidR="00011DB0" w:rsidRPr="006049FE">
        <w:rPr>
          <w:b/>
          <w:sz w:val="22"/>
          <w:szCs w:val="22"/>
        </w:rPr>
        <w:t xml:space="preserve">i </w:t>
      </w:r>
      <w:r w:rsidR="00460E31" w:rsidRPr="006049FE">
        <w:rPr>
          <w:b/>
          <w:bCs/>
          <w:spacing w:val="11"/>
          <w:sz w:val="22"/>
          <w:szCs w:val="22"/>
        </w:rPr>
        <w:t>budow</w:t>
      </w:r>
      <w:r w:rsidR="00460E31" w:rsidRPr="006049FE">
        <w:rPr>
          <w:b/>
          <w:bCs/>
          <w:sz w:val="22"/>
          <w:szCs w:val="22"/>
        </w:rPr>
        <w:t>y</w:t>
      </w:r>
      <w:r w:rsidR="00460E31" w:rsidRPr="006049FE">
        <w:rPr>
          <w:b/>
          <w:bCs/>
          <w:spacing w:val="18"/>
          <w:sz w:val="22"/>
          <w:szCs w:val="22"/>
        </w:rPr>
        <w:t xml:space="preserve"> boiska wielofunkcyjnego przy </w:t>
      </w:r>
      <w:r w:rsidR="00460E31">
        <w:rPr>
          <w:b/>
          <w:bCs/>
          <w:spacing w:val="18"/>
          <w:sz w:val="22"/>
          <w:szCs w:val="22"/>
        </w:rPr>
        <w:t>szkole podstawowej w Zbrudzewie</w:t>
      </w:r>
      <w:r w:rsidR="00460E31" w:rsidRPr="006049FE">
        <w:rPr>
          <w:b/>
          <w:bCs/>
          <w:spacing w:val="18"/>
          <w:sz w:val="22"/>
          <w:szCs w:val="22"/>
        </w:rPr>
        <w:t>.</w:t>
      </w:r>
    </w:p>
    <w:p w:rsidR="00460E31" w:rsidRPr="006049FE" w:rsidRDefault="00460E31" w:rsidP="00460E31">
      <w:pPr>
        <w:pStyle w:val="Bezodstpw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Zakres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stos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wania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Ninie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pe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fikacj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dokument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przetargo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ntraktowy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zlecaniu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realizacji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enion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pun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ci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3"/>
          <w:sz w:val="22"/>
          <w:szCs w:val="22"/>
        </w:rPr>
        <w:t>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Us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alen</w:t>
      </w:r>
      <w:r w:rsidRPr="006049FE">
        <w:rPr>
          <w:sz w:val="22"/>
          <w:szCs w:val="22"/>
        </w:rPr>
        <w:t>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art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ninie</w:t>
      </w:r>
      <w:r w:rsidRPr="006049FE">
        <w:rPr>
          <w:sz w:val="22"/>
          <w:szCs w:val="22"/>
        </w:rPr>
        <w:t>js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fikacj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muj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czynn</w:t>
      </w:r>
      <w:r w:rsidRPr="006049FE">
        <w:rPr>
          <w:spacing w:val="-2"/>
          <w:sz w:val="22"/>
          <w:szCs w:val="22"/>
        </w:rPr>
        <w:t>ośc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lu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wszystkich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żelbetowych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przewidziany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ojekcie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bu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ynku.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ej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ują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pra</w:t>
      </w:r>
      <w:r w:rsidRPr="006049FE">
        <w:rPr>
          <w:sz w:val="22"/>
          <w:szCs w:val="22"/>
        </w:rPr>
        <w:t>ce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ią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er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konawstwe</w:t>
      </w:r>
      <w:r w:rsidRPr="006049FE">
        <w:rPr>
          <w:sz w:val="22"/>
          <w:szCs w:val="22"/>
        </w:rPr>
        <w:t>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oń</w:t>
      </w:r>
      <w:r w:rsidRPr="006049FE">
        <w:rPr>
          <w:spacing w:val="-3"/>
          <w:sz w:val="22"/>
          <w:szCs w:val="22"/>
        </w:rPr>
        <w:t>czenie</w:t>
      </w:r>
      <w:r w:rsidRPr="006049FE">
        <w:rPr>
          <w:sz w:val="22"/>
          <w:szCs w:val="22"/>
        </w:rPr>
        <w:t>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eton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wanyc</w:t>
      </w:r>
      <w:r w:rsidRPr="006049FE">
        <w:rPr>
          <w:sz w:val="22"/>
          <w:szCs w:val="22"/>
        </w:rPr>
        <w:t>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miejsc</w:t>
      </w:r>
      <w:r w:rsidRPr="006049FE">
        <w:rPr>
          <w:sz w:val="22"/>
          <w:szCs w:val="22"/>
        </w:rPr>
        <w:t>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Rob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beto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ejm</w:t>
      </w:r>
      <w:r w:rsidRPr="006049FE">
        <w:rPr>
          <w:spacing w:val="-2"/>
          <w:sz w:val="22"/>
          <w:szCs w:val="22"/>
        </w:rPr>
        <w:t>uj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stru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ton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zbr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jon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zbroj</w:t>
      </w:r>
      <w:r w:rsidRPr="006049FE">
        <w:rPr>
          <w:spacing w:val="-2"/>
          <w:sz w:val="22"/>
          <w:szCs w:val="22"/>
        </w:rPr>
        <w:t>on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fun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amentow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podbud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Beton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fundamento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mają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owanie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płyt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funda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entowy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chudego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kre</w:t>
      </w:r>
      <w:r w:rsidRPr="006049FE">
        <w:rPr>
          <w:sz w:val="22"/>
          <w:szCs w:val="22"/>
        </w:rPr>
        <w:t>s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bó</w:t>
      </w:r>
      <w:r w:rsidRPr="006049FE">
        <w:rPr>
          <w:sz w:val="22"/>
          <w:szCs w:val="22"/>
        </w:rPr>
        <w:t>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obj</w:t>
      </w:r>
      <w:r w:rsidRPr="006049FE">
        <w:rPr>
          <w:spacing w:val="2"/>
          <w:sz w:val="22"/>
          <w:szCs w:val="22"/>
        </w:rPr>
        <w:t>ę</w:t>
      </w:r>
      <w:r w:rsidRPr="006049FE">
        <w:rPr>
          <w:spacing w:val="3"/>
          <w:sz w:val="22"/>
          <w:szCs w:val="22"/>
        </w:rPr>
        <w:t>tyc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pe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yfika</w:t>
      </w:r>
      <w:r w:rsidRPr="006049FE">
        <w:rPr>
          <w:spacing w:val="2"/>
          <w:sz w:val="22"/>
          <w:szCs w:val="22"/>
        </w:rPr>
        <w:t>cj</w:t>
      </w:r>
      <w:r w:rsidRPr="006049FE">
        <w:rPr>
          <w:sz w:val="22"/>
          <w:szCs w:val="22"/>
        </w:rPr>
        <w:t>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ramach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przewiduje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bot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betonow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el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jak</w:t>
      </w:r>
      <w:r w:rsidRPr="006049FE">
        <w:rPr>
          <w:sz w:val="22"/>
          <w:szCs w:val="22"/>
        </w:rPr>
        <w:t>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stę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Rozw</w:t>
      </w:r>
      <w:r w:rsidRPr="006049FE">
        <w:rPr>
          <w:sz w:val="22"/>
          <w:szCs w:val="22"/>
        </w:rPr>
        <w:t>iązania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projekcie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konawcz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kr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śleni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podstaw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Określ</w:t>
      </w:r>
      <w:r w:rsidRPr="006049FE">
        <w:rPr>
          <w:spacing w:val="-7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podsta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ow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yt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nini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jsze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g</w:t>
      </w:r>
      <w:r w:rsidRPr="006049FE">
        <w:rPr>
          <w:spacing w:val="-6"/>
          <w:sz w:val="22"/>
          <w:szCs w:val="22"/>
        </w:rPr>
        <w:t>od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wią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uj</w:t>
      </w:r>
      <w:r w:rsidRPr="006049FE">
        <w:rPr>
          <w:spacing w:val="-6"/>
          <w:sz w:val="22"/>
          <w:szCs w:val="22"/>
        </w:rPr>
        <w:t>ą</w:t>
      </w:r>
      <w:r w:rsidRPr="006049FE">
        <w:rPr>
          <w:spacing w:val="-7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Polski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Nor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ól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Spe</w:t>
      </w:r>
      <w:r w:rsidRPr="006049FE">
        <w:rPr>
          <w:spacing w:val="-7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yfikac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Techniczn</w:t>
      </w:r>
      <w:r w:rsidRPr="006049FE">
        <w:rPr>
          <w:spacing w:val="-8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5"/>
          <w:sz w:val="22"/>
          <w:szCs w:val="22"/>
        </w:rPr>
        <w:t>Ogóln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agani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5"/>
          <w:sz w:val="22"/>
          <w:szCs w:val="22"/>
        </w:rPr>
        <w:t>dotyc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ąc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Niniejsza</w:t>
      </w:r>
      <w:r w:rsidRPr="006049FE">
        <w:rPr>
          <w:spacing w:val="-5"/>
          <w:sz w:val="22"/>
          <w:szCs w:val="22"/>
        </w:rPr>
        <w:t xml:space="preserve"> s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fi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zw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ny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konywanie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element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el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ch</w:t>
      </w:r>
      <w:r w:rsidRPr="006049FE">
        <w:rPr>
          <w:sz w:val="22"/>
          <w:szCs w:val="22"/>
        </w:rPr>
        <w:t>: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sz</w:t>
      </w:r>
      <w:r w:rsidRPr="006049FE">
        <w:rPr>
          <w:spacing w:val="-5"/>
          <w:sz w:val="22"/>
          <w:szCs w:val="22"/>
        </w:rPr>
        <w:t>al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bro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got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mie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zan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wsz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rob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po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ocnicz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konawc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wie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zialn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jak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proje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tem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konawcz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ał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en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</w:t>
      </w:r>
      <w:r w:rsidRPr="006049FE">
        <w:rPr>
          <w:spacing w:val="-3"/>
          <w:sz w:val="22"/>
          <w:szCs w:val="22"/>
        </w:rPr>
        <w:t>al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ją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y.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dz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jakichkolwie</w:t>
      </w:r>
      <w:r w:rsidRPr="006049FE">
        <w:rPr>
          <w:sz w:val="22"/>
          <w:szCs w:val="22"/>
        </w:rPr>
        <w:t>k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ępst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dok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mentó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ga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ce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tacj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ądza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pacing w:val="-3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al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Dokumentacja,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edstawić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Doku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ntacja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przedstawiana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musi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zasadami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fik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chn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cz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Dodatkowo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dostarczać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pujące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infor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Har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onogram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kolejność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sunki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robocze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zarz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dzającego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Skł</w:t>
      </w:r>
      <w:r w:rsidRPr="006049FE">
        <w:rPr>
          <w:spacing w:val="-7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ieszank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pacing w:val="-7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tonowe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gr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ulacj</w:t>
      </w:r>
      <w:r w:rsidRPr="006049FE">
        <w:rPr>
          <w:sz w:val="22"/>
          <w:szCs w:val="22"/>
        </w:rPr>
        <w:t>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6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us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wa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wia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ec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akoś</w:t>
      </w:r>
      <w:r w:rsidRPr="006049FE">
        <w:rPr>
          <w:sz w:val="22"/>
          <w:szCs w:val="22"/>
        </w:rPr>
        <w:t>ci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przedstawione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zez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wyszczególnione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dalszej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zę</w:t>
      </w:r>
      <w:r w:rsidRPr="006049FE">
        <w:rPr>
          <w:sz w:val="22"/>
          <w:szCs w:val="22"/>
        </w:rPr>
        <w:t>ści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opracowania.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Zalecenia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strukcje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producentów,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szczególnione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dalszej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ę</w:t>
      </w:r>
      <w:r w:rsidRPr="006049FE">
        <w:rPr>
          <w:spacing w:val="1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opracowania.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7"/>
          <w:sz w:val="22"/>
          <w:szCs w:val="22"/>
          <w:u w:val="single"/>
        </w:rPr>
        <w:t>MATERI</w:t>
      </w:r>
      <w:r w:rsidRPr="006049FE">
        <w:rPr>
          <w:spacing w:val="8"/>
          <w:sz w:val="22"/>
          <w:szCs w:val="22"/>
          <w:u w:val="single"/>
        </w:rPr>
        <w:t>A</w:t>
      </w:r>
      <w:r w:rsidRPr="006049FE">
        <w:rPr>
          <w:spacing w:val="7"/>
          <w:sz w:val="22"/>
          <w:szCs w:val="22"/>
          <w:u w:val="single"/>
        </w:rPr>
        <w:t>Ł</w:t>
      </w:r>
      <w:r w:rsidRPr="006049FE">
        <w:rPr>
          <w:sz w:val="22"/>
          <w:szCs w:val="22"/>
          <w:u w:val="single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en-US"/>
        </w:rPr>
      </w:pPr>
      <w:proofErr w:type="spellStart"/>
      <w:r w:rsidRPr="006049FE">
        <w:rPr>
          <w:spacing w:val="7"/>
          <w:sz w:val="22"/>
          <w:szCs w:val="22"/>
          <w:lang w:val="en-US"/>
        </w:rPr>
        <w:t>Beto</w:t>
      </w:r>
      <w:r w:rsidRPr="006049FE">
        <w:rPr>
          <w:sz w:val="22"/>
          <w:szCs w:val="22"/>
          <w:lang w:val="en-US"/>
        </w:rPr>
        <w:t>n</w:t>
      </w:r>
      <w:proofErr w:type="spellEnd"/>
      <w:r w:rsidRPr="006049FE">
        <w:rPr>
          <w:spacing w:val="10"/>
          <w:sz w:val="22"/>
          <w:szCs w:val="22"/>
          <w:lang w:val="en-US"/>
        </w:rPr>
        <w:t xml:space="preserve"> C12/15</w:t>
      </w:r>
      <w:r w:rsidRPr="006049FE">
        <w:rPr>
          <w:sz w:val="22"/>
          <w:szCs w:val="22"/>
          <w:lang w:val="en-US"/>
        </w:rPr>
        <w:t xml:space="preserve"> </w:t>
      </w:r>
      <w:r w:rsidRPr="006049FE">
        <w:rPr>
          <w:spacing w:val="15"/>
          <w:sz w:val="22"/>
          <w:szCs w:val="22"/>
          <w:lang w:val="en-US"/>
        </w:rPr>
        <w:t xml:space="preserve"> </w:t>
      </w:r>
      <w:r w:rsidRPr="006049FE">
        <w:rPr>
          <w:sz w:val="22"/>
          <w:szCs w:val="22"/>
          <w:lang w:val="en-US"/>
        </w:rPr>
        <w:t>,</w:t>
      </w:r>
      <w:r w:rsidRPr="006049FE">
        <w:rPr>
          <w:spacing w:val="11"/>
          <w:sz w:val="22"/>
          <w:szCs w:val="22"/>
          <w:lang w:val="en-US"/>
        </w:rPr>
        <w:t xml:space="preserve"> </w:t>
      </w:r>
      <w:proofErr w:type="spellStart"/>
      <w:r w:rsidRPr="006049FE">
        <w:rPr>
          <w:spacing w:val="7"/>
          <w:sz w:val="22"/>
          <w:szCs w:val="22"/>
          <w:lang w:val="en-US"/>
        </w:rPr>
        <w:t>Bet</w:t>
      </w:r>
      <w:r w:rsidRPr="006049FE">
        <w:rPr>
          <w:spacing w:val="6"/>
          <w:sz w:val="22"/>
          <w:szCs w:val="22"/>
          <w:lang w:val="en-US"/>
        </w:rPr>
        <w:t>o</w:t>
      </w:r>
      <w:r w:rsidRPr="006049FE">
        <w:rPr>
          <w:sz w:val="22"/>
          <w:szCs w:val="22"/>
          <w:lang w:val="en-US"/>
        </w:rPr>
        <w:t>n</w:t>
      </w:r>
      <w:proofErr w:type="spellEnd"/>
      <w:r w:rsidRPr="006049FE">
        <w:rPr>
          <w:spacing w:val="10"/>
          <w:sz w:val="22"/>
          <w:szCs w:val="22"/>
          <w:lang w:val="en-US"/>
        </w:rPr>
        <w:t xml:space="preserve"> </w:t>
      </w:r>
      <w:r w:rsidRPr="006049FE">
        <w:rPr>
          <w:sz w:val="22"/>
          <w:szCs w:val="22"/>
          <w:lang w:val="en-US"/>
        </w:rPr>
        <w:t>B</w:t>
      </w:r>
      <w:r w:rsidRPr="006049FE">
        <w:rPr>
          <w:spacing w:val="10"/>
          <w:sz w:val="22"/>
          <w:szCs w:val="22"/>
          <w:lang w:val="en-US"/>
        </w:rPr>
        <w:t xml:space="preserve"> C16/20</w:t>
      </w:r>
      <w:r w:rsidRPr="006049FE">
        <w:rPr>
          <w:spacing w:val="12"/>
          <w:sz w:val="22"/>
          <w:szCs w:val="22"/>
          <w:lang w:val="en-US"/>
        </w:rPr>
        <w:t xml:space="preserve"> </w:t>
      </w:r>
      <w:r w:rsidRPr="006049FE">
        <w:rPr>
          <w:sz w:val="22"/>
          <w:szCs w:val="22"/>
          <w:lang w:val="en-US"/>
        </w:rPr>
        <w:t>,</w:t>
      </w:r>
      <w:r w:rsidRPr="006049FE">
        <w:rPr>
          <w:spacing w:val="9"/>
          <w:sz w:val="22"/>
          <w:szCs w:val="22"/>
          <w:lang w:val="en-US"/>
        </w:rPr>
        <w:t xml:space="preserve"> 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wymagania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dotyc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ące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magani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ri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rodzaju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p.2.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5"/>
          <w:sz w:val="22"/>
          <w:szCs w:val="22"/>
        </w:rPr>
        <w:lastRenderedPageBreak/>
        <w:t>S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Drew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rob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szalun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ów</w:t>
      </w:r>
      <w:r w:rsidRPr="006049FE">
        <w:rPr>
          <w:sz w:val="22"/>
          <w:szCs w:val="22"/>
        </w:rPr>
        <w:t>: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esk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lejk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os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ł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ate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ia</w:t>
      </w:r>
      <w:r w:rsidRPr="006049FE">
        <w:rPr>
          <w:spacing w:val="-5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bud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szal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nkó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godne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WTWO,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rozdział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Płyty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ania: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Sklejka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patrz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WT</w:t>
      </w:r>
      <w:r w:rsidRPr="006049FE">
        <w:rPr>
          <w:b/>
          <w:bCs/>
          <w:spacing w:val="1"/>
          <w:sz w:val="22"/>
          <w:szCs w:val="22"/>
        </w:rPr>
        <w:t>W</w:t>
      </w:r>
      <w:r w:rsidRPr="006049FE">
        <w:rPr>
          <w:b/>
          <w:bCs/>
          <w:sz w:val="22"/>
          <w:szCs w:val="22"/>
        </w:rPr>
        <w:t>O,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rozdział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5;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iejscac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gdzi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potrzebn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metalow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for</w:t>
      </w:r>
      <w:r w:rsidRPr="006049FE">
        <w:rPr>
          <w:sz w:val="22"/>
          <w:szCs w:val="22"/>
        </w:rPr>
        <w:t>my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kształ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we;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czenie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ń: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cza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usu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aln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as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me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alow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łej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ługo</w:t>
      </w:r>
      <w:r w:rsidRPr="006049FE">
        <w:rPr>
          <w:spacing w:val="-2"/>
          <w:sz w:val="22"/>
          <w:szCs w:val="22"/>
        </w:rPr>
        <w:t>ści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posiada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tó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zo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wierzchn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otwor</w:t>
      </w:r>
      <w:r w:rsidRPr="006049FE">
        <w:rPr>
          <w:sz w:val="22"/>
          <w:szCs w:val="22"/>
        </w:rPr>
        <w:t>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ic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ksze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ż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2</w:t>
      </w:r>
      <w:r w:rsidRPr="006049FE">
        <w:rPr>
          <w:sz w:val="22"/>
          <w:szCs w:val="22"/>
        </w:rPr>
        <w:t>5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2"/>
          <w:sz w:val="22"/>
          <w:szCs w:val="22"/>
        </w:rPr>
        <w:t>Środ</w:t>
      </w:r>
      <w:r w:rsidRPr="006049FE">
        <w:rPr>
          <w:sz w:val="22"/>
          <w:szCs w:val="22"/>
        </w:rPr>
        <w:t>ek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ty-pr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yc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epny.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Akt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zn</w:t>
      </w:r>
      <w:r w:rsidRPr="006049FE">
        <w:rPr>
          <w:sz w:val="22"/>
          <w:szCs w:val="22"/>
        </w:rPr>
        <w:t>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środ</w:t>
      </w:r>
      <w:r w:rsidRPr="006049FE">
        <w:rPr>
          <w:sz w:val="22"/>
          <w:szCs w:val="22"/>
        </w:rPr>
        <w:t>ki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zawiera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sk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adnik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reak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ln</w:t>
      </w:r>
      <w:r w:rsidRPr="006049FE">
        <w:rPr>
          <w:sz w:val="22"/>
          <w:szCs w:val="22"/>
        </w:rPr>
        <w:t>ym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apn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ajdu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powoduj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yt</w:t>
      </w:r>
      <w:r w:rsidRPr="006049FE">
        <w:rPr>
          <w:spacing w:val="-2"/>
          <w:sz w:val="22"/>
          <w:szCs w:val="22"/>
        </w:rPr>
        <w:t>war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nierozpuszczalnych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wod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substancji,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zapobiega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przywieraniu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de</w:t>
      </w:r>
      <w:r w:rsidRPr="006049FE">
        <w:rPr>
          <w:spacing w:val="-7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kow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ni</w:t>
      </w:r>
      <w:r w:rsidRPr="006049FE">
        <w:rPr>
          <w:spacing w:val="-6"/>
          <w:sz w:val="22"/>
          <w:szCs w:val="22"/>
        </w:rPr>
        <w:t>a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sz w:val="22"/>
          <w:szCs w:val="22"/>
        </w:rPr>
        <w:t>Śro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>ż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de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ont</w:t>
      </w:r>
      <w:r w:rsidRPr="006049FE">
        <w:rPr>
          <w:spacing w:val="6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ń</w:t>
      </w:r>
      <w:r w:rsidRPr="006049FE">
        <w:rPr>
          <w:b/>
          <w:bCs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wn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ole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aln</w:t>
      </w:r>
      <w:r w:rsidRPr="006049FE">
        <w:rPr>
          <w:sz w:val="22"/>
          <w:szCs w:val="22"/>
        </w:rPr>
        <w:t>y,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ają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ker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senu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lepk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10</w:t>
      </w:r>
      <w:r w:rsidRPr="006049FE">
        <w:rPr>
          <w:sz w:val="22"/>
          <w:szCs w:val="22"/>
        </w:rPr>
        <w:t>0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11</w:t>
      </w:r>
      <w:r w:rsidRPr="006049FE">
        <w:rPr>
          <w:sz w:val="22"/>
          <w:szCs w:val="22"/>
        </w:rPr>
        <w:t>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(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iwersal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ali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ybolta</w:t>
      </w:r>
      <w:proofErr w:type="spellEnd"/>
      <w:r w:rsidRPr="006049FE">
        <w:rPr>
          <w:sz w:val="22"/>
          <w:szCs w:val="22"/>
        </w:rPr>
        <w:t>)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40</w:t>
      </w:r>
      <w:r w:rsidRPr="006049FE">
        <w:rPr>
          <w:sz w:val="22"/>
          <w:szCs w:val="22"/>
        </w:rPr>
        <w:t>°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atu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</w:t>
      </w:r>
      <w:r w:rsidRPr="006049FE">
        <w:rPr>
          <w:sz w:val="22"/>
          <w:szCs w:val="22"/>
        </w:rPr>
        <w:t>łonu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szej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150°C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otwarty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poje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nikach.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oj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Zbr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en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nal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ż)</w:t>
      </w:r>
      <w:r w:rsidRPr="006049FE">
        <w:rPr>
          <w:sz w:val="22"/>
          <w:szCs w:val="22"/>
        </w:rPr>
        <w:t>'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</w:t>
      </w:r>
      <w:r w:rsidRPr="006049FE">
        <w:rPr>
          <w:spacing w:val="-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eb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ręt</w:t>
      </w:r>
      <w:r w:rsidRPr="006049FE">
        <w:rPr>
          <w:spacing w:val="-5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II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Musi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norm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PN-82/H-93215,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PN-84/B-03264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oraz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WTWO.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6"/>
          <w:sz w:val="22"/>
          <w:szCs w:val="22"/>
        </w:rPr>
        <w:t>Elektrod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spawalnicze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Ele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trod</w:t>
      </w:r>
      <w:r w:rsidRPr="006049FE">
        <w:rPr>
          <w:sz w:val="22"/>
          <w:szCs w:val="22"/>
        </w:rPr>
        <w:t>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spawalnicz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spe</w:t>
      </w:r>
      <w:r w:rsidRPr="006049FE">
        <w:rPr>
          <w:spacing w:val="-2"/>
          <w:sz w:val="22"/>
          <w:szCs w:val="22"/>
        </w:rPr>
        <w:t>łnia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warunk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rm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PN-84/B-0</w:t>
      </w:r>
      <w:r w:rsidRPr="006049FE">
        <w:rPr>
          <w:sz w:val="22"/>
          <w:szCs w:val="22"/>
        </w:rPr>
        <w:t>3</w:t>
      </w:r>
      <w:r w:rsidRPr="006049FE">
        <w:rPr>
          <w:spacing w:val="-2"/>
          <w:sz w:val="22"/>
          <w:szCs w:val="22"/>
        </w:rPr>
        <w:t>264.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5"/>
          <w:sz w:val="22"/>
          <w:szCs w:val="22"/>
        </w:rPr>
        <w:t>Ma</w:t>
      </w:r>
      <w:r w:rsidRPr="006049FE">
        <w:rPr>
          <w:spacing w:val="4"/>
          <w:sz w:val="22"/>
          <w:szCs w:val="22"/>
        </w:rPr>
        <w:t>ter</w:t>
      </w:r>
      <w:r w:rsidRPr="006049FE">
        <w:rPr>
          <w:spacing w:val="5"/>
          <w:sz w:val="22"/>
          <w:szCs w:val="22"/>
        </w:rPr>
        <w:t>iał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mocn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Dru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ązani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ręt</w:t>
      </w:r>
      <w:r w:rsidRPr="006049FE">
        <w:rPr>
          <w:sz w:val="22"/>
          <w:szCs w:val="22"/>
        </w:rPr>
        <w:t>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czarneg</w:t>
      </w:r>
      <w:r w:rsidRPr="006049FE">
        <w:rPr>
          <w:sz w:val="22"/>
          <w:szCs w:val="22"/>
        </w:rPr>
        <w:t>o,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re</w:t>
      </w:r>
      <w:r w:rsidRPr="006049FE">
        <w:rPr>
          <w:spacing w:val="-3"/>
          <w:sz w:val="22"/>
          <w:szCs w:val="22"/>
        </w:rPr>
        <w:t>dnic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l,</w:t>
      </w:r>
      <w:r w:rsidRPr="006049FE">
        <w:rPr>
          <w:sz w:val="22"/>
          <w:szCs w:val="22"/>
        </w:rPr>
        <w:t>6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ękki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Kl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sow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pod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zbro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en</w:t>
      </w:r>
      <w:r w:rsidRPr="006049FE">
        <w:rPr>
          <w:sz w:val="22"/>
          <w:szCs w:val="22"/>
        </w:rPr>
        <w:t>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odpowia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om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ak</w:t>
      </w:r>
      <w:r w:rsidRPr="006049FE">
        <w:rPr>
          <w:sz w:val="22"/>
          <w:szCs w:val="22"/>
        </w:rPr>
        <w:t>im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ć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sz w:val="22"/>
          <w:szCs w:val="22"/>
        </w:rPr>
        <w:t>Skła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ies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be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Cemen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stos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puszczon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lk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cement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poda</w:t>
      </w:r>
      <w:r w:rsidRPr="006049FE">
        <w:rPr>
          <w:sz w:val="22"/>
          <w:szCs w:val="22"/>
        </w:rPr>
        <w:t>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poniż</w:t>
      </w:r>
      <w:r w:rsidRPr="006049FE">
        <w:rPr>
          <w:spacing w:val="-3"/>
          <w:sz w:val="22"/>
          <w:szCs w:val="22"/>
        </w:rPr>
        <w:t>ej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woln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adn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materi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ienny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Cement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hutnicz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arki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25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35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normąPN-</w:t>
      </w:r>
      <w:r w:rsidRPr="006049FE">
        <w:rPr>
          <w:spacing w:val="1"/>
          <w:sz w:val="22"/>
          <w:szCs w:val="22"/>
        </w:rPr>
        <w:t>8</w:t>
      </w:r>
      <w:r w:rsidRPr="006049FE">
        <w:rPr>
          <w:sz w:val="22"/>
          <w:szCs w:val="22"/>
        </w:rPr>
        <w:t>8/B-30005.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Cement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portlandzki,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arki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25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35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ąPN-88/B-30000.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od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yst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ie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ając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ol</w:t>
      </w:r>
      <w:r w:rsidRPr="006049FE">
        <w:rPr>
          <w:spacing w:val="-5"/>
          <w:sz w:val="22"/>
          <w:szCs w:val="22"/>
        </w:rPr>
        <w:t>ej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,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kwa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,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zas</w:t>
      </w:r>
      <w:r w:rsidRPr="006049FE">
        <w:rPr>
          <w:spacing w:val="-5"/>
          <w:sz w:val="22"/>
          <w:szCs w:val="22"/>
        </w:rPr>
        <w:t>ad</w:t>
      </w:r>
      <w:r w:rsidRPr="006049FE">
        <w:rPr>
          <w:sz w:val="22"/>
          <w:szCs w:val="22"/>
        </w:rPr>
        <w:t>,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ią</w:t>
      </w:r>
      <w:r w:rsidRPr="006049FE">
        <w:rPr>
          <w:spacing w:val="-5"/>
          <w:sz w:val="22"/>
          <w:szCs w:val="22"/>
        </w:rPr>
        <w:t>zk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aniczn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inn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substa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cji</w:t>
      </w:r>
      <w:r w:rsidRPr="006049FE">
        <w:rPr>
          <w:spacing w:val="-4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ab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oni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normie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PN-88/B-32250.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11"/>
          <w:sz w:val="22"/>
          <w:szCs w:val="22"/>
        </w:rPr>
        <w:t>K</w:t>
      </w:r>
      <w:r w:rsidRPr="006049FE">
        <w:rPr>
          <w:spacing w:val="-10"/>
          <w:sz w:val="22"/>
          <w:szCs w:val="22"/>
        </w:rPr>
        <w:t>r</w:t>
      </w:r>
      <w:r w:rsidRPr="006049FE">
        <w:rPr>
          <w:spacing w:val="-11"/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>s</w:t>
      </w:r>
      <w:r w:rsidRPr="006049FE">
        <w:rPr>
          <w:spacing w:val="-11"/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>o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Założeni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ogólne</w:t>
      </w:r>
      <w:r w:rsidRPr="006049FE">
        <w:rPr>
          <w:sz w:val="22"/>
          <w:szCs w:val="22"/>
        </w:rPr>
        <w:t>: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Krus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yw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nat</w:t>
      </w:r>
      <w:r w:rsidRPr="006049FE">
        <w:rPr>
          <w:spacing w:val="3"/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ralne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woln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zaniec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zcz</w:t>
      </w:r>
      <w:r w:rsidRPr="006049FE">
        <w:rPr>
          <w:sz w:val="22"/>
          <w:szCs w:val="22"/>
        </w:rPr>
        <w:t>eń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WTW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rozdzi</w:t>
      </w:r>
      <w:r w:rsidRPr="006049FE">
        <w:rPr>
          <w:sz w:val="22"/>
          <w:szCs w:val="22"/>
        </w:rPr>
        <w:t>ał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6</w:t>
      </w:r>
      <w:r w:rsidRPr="006049FE">
        <w:rPr>
          <w:sz w:val="22"/>
          <w:szCs w:val="22"/>
        </w:rPr>
        <w:t>,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wyjątka</w:t>
      </w:r>
      <w:r w:rsidRPr="006049FE">
        <w:rPr>
          <w:sz w:val="22"/>
          <w:szCs w:val="22"/>
        </w:rPr>
        <w:t>mi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ienion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niejsz</w:t>
      </w:r>
      <w:r w:rsidRPr="006049FE">
        <w:rPr>
          <w:sz w:val="22"/>
          <w:szCs w:val="22"/>
        </w:rPr>
        <w:t>ym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oprac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aniu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Krusz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win</w:t>
      </w:r>
      <w:r w:rsidRPr="006049FE">
        <w:rPr>
          <w:sz w:val="22"/>
          <w:szCs w:val="22"/>
        </w:rPr>
        <w:t>no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wchodzi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je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>em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zn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iem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powinno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całości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łukane.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Zawartość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siarcza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niejsza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1%.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Kruszywo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drobnoziarniste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31"/>
          <w:sz w:val="22"/>
          <w:szCs w:val="22"/>
        </w:rPr>
        <w:t xml:space="preserve"> </w:t>
      </w:r>
      <w:r w:rsidRPr="006049FE">
        <w:rPr>
          <w:sz w:val="22"/>
          <w:szCs w:val="22"/>
        </w:rPr>
        <w:t>0</w:t>
      </w:r>
      <w:r w:rsidRPr="006049FE">
        <w:rPr>
          <w:spacing w:val="-3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1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mm):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Frakcje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niejszym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0,063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przek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ać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-2"/>
          <w:sz w:val="22"/>
          <w:szCs w:val="22"/>
        </w:rPr>
        <w:t>%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Na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tylko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czystego,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naturalnego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ostry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ędziach.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Kruszywo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grube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(2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96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mm):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wiru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naturalnego,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żwiru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żwiru,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łamany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kamieni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>es</w:t>
      </w:r>
      <w:r w:rsidRPr="006049FE">
        <w:rPr>
          <w:spacing w:val="-3"/>
          <w:sz w:val="22"/>
          <w:szCs w:val="22"/>
        </w:rPr>
        <w:t>zan</w:t>
      </w:r>
      <w:r w:rsidRPr="006049FE">
        <w:rPr>
          <w:sz w:val="22"/>
          <w:szCs w:val="22"/>
        </w:rPr>
        <w:t>ki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ów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ra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ż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</w:t>
      </w:r>
      <w:r w:rsidRPr="006049FE">
        <w:rPr>
          <w:sz w:val="22"/>
          <w:szCs w:val="22"/>
        </w:rPr>
        <w:t>5%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łaski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ą</w:t>
      </w:r>
      <w:r w:rsidRPr="006049FE">
        <w:rPr>
          <w:sz w:val="22"/>
          <w:szCs w:val="22"/>
        </w:rPr>
        <w:t>dź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dłu</w:t>
      </w:r>
      <w:r w:rsidRPr="006049FE">
        <w:rPr>
          <w:spacing w:val="-3"/>
          <w:sz w:val="22"/>
          <w:szCs w:val="22"/>
        </w:rPr>
        <w:t>żon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zi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ren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(</w:t>
      </w:r>
      <w:r w:rsidRPr="006049FE">
        <w:rPr>
          <w:spacing w:val="-2"/>
          <w:sz w:val="22"/>
          <w:szCs w:val="22"/>
        </w:rPr>
        <w:t>długoś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razy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większa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szerokości)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Frakcje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uziarnieniu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1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0.063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z w:val="22"/>
          <w:szCs w:val="22"/>
        </w:rPr>
        <w:t>Mrozoodpomość</w:t>
      </w:r>
      <w:proofErr w:type="spellEnd"/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wa: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tek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sy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przekraczać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5%.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ieszki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mia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potrzeby,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uzasadnio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przypadkach,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stos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wan</w:t>
      </w:r>
      <w:r w:rsidRPr="006049FE">
        <w:rPr>
          <w:sz w:val="22"/>
          <w:szCs w:val="22"/>
        </w:rPr>
        <w:t>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domieszek,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betonu: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uplastyczniają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</w:t>
      </w:r>
      <w:r w:rsidRPr="006049FE">
        <w:rPr>
          <w:sz w:val="22"/>
          <w:szCs w:val="22"/>
        </w:rPr>
        <w:t>ó</w:t>
      </w:r>
      <w:r w:rsidRPr="006049FE">
        <w:rPr>
          <w:spacing w:val="-2"/>
          <w:sz w:val="22"/>
          <w:szCs w:val="22"/>
        </w:rPr>
        <w:t>źnia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spies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twardnienie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tonu,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uszczelniają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ci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mr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piel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gnacji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betonu.</w:t>
      </w:r>
      <w:r w:rsidRPr="006049FE">
        <w:rPr>
          <w:w w:val="99"/>
          <w:sz w:val="22"/>
          <w:szCs w:val="22"/>
        </w:rPr>
        <w:t xml:space="preserve"> 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</w:t>
      </w:r>
      <w:r w:rsidRPr="006049FE">
        <w:rPr>
          <w:sz w:val="22"/>
          <w:szCs w:val="22"/>
        </w:rPr>
        <w:t>ie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sz</w:t>
      </w:r>
      <w:r w:rsidRPr="006049FE">
        <w:rPr>
          <w:sz w:val="22"/>
          <w:szCs w:val="22"/>
        </w:rPr>
        <w:t>ki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i/>
          <w:iCs/>
          <w:spacing w:val="-2"/>
          <w:sz w:val="22"/>
          <w:szCs w:val="22"/>
        </w:rPr>
        <w:t>d</w:t>
      </w:r>
      <w:r w:rsidRPr="006049FE">
        <w:rPr>
          <w:i/>
          <w:iCs/>
          <w:sz w:val="22"/>
          <w:szCs w:val="22"/>
        </w:rPr>
        <w:t>o</w:t>
      </w:r>
      <w:r w:rsidRPr="006049FE">
        <w:rPr>
          <w:i/>
          <w:iCs/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eton</w:t>
      </w:r>
      <w:r w:rsidRPr="006049FE">
        <w:rPr>
          <w:sz w:val="22"/>
          <w:szCs w:val="22"/>
        </w:rPr>
        <w:t>ów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stosow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zalece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iam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laboratori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miesz</w:t>
      </w:r>
      <w:r w:rsidRPr="006049FE">
        <w:rPr>
          <w:sz w:val="22"/>
          <w:szCs w:val="22"/>
        </w:rPr>
        <w:t>ki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ni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ec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ne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WT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punk</w:t>
      </w:r>
      <w:r w:rsidRPr="006049FE">
        <w:rPr>
          <w:sz w:val="22"/>
          <w:szCs w:val="22"/>
        </w:rPr>
        <w:t>t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6.4</w:t>
      </w:r>
      <w:r w:rsidRPr="006049FE">
        <w:rPr>
          <w:sz w:val="22"/>
          <w:szCs w:val="22"/>
        </w:rPr>
        <w:t>.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.4</w:t>
      </w:r>
      <w:r w:rsidRPr="006049FE">
        <w:rPr>
          <w:sz w:val="22"/>
          <w:szCs w:val="22"/>
        </w:rPr>
        <w:t>.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duce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ta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warancj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szy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gania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 xml:space="preserve">i.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 xml:space="preserve">ieszki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powinny 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rdza</w:t>
      </w:r>
      <w:r w:rsidRPr="006049FE">
        <w:rPr>
          <w:sz w:val="22"/>
          <w:szCs w:val="22"/>
        </w:rPr>
        <w:t>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yniera.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Warunkiem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dopuszczenia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sowani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miesz</w:t>
      </w:r>
      <w:r w:rsidRPr="006049FE">
        <w:rPr>
          <w:sz w:val="22"/>
          <w:szCs w:val="22"/>
        </w:rPr>
        <w:t>ki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rzed</w:t>
      </w:r>
      <w:r w:rsidRPr="006049FE">
        <w:rPr>
          <w:spacing w:val="-2"/>
          <w:sz w:val="22"/>
          <w:szCs w:val="22"/>
        </w:rPr>
        <w:t>stawieni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zar</w:t>
      </w:r>
      <w:r w:rsidRPr="006049FE">
        <w:rPr>
          <w:sz w:val="22"/>
          <w:szCs w:val="22"/>
        </w:rPr>
        <w:t>ó</w:t>
      </w:r>
      <w:r w:rsidRPr="006049FE">
        <w:rPr>
          <w:spacing w:val="-2"/>
          <w:sz w:val="22"/>
          <w:szCs w:val="22"/>
        </w:rPr>
        <w:t>wn</w:t>
      </w:r>
      <w:r w:rsidRPr="006049FE">
        <w:rPr>
          <w:sz w:val="22"/>
          <w:szCs w:val="22"/>
        </w:rPr>
        <w:t>o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staw</w:t>
      </w:r>
      <w:r w:rsidRPr="006049FE">
        <w:rPr>
          <w:sz w:val="22"/>
          <w:szCs w:val="22"/>
        </w:rPr>
        <w:t>cę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</w:t>
      </w:r>
      <w:r w:rsidRPr="006049FE">
        <w:rPr>
          <w:sz w:val="22"/>
          <w:szCs w:val="22"/>
        </w:rPr>
        <w:t>k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laboratori</w:t>
      </w:r>
      <w:r w:rsidRPr="006049FE">
        <w:rPr>
          <w:sz w:val="22"/>
          <w:szCs w:val="22"/>
        </w:rPr>
        <w:t>um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dok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mentacji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potw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er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zach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wani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magan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parametr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sta</w:t>
      </w:r>
      <w:r w:rsidRPr="006049FE">
        <w:rPr>
          <w:spacing w:val="-2"/>
          <w:sz w:val="22"/>
          <w:szCs w:val="22"/>
        </w:rPr>
        <w:t>ły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eton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któr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zast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owan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miesz</w:t>
      </w:r>
      <w:r w:rsidRPr="006049FE">
        <w:rPr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ę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B61431">
      <w:pPr>
        <w:pStyle w:val="Akapitzlist"/>
        <w:rPr>
          <w:sz w:val="22"/>
          <w:szCs w:val="22"/>
          <w:u w:val="single"/>
        </w:rPr>
      </w:pPr>
      <w:r w:rsidRPr="006049FE">
        <w:rPr>
          <w:sz w:val="22"/>
          <w:szCs w:val="22"/>
          <w:u w:val="single"/>
        </w:rPr>
        <w:t>S P R Z Ę 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magani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zę</w:t>
      </w:r>
      <w:r w:rsidRPr="006049FE">
        <w:rPr>
          <w:sz w:val="22"/>
          <w:szCs w:val="22"/>
        </w:rPr>
        <w:t>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Ogó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</w:t>
      </w:r>
      <w:r w:rsidRPr="006049FE">
        <w:rPr>
          <w:spacing w:val="-2"/>
          <w:sz w:val="22"/>
          <w:szCs w:val="22"/>
        </w:rPr>
        <w:t>f</w:t>
      </w:r>
      <w:r w:rsidRPr="006049FE">
        <w:rPr>
          <w:sz w:val="22"/>
          <w:szCs w:val="22"/>
        </w:rPr>
        <w:t>ikacji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p.3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Rodza</w:t>
      </w:r>
      <w:r w:rsidRPr="006049FE">
        <w:rPr>
          <w:sz w:val="22"/>
          <w:szCs w:val="22"/>
        </w:rPr>
        <w:t>je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zbrojarskich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szalow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pozostawia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uznania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wykonawcy,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uzgodnieniu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ądzaj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cym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Ja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kolwie</w:t>
      </w:r>
      <w:r w:rsidRPr="006049FE">
        <w:rPr>
          <w:sz w:val="22"/>
          <w:szCs w:val="22"/>
        </w:rPr>
        <w:t>k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sprz</w:t>
      </w:r>
      <w:r w:rsidRPr="006049FE">
        <w:rPr>
          <w:spacing w:val="-3"/>
          <w:sz w:val="22"/>
          <w:szCs w:val="22"/>
        </w:rPr>
        <w:t>ęt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narzę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ra</w:t>
      </w:r>
      <w:r w:rsidRPr="006049FE">
        <w:rPr>
          <w:sz w:val="22"/>
          <w:szCs w:val="22"/>
        </w:rPr>
        <w:t>nt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cho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jak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ciow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przepisó</w:t>
      </w:r>
      <w:r w:rsidRPr="006049FE">
        <w:rPr>
          <w:sz w:val="22"/>
          <w:szCs w:val="22"/>
        </w:rPr>
        <w:t>w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BIOZ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zostaną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zarządzającego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zd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kwalifikowane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niedopus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czone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5"/>
          <w:sz w:val="22"/>
          <w:szCs w:val="22"/>
          <w:u w:val="single"/>
        </w:rPr>
        <w:t>TRANS</w:t>
      </w:r>
      <w:r w:rsidRPr="006049FE">
        <w:rPr>
          <w:spacing w:val="7"/>
          <w:sz w:val="22"/>
          <w:szCs w:val="22"/>
          <w:u w:val="single"/>
        </w:rPr>
        <w:t>P</w:t>
      </w:r>
      <w:r w:rsidRPr="006049FE">
        <w:rPr>
          <w:spacing w:val="6"/>
          <w:sz w:val="22"/>
          <w:szCs w:val="22"/>
          <w:u w:val="single"/>
        </w:rPr>
        <w:t>O</w:t>
      </w:r>
      <w:r w:rsidRPr="006049FE">
        <w:rPr>
          <w:spacing w:val="5"/>
          <w:sz w:val="22"/>
          <w:szCs w:val="22"/>
          <w:u w:val="single"/>
        </w:rPr>
        <w:t>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magani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Mie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zan</w:t>
      </w:r>
      <w:r w:rsidRPr="006049FE">
        <w:rPr>
          <w:sz w:val="22"/>
          <w:szCs w:val="22"/>
        </w:rPr>
        <w:t>kę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wszystkie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riały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niez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elementów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wchodz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kł</w:t>
      </w:r>
      <w:r w:rsidRPr="006049FE">
        <w:rPr>
          <w:spacing w:val="-2"/>
          <w:sz w:val="22"/>
          <w:szCs w:val="22"/>
        </w:rPr>
        <w:t>ad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żna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przewozić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dowolnymi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środka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zaakceptowanymi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zarządzającego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transportu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luzem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specjalist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pojazdy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tego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stosowane.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Załadunek,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rozładunek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przepisami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BIOZ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przepisa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ruchu</w:t>
      </w:r>
      <w:r w:rsidRPr="006049FE">
        <w:rPr>
          <w:spacing w:val="-6"/>
          <w:sz w:val="22"/>
          <w:szCs w:val="22"/>
        </w:rPr>
        <w:t xml:space="preserve"> d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6"/>
          <w:sz w:val="22"/>
          <w:szCs w:val="22"/>
        </w:rPr>
        <w:t>og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Beto</w:t>
      </w:r>
      <w:r w:rsidRPr="006049FE">
        <w:rPr>
          <w:sz w:val="22"/>
          <w:szCs w:val="22"/>
        </w:rPr>
        <w:t>n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powini</w:t>
      </w:r>
      <w:r w:rsidRPr="006049FE">
        <w:rPr>
          <w:spacing w:val="-9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b</w:t>
      </w:r>
      <w:r w:rsidRPr="006049FE">
        <w:rPr>
          <w:spacing w:val="-6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d</w:t>
      </w:r>
      <w:r w:rsidRPr="006049FE">
        <w:rPr>
          <w:spacing w:val="-7"/>
          <w:sz w:val="22"/>
          <w:szCs w:val="22"/>
        </w:rPr>
        <w:t>ostarczo</w:t>
      </w:r>
      <w:r w:rsidRPr="006049FE">
        <w:rPr>
          <w:spacing w:val="-8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>b</w:t>
      </w:r>
      <w:r w:rsidRPr="006049FE">
        <w:rPr>
          <w:spacing w:val="-7"/>
          <w:sz w:val="22"/>
          <w:szCs w:val="22"/>
        </w:rPr>
        <w:t>udo</w:t>
      </w:r>
      <w:r w:rsidRPr="006049FE">
        <w:rPr>
          <w:spacing w:val="-9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ciąg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godzi</w:t>
      </w:r>
      <w:r w:rsidRPr="006049FE">
        <w:rPr>
          <w:spacing w:val="-8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ypro</w:t>
      </w:r>
      <w:r w:rsidRPr="006049FE">
        <w:rPr>
          <w:spacing w:val="-8"/>
          <w:sz w:val="22"/>
          <w:szCs w:val="22"/>
        </w:rPr>
        <w:t>d</w:t>
      </w:r>
      <w:r w:rsidRPr="006049FE">
        <w:rPr>
          <w:spacing w:val="-7"/>
          <w:sz w:val="22"/>
          <w:szCs w:val="22"/>
        </w:rPr>
        <w:t>ukowan</w:t>
      </w:r>
      <w:r w:rsidRPr="006049FE">
        <w:rPr>
          <w:spacing w:val="-8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u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przetransp</w:t>
      </w:r>
      <w:r w:rsidRPr="006049FE">
        <w:rPr>
          <w:spacing w:val="-8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rtowany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>ż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c</w:t>
      </w:r>
      <w:r w:rsidRPr="006049FE">
        <w:rPr>
          <w:spacing w:val="-7"/>
          <w:sz w:val="22"/>
          <w:szCs w:val="22"/>
        </w:rPr>
        <w:t>i</w:t>
      </w:r>
      <w:r w:rsidRPr="006049FE">
        <w:rPr>
          <w:sz w:val="22"/>
          <w:szCs w:val="22"/>
        </w:rPr>
        <w:t>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samochodów-betoniarek.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Uż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c</w:t>
      </w:r>
      <w:r w:rsidRPr="006049FE">
        <w:rPr>
          <w:spacing w:val="-7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iesze</w:t>
      </w:r>
      <w:r w:rsidRPr="006049FE">
        <w:rPr>
          <w:sz w:val="22"/>
          <w:szCs w:val="22"/>
        </w:rPr>
        <w:t>k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reduku</w:t>
      </w:r>
      <w:r w:rsidRPr="006049FE">
        <w:rPr>
          <w:spacing w:val="-8"/>
          <w:sz w:val="22"/>
          <w:szCs w:val="22"/>
        </w:rPr>
        <w:t>jąc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il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wo</w:t>
      </w:r>
      <w:r w:rsidRPr="006049FE">
        <w:rPr>
          <w:spacing w:val="-8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>p</w:t>
      </w:r>
      <w:r w:rsidRPr="006049FE">
        <w:rPr>
          <w:spacing w:val="-7"/>
          <w:sz w:val="22"/>
          <w:szCs w:val="22"/>
        </w:rPr>
        <w:t>ó</w:t>
      </w:r>
      <w:r w:rsidRPr="006049FE">
        <w:rPr>
          <w:spacing w:val="-8"/>
          <w:sz w:val="22"/>
          <w:szCs w:val="22"/>
        </w:rPr>
        <w:t>ź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8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aj</w:t>
      </w:r>
      <w:r w:rsidRPr="006049FE">
        <w:rPr>
          <w:spacing w:val="-8"/>
          <w:sz w:val="22"/>
          <w:szCs w:val="22"/>
        </w:rPr>
        <w:t>ąc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>ąz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ieni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mie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8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żej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czas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mag</w:t>
      </w:r>
      <w:r w:rsidRPr="006049FE">
        <w:rPr>
          <w:sz w:val="22"/>
          <w:szCs w:val="22"/>
        </w:rPr>
        <w:t>a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kce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tac</w:t>
      </w:r>
      <w:r w:rsidRPr="006049FE">
        <w:rPr>
          <w:spacing w:val="-6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ytwór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pacing w:val="-6"/>
          <w:sz w:val="22"/>
          <w:szCs w:val="22"/>
        </w:rPr>
        <w:t>et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ądz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jąceg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re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liz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6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7"/>
          <w:sz w:val="22"/>
          <w:szCs w:val="22"/>
          <w:u w:val="single"/>
        </w:rPr>
        <w:t>WY</w:t>
      </w:r>
      <w:r w:rsidRPr="006049FE">
        <w:rPr>
          <w:spacing w:val="6"/>
          <w:sz w:val="22"/>
          <w:szCs w:val="22"/>
          <w:u w:val="single"/>
        </w:rPr>
        <w:t>KO</w:t>
      </w:r>
      <w:r w:rsidRPr="006049FE">
        <w:rPr>
          <w:spacing w:val="8"/>
          <w:sz w:val="22"/>
          <w:szCs w:val="22"/>
          <w:u w:val="single"/>
        </w:rPr>
        <w:t>NA</w:t>
      </w:r>
      <w:r w:rsidRPr="006049FE">
        <w:rPr>
          <w:spacing w:val="7"/>
          <w:sz w:val="22"/>
          <w:szCs w:val="22"/>
          <w:u w:val="single"/>
        </w:rPr>
        <w:t>NI</w:t>
      </w:r>
      <w:r w:rsidRPr="006049FE">
        <w:rPr>
          <w:sz w:val="22"/>
          <w:szCs w:val="22"/>
          <w:u w:val="single"/>
        </w:rPr>
        <w:t>E</w:t>
      </w:r>
      <w:r w:rsidRPr="006049FE">
        <w:rPr>
          <w:spacing w:val="-9"/>
          <w:sz w:val="22"/>
          <w:szCs w:val="22"/>
          <w:u w:val="single"/>
        </w:rPr>
        <w:t xml:space="preserve"> </w:t>
      </w:r>
      <w:r w:rsidRPr="006049FE">
        <w:rPr>
          <w:spacing w:val="7"/>
          <w:sz w:val="22"/>
          <w:szCs w:val="22"/>
          <w:u w:val="single"/>
        </w:rPr>
        <w:t>R</w:t>
      </w:r>
      <w:r w:rsidRPr="006049FE">
        <w:rPr>
          <w:spacing w:val="6"/>
          <w:sz w:val="22"/>
          <w:szCs w:val="22"/>
          <w:u w:val="single"/>
        </w:rPr>
        <w:t>O</w:t>
      </w:r>
      <w:r w:rsidRPr="006049FE">
        <w:rPr>
          <w:spacing w:val="7"/>
          <w:sz w:val="22"/>
          <w:szCs w:val="22"/>
          <w:u w:val="single"/>
        </w:rPr>
        <w:t>BÓ</w:t>
      </w:r>
      <w:r w:rsidRPr="006049FE">
        <w:rPr>
          <w:sz w:val="22"/>
          <w:szCs w:val="22"/>
          <w:u w:val="single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Zasad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>ogóln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konani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Ogólne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fikacj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Technicz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alunki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5"/>
          <w:sz w:val="22"/>
          <w:szCs w:val="22"/>
        </w:rPr>
        <w:t>onani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deskow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ń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st</w:t>
      </w:r>
      <w:r w:rsidRPr="006049FE">
        <w:rPr>
          <w:sz w:val="22"/>
          <w:szCs w:val="22"/>
        </w:rPr>
        <w:t>ąpieniem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zi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sunka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kopach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szalunku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i/>
          <w:iCs/>
          <w:sz w:val="22"/>
          <w:szCs w:val="22"/>
        </w:rPr>
        <w:t>Inspektora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pacing w:val="-15"/>
          <w:sz w:val="22"/>
          <w:szCs w:val="22"/>
        </w:rPr>
        <w:t>2</w:t>
      </w:r>
      <w:r w:rsidRPr="006049FE">
        <w:rPr>
          <w:i/>
          <w:iCs/>
          <w:sz w:val="22"/>
          <w:szCs w:val="22"/>
        </w:rPr>
        <w:t xml:space="preserve">.  </w:t>
      </w:r>
      <w:r w:rsidRPr="006049FE">
        <w:rPr>
          <w:i/>
          <w:iCs/>
          <w:spacing w:val="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uł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żenie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uform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gł</w:t>
      </w:r>
      <w:r w:rsidRPr="006049FE">
        <w:rPr>
          <w:spacing w:val="-3"/>
          <w:sz w:val="22"/>
          <w:szCs w:val="22"/>
        </w:rPr>
        <w:t>ad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skarp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dn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for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ziem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ęc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ć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ź</w:t>
      </w:r>
      <w:r w:rsidRPr="006049FE">
        <w:rPr>
          <w:sz w:val="22"/>
          <w:szCs w:val="22"/>
        </w:rPr>
        <w:t>ną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Szalunki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WTWO,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ustawiać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ta</w:t>
      </w:r>
      <w:r w:rsidRPr="006049FE">
        <w:rPr>
          <w:spacing w:val="-2"/>
          <w:sz w:val="22"/>
          <w:szCs w:val="22"/>
        </w:rPr>
        <w:t>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sposób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aby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docelowo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spełniał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olerancji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kszt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łtu,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położenia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iarów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WTWO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rozdz</w:t>
      </w:r>
      <w:r w:rsidRPr="006049FE">
        <w:rPr>
          <w:sz w:val="22"/>
          <w:szCs w:val="22"/>
        </w:rPr>
        <w:t>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dopasow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z w:val="22"/>
          <w:szCs w:val="22"/>
        </w:rPr>
        <w:t>łą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en</w:t>
      </w:r>
      <w:r w:rsidRPr="006049FE">
        <w:rPr>
          <w:sz w:val="22"/>
          <w:szCs w:val="22"/>
        </w:rPr>
        <w:t>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lu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kó</w:t>
      </w:r>
      <w:r w:rsidRPr="006049FE">
        <w:rPr>
          <w:sz w:val="22"/>
          <w:szCs w:val="22"/>
        </w:rPr>
        <w:t>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ew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doszczelnoś</w:t>
      </w:r>
      <w:r w:rsidRPr="006049FE">
        <w:rPr>
          <w:spacing w:val="-3"/>
          <w:sz w:val="22"/>
          <w:szCs w:val="22"/>
        </w:rPr>
        <w:t>ć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Il</w:t>
      </w:r>
      <w:r w:rsidRPr="006049FE">
        <w:rPr>
          <w:spacing w:val="-2"/>
          <w:sz w:val="22"/>
          <w:szCs w:val="22"/>
        </w:rPr>
        <w:t>oś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ąc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nal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ogranicza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</w:t>
      </w:r>
      <w:r w:rsidRPr="006049FE">
        <w:rPr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sun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sponowan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zew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trzn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naro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kac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es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wzmacniać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5mm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taśmą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alową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Obu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ow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iaz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ap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otwor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ki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dyl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tacj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łącz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iarow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ż}'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kszta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proje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tem.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położeniem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tonu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WTWO,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.</w:t>
      </w:r>
      <w:r w:rsidRPr="006049FE">
        <w:rPr>
          <w:sz w:val="22"/>
          <w:szCs w:val="22"/>
        </w:rPr>
        <w:tab/>
      </w:r>
      <w:r w:rsidRPr="006049FE">
        <w:rPr>
          <w:spacing w:val="-3"/>
          <w:sz w:val="22"/>
          <w:szCs w:val="22"/>
        </w:rPr>
        <w:t>Desk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poz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js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ska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rzez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beto</w:t>
      </w:r>
      <w:r w:rsidRPr="006049FE">
        <w:rPr>
          <w:sz w:val="22"/>
          <w:szCs w:val="22"/>
        </w:rPr>
        <w:t>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odp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wied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ej</w:t>
      </w:r>
      <w:r w:rsidRPr="006049FE">
        <w:rPr>
          <w:spacing w:val="-4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ma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2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pozw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ącej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przenieść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obciążenia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ciężaru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własne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ieszczonych.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oż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sk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szal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nk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okre</w:t>
      </w:r>
      <w:r w:rsidRPr="006049FE">
        <w:rPr>
          <w:spacing w:val="-5"/>
          <w:sz w:val="22"/>
          <w:szCs w:val="22"/>
        </w:rPr>
        <w:t>ślo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WO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opus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ne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hył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</w:t>
      </w:r>
      <w:r w:rsidRPr="006049FE">
        <w:rPr>
          <w:sz w:val="22"/>
          <w:szCs w:val="22"/>
        </w:rPr>
        <w:t>kładno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ań.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Deskowania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zaprojektowane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ganiami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WTWO.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Rozdz.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okre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poniżej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inimalny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magania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wykoń</w:t>
      </w:r>
      <w:r w:rsidRPr="006049FE">
        <w:rPr>
          <w:spacing w:val="-2"/>
          <w:sz w:val="22"/>
          <w:szCs w:val="22"/>
        </w:rPr>
        <w:t>czeniow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Niedo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ższ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2"/>
          <w:sz w:val="22"/>
          <w:szCs w:val="22"/>
        </w:rPr>
        <w:t>jęc</w:t>
      </w:r>
      <w:r w:rsidRPr="006049FE">
        <w:rPr>
          <w:sz w:val="22"/>
          <w:szCs w:val="22"/>
        </w:rPr>
        <w:t>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z w:val="22"/>
          <w:szCs w:val="22"/>
        </w:rPr>
        <w:t>ac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betonowy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Odrzu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one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zostaną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one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sz</w:t>
      </w:r>
      <w:r w:rsidRPr="006049FE">
        <w:rPr>
          <w:sz w:val="22"/>
          <w:szCs w:val="22"/>
        </w:rPr>
        <w:t>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asn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awc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Wszelki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napraw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mia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ton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podle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ją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yż</w:t>
      </w:r>
      <w:r w:rsidRPr="006049FE">
        <w:rPr>
          <w:spacing w:val="-5"/>
          <w:sz w:val="22"/>
          <w:szCs w:val="22"/>
        </w:rPr>
        <w:t>sz</w:t>
      </w:r>
      <w:r w:rsidRPr="006049FE">
        <w:rPr>
          <w:sz w:val="22"/>
          <w:szCs w:val="22"/>
        </w:rPr>
        <w:t>ym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warunk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zaa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ce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towane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ez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ar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dzają</w:t>
      </w:r>
      <w:r w:rsidRPr="006049FE">
        <w:rPr>
          <w:spacing w:val="-2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eal</w:t>
      </w:r>
      <w:r w:rsidRPr="006049FE">
        <w:rPr>
          <w:sz w:val="22"/>
          <w:szCs w:val="22"/>
        </w:rPr>
        <w:t>iz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ją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ygotowanie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deskowań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tk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ier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hn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sk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ając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hodzi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kontak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ne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stą</w:t>
      </w:r>
      <w:r w:rsidRPr="006049FE">
        <w:rPr>
          <w:spacing w:val="-3"/>
          <w:sz w:val="22"/>
          <w:szCs w:val="22"/>
        </w:rPr>
        <w:t>pi</w:t>
      </w:r>
      <w:r w:rsidRPr="006049FE">
        <w:rPr>
          <w:spacing w:val="-5"/>
          <w:sz w:val="22"/>
          <w:szCs w:val="22"/>
        </w:rPr>
        <w:t>en</w:t>
      </w:r>
      <w:r w:rsidRPr="006049FE">
        <w:rPr>
          <w:spacing w:val="-3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rac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opisan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un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zo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wcz</w:t>
      </w:r>
      <w:r w:rsidRPr="006049FE">
        <w:rPr>
          <w:spacing w:val="-3"/>
          <w:sz w:val="22"/>
          <w:szCs w:val="22"/>
        </w:rPr>
        <w:t>eś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ejszeg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tonu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ud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iec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zc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powierzchnio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wolno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powtórnie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zniszczonej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kontaktowej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y-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zelk</w:t>
      </w:r>
      <w:r w:rsidRPr="006049FE">
        <w:rPr>
          <w:sz w:val="22"/>
          <w:szCs w:val="22"/>
        </w:rPr>
        <w:t>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łuszczenia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stali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ści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me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ali.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zainst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lowanie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pł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aj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by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6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6"/>
          <w:sz w:val="22"/>
          <w:szCs w:val="22"/>
        </w:rPr>
        <w:t>od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zapo</w:t>
      </w:r>
      <w:r w:rsidRPr="006049FE">
        <w:rPr>
          <w:spacing w:val="-6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ieg</w:t>
      </w:r>
      <w:r w:rsidRPr="006049FE">
        <w:rPr>
          <w:spacing w:val="-6"/>
          <w:sz w:val="22"/>
          <w:szCs w:val="22"/>
        </w:rPr>
        <w:t>ają</w:t>
      </w:r>
      <w:r w:rsidRPr="006049FE">
        <w:rPr>
          <w:spacing w:val="-7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ie</w:t>
      </w:r>
      <w:r w:rsidRPr="006049FE">
        <w:rPr>
          <w:spacing w:val="-6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6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be</w:t>
      </w:r>
      <w:r w:rsidRPr="006049FE">
        <w:rPr>
          <w:spacing w:val="-6"/>
          <w:sz w:val="22"/>
          <w:szCs w:val="22"/>
        </w:rPr>
        <w:t>to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>u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rode</w:t>
      </w:r>
      <w:r w:rsidRPr="006049FE">
        <w:rPr>
          <w:sz w:val="22"/>
          <w:szCs w:val="22"/>
        </w:rPr>
        <w:t>k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i/>
          <w:iCs/>
          <w:spacing w:val="-5"/>
          <w:sz w:val="22"/>
          <w:szCs w:val="22"/>
        </w:rPr>
        <w:t>t</w:t>
      </w:r>
      <w:r w:rsidRPr="006049FE">
        <w:rPr>
          <w:i/>
          <w:iCs/>
          <w:spacing w:val="-7"/>
          <w:sz w:val="22"/>
          <w:szCs w:val="22"/>
        </w:rPr>
        <w:t>e</w:t>
      </w:r>
      <w:r w:rsidRPr="006049FE">
        <w:rPr>
          <w:i/>
          <w:iCs/>
          <w:sz w:val="22"/>
          <w:szCs w:val="22"/>
        </w:rPr>
        <w:t>n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ni</w:t>
      </w:r>
      <w:r w:rsidRPr="006049FE">
        <w:rPr>
          <w:spacing w:val="-7"/>
          <w:sz w:val="22"/>
          <w:szCs w:val="22"/>
        </w:rPr>
        <w:t>e</w:t>
      </w:r>
      <w:r w:rsidRPr="006049FE">
        <w:rPr>
          <w:sz w:val="22"/>
          <w:szCs w:val="22"/>
        </w:rPr>
        <w:t>n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nia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rw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30-t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niac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pacing w:val="-5"/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ie</w:t>
      </w:r>
      <w:r w:rsidRPr="006049FE">
        <w:rPr>
          <w:sz w:val="22"/>
          <w:szCs w:val="22"/>
        </w:rPr>
        <w:t>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tok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yczny.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zbi</w:t>
      </w:r>
      <w:r w:rsidRPr="006049FE">
        <w:rPr>
          <w:spacing w:val="2"/>
          <w:sz w:val="22"/>
          <w:szCs w:val="22"/>
        </w:rPr>
        <w:t>era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de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konawc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odpowiad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zkodzeni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ęd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skutkie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uwani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Desk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ra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wan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stru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ow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ele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pozosta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iejs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go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WTWO,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6,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czasu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os</w:t>
      </w:r>
      <w:r w:rsidRPr="006049FE">
        <w:rPr>
          <w:spacing w:val="-2"/>
          <w:sz w:val="22"/>
          <w:szCs w:val="22"/>
        </w:rPr>
        <w:t>iągni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trz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ałość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28-dnio</w:t>
      </w:r>
      <w:r w:rsidRPr="006049FE">
        <w:rPr>
          <w:spacing w:val="-2"/>
          <w:sz w:val="22"/>
          <w:szCs w:val="22"/>
        </w:rPr>
        <w:t>wą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zostanie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potwierdzona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testy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lind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cz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cz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ze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le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iś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arz</w:t>
      </w:r>
      <w:r w:rsidRPr="006049FE">
        <w:rPr>
          <w:spacing w:val="-5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dz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jąc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realiza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ow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Us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ja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ichkolwie</w:t>
      </w:r>
      <w:r w:rsidRPr="006049FE">
        <w:rPr>
          <w:sz w:val="22"/>
          <w:szCs w:val="22"/>
        </w:rPr>
        <w:t>k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podp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r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wneg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korz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sta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jest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niedop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szczalne.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deskowania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ent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zty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odpor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zost</w:t>
      </w:r>
      <w:r w:rsidRPr="006049FE">
        <w:rPr>
          <w:sz w:val="22"/>
          <w:szCs w:val="22"/>
        </w:rPr>
        <w:t>ać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ię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ad</w:t>
      </w:r>
      <w:r w:rsidRPr="006049FE">
        <w:rPr>
          <w:sz w:val="22"/>
          <w:szCs w:val="22"/>
        </w:rPr>
        <w:t>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mo</w:t>
      </w:r>
      <w:r w:rsidRPr="006049FE">
        <w:rPr>
          <w:sz w:val="22"/>
          <w:szCs w:val="22"/>
        </w:rPr>
        <w:t>gą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t</w:t>
      </w:r>
      <w:r w:rsidRPr="006049FE">
        <w:rPr>
          <w:spacing w:val="-7"/>
          <w:sz w:val="22"/>
          <w:szCs w:val="22"/>
        </w:rPr>
        <w:t>ynkie</w:t>
      </w:r>
      <w:r w:rsidRPr="006049FE">
        <w:rPr>
          <w:spacing w:val="-9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oj</w:t>
      </w:r>
      <w:r w:rsidRPr="006049FE">
        <w:rPr>
          <w:spacing w:val="-2"/>
          <w:sz w:val="22"/>
          <w:szCs w:val="22"/>
        </w:rPr>
        <w:t>en</w:t>
      </w:r>
      <w:r w:rsidRPr="006049FE">
        <w:rPr>
          <w:sz w:val="22"/>
          <w:szCs w:val="22"/>
        </w:rPr>
        <w:t>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2"/>
          <w:sz w:val="22"/>
          <w:szCs w:val="22"/>
        </w:rPr>
        <w:t>Pr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3"/>
          <w:sz w:val="22"/>
          <w:szCs w:val="22"/>
        </w:rPr>
        <w:t>yg</w:t>
      </w:r>
      <w:r w:rsidRPr="006049FE">
        <w:rPr>
          <w:b/>
          <w:bCs/>
          <w:spacing w:val="1"/>
          <w:sz w:val="22"/>
          <w:szCs w:val="22"/>
        </w:rPr>
        <w:t>o</w:t>
      </w:r>
      <w:r w:rsidRPr="006049FE">
        <w:rPr>
          <w:b/>
          <w:bCs/>
          <w:spacing w:val="2"/>
          <w:sz w:val="22"/>
          <w:szCs w:val="22"/>
        </w:rPr>
        <w:t>t</w:t>
      </w:r>
      <w:r w:rsidRPr="006049FE">
        <w:rPr>
          <w:b/>
          <w:bCs/>
          <w:spacing w:val="3"/>
          <w:sz w:val="22"/>
          <w:szCs w:val="22"/>
        </w:rPr>
        <w:t>o</w:t>
      </w:r>
      <w:r w:rsidRPr="006049FE">
        <w:rPr>
          <w:b/>
          <w:bCs/>
          <w:spacing w:val="1"/>
          <w:sz w:val="22"/>
          <w:szCs w:val="22"/>
        </w:rPr>
        <w:t>wa</w:t>
      </w:r>
      <w:r w:rsidRPr="006049FE">
        <w:rPr>
          <w:b/>
          <w:bCs/>
          <w:spacing w:val="2"/>
          <w:sz w:val="22"/>
          <w:szCs w:val="22"/>
        </w:rPr>
        <w:t>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1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2"/>
          <w:sz w:val="22"/>
          <w:szCs w:val="22"/>
        </w:rPr>
        <w:t>br</w:t>
      </w:r>
      <w:r w:rsidRPr="006049FE">
        <w:rPr>
          <w:b/>
          <w:bCs/>
          <w:spacing w:val="3"/>
          <w:sz w:val="22"/>
          <w:szCs w:val="22"/>
        </w:rPr>
        <w:t>o</w:t>
      </w:r>
      <w:r w:rsidRPr="006049FE">
        <w:rPr>
          <w:b/>
          <w:bCs/>
          <w:spacing w:val="2"/>
          <w:sz w:val="22"/>
          <w:szCs w:val="22"/>
        </w:rPr>
        <w:t>j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2"/>
          <w:sz w:val="22"/>
          <w:szCs w:val="22"/>
        </w:rPr>
        <w:t>n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Stal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dostarczana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odpowiednimi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nar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dziami.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oznaczona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met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sze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ident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fikacji</w:t>
      </w:r>
      <w:r w:rsidRPr="006049FE">
        <w:rPr>
          <w:sz w:val="22"/>
          <w:szCs w:val="22"/>
        </w:rPr>
        <w:t>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ro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rze</w:t>
      </w:r>
      <w:r w:rsidRPr="006049FE">
        <w:rPr>
          <w:sz w:val="22"/>
          <w:szCs w:val="22"/>
        </w:rPr>
        <w:t>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kontakte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gru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tem.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Zbrojeni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winn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dow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ojakac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la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abezp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cz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ani</w:t>
      </w:r>
      <w:r w:rsidRPr="006049FE">
        <w:rPr>
          <w:sz w:val="22"/>
          <w:szCs w:val="22"/>
        </w:rPr>
        <w:t>ec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szc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chowan</w:t>
      </w:r>
      <w:r w:rsidRPr="006049FE">
        <w:rPr>
          <w:sz w:val="22"/>
          <w:szCs w:val="22"/>
        </w:rPr>
        <w:t>ia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sz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nadan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rę</w:t>
      </w:r>
      <w:r w:rsidRPr="006049FE">
        <w:rPr>
          <w:sz w:val="22"/>
          <w:szCs w:val="22"/>
        </w:rPr>
        <w:t>to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2"/>
          <w:sz w:val="22"/>
          <w:szCs w:val="22"/>
        </w:rPr>
        <w:t>D</w:t>
      </w:r>
      <w:r w:rsidRPr="006049FE">
        <w:rPr>
          <w:b/>
          <w:bCs/>
          <w:spacing w:val="3"/>
          <w:sz w:val="22"/>
          <w:szCs w:val="22"/>
        </w:rPr>
        <w:t>o</w:t>
      </w:r>
      <w:r w:rsidRPr="006049FE">
        <w:rPr>
          <w:b/>
          <w:bCs/>
          <w:spacing w:val="2"/>
          <w:sz w:val="22"/>
          <w:szCs w:val="22"/>
        </w:rPr>
        <w:t>ku</w:t>
      </w:r>
      <w:r w:rsidRPr="006049FE">
        <w:rPr>
          <w:b/>
          <w:bCs/>
          <w:spacing w:val="1"/>
          <w:sz w:val="22"/>
          <w:szCs w:val="22"/>
        </w:rPr>
        <w:t>m</w:t>
      </w:r>
      <w:r w:rsidRPr="006049FE">
        <w:rPr>
          <w:b/>
          <w:bCs/>
          <w:spacing w:val="2"/>
          <w:sz w:val="22"/>
          <w:szCs w:val="22"/>
        </w:rPr>
        <w:t>e</w:t>
      </w:r>
      <w:r w:rsidRPr="006049FE">
        <w:rPr>
          <w:b/>
          <w:bCs/>
          <w:spacing w:val="1"/>
          <w:sz w:val="22"/>
          <w:szCs w:val="22"/>
        </w:rPr>
        <w:t>n</w:t>
      </w:r>
      <w:r w:rsidRPr="006049FE">
        <w:rPr>
          <w:b/>
          <w:bCs/>
          <w:spacing w:val="2"/>
          <w:sz w:val="22"/>
          <w:szCs w:val="22"/>
        </w:rPr>
        <w:t>t</w:t>
      </w:r>
      <w:r w:rsidRPr="006049FE">
        <w:rPr>
          <w:b/>
          <w:bCs/>
          <w:spacing w:val="1"/>
          <w:sz w:val="22"/>
          <w:szCs w:val="22"/>
        </w:rPr>
        <w:t>y</w:t>
      </w:r>
      <w:r w:rsidRPr="006049FE">
        <w:rPr>
          <w:b/>
          <w:bCs/>
          <w:sz w:val="22"/>
          <w:szCs w:val="22"/>
        </w:rPr>
        <w:t>,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k</w:t>
      </w:r>
      <w:r w:rsidRPr="006049FE">
        <w:rPr>
          <w:b/>
          <w:bCs/>
          <w:spacing w:val="1"/>
          <w:sz w:val="22"/>
          <w:szCs w:val="22"/>
        </w:rPr>
        <w:t>t</w:t>
      </w:r>
      <w:r w:rsidRPr="006049FE">
        <w:rPr>
          <w:b/>
          <w:bCs/>
          <w:spacing w:val="3"/>
          <w:sz w:val="22"/>
          <w:szCs w:val="22"/>
        </w:rPr>
        <w:t>ó</w:t>
      </w:r>
      <w:r w:rsidRPr="006049FE">
        <w:rPr>
          <w:b/>
          <w:bCs/>
          <w:spacing w:val="2"/>
          <w:sz w:val="22"/>
          <w:szCs w:val="22"/>
        </w:rPr>
        <w:t>r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n</w:t>
      </w:r>
      <w:r w:rsidRPr="006049FE">
        <w:rPr>
          <w:b/>
          <w:bCs/>
          <w:spacing w:val="1"/>
          <w:sz w:val="22"/>
          <w:szCs w:val="22"/>
        </w:rPr>
        <w:t>a</w:t>
      </w:r>
      <w:r w:rsidRPr="006049FE">
        <w:rPr>
          <w:b/>
          <w:bCs/>
          <w:spacing w:val="2"/>
          <w:sz w:val="22"/>
          <w:szCs w:val="22"/>
        </w:rPr>
        <w:t>le</w:t>
      </w:r>
      <w:r w:rsidRPr="006049FE">
        <w:rPr>
          <w:b/>
          <w:bCs/>
          <w:spacing w:val="1"/>
          <w:sz w:val="22"/>
          <w:szCs w:val="22"/>
        </w:rPr>
        <w:t>ż</w:t>
      </w:r>
      <w:r w:rsidRPr="006049FE">
        <w:rPr>
          <w:b/>
          <w:bCs/>
          <w:sz w:val="22"/>
          <w:szCs w:val="22"/>
        </w:rPr>
        <w:t>y</w:t>
      </w:r>
      <w:r w:rsidRPr="006049FE">
        <w:rPr>
          <w:b/>
          <w:bCs/>
          <w:spacing w:val="-5"/>
          <w:sz w:val="22"/>
          <w:szCs w:val="22"/>
        </w:rPr>
        <w:t xml:space="preserve"> </w:t>
      </w:r>
      <w:r w:rsidRPr="006049FE">
        <w:rPr>
          <w:b/>
          <w:bCs/>
          <w:spacing w:val="2"/>
          <w:sz w:val="22"/>
          <w:szCs w:val="22"/>
        </w:rPr>
        <w:t>pr</w:t>
      </w:r>
      <w:r w:rsidRPr="006049FE">
        <w:rPr>
          <w:b/>
          <w:bCs/>
          <w:spacing w:val="1"/>
          <w:sz w:val="22"/>
          <w:szCs w:val="22"/>
        </w:rPr>
        <w:t>z</w:t>
      </w:r>
      <w:r w:rsidRPr="006049FE">
        <w:rPr>
          <w:b/>
          <w:bCs/>
          <w:spacing w:val="2"/>
          <w:sz w:val="22"/>
          <w:szCs w:val="22"/>
        </w:rPr>
        <w:t>edstaw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ć</w:t>
      </w:r>
      <w:r w:rsidRPr="006049FE">
        <w:rPr>
          <w:b/>
          <w:bCs/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trak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budo</w:t>
      </w:r>
      <w:r w:rsidRPr="006049FE">
        <w:rPr>
          <w:sz w:val="22"/>
          <w:szCs w:val="22"/>
        </w:rPr>
        <w:t>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Dok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me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ostarcza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rze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konawc</w:t>
      </w:r>
      <w:r w:rsidRPr="006049FE">
        <w:rPr>
          <w:sz w:val="22"/>
          <w:szCs w:val="22"/>
        </w:rPr>
        <w:t>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tra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ci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dow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zgod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zasad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podan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Og</w:t>
      </w:r>
      <w:r w:rsidRPr="006049FE">
        <w:rPr>
          <w:spacing w:val="-2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Spe</w:t>
      </w:r>
      <w:r w:rsidRPr="006049FE">
        <w:rPr>
          <w:sz w:val="22"/>
          <w:szCs w:val="22"/>
        </w:rPr>
        <w:t>cy</w:t>
      </w:r>
      <w:r w:rsidRPr="006049FE">
        <w:rPr>
          <w:spacing w:val="-2"/>
          <w:sz w:val="22"/>
          <w:szCs w:val="22"/>
        </w:rPr>
        <w:t>fikacj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>niczne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sunk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cz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starcz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</w:t>
      </w:r>
      <w:r w:rsidRPr="006049FE">
        <w:rPr>
          <w:sz w:val="22"/>
          <w:szCs w:val="22"/>
        </w:rPr>
        <w:t>cę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wia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zc</w:t>
      </w:r>
      <w:r w:rsidRPr="006049FE">
        <w:rPr>
          <w:spacing w:val="-3"/>
          <w:sz w:val="22"/>
          <w:szCs w:val="22"/>
        </w:rPr>
        <w:t>ze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ó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ię</w:t>
      </w:r>
      <w:r w:rsidRPr="006049FE">
        <w:rPr>
          <w:spacing w:val="-2"/>
          <w:sz w:val="22"/>
          <w:szCs w:val="22"/>
        </w:rPr>
        <w:t>cia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sta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al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uk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ad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zbro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sunkac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stawia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só</w:t>
      </w:r>
      <w:r w:rsidRPr="006049FE">
        <w:rPr>
          <w:sz w:val="22"/>
          <w:szCs w:val="22"/>
        </w:rPr>
        <w:t>b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uk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ia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ro</w:t>
      </w:r>
      <w:r w:rsidRPr="006049FE">
        <w:rPr>
          <w:spacing w:val="-3"/>
          <w:sz w:val="22"/>
          <w:szCs w:val="22"/>
        </w:rPr>
        <w:t>jen</w:t>
      </w:r>
      <w:r w:rsidRPr="006049FE">
        <w:rPr>
          <w:sz w:val="22"/>
          <w:szCs w:val="22"/>
        </w:rPr>
        <w:t>ia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okre</w:t>
      </w:r>
      <w:r w:rsidRPr="006049FE">
        <w:rPr>
          <w:spacing w:val="-3"/>
          <w:sz w:val="22"/>
          <w:szCs w:val="22"/>
        </w:rPr>
        <w:t>śl</w:t>
      </w:r>
      <w:r w:rsidRPr="006049FE">
        <w:rPr>
          <w:sz w:val="22"/>
          <w:szCs w:val="22"/>
        </w:rPr>
        <w:t>ić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</w:t>
      </w:r>
      <w:r w:rsidRPr="006049FE">
        <w:rPr>
          <w:spacing w:val="-3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ępu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le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ar</w:t>
      </w:r>
      <w:r w:rsidRPr="006049FE">
        <w:rPr>
          <w:sz w:val="22"/>
          <w:szCs w:val="22"/>
        </w:rPr>
        <w:t>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przekr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dstęp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cz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>cze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czeniam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zwalaj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popraw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lastRenderedPageBreak/>
        <w:t>ułożeni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stal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zbrojeni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odwoł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eg</w:t>
      </w:r>
      <w:r w:rsidRPr="006049FE">
        <w:rPr>
          <w:spacing w:val="-2"/>
          <w:sz w:val="22"/>
          <w:szCs w:val="22"/>
        </w:rPr>
        <w:t>ół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sunkó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cz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Zbr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le</w:t>
      </w:r>
      <w:r w:rsidRPr="006049FE">
        <w:rPr>
          <w:spacing w:val="-5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got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zgo</w:t>
      </w:r>
      <w:r w:rsidRPr="006049FE">
        <w:rPr>
          <w:spacing w:val="-2"/>
          <w:sz w:val="22"/>
          <w:szCs w:val="22"/>
        </w:rPr>
        <w:t>dn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PN-84/B-0326</w:t>
      </w:r>
      <w:r w:rsidRPr="006049FE">
        <w:rPr>
          <w:spacing w:val="-2"/>
          <w:sz w:val="22"/>
          <w:szCs w:val="22"/>
        </w:rPr>
        <w:t>4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WTW</w:t>
      </w:r>
      <w:r w:rsidRPr="006049FE">
        <w:rPr>
          <w:sz w:val="22"/>
          <w:szCs w:val="22"/>
        </w:rPr>
        <w:t>O</w:t>
      </w:r>
      <w:r w:rsidRPr="006049FE">
        <w:rPr>
          <w:sz w:val="22"/>
          <w:szCs w:val="22"/>
        </w:rPr>
        <w:tab/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7.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tk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rę</w:t>
      </w:r>
      <w:r w:rsidRPr="006049FE">
        <w:rPr>
          <w:spacing w:val="-5"/>
          <w:sz w:val="22"/>
          <w:szCs w:val="22"/>
        </w:rPr>
        <w:t>ty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sz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.b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o.</w:t>
      </w:r>
    </w:p>
    <w:p w:rsidR="00011DB0" w:rsidRPr="006049FE" w:rsidRDefault="00011DB0" w:rsidP="00746A47">
      <w:pPr>
        <w:pStyle w:val="Akapitzlist"/>
        <w:rPr>
          <w:sz w:val="22"/>
          <w:szCs w:val="22"/>
        </w:rPr>
      </w:pP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kł</w:t>
      </w:r>
      <w:r w:rsidRPr="006049FE">
        <w:rPr>
          <w:spacing w:val="-2"/>
          <w:sz w:val="22"/>
          <w:szCs w:val="22"/>
        </w:rPr>
        <w:t>adan</w:t>
      </w:r>
      <w:r w:rsidRPr="006049FE">
        <w:rPr>
          <w:sz w:val="22"/>
          <w:szCs w:val="22"/>
        </w:rPr>
        <w:t>ie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ta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zbrojeni</w:t>
      </w:r>
      <w:r w:rsidRPr="006049FE">
        <w:rPr>
          <w:sz w:val="22"/>
          <w:szCs w:val="22"/>
        </w:rPr>
        <w:t>ow</w:t>
      </w:r>
      <w:r w:rsidRPr="006049FE">
        <w:rPr>
          <w:spacing w:val="-2"/>
          <w:sz w:val="22"/>
          <w:szCs w:val="22"/>
        </w:rPr>
        <w:t>ej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szczenie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stali: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usunąć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łuszczania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tnicze,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łuszcz,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zi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ę,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inne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10"/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>niec</w:t>
      </w:r>
      <w:r w:rsidRPr="006049FE">
        <w:rPr>
          <w:spacing w:val="-11"/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>yszc</w:t>
      </w:r>
      <w:r w:rsidRPr="006049FE">
        <w:rPr>
          <w:spacing w:val="-11"/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>enia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Zabezpiec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enie,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odstępy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zbrojenia: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Zgodnie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PN-84/B-03264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WTWO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szczegółami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uwagami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rysunkach.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rysunki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stanowią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leż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puj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otulinę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stal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zbrojen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owej: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Konstrukcje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będące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kontakcie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: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60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Konstru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cj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kontak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unte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atm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sfe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ą</w:t>
      </w:r>
      <w:r w:rsidRPr="006049FE">
        <w:rPr>
          <w:sz w:val="22"/>
          <w:szCs w:val="22"/>
        </w:rPr>
        <w:t>: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i/>
          <w:iCs/>
          <w:sz w:val="22"/>
          <w:szCs w:val="22"/>
        </w:rPr>
        <w:t>50</w:t>
      </w:r>
      <w:r w:rsidRPr="006049FE">
        <w:rPr>
          <w:i/>
          <w:iCs/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mm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cian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konstrukcj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zawiera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su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je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nne</w:t>
      </w:r>
      <w:r w:rsidRPr="006049FE">
        <w:rPr>
          <w:sz w:val="22"/>
          <w:szCs w:val="22"/>
        </w:rPr>
        <w:t>: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5</w:t>
      </w:r>
      <w:r w:rsidRPr="006049FE">
        <w:rPr>
          <w:sz w:val="22"/>
          <w:szCs w:val="22"/>
        </w:rPr>
        <w:t>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mm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Konstrukcje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wystawione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gruntu,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at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osfery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ani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substancji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łyn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h: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: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40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an</w:t>
      </w:r>
      <w:r w:rsidRPr="006049FE">
        <w:rPr>
          <w:sz w:val="22"/>
          <w:szCs w:val="22"/>
        </w:rPr>
        <w:t>y,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belki</w:t>
      </w:r>
      <w:r w:rsidRPr="006049FE">
        <w:rPr>
          <w:sz w:val="22"/>
          <w:szCs w:val="22"/>
        </w:rPr>
        <w:t>: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4</w:t>
      </w:r>
      <w:r w:rsidRPr="006049FE">
        <w:rPr>
          <w:sz w:val="22"/>
          <w:szCs w:val="22"/>
        </w:rPr>
        <w:t>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mm.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Połączenia: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PN-84/B-03264,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WTWO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uwagami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rysunkach.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Wiązanie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ż</w:t>
      </w:r>
      <w:r w:rsidRPr="006049FE">
        <w:rPr>
          <w:sz w:val="22"/>
          <w:szCs w:val="22"/>
        </w:rPr>
        <w:t>ebrowanej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zbrojeniowej: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WTWO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Zbr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jeni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otwor</w:t>
      </w:r>
      <w:r w:rsidRPr="006049FE">
        <w:rPr>
          <w:spacing w:val="-2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:</w:t>
      </w:r>
      <w:r w:rsidRPr="006049FE">
        <w:rPr>
          <w:sz w:val="22"/>
          <w:szCs w:val="22"/>
        </w:rPr>
        <w:tab/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el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ac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c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>an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aczej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dy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bok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otwor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(zar</w:t>
      </w:r>
      <w:r w:rsidRPr="006049FE">
        <w:rPr>
          <w:spacing w:val="-2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pioni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ja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zi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)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ty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przekroju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owi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zbrojen</w:t>
      </w:r>
      <w:r w:rsidRPr="006049FE">
        <w:rPr>
          <w:sz w:val="22"/>
          <w:szCs w:val="22"/>
        </w:rPr>
        <w:t>ia</w:t>
      </w:r>
    </w:p>
    <w:p w:rsidR="00011DB0" w:rsidRPr="006049FE" w:rsidRDefault="00011DB0" w:rsidP="00011DB0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jaki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ył</w:t>
      </w:r>
      <w:r w:rsidRPr="006049FE">
        <w:rPr>
          <w:spacing w:val="-2"/>
          <w:sz w:val="22"/>
          <w:szCs w:val="22"/>
        </w:rPr>
        <w:t>ob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czo</w:t>
      </w:r>
      <w:r w:rsidRPr="006049FE">
        <w:rPr>
          <w:sz w:val="22"/>
          <w:szCs w:val="22"/>
        </w:rPr>
        <w:t>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sc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puje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otwór,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było.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dodatkowej</w:t>
      </w:r>
    </w:p>
    <w:p w:rsidR="00CA3637" w:rsidRPr="006049FE" w:rsidRDefault="00011DB0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ązki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ręt</w:t>
      </w:r>
      <w:r w:rsidRPr="006049FE">
        <w:rPr>
          <w:sz w:val="22"/>
          <w:szCs w:val="22"/>
        </w:rPr>
        <w:t>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aj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odl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gł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10</w:t>
      </w:r>
      <w:r w:rsidRPr="006049FE">
        <w:rPr>
          <w:sz w:val="22"/>
          <w:szCs w:val="22"/>
        </w:rPr>
        <w:t>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awę</w:t>
      </w:r>
      <w:r w:rsidRPr="006049FE">
        <w:rPr>
          <w:spacing w:val="-3"/>
          <w:sz w:val="22"/>
          <w:szCs w:val="22"/>
        </w:rPr>
        <w:t>dz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deg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bokó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otworu.</w:t>
      </w:r>
      <w:r w:rsidR="00460E31">
        <w:rPr>
          <w:spacing w:val="-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Spawanie</w:t>
      </w:r>
      <w:r w:rsidR="00CA3637" w:rsidRPr="006049FE">
        <w:rPr>
          <w:spacing w:val="-2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zb</w:t>
      </w:r>
      <w:r w:rsidR="00CA3637" w:rsidRPr="006049FE">
        <w:rPr>
          <w:spacing w:val="1"/>
          <w:sz w:val="22"/>
          <w:szCs w:val="22"/>
        </w:rPr>
        <w:t>r</w:t>
      </w:r>
      <w:r w:rsidR="00CA3637" w:rsidRPr="006049FE">
        <w:rPr>
          <w:sz w:val="22"/>
          <w:szCs w:val="22"/>
        </w:rPr>
        <w:t>ojenia:</w:t>
      </w:r>
      <w:r w:rsidR="00CA3637" w:rsidRPr="006049FE">
        <w:rPr>
          <w:sz w:val="22"/>
          <w:szCs w:val="22"/>
        </w:rPr>
        <w:tab/>
        <w:t>niedozwolone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bez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uprzedniego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zezwolenia</w:t>
      </w:r>
      <w:r w:rsidR="00CA3637" w:rsidRPr="006049FE">
        <w:rPr>
          <w:spacing w:val="-11"/>
          <w:sz w:val="22"/>
          <w:szCs w:val="22"/>
        </w:rPr>
        <w:t xml:space="preserve"> </w:t>
      </w:r>
      <w:r w:rsidR="00CA3637" w:rsidRPr="006049FE">
        <w:rPr>
          <w:sz w:val="22"/>
          <w:szCs w:val="22"/>
        </w:rPr>
        <w:t>inżyniera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ięci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f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rmowa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zbr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jeni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miejs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bud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zw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lo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tkie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dków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kied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hodz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koni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f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szt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pacing w:val="-5"/>
          <w:sz w:val="22"/>
          <w:szCs w:val="22"/>
        </w:rPr>
        <w:t>ęt</w:t>
      </w:r>
      <w:r w:rsidRPr="006049FE">
        <w:rPr>
          <w:spacing w:val="-2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"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</w:t>
      </w:r>
      <w:r w:rsidRPr="006049FE">
        <w:rPr>
          <w:spacing w:val="-5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aż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pacing w:val="-3"/>
          <w:sz w:val="22"/>
          <w:szCs w:val="22"/>
        </w:rPr>
        <w:t>pr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f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owan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proofErr w:type="spellEnd"/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miejscu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uzgodn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</w:rPr>
        <w:t>Bet</w:t>
      </w:r>
      <w:r w:rsidRPr="006049FE">
        <w:rPr>
          <w:sz w:val="22"/>
          <w:szCs w:val="22"/>
        </w:rPr>
        <w:t>ono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Produkcja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betonu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ustalanie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składu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mieszanki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betonowej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Beto</w:t>
      </w:r>
      <w:r w:rsidRPr="006049FE">
        <w:rPr>
          <w:sz w:val="22"/>
          <w:szCs w:val="22"/>
        </w:rPr>
        <w:t>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dostarcza</w:t>
      </w:r>
      <w:r w:rsidRPr="006049FE">
        <w:rPr>
          <w:sz w:val="22"/>
          <w:szCs w:val="22"/>
        </w:rPr>
        <w:t>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jed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profesjo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aln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twór</w:t>
      </w:r>
      <w:r w:rsidRPr="006049FE">
        <w:rPr>
          <w:sz w:val="22"/>
          <w:szCs w:val="22"/>
        </w:rPr>
        <w:t>ni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ajdu</w:t>
      </w:r>
      <w:r w:rsidRPr="006049FE">
        <w:rPr>
          <w:spacing w:val="-2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pobl</w:t>
      </w:r>
      <w:r w:rsidRPr="006049FE">
        <w:rPr>
          <w:spacing w:val="-3"/>
          <w:sz w:val="22"/>
          <w:szCs w:val="22"/>
        </w:rPr>
        <w:t>iż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wz</w:t>
      </w:r>
      <w:r w:rsidRPr="006049FE">
        <w:rPr>
          <w:sz w:val="22"/>
          <w:szCs w:val="22"/>
        </w:rPr>
        <w:t>ględu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ania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iejscu</w:t>
      </w:r>
      <w:r w:rsidRPr="006049FE">
        <w:rPr>
          <w:spacing w:val="-2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udow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kład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(dane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ogólne):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ęciem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jakichkolwiek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projektowany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ony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autoryzowan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niezale</w:t>
      </w:r>
      <w:r w:rsidRPr="006049FE">
        <w:rPr>
          <w:spacing w:val="-2"/>
          <w:sz w:val="22"/>
          <w:szCs w:val="22"/>
        </w:rPr>
        <w:t>żne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laboratori</w:t>
      </w:r>
      <w:r w:rsidRPr="006049FE">
        <w:rPr>
          <w:sz w:val="22"/>
          <w:szCs w:val="22"/>
        </w:rPr>
        <w:t>um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podpisan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uprawnionego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niera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budownictwa.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Potwierdzone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kopie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entacji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óbek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ek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ro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adzon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aboratori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zost</w:t>
      </w:r>
      <w:r w:rsidRPr="006049FE">
        <w:rPr>
          <w:sz w:val="22"/>
          <w:szCs w:val="22"/>
        </w:rPr>
        <w:t>ać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sia</w:t>
      </w:r>
      <w:r w:rsidRPr="006049FE">
        <w:rPr>
          <w:sz w:val="22"/>
          <w:szCs w:val="22"/>
        </w:rPr>
        <w:t>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zą</w:t>
      </w:r>
      <w:r w:rsidRPr="006049FE">
        <w:rPr>
          <w:sz w:val="22"/>
          <w:szCs w:val="22"/>
        </w:rPr>
        <w:t>dzaj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real</w:t>
      </w:r>
      <w:r w:rsidRPr="006049FE">
        <w:rPr>
          <w:sz w:val="22"/>
          <w:szCs w:val="22"/>
        </w:rPr>
        <w:t>iz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ją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wolno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zatwie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dzeni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rzez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zarządzającego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r</w:t>
      </w:r>
      <w:r w:rsidRPr="006049FE">
        <w:rPr>
          <w:spacing w:val="-9"/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>aliza</w:t>
      </w:r>
      <w:r w:rsidRPr="006049FE">
        <w:rPr>
          <w:spacing w:val="-9"/>
          <w:sz w:val="22"/>
          <w:szCs w:val="22"/>
        </w:rPr>
        <w:t>c</w:t>
      </w:r>
      <w:r w:rsidRPr="006049FE">
        <w:rPr>
          <w:spacing w:val="-8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Producen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ton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dostarcz</w:t>
      </w:r>
      <w:r w:rsidRPr="006049FE">
        <w:rPr>
          <w:sz w:val="22"/>
          <w:szCs w:val="22"/>
        </w:rPr>
        <w:t>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akt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al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aw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at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ri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: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ce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en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es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us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od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ełnia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ws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ien</w:t>
      </w:r>
      <w:r w:rsidRPr="006049FE">
        <w:rPr>
          <w:spacing w:val="-5"/>
          <w:sz w:val="22"/>
          <w:szCs w:val="22"/>
        </w:rPr>
        <w:t>io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ma</w:t>
      </w:r>
      <w:r w:rsidRPr="006049FE">
        <w:rPr>
          <w:spacing w:val="-3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3"/>
          <w:sz w:val="22"/>
          <w:szCs w:val="22"/>
        </w:rPr>
        <w:t>ia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stos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projek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mieszan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stu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adni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warun</w:t>
      </w:r>
      <w:r w:rsidRPr="006049FE">
        <w:rPr>
          <w:sz w:val="22"/>
          <w:szCs w:val="22"/>
        </w:rPr>
        <w:t>ki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fikacj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trzyma</w:t>
      </w:r>
      <w:r w:rsidRPr="006049FE">
        <w:rPr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ści,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ęst</w:t>
      </w:r>
      <w:r w:rsidRPr="006049FE">
        <w:rPr>
          <w:sz w:val="22"/>
          <w:szCs w:val="22"/>
        </w:rPr>
        <w:t>ości,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urabialn</w:t>
      </w:r>
      <w:r w:rsidRPr="006049FE">
        <w:rPr>
          <w:spacing w:val="-2"/>
          <w:sz w:val="22"/>
          <w:szCs w:val="22"/>
        </w:rPr>
        <w:t>oś</w:t>
      </w:r>
      <w:r w:rsidRPr="006049FE">
        <w:rPr>
          <w:sz w:val="22"/>
          <w:szCs w:val="22"/>
        </w:rPr>
        <w:t>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łoś</w:t>
      </w:r>
      <w:r w:rsidRPr="006049FE">
        <w:rPr>
          <w:spacing w:val="-2"/>
          <w:sz w:val="22"/>
          <w:szCs w:val="22"/>
        </w:rPr>
        <w:t>ci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Tak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es</w:t>
      </w:r>
      <w:r w:rsidRPr="006049FE">
        <w:rPr>
          <w:sz w:val="22"/>
          <w:szCs w:val="22"/>
        </w:rPr>
        <w:t>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mus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rze</w:t>
      </w:r>
      <w:r w:rsidRPr="006049FE">
        <w:rPr>
          <w:sz w:val="22"/>
          <w:szCs w:val="22"/>
        </w:rPr>
        <w:t>dsta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iony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wiadomości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ądzaj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realizacją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dla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porównania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nika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niezal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żn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laborat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Dok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ment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wio</w:t>
      </w:r>
      <w:r w:rsidRPr="006049FE">
        <w:rPr>
          <w:sz w:val="22"/>
          <w:szCs w:val="22"/>
        </w:rPr>
        <w:t>na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</w:t>
      </w:r>
      <w:r w:rsidRPr="006049FE">
        <w:rPr>
          <w:spacing w:val="-3"/>
          <w:sz w:val="22"/>
          <w:szCs w:val="22"/>
        </w:rPr>
        <w:t>ez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konawc</w:t>
      </w:r>
      <w:r w:rsidRPr="006049FE">
        <w:rPr>
          <w:sz w:val="22"/>
          <w:szCs w:val="22"/>
        </w:rPr>
        <w:t>ę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pletna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zawier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sta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jący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dowód,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bi</w:t>
      </w:r>
      <w:r w:rsidRPr="006049FE">
        <w:rPr>
          <w:sz w:val="22"/>
          <w:szCs w:val="22"/>
        </w:rPr>
        <w:t>eż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produkcji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wytwórni.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Projek</w:t>
      </w:r>
      <w:r w:rsidRPr="006049FE">
        <w:rPr>
          <w:sz w:val="22"/>
          <w:szCs w:val="22"/>
        </w:rPr>
        <w:t>t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mieszank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eton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we</w:t>
      </w:r>
      <w:r w:rsidRPr="006049FE">
        <w:rPr>
          <w:sz w:val="22"/>
          <w:szCs w:val="22"/>
        </w:rPr>
        <w:t>j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eton</w:t>
      </w:r>
      <w:r w:rsidRPr="006049FE">
        <w:rPr>
          <w:sz w:val="22"/>
          <w:szCs w:val="22"/>
        </w:rPr>
        <w:t>ów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stru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jn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łni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nast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pu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ce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Pr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kt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2S-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ow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</w:t>
      </w:r>
      <w:r w:rsidRPr="006049FE">
        <w:rPr>
          <w:spacing w:val="-5"/>
          <w:sz w:val="22"/>
          <w:szCs w:val="22"/>
        </w:rPr>
        <w:t>trz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nos</w:t>
      </w:r>
      <w:r w:rsidRPr="006049FE">
        <w:rPr>
          <w:sz w:val="22"/>
          <w:szCs w:val="22"/>
        </w:rPr>
        <w:t>ić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2</w:t>
      </w:r>
      <w:r w:rsidRPr="006049FE">
        <w:rPr>
          <w:spacing w:val="-2"/>
          <w:sz w:val="22"/>
          <w:szCs w:val="22"/>
        </w:rPr>
        <w:t>0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sunkac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yfika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al</w:t>
      </w:r>
      <w:r w:rsidRPr="006049FE">
        <w:rPr>
          <w:spacing w:val="-2"/>
          <w:sz w:val="22"/>
          <w:szCs w:val="22"/>
        </w:rPr>
        <w:t>ec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ksy</w:t>
      </w:r>
      <w:r w:rsidRPr="006049FE">
        <w:rPr>
          <w:spacing w:val="-3"/>
          <w:sz w:val="22"/>
          <w:szCs w:val="22"/>
        </w:rPr>
        <w:t>mal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ziarn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krusz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przekracza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63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ry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unk</w:t>
      </w:r>
      <w:r w:rsidRPr="006049FE">
        <w:rPr>
          <w:spacing w:val="-3"/>
          <w:sz w:val="22"/>
          <w:szCs w:val="22"/>
        </w:rPr>
        <w:t>ac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fikacj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ca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inaczej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ak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eptuje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zą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real</w:t>
      </w:r>
      <w:r w:rsidRPr="006049FE">
        <w:rPr>
          <w:sz w:val="22"/>
          <w:szCs w:val="22"/>
        </w:rPr>
        <w:t>iz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ją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lastRenderedPageBreak/>
        <w:t>Maks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maln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ne</w:t>
      </w:r>
      <w:r w:rsidRPr="006049FE">
        <w:rPr>
          <w:sz w:val="22"/>
          <w:szCs w:val="22"/>
        </w:rPr>
        <w:t>k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w/</w:t>
      </w:r>
      <w:r w:rsidRPr="006049FE">
        <w:rPr>
          <w:sz w:val="22"/>
          <w:szCs w:val="22"/>
        </w:rPr>
        <w:t>c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nosi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0.6</w:t>
      </w:r>
      <w:r w:rsidRPr="006049FE">
        <w:rPr>
          <w:sz w:val="22"/>
          <w:szCs w:val="22"/>
        </w:rPr>
        <w:t>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oporcjac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wagow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h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b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r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in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pise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ru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Maks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wart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elementach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masyw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wynos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320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kg/</w:t>
      </w:r>
      <w:r w:rsidRPr="006049FE">
        <w:rPr>
          <w:spacing w:val="-3"/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3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Zawartość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ca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kowita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powietrza 2-4%.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Opad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Funda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nty"</w:t>
      </w:r>
      <w:r w:rsidRPr="006049FE">
        <w:rPr>
          <w:sz w:val="22"/>
          <w:szCs w:val="22"/>
        </w:rPr>
        <w:tab/>
        <w:t>70-80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cian</w:t>
      </w:r>
      <w:r w:rsidRPr="006049FE">
        <w:rPr>
          <w:sz w:val="22"/>
          <w:szCs w:val="22"/>
        </w:rPr>
        <w:t>y,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pły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belki;</w:t>
      </w:r>
      <w:r w:rsidRPr="006049FE">
        <w:rPr>
          <w:sz w:val="22"/>
          <w:szCs w:val="22"/>
        </w:rPr>
        <w:tab/>
        <w:t>50-75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Słupy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ele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enty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cienkim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przekroju:</w:t>
      </w:r>
      <w:r w:rsidRPr="006049FE">
        <w:rPr>
          <w:sz w:val="22"/>
          <w:szCs w:val="22"/>
        </w:rPr>
        <w:tab/>
        <w:t>65-75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Na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awd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wynika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testów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opadu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łat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ukł</w:t>
      </w:r>
      <w:r w:rsidRPr="006049FE">
        <w:rPr>
          <w:spacing w:val="-2"/>
          <w:sz w:val="22"/>
          <w:szCs w:val="22"/>
        </w:rPr>
        <w:t>adan</w:t>
      </w:r>
      <w:r w:rsidRPr="006049FE">
        <w:rPr>
          <w:sz w:val="22"/>
          <w:szCs w:val="22"/>
        </w:rPr>
        <w:t>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mie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zank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zw</w:t>
      </w:r>
      <w:r w:rsidRPr="006049FE">
        <w:rPr>
          <w:spacing w:val="-2"/>
          <w:sz w:val="22"/>
          <w:szCs w:val="22"/>
        </w:rPr>
        <w:t>ię</w:t>
      </w:r>
      <w:r w:rsidRPr="006049FE">
        <w:rPr>
          <w:sz w:val="22"/>
          <w:szCs w:val="22"/>
        </w:rPr>
        <w:t>ksz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opad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ale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tylko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ocy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dodatków</w:t>
      </w:r>
      <w:r w:rsidRPr="006049FE">
        <w:rPr>
          <w:spacing w:val="-8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plastyfiku</w:t>
      </w:r>
      <w:r w:rsidRPr="006049FE">
        <w:rPr>
          <w:spacing w:val="-2"/>
          <w:sz w:val="22"/>
          <w:szCs w:val="22"/>
        </w:rPr>
        <w:t>jąc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ch</w:t>
      </w:r>
      <w:proofErr w:type="spellEnd"/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dodaw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5"/>
          <w:position w:val="10"/>
          <w:sz w:val="22"/>
          <w:szCs w:val="22"/>
        </w:rPr>
        <w:t>: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Skład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fundamentów.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Projektowana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wytrzy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ałość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28-dniowa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wynosić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15</w:t>
      </w:r>
      <w:r w:rsidRPr="006049FE">
        <w:rPr>
          <w:spacing w:val="-12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Mpa</w:t>
      </w:r>
      <w:proofErr w:type="spellEnd"/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Maks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alny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oz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r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en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krusz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owinie</w:t>
      </w:r>
      <w:r w:rsidRPr="006049FE">
        <w:rPr>
          <w:sz w:val="22"/>
          <w:szCs w:val="22"/>
        </w:rPr>
        <w:t>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nos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6</w:t>
      </w:r>
      <w:r w:rsidRPr="006049FE">
        <w:rPr>
          <w:sz w:val="22"/>
          <w:szCs w:val="22"/>
        </w:rPr>
        <w:t>3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Minimalna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zawartość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3</w:t>
      </w:r>
      <w:r w:rsidRPr="006049FE">
        <w:rPr>
          <w:spacing w:val="14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wynosić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180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kg.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ologacj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(atest)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k</w:t>
      </w:r>
      <w:r w:rsidRPr="006049FE">
        <w:rPr>
          <w:spacing w:val="-8"/>
          <w:sz w:val="22"/>
          <w:szCs w:val="22"/>
        </w:rPr>
        <w:t>aż</w:t>
      </w:r>
      <w:r w:rsidRPr="006049FE">
        <w:rPr>
          <w:spacing w:val="-7"/>
          <w:sz w:val="22"/>
          <w:szCs w:val="22"/>
        </w:rPr>
        <w:t>de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parti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betonu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je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ro</w:t>
      </w:r>
      <w:r w:rsidRPr="006049FE">
        <w:rPr>
          <w:spacing w:val="-8"/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>ładowanie</w:t>
      </w:r>
      <w:r w:rsidRPr="006049FE">
        <w:rPr>
          <w:sz w:val="22"/>
          <w:szCs w:val="22"/>
        </w:rPr>
        <w:t>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ejsc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wbudowania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nal</w:t>
      </w:r>
      <w:r w:rsidRPr="006049FE">
        <w:rPr>
          <w:spacing w:val="-9"/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>s</w:t>
      </w:r>
      <w:r w:rsidRPr="006049FE">
        <w:rPr>
          <w:spacing w:val="-7"/>
          <w:sz w:val="22"/>
          <w:szCs w:val="22"/>
        </w:rPr>
        <w:t>tarcz</w:t>
      </w:r>
      <w:r w:rsidRPr="006049FE">
        <w:rPr>
          <w:spacing w:val="-6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>tr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dostawy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zawie</w:t>
      </w:r>
      <w:r w:rsidRPr="006049FE">
        <w:rPr>
          <w:spacing w:val="-6"/>
          <w:sz w:val="22"/>
          <w:szCs w:val="22"/>
        </w:rPr>
        <w:t>r</w:t>
      </w:r>
      <w:r w:rsidRPr="006049FE">
        <w:rPr>
          <w:spacing w:val="-8"/>
          <w:sz w:val="22"/>
          <w:szCs w:val="22"/>
        </w:rPr>
        <w:t>aj</w:t>
      </w:r>
      <w:r w:rsidRPr="006049FE">
        <w:rPr>
          <w:spacing w:val="-6"/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>c</w:t>
      </w:r>
      <w:r w:rsidRPr="006049FE">
        <w:rPr>
          <w:sz w:val="22"/>
          <w:szCs w:val="22"/>
        </w:rPr>
        <w:t>ą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8"/>
          <w:sz w:val="22"/>
          <w:szCs w:val="22"/>
        </w:rPr>
        <w:t>formacj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zgo</w:t>
      </w:r>
      <w:r w:rsidRPr="006049FE">
        <w:rPr>
          <w:spacing w:val="-7"/>
          <w:sz w:val="22"/>
          <w:szCs w:val="22"/>
        </w:rPr>
        <w:t>d</w:t>
      </w:r>
      <w:r w:rsidRPr="006049FE">
        <w:rPr>
          <w:spacing w:val="-8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maga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8"/>
          <w:sz w:val="22"/>
          <w:szCs w:val="22"/>
        </w:rPr>
        <w:t>ia</w:t>
      </w:r>
      <w:r w:rsidRPr="006049FE">
        <w:rPr>
          <w:spacing w:val="-10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okr</w:t>
      </w:r>
      <w:r w:rsidRPr="006049FE">
        <w:rPr>
          <w:spacing w:val="-10"/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>ślonym</w:t>
      </w:r>
      <w:r w:rsidRPr="006049FE">
        <w:rPr>
          <w:sz w:val="22"/>
          <w:szCs w:val="22"/>
        </w:rPr>
        <w:t>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WTWO</w:t>
      </w:r>
      <w:r w:rsidRPr="006049FE">
        <w:rPr>
          <w:sz w:val="22"/>
          <w:szCs w:val="22"/>
        </w:rPr>
        <w:t>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Rozdz</w:t>
      </w:r>
      <w:r w:rsidRPr="006049FE">
        <w:rPr>
          <w:sz w:val="22"/>
          <w:szCs w:val="22"/>
        </w:rPr>
        <w:t>.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magania</w:t>
      </w:r>
      <w:r w:rsidRPr="006049FE">
        <w:rPr>
          <w:spacing w:val="-10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9"/>
          <w:sz w:val="22"/>
          <w:szCs w:val="22"/>
        </w:rPr>
        <w:t>st</w:t>
      </w:r>
      <w:r w:rsidRPr="006049FE">
        <w:rPr>
          <w:spacing w:val="-8"/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>wian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p</w:t>
      </w:r>
      <w:r w:rsidRPr="006049FE">
        <w:rPr>
          <w:spacing w:val="-7"/>
          <w:sz w:val="22"/>
          <w:szCs w:val="22"/>
        </w:rPr>
        <w:t>r</w:t>
      </w:r>
      <w:r w:rsidRPr="006049FE">
        <w:rPr>
          <w:spacing w:val="-9"/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>arzą</w:t>
      </w:r>
      <w:r w:rsidRPr="006049FE">
        <w:rPr>
          <w:spacing w:val="-8"/>
          <w:sz w:val="22"/>
          <w:szCs w:val="22"/>
        </w:rPr>
        <w:t>dzająceg</w:t>
      </w:r>
      <w:r w:rsidRPr="006049FE">
        <w:rPr>
          <w:sz w:val="22"/>
          <w:szCs w:val="22"/>
        </w:rPr>
        <w:t>o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re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liz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cj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teriałów</w:t>
      </w:r>
      <w:r w:rsidRPr="006049FE">
        <w:rPr>
          <w:sz w:val="22"/>
          <w:szCs w:val="22"/>
        </w:rPr>
        <w:t>'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ieszanki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8"/>
          <w:sz w:val="22"/>
          <w:szCs w:val="22"/>
        </w:rPr>
        <w:t>Powinn</w:t>
      </w:r>
      <w:r w:rsidRPr="006049FE">
        <w:rPr>
          <w:sz w:val="22"/>
          <w:szCs w:val="22"/>
        </w:rPr>
        <w:t>o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b</w:t>
      </w:r>
      <w:r w:rsidRPr="006049FE">
        <w:rPr>
          <w:spacing w:val="-7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zgodn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WTWO</w:t>
      </w:r>
      <w:r w:rsidRPr="006049FE">
        <w:rPr>
          <w:sz w:val="22"/>
          <w:szCs w:val="22"/>
        </w:rPr>
        <w:t>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Roz</w:t>
      </w:r>
      <w:r w:rsidRPr="006049FE">
        <w:rPr>
          <w:spacing w:val="-7"/>
          <w:sz w:val="22"/>
          <w:szCs w:val="22"/>
        </w:rPr>
        <w:t>d</w:t>
      </w:r>
      <w:r w:rsidRPr="006049FE">
        <w:rPr>
          <w:spacing w:val="-8"/>
          <w:sz w:val="22"/>
          <w:szCs w:val="22"/>
        </w:rPr>
        <w:t>z</w:t>
      </w:r>
      <w:r w:rsidRPr="006049FE">
        <w:rPr>
          <w:sz w:val="22"/>
          <w:szCs w:val="22"/>
        </w:rPr>
        <w:t>.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pozost</w:t>
      </w:r>
      <w:r w:rsidRPr="006049FE">
        <w:rPr>
          <w:spacing w:val="-9"/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>ł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>ma</w:t>
      </w:r>
      <w:r w:rsidRPr="006049FE">
        <w:rPr>
          <w:spacing w:val="-7"/>
          <w:sz w:val="22"/>
          <w:szCs w:val="22"/>
        </w:rPr>
        <w:t>g</w:t>
      </w:r>
      <w:r w:rsidRPr="006049FE">
        <w:rPr>
          <w:spacing w:val="-9"/>
          <w:sz w:val="22"/>
          <w:szCs w:val="22"/>
        </w:rPr>
        <w:t>aniam</w:t>
      </w:r>
      <w:r w:rsidRPr="006049FE">
        <w:rPr>
          <w:sz w:val="22"/>
          <w:szCs w:val="22"/>
        </w:rPr>
        <w:t>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k</w:t>
      </w:r>
      <w:r w:rsidRPr="006049FE">
        <w:rPr>
          <w:spacing w:val="-9"/>
          <w:sz w:val="22"/>
          <w:szCs w:val="22"/>
        </w:rPr>
        <w:t>reś</w:t>
      </w:r>
      <w:r w:rsidRPr="006049FE">
        <w:rPr>
          <w:spacing w:val="-8"/>
          <w:sz w:val="22"/>
          <w:szCs w:val="22"/>
        </w:rPr>
        <w:t>lon</w:t>
      </w:r>
      <w:r w:rsidRPr="006049FE">
        <w:rPr>
          <w:spacing w:val="-6"/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pow</w:t>
      </w:r>
      <w:r w:rsidRPr="006049FE">
        <w:rPr>
          <w:spacing w:val="-7"/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>ż</w:t>
      </w:r>
      <w:r w:rsidRPr="006049FE">
        <w:rPr>
          <w:spacing w:val="-8"/>
          <w:sz w:val="22"/>
          <w:szCs w:val="22"/>
        </w:rPr>
        <w:t>ej</w:t>
      </w:r>
      <w:r w:rsidRPr="006049FE">
        <w:rPr>
          <w:sz w:val="22"/>
          <w:szCs w:val="22"/>
        </w:rPr>
        <w:t>,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dot</w:t>
      </w:r>
      <w:r w:rsidRPr="006049FE">
        <w:rPr>
          <w:spacing w:val="-7"/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>czą</w:t>
      </w:r>
      <w:r w:rsidRPr="006049FE">
        <w:rPr>
          <w:spacing w:val="-7"/>
          <w:sz w:val="22"/>
          <w:szCs w:val="22"/>
        </w:rPr>
        <w:t>cy</w:t>
      </w:r>
      <w:r w:rsidRPr="006049FE">
        <w:rPr>
          <w:spacing w:val="-10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ustalani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s</w:t>
      </w:r>
      <w:r w:rsidRPr="006049FE">
        <w:rPr>
          <w:spacing w:val="-7"/>
          <w:sz w:val="22"/>
          <w:szCs w:val="22"/>
        </w:rPr>
        <w:t>k</w:t>
      </w:r>
      <w:r w:rsidRPr="006049FE">
        <w:rPr>
          <w:spacing w:val="-8"/>
          <w:sz w:val="22"/>
          <w:szCs w:val="22"/>
        </w:rPr>
        <w:t>ł</w:t>
      </w:r>
      <w:r w:rsidRPr="006049FE">
        <w:rPr>
          <w:spacing w:val="-9"/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>d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eszank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betonowej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przeprowadzani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testó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jak</w:t>
      </w:r>
      <w:r w:rsidRPr="006049FE">
        <w:rPr>
          <w:spacing w:val="-8"/>
          <w:sz w:val="22"/>
          <w:szCs w:val="22"/>
        </w:rPr>
        <w:t>ości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2"/>
          <w:sz w:val="22"/>
          <w:szCs w:val="22"/>
        </w:rPr>
        <w:t>Uk</w:t>
      </w:r>
      <w:r w:rsidRPr="006049FE">
        <w:rPr>
          <w:spacing w:val="1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ies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be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no</w:t>
      </w:r>
      <w:r w:rsidRPr="006049FE">
        <w:rPr>
          <w:spacing w:val="2"/>
          <w:sz w:val="22"/>
          <w:szCs w:val="22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naj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niej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2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ąpieni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powiadomić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zar</w:t>
      </w:r>
      <w:r w:rsidRPr="006049FE">
        <w:rPr>
          <w:spacing w:val="1"/>
          <w:sz w:val="22"/>
          <w:szCs w:val="22"/>
        </w:rPr>
        <w:t>z</w:t>
      </w:r>
      <w:r w:rsidRPr="006049FE">
        <w:rPr>
          <w:sz w:val="22"/>
          <w:szCs w:val="22"/>
        </w:rPr>
        <w:t>ądzaj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cego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realizacją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mow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celu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zbrojeń,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otworów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el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ąc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znajdować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be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Uk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adani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eszank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to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owe</w:t>
      </w:r>
      <w:r w:rsidRPr="006049FE">
        <w:rPr>
          <w:sz w:val="22"/>
          <w:szCs w:val="22"/>
        </w:rPr>
        <w:t>j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winn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przebie</w:t>
      </w:r>
      <w:r w:rsidRPr="006049FE">
        <w:rPr>
          <w:spacing w:val="-2"/>
          <w:sz w:val="22"/>
          <w:szCs w:val="22"/>
        </w:rPr>
        <w:t>ga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zaleceniam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pacing w:val="-5"/>
          <w:sz w:val="22"/>
          <w:szCs w:val="22"/>
        </w:rPr>
        <w:t>ze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tawion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WTWO,</w:t>
      </w:r>
      <w:r w:rsidRPr="006049FE">
        <w:rPr>
          <w:spacing w:val="-4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.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6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takż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eds</w:t>
      </w:r>
      <w:r w:rsidRPr="006049FE">
        <w:rPr>
          <w:sz w:val="22"/>
          <w:szCs w:val="22"/>
        </w:rPr>
        <w:t>ta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on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niniejszym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opracowaniu.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Mie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zan</w:t>
      </w:r>
      <w:r w:rsidRPr="006049FE">
        <w:rPr>
          <w:sz w:val="22"/>
          <w:szCs w:val="22"/>
        </w:rPr>
        <w:t>kę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kł</w:t>
      </w:r>
      <w:r w:rsidRPr="006049FE">
        <w:rPr>
          <w:spacing w:val="-2"/>
          <w:sz w:val="22"/>
          <w:szCs w:val="22"/>
        </w:rPr>
        <w:t>ada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Pr="006049FE">
        <w:rPr>
          <w:spacing w:val="-2"/>
          <w:sz w:val="22"/>
          <w:szCs w:val="22"/>
        </w:rPr>
        <w:t>zw</w:t>
      </w:r>
      <w:r w:rsidRPr="006049FE">
        <w:rPr>
          <w:sz w:val="22"/>
          <w:szCs w:val="22"/>
        </w:rPr>
        <w:t>łocznie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opuszczeniu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betoniarki,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ąc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jej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segregacji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utraty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składników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rozpryskiwania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ieszanki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stal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zbrojenio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warstwach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grub</w:t>
      </w:r>
      <w:r w:rsidRPr="006049FE">
        <w:rPr>
          <w:spacing w:val="-2"/>
          <w:sz w:val="22"/>
          <w:szCs w:val="22"/>
        </w:rPr>
        <w:t>ośc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45</w:t>
      </w:r>
      <w:r w:rsidRPr="006049FE">
        <w:rPr>
          <w:sz w:val="22"/>
          <w:szCs w:val="22"/>
        </w:rPr>
        <w:t>0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Podczas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rur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ur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mini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ąpienie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etonowani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usu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podłoż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gr</w:t>
      </w:r>
      <w:r w:rsidRPr="006049FE">
        <w:rPr>
          <w:sz w:val="22"/>
          <w:szCs w:val="22"/>
        </w:rPr>
        <w:t>uz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zaniecz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szcze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ia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Krusz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lub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piase</w:t>
      </w:r>
      <w:r w:rsidRPr="006049FE">
        <w:rPr>
          <w:sz w:val="22"/>
          <w:szCs w:val="22"/>
        </w:rPr>
        <w:t>k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ę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podkładem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ieszankę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nawil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ułożeniem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posmarować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deskowania</w:t>
      </w:r>
      <w:r w:rsidRPr="006049FE">
        <w:rPr>
          <w:sz w:val="22"/>
          <w:szCs w:val="22"/>
        </w:rPr>
        <w:t>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ieszczeni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zbrojeni</w:t>
      </w:r>
      <w:r w:rsidRPr="006049FE">
        <w:rPr>
          <w:sz w:val="22"/>
          <w:szCs w:val="22"/>
        </w:rPr>
        <w:t>a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powinn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raw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zon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zatwierdz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zar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ądza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cego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al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ur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że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nu.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3"/>
          <w:sz w:val="22"/>
          <w:szCs w:val="22"/>
        </w:rPr>
        <w:t>Podaw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bet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pom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mpy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powanie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tylko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zą</w:t>
      </w:r>
      <w:r w:rsidRPr="006049FE">
        <w:rPr>
          <w:sz w:val="22"/>
          <w:szCs w:val="22"/>
        </w:rPr>
        <w:t>dzaj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eal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ją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Jeż</w:t>
      </w:r>
      <w:r w:rsidRPr="006049FE">
        <w:rPr>
          <w:sz w:val="22"/>
          <w:szCs w:val="22"/>
        </w:rPr>
        <w:t>eli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opinii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nie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to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wie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nic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efektó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oń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ch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konawc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winie</w:t>
      </w:r>
      <w:r w:rsidRPr="006049FE">
        <w:rPr>
          <w:sz w:val="22"/>
          <w:szCs w:val="22"/>
        </w:rPr>
        <w:t>n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zepr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ić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beton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wani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yc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nc</w:t>
      </w:r>
      <w:r w:rsidRPr="006049FE">
        <w:rPr>
          <w:spacing w:val="-5"/>
          <w:sz w:val="22"/>
          <w:szCs w:val="22"/>
        </w:rPr>
        <w:t>jo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aln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zę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ez</w:t>
      </w:r>
      <w:r w:rsidRPr="006049FE">
        <w:rPr>
          <w:sz w:val="22"/>
          <w:szCs w:val="22"/>
        </w:rPr>
        <w:t>będ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ocy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py;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konawc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sponow</w:t>
      </w:r>
      <w:r w:rsidRPr="006049FE">
        <w:rPr>
          <w:sz w:val="22"/>
          <w:szCs w:val="22"/>
        </w:rPr>
        <w:t>ać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miejscu,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cza</w:t>
      </w:r>
      <w:r w:rsidRPr="006049FE">
        <w:rPr>
          <w:sz w:val="22"/>
          <w:szCs w:val="22"/>
        </w:rPr>
        <w:t>s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got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tra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sporterem</w:t>
      </w:r>
      <w:r w:rsidRPr="006049FE">
        <w:rPr>
          <w:sz w:val="22"/>
          <w:szCs w:val="22"/>
        </w:rPr>
        <w:t>,</w:t>
      </w:r>
      <w:r w:rsidRPr="006049FE">
        <w:rPr>
          <w:spacing w:val="-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dź</w:t>
      </w:r>
      <w:r w:rsidRPr="006049FE">
        <w:rPr>
          <w:spacing w:val="-3"/>
          <w:sz w:val="22"/>
          <w:szCs w:val="22"/>
        </w:rPr>
        <w:t>wig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pojem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kie</w:t>
      </w:r>
      <w:r w:rsidRPr="006049FE">
        <w:rPr>
          <w:sz w:val="22"/>
          <w:szCs w:val="22"/>
        </w:rPr>
        <w:t>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</w:t>
      </w:r>
      <w:r w:rsidRPr="006049FE">
        <w:rPr>
          <w:sz w:val="22"/>
          <w:szCs w:val="22"/>
        </w:rPr>
        <w:t>nym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stem</w:t>
      </w:r>
      <w:r w:rsidRPr="006049FE">
        <w:rPr>
          <w:sz w:val="22"/>
          <w:szCs w:val="22"/>
        </w:rPr>
        <w:t>em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zaa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robowa</w:t>
      </w:r>
      <w:r w:rsidRPr="006049FE">
        <w:rPr>
          <w:sz w:val="22"/>
          <w:szCs w:val="22"/>
        </w:rPr>
        <w:t>nym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żyni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poz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al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ąc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odpowiednie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łożenie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czasie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unikni</w:t>
      </w:r>
      <w:r w:rsidRPr="006049FE">
        <w:rPr>
          <w:spacing w:val="-2"/>
          <w:sz w:val="22"/>
          <w:szCs w:val="22"/>
        </w:rPr>
        <w:t>ęc</w:t>
      </w:r>
      <w:r w:rsidRPr="006049FE">
        <w:rPr>
          <w:sz w:val="22"/>
          <w:szCs w:val="22"/>
        </w:rPr>
        <w:t>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aw</w:t>
      </w:r>
      <w:r w:rsidRPr="006049FE">
        <w:rPr>
          <w:spacing w:val="-2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niep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żą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szw</w:t>
      </w:r>
      <w:r w:rsidRPr="006049FE">
        <w:rPr>
          <w:sz w:val="22"/>
          <w:szCs w:val="22"/>
        </w:rPr>
        <w:t>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robocz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przypadku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uż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neg</w:t>
      </w:r>
      <w:r w:rsidRPr="006049FE">
        <w:rPr>
          <w:sz w:val="22"/>
          <w:szCs w:val="22"/>
        </w:rPr>
        <w:t>o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s</w:t>
      </w:r>
      <w:r w:rsidRPr="006049FE">
        <w:rPr>
          <w:spacing w:val="-6"/>
          <w:sz w:val="22"/>
          <w:szCs w:val="22"/>
        </w:rPr>
        <w:t>pr</w:t>
      </w:r>
      <w:r w:rsidRPr="006049FE">
        <w:rPr>
          <w:spacing w:val="-8"/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ętu.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mal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śred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ic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przewod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10</w:t>
      </w:r>
      <w:r w:rsidRPr="006049FE">
        <w:rPr>
          <w:sz w:val="22"/>
          <w:szCs w:val="22"/>
        </w:rPr>
        <w:t>0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spr</w:t>
      </w:r>
      <w:r w:rsidRPr="006049FE">
        <w:rPr>
          <w:spacing w:val="-2"/>
          <w:sz w:val="22"/>
          <w:szCs w:val="22"/>
        </w:rPr>
        <w:t>zę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potrzebny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</w:t>
      </w:r>
      <w:r w:rsidRPr="006049FE">
        <w:rPr>
          <w:sz w:val="22"/>
          <w:szCs w:val="22"/>
        </w:rPr>
        <w:t>tonowania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przewody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opinii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zar</w:t>
      </w:r>
      <w:r w:rsidRPr="006049FE">
        <w:rPr>
          <w:spacing w:val="-2"/>
          <w:sz w:val="22"/>
          <w:szCs w:val="22"/>
        </w:rPr>
        <w:t>zą</w:t>
      </w:r>
      <w:r w:rsidRPr="006049FE">
        <w:rPr>
          <w:sz w:val="22"/>
          <w:szCs w:val="22"/>
        </w:rPr>
        <w:t>dza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ceg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re</w:t>
      </w:r>
      <w:r w:rsidRPr="006049FE">
        <w:rPr>
          <w:spacing w:val="-2"/>
          <w:sz w:val="22"/>
          <w:szCs w:val="22"/>
        </w:rPr>
        <w:t>ali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ją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funkcjonu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prawi</w:t>
      </w:r>
      <w:r w:rsidRPr="006049FE">
        <w:rPr>
          <w:spacing w:val="-6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ło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o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le</w:t>
      </w:r>
      <w:r w:rsidRPr="006049FE">
        <w:rPr>
          <w:spacing w:val="-6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ni</w:t>
      </w:r>
      <w:r w:rsidRPr="006049FE">
        <w:rPr>
          <w:spacing w:val="-6"/>
          <w:sz w:val="22"/>
          <w:szCs w:val="22"/>
        </w:rPr>
        <w:t>ć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wolno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przewodów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alu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iniowych.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Ko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tr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powan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3"/>
          <w:sz w:val="22"/>
          <w:szCs w:val="22"/>
        </w:rPr>
        <w:t>on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iejs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budo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: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ób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pró</w:t>
      </w:r>
      <w:r w:rsidRPr="006049FE">
        <w:rPr>
          <w:sz w:val="22"/>
          <w:szCs w:val="22"/>
        </w:rPr>
        <w:t>b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lastRenderedPageBreak/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li</w:t>
      </w:r>
      <w:r w:rsidRPr="006049FE">
        <w:rPr>
          <w:spacing w:val="-3"/>
          <w:sz w:val="22"/>
          <w:szCs w:val="22"/>
        </w:rPr>
        <w:t>nd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yc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nyc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aj</w:t>
      </w:r>
      <w:r w:rsidRPr="006049FE">
        <w:rPr>
          <w:sz w:val="22"/>
          <w:szCs w:val="22"/>
        </w:rPr>
        <w:t>ą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pobierane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podczas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końca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każdej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par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ii.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2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gę</w:t>
      </w:r>
      <w:r w:rsidRPr="006049FE">
        <w:rPr>
          <w:spacing w:val="3"/>
          <w:sz w:val="22"/>
          <w:szCs w:val="22"/>
        </w:rPr>
        <w:t>szcza</w:t>
      </w:r>
      <w:r w:rsidRPr="006049FE">
        <w:rPr>
          <w:spacing w:val="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nu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Beton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ęd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gę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zc</w:t>
      </w:r>
      <w:r w:rsidRPr="006049FE">
        <w:rPr>
          <w:spacing w:val="-2"/>
          <w:sz w:val="22"/>
          <w:szCs w:val="22"/>
        </w:rPr>
        <w:t>zan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u</w:t>
      </w:r>
      <w:r w:rsidRPr="006049FE">
        <w:rPr>
          <w:bCs/>
          <w:spacing w:val="-3"/>
          <w:sz w:val="22"/>
          <w:szCs w:val="22"/>
        </w:rPr>
        <w:t>ż</w:t>
      </w:r>
      <w:r w:rsidRPr="006049FE">
        <w:rPr>
          <w:bCs/>
          <w:sz w:val="22"/>
          <w:szCs w:val="22"/>
        </w:rPr>
        <w:t>yciu</w:t>
      </w:r>
      <w:r w:rsidRPr="006049FE">
        <w:rPr>
          <w:bCs/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wibratorów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łębnych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bCs/>
          <w:spacing w:val="-2"/>
          <w:sz w:val="22"/>
          <w:szCs w:val="22"/>
        </w:rPr>
        <w:t>pracuj</w:t>
      </w:r>
      <w:r w:rsidRPr="006049FE">
        <w:rPr>
          <w:bCs/>
          <w:sz w:val="22"/>
          <w:szCs w:val="22"/>
        </w:rPr>
        <w:t>ą</w:t>
      </w:r>
      <w:r w:rsidRPr="006049FE">
        <w:rPr>
          <w:bCs/>
          <w:spacing w:val="-2"/>
          <w:sz w:val="22"/>
          <w:szCs w:val="22"/>
        </w:rPr>
        <w:t>c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-2"/>
          <w:sz w:val="22"/>
          <w:szCs w:val="22"/>
        </w:rPr>
        <w:t>c</w:t>
      </w:r>
      <w:r w:rsidRPr="006049FE">
        <w:rPr>
          <w:bCs/>
          <w:sz w:val="22"/>
          <w:szCs w:val="22"/>
        </w:rPr>
        <w:t>h</w:t>
      </w:r>
      <w:r w:rsidRPr="006049FE">
        <w:rPr>
          <w:b/>
          <w:bCs/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mini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lną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ęstotliwoś</w:t>
      </w:r>
      <w:r w:rsidRPr="006049FE">
        <w:rPr>
          <w:spacing w:val="-2"/>
          <w:sz w:val="22"/>
          <w:szCs w:val="22"/>
        </w:rPr>
        <w:t>ci</w:t>
      </w:r>
      <w:r w:rsidRPr="006049FE">
        <w:rPr>
          <w:sz w:val="22"/>
          <w:szCs w:val="22"/>
        </w:rPr>
        <w:t>ą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8000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o\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ęszczenia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sekcji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amplitud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</w:t>
      </w:r>
      <w:r w:rsidRPr="006049FE">
        <w:rPr>
          <w:spacing w:val="-2"/>
          <w:sz w:val="22"/>
          <w:szCs w:val="22"/>
        </w:rPr>
        <w:t>ęc</w:t>
      </w:r>
      <w:r w:rsidRPr="006049FE">
        <w:rPr>
          <w:sz w:val="22"/>
          <w:szCs w:val="22"/>
        </w:rPr>
        <w:t>iem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iejs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budowy</w:t>
      </w:r>
      <w:r w:rsidRPr="006049FE">
        <w:rPr>
          <w:spacing w:val="-5"/>
          <w:sz w:val="22"/>
          <w:szCs w:val="22"/>
        </w:rPr>
        <w:t xml:space="preserve"> powin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jd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i/>
          <w:iCs/>
          <w:spacing w:val="-5"/>
          <w:sz w:val="22"/>
          <w:szCs w:val="22"/>
        </w:rPr>
        <w:t>c</w:t>
      </w:r>
      <w:r w:rsidRPr="006049FE">
        <w:rPr>
          <w:i/>
          <w:iCs/>
          <w:sz w:val="22"/>
          <w:szCs w:val="22"/>
        </w:rPr>
        <w:t>o</w:t>
      </w:r>
      <w:r w:rsidRPr="006049FE">
        <w:rPr>
          <w:i/>
          <w:iCs/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mnie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ob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rowa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otrzebn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sprz</w:t>
      </w:r>
      <w:r w:rsidRPr="006049FE">
        <w:rPr>
          <w:spacing w:val="-5"/>
          <w:sz w:val="22"/>
          <w:szCs w:val="22"/>
        </w:rPr>
        <w:t>ę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</w:t>
      </w:r>
      <w:r w:rsidRPr="006049FE">
        <w:rPr>
          <w:spacing w:val="-3"/>
          <w:sz w:val="22"/>
          <w:szCs w:val="22"/>
        </w:rPr>
        <w:t>nn</w:t>
      </w:r>
      <w:r w:rsidRPr="006049FE">
        <w:rPr>
          <w:sz w:val="22"/>
          <w:szCs w:val="22"/>
        </w:rPr>
        <w:t>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łnia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TW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cel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zapewnieni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wiednie</w:t>
      </w:r>
      <w:r w:rsidRPr="006049FE">
        <w:rPr>
          <w:sz w:val="22"/>
          <w:szCs w:val="22"/>
        </w:rPr>
        <w:t>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gęszczeni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6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ugują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r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ż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serwacj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wibrowa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nu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awc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winie</w:t>
      </w:r>
      <w:r w:rsidRPr="006049FE">
        <w:rPr>
          <w:sz w:val="22"/>
          <w:szCs w:val="22"/>
        </w:rPr>
        <w:t>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znacz</w:t>
      </w:r>
      <w:r w:rsidRPr="006049FE">
        <w:rPr>
          <w:sz w:val="22"/>
          <w:szCs w:val="22"/>
        </w:rPr>
        <w:t>yć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dodatk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osob</w:t>
      </w:r>
      <w:r w:rsidRPr="006049FE">
        <w:rPr>
          <w:sz w:val="22"/>
          <w:szCs w:val="22"/>
        </w:rPr>
        <w:t>ę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odpowiedzial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rwa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ję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ton</w:t>
      </w:r>
      <w:r w:rsidRPr="006049FE">
        <w:rPr>
          <w:sz w:val="22"/>
          <w:szCs w:val="22"/>
        </w:rPr>
        <w:t>u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dcza</w:t>
      </w:r>
      <w:r w:rsidRPr="006049FE">
        <w:rPr>
          <w:sz w:val="22"/>
          <w:szCs w:val="22"/>
        </w:rPr>
        <w:t>s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wibr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wania.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6"/>
          <w:sz w:val="22"/>
          <w:szCs w:val="22"/>
        </w:rPr>
        <w:t>Uk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6"/>
          <w:sz w:val="22"/>
          <w:szCs w:val="22"/>
        </w:rPr>
        <w:t>adani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betonó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</w:t>
      </w:r>
      <w:r w:rsidRPr="006049FE">
        <w:rPr>
          <w:spacing w:val="4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upalne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chł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dne</w:t>
      </w:r>
      <w:r w:rsidRPr="006049FE">
        <w:rPr>
          <w:sz w:val="22"/>
          <w:szCs w:val="22"/>
        </w:rPr>
        <w:t>j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pogod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Betonowani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sok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temperat</w:t>
      </w:r>
      <w:r w:rsidRPr="006049FE">
        <w:rPr>
          <w:spacing w:val="6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ach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gotowani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kr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wod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kład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mieszank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we</w:t>
      </w:r>
      <w:r w:rsidRPr="006049FE">
        <w:rPr>
          <w:sz w:val="22"/>
          <w:szCs w:val="22"/>
        </w:rPr>
        <w:t>j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winn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odb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proofErr w:type="spellStart"/>
      <w:r w:rsidRPr="006049FE">
        <w:rPr>
          <w:spacing w:val="-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proofErr w:type="spellEnd"/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ag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dan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O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zdz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6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zastoso</w:t>
      </w:r>
      <w:r w:rsidRPr="006049FE">
        <w:rPr>
          <w:spacing w:val="-5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specj</w:t>
      </w:r>
      <w:r w:rsidRPr="006049FE">
        <w:rPr>
          <w:spacing w:val="-5"/>
          <w:sz w:val="22"/>
          <w:szCs w:val="22"/>
        </w:rPr>
        <w:t>al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etod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pie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ęg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acji</w:t>
      </w:r>
      <w:r w:rsidRPr="006049FE">
        <w:rPr>
          <w:spacing w:val="-4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</w:t>
      </w:r>
      <w:r w:rsidRPr="006049FE">
        <w:rPr>
          <w:spacing w:val="-5"/>
          <w:sz w:val="22"/>
          <w:szCs w:val="22"/>
        </w:rPr>
        <w:t>miesz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opis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inny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łach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wet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śl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one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WTWO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ozd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6.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ki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reduku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aw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rtoś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wod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opóź</w:t>
      </w:r>
      <w:r w:rsidRPr="006049FE">
        <w:rPr>
          <w:spacing w:val="-3"/>
          <w:sz w:val="22"/>
          <w:szCs w:val="22"/>
        </w:rPr>
        <w:t>nia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iązani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tonu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ewn</w:t>
      </w:r>
      <w:r w:rsidRPr="006049FE">
        <w:rPr>
          <w:spacing w:val="-3"/>
          <w:sz w:val="22"/>
          <w:szCs w:val="22"/>
        </w:rPr>
        <w:t>ien</w:t>
      </w:r>
      <w:r w:rsidRPr="006049FE">
        <w:rPr>
          <w:sz w:val="22"/>
          <w:szCs w:val="22"/>
        </w:rPr>
        <w:t>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ab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oś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unikn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nierównoś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wie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zchn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ach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wykoń</w:t>
      </w:r>
      <w:r w:rsidRPr="006049FE">
        <w:rPr>
          <w:spacing w:val="-2"/>
          <w:sz w:val="22"/>
          <w:szCs w:val="22"/>
        </w:rPr>
        <w:t>czeniow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stos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il</w:t>
      </w:r>
      <w:r w:rsidRPr="006049FE">
        <w:rPr>
          <w:sz w:val="22"/>
          <w:szCs w:val="22"/>
        </w:rPr>
        <w:t>ościach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zaleceniami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pro</w:t>
      </w:r>
      <w:r w:rsidRPr="006049FE">
        <w:rPr>
          <w:spacing w:val="-6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uce</w:t>
      </w:r>
      <w:r w:rsidRPr="006049FE">
        <w:rPr>
          <w:spacing w:val="-6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ta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dopuszcza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kroc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sz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cza</w:t>
      </w:r>
      <w:r w:rsidRPr="006049FE">
        <w:rPr>
          <w:sz w:val="22"/>
          <w:szCs w:val="22"/>
        </w:rPr>
        <w:t>s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betonowani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tem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eratur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sze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30</w:t>
      </w:r>
      <w:r w:rsidRPr="006049FE">
        <w:rPr>
          <w:spacing w:val="-3"/>
          <w:sz w:val="22"/>
          <w:szCs w:val="22"/>
        </w:rPr>
        <w:t>°C</w:t>
      </w:r>
      <w:r w:rsidRPr="006049FE">
        <w:rPr>
          <w:sz w:val="22"/>
          <w:szCs w:val="22"/>
        </w:rPr>
        <w:t>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unikni</w:t>
      </w:r>
      <w:r w:rsidRPr="006049FE">
        <w:rPr>
          <w:spacing w:val="-2"/>
          <w:sz w:val="22"/>
          <w:szCs w:val="22"/>
        </w:rPr>
        <w:t>ęci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szenia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temperatury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zan</w:t>
      </w:r>
      <w:r w:rsidRPr="006049FE">
        <w:rPr>
          <w:sz w:val="22"/>
          <w:szCs w:val="22"/>
        </w:rPr>
        <w:t>iem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sch</w:t>
      </w:r>
      <w:r w:rsidRPr="006049FE">
        <w:rPr>
          <w:sz w:val="22"/>
          <w:szCs w:val="22"/>
        </w:rPr>
        <w:t>łodz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kładniki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nki.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Betonowani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6"/>
          <w:sz w:val="22"/>
          <w:szCs w:val="22"/>
        </w:rPr>
        <w:t>prz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6"/>
          <w:sz w:val="22"/>
          <w:szCs w:val="22"/>
        </w:rPr>
        <w:t>niskic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6"/>
          <w:sz w:val="22"/>
          <w:szCs w:val="22"/>
        </w:rPr>
        <w:t>te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peraturach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Mie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zan</w:t>
      </w:r>
      <w:r w:rsidRPr="006049FE">
        <w:rPr>
          <w:sz w:val="22"/>
          <w:szCs w:val="22"/>
        </w:rPr>
        <w:t>kę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i/>
          <w:iCs/>
          <w:sz w:val="22"/>
          <w:szCs w:val="22"/>
        </w:rPr>
        <w:t>nal</w:t>
      </w:r>
      <w:r w:rsidRPr="006049FE">
        <w:rPr>
          <w:i/>
          <w:iCs/>
          <w:spacing w:val="-2"/>
          <w:sz w:val="22"/>
          <w:szCs w:val="22"/>
        </w:rPr>
        <w:t>e</w:t>
      </w:r>
      <w:r w:rsidRPr="006049FE">
        <w:rPr>
          <w:i/>
          <w:iCs/>
          <w:sz w:val="22"/>
          <w:szCs w:val="22"/>
        </w:rPr>
        <w:t>ży</w:t>
      </w:r>
      <w:r w:rsidRPr="006049FE">
        <w:rPr>
          <w:i/>
          <w:iCs/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ukł</w:t>
      </w:r>
      <w:r w:rsidRPr="006049FE">
        <w:rPr>
          <w:spacing w:val="-2"/>
          <w:sz w:val="22"/>
          <w:szCs w:val="22"/>
        </w:rPr>
        <w:t>ad</w:t>
      </w:r>
      <w:r w:rsidRPr="006049FE">
        <w:rPr>
          <w:sz w:val="22"/>
          <w:szCs w:val="22"/>
        </w:rPr>
        <w:t>ać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zab</w:t>
      </w:r>
      <w:r w:rsidRPr="006049FE">
        <w:rPr>
          <w:spacing w:val="-2"/>
          <w:sz w:val="22"/>
          <w:szCs w:val="22"/>
        </w:rPr>
        <w:t>ezpi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aganiami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WTWO,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Mieszanki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wolno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ładać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zamarzniętej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lodzie,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oblodzonych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oszronion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deskowaniach.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wolno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układać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eraturze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zew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ętrznej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niższej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równej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4°C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bez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specjalnego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zabezpieczenia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zaaprobowanego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eg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real</w:t>
      </w:r>
      <w:r w:rsidRPr="006049FE">
        <w:rPr>
          <w:sz w:val="22"/>
          <w:szCs w:val="22"/>
        </w:rPr>
        <w:t>iz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ją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owy.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zniszczony</w:t>
      </w:r>
      <w:r w:rsidR="00B61431" w:rsidRPr="006049FE">
        <w:rPr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</w:t>
      </w:r>
      <w:r w:rsidRPr="006049FE">
        <w:rPr>
          <w:sz w:val="22"/>
          <w:szCs w:val="22"/>
        </w:rPr>
        <w:t>ze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rzn</w:t>
      </w:r>
      <w:r w:rsidRPr="006049FE">
        <w:rPr>
          <w:sz w:val="22"/>
          <w:szCs w:val="22"/>
        </w:rPr>
        <w:t>ię</w:t>
      </w:r>
      <w:r w:rsidRPr="006049FE">
        <w:rPr>
          <w:spacing w:val="-2"/>
          <w:sz w:val="22"/>
          <w:szCs w:val="22"/>
        </w:rPr>
        <w:t>ci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mu</w:t>
      </w:r>
      <w:r w:rsidRPr="006049FE">
        <w:rPr>
          <w:sz w:val="22"/>
          <w:szCs w:val="22"/>
        </w:rPr>
        <w:t>si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ięt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piony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9"/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>konawc</w:t>
      </w:r>
      <w:r w:rsidRPr="006049FE">
        <w:rPr>
          <w:spacing w:val="-7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4"/>
          <w:sz w:val="22"/>
          <w:szCs w:val="22"/>
        </w:rPr>
        <w:t>Ł</w:t>
      </w:r>
      <w:r w:rsidRPr="006049FE">
        <w:rPr>
          <w:spacing w:val="5"/>
          <w:sz w:val="22"/>
          <w:szCs w:val="22"/>
        </w:rPr>
        <w:t>ąc</w:t>
      </w:r>
      <w:r w:rsidRPr="006049FE">
        <w:rPr>
          <w:spacing w:val="4"/>
          <w:sz w:val="22"/>
          <w:szCs w:val="22"/>
        </w:rPr>
        <w:t>zen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star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Powierzchni</w:t>
      </w:r>
      <w:r w:rsidRPr="006049FE">
        <w:rPr>
          <w:sz w:val="22"/>
          <w:szCs w:val="22"/>
        </w:rPr>
        <w:t>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stareg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to</w:t>
      </w:r>
      <w:r w:rsidRPr="006049FE">
        <w:rPr>
          <w:sz w:val="22"/>
          <w:szCs w:val="22"/>
        </w:rPr>
        <w:t>nu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="00011DB0"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uć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ocz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łon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kr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zch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ontakt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="00011DB0" w:rsidRPr="006049FE">
        <w:rPr>
          <w:sz w:val="22"/>
          <w:szCs w:val="22"/>
        </w:rPr>
        <w:t xml:space="preserve">, </w:t>
      </w:r>
      <w:r w:rsidRPr="006049FE">
        <w:rPr>
          <w:spacing w:val="-2"/>
          <w:sz w:val="22"/>
          <w:szCs w:val="22"/>
        </w:rPr>
        <w:t>nal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pokr</w:t>
      </w:r>
      <w:r w:rsidRPr="006049FE">
        <w:rPr>
          <w:sz w:val="22"/>
          <w:szCs w:val="22"/>
        </w:rPr>
        <w:t>yć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żąc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którego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typ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usi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zaak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ept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wan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</w:t>
      </w:r>
      <w:r w:rsidRPr="006049FE">
        <w:rPr>
          <w:spacing w:val="-2"/>
          <w:sz w:val="22"/>
          <w:szCs w:val="22"/>
        </w:rPr>
        <w:t>era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zaprawy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wiąż</w:t>
      </w:r>
      <w:r w:rsidRPr="006049FE">
        <w:rPr>
          <w:spacing w:val="1"/>
          <w:sz w:val="22"/>
          <w:szCs w:val="22"/>
        </w:rPr>
        <w:t>ą</w:t>
      </w:r>
      <w:r w:rsidRPr="006049FE">
        <w:rPr>
          <w:sz w:val="22"/>
          <w:szCs w:val="22"/>
        </w:rPr>
        <w:t>cego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pełniać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pis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instrukcje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zale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producenta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odpowiadać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szczególn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warunkom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lonym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projekcie.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rodków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ących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dostarczenia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rukcj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sowa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Drobne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Wszystkie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uszkodzenia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ykonanych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betonów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niezale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nie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tego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czy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eksponowane,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czy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być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naprawiane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zaleceniami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mniejszego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.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d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pieniem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nawca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jest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z w:val="22"/>
          <w:szCs w:val="22"/>
        </w:rPr>
        <w:t>zobowi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zany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uzy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(poz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okr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śl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ątkami</w:t>
      </w:r>
      <w:r w:rsidRPr="006049FE">
        <w:rPr>
          <w:sz w:val="22"/>
          <w:szCs w:val="22"/>
        </w:rPr>
        <w:t>)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ę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ądza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ąceg</w:t>
      </w:r>
      <w:r w:rsidRPr="006049FE">
        <w:rPr>
          <w:sz w:val="22"/>
          <w:szCs w:val="22"/>
        </w:rPr>
        <w:t>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realizac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um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sposob</w:t>
      </w:r>
      <w:r w:rsidRPr="006049FE">
        <w:rPr>
          <w:sz w:val="22"/>
          <w:szCs w:val="22"/>
        </w:rPr>
        <w:t xml:space="preserve">u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mieszank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zeznaczone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 xml:space="preserve">o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 xml:space="preserve">.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 xml:space="preserve">d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stą</w:t>
      </w:r>
      <w:r w:rsidRPr="006049FE">
        <w:rPr>
          <w:sz w:val="22"/>
          <w:szCs w:val="22"/>
        </w:rPr>
        <w:t xml:space="preserve">pieniem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do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przedstawić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rz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dza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eal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ją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akceptacji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próbki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stan</w:t>
      </w:r>
      <w:r w:rsidRPr="006049FE">
        <w:rPr>
          <w:sz w:val="22"/>
          <w:szCs w:val="22"/>
        </w:rPr>
        <w:t>ie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płyn</w:t>
      </w:r>
      <w:r w:rsidRPr="006049FE">
        <w:rPr>
          <w:spacing w:val="-2"/>
          <w:sz w:val="22"/>
          <w:szCs w:val="22"/>
        </w:rPr>
        <w:t>nym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ierz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hnia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trzna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uzupełni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zgo</w:t>
      </w:r>
      <w:r w:rsidRPr="006049FE">
        <w:rPr>
          <w:spacing w:val="-2"/>
          <w:sz w:val="22"/>
          <w:szCs w:val="22"/>
        </w:rPr>
        <w:t>dn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kolo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faktu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</w:t>
      </w:r>
      <w:r w:rsidRPr="006049FE">
        <w:rPr>
          <w:sz w:val="22"/>
          <w:szCs w:val="22"/>
        </w:rPr>
        <w:t>yk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 xml:space="preserve">y 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robocz</w:t>
      </w:r>
      <w:r w:rsidRPr="006049FE">
        <w:rPr>
          <w:sz w:val="22"/>
          <w:szCs w:val="22"/>
        </w:rPr>
        <w:t xml:space="preserve">e 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za 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yj</w:t>
      </w:r>
      <w:r w:rsidRPr="006049FE">
        <w:rPr>
          <w:spacing w:val="-2"/>
          <w:sz w:val="22"/>
          <w:szCs w:val="22"/>
        </w:rPr>
        <w:t>ątkie</w:t>
      </w:r>
      <w:r w:rsidRPr="006049FE">
        <w:rPr>
          <w:sz w:val="22"/>
          <w:szCs w:val="22"/>
        </w:rPr>
        <w:t xml:space="preserve">m 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 xml:space="preserve">c  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 xml:space="preserve">powania 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uszczelni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 xml:space="preserve">ń  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 xml:space="preserve">y 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być  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z w:val="22"/>
          <w:szCs w:val="22"/>
        </w:rPr>
        <w:t>wyp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łnione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pacing w:val="-2"/>
          <w:sz w:val="22"/>
          <w:szCs w:val="22"/>
        </w:rPr>
        <w:t>bezsku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ową</w:t>
      </w:r>
      <w:proofErr w:type="spellEnd"/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me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zną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Kolor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zaprawy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pasowany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przylega</w:t>
      </w:r>
      <w:r w:rsidRPr="006049FE">
        <w:rPr>
          <w:spacing w:val="-2"/>
          <w:sz w:val="22"/>
          <w:szCs w:val="22"/>
        </w:rPr>
        <w:t>ją</w:t>
      </w:r>
      <w:r w:rsidRPr="006049FE">
        <w:rPr>
          <w:sz w:val="22"/>
          <w:szCs w:val="22"/>
        </w:rPr>
        <w:t>cego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betonu.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Powierzchnia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ca</w:t>
      </w:r>
      <w:r w:rsidRPr="006049FE">
        <w:rPr>
          <w:sz w:val="22"/>
          <w:szCs w:val="22"/>
        </w:rPr>
        <w:t>ły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wadliwy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ię</w:t>
      </w:r>
      <w:r w:rsidRPr="006049FE">
        <w:rPr>
          <w:sz w:val="22"/>
          <w:szCs w:val="22"/>
        </w:rPr>
        <w:t>ty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łoni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cia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zdrowego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przypadku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nieczno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uwania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raw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skucia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prostopadle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tonu.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ostry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krawędzi.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uszkodzeń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wypełniony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metaliczną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z w:val="22"/>
          <w:szCs w:val="22"/>
        </w:rPr>
        <w:t>bezskurczową</w:t>
      </w:r>
      <w:proofErr w:type="spellEnd"/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zaprawą.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rozpocz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ciem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mów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eni</w:t>
      </w:r>
      <w:r w:rsidRPr="006049FE">
        <w:rPr>
          <w:sz w:val="22"/>
          <w:szCs w:val="22"/>
        </w:rPr>
        <w:t>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eś</w:t>
      </w:r>
      <w:r w:rsidRPr="006049FE">
        <w:rPr>
          <w:sz w:val="22"/>
          <w:szCs w:val="22"/>
        </w:rPr>
        <w:t>lić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technikę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naprawy,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g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yż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niektóre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żą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nada</w:t>
      </w:r>
      <w:r w:rsidRPr="006049FE">
        <w:rPr>
          <w:sz w:val="22"/>
          <w:szCs w:val="22"/>
        </w:rPr>
        <w:t>ją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raw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powierzchn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pionow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konawca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dsta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ć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zeko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lt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i/>
          <w:iCs/>
          <w:sz w:val="22"/>
          <w:szCs w:val="22"/>
        </w:rPr>
        <w:t>z</w:t>
      </w:r>
      <w:r w:rsidRPr="006049FE">
        <w:rPr>
          <w:i/>
          <w:iCs/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ta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iel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produc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nt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śro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ią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apr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proofErr w:type="spellStart"/>
      <w:r w:rsidRPr="006049FE">
        <w:rPr>
          <w:sz w:val="22"/>
          <w:szCs w:val="22"/>
        </w:rPr>
        <w:t>bezskurczowej</w:t>
      </w:r>
      <w:proofErr w:type="spellEnd"/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uzy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pisemne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instrukcje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sposobu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naprawy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uszkodz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pr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st</w:t>
      </w:r>
      <w:r w:rsidRPr="006049FE">
        <w:rPr>
          <w:spacing w:val="-6"/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>pi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pra</w:t>
      </w:r>
      <w:r w:rsidRPr="006049FE">
        <w:rPr>
          <w:sz w:val="22"/>
          <w:szCs w:val="22"/>
        </w:rPr>
        <w:t>c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ar</w:t>
      </w:r>
      <w:r w:rsidRPr="006049FE">
        <w:rPr>
          <w:spacing w:val="-5"/>
          <w:sz w:val="22"/>
          <w:szCs w:val="22"/>
        </w:rPr>
        <w:t>ządzające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realizac</w:t>
      </w:r>
      <w:r w:rsidRPr="006049FE">
        <w:rPr>
          <w:spacing w:val="-6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cept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cji.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lastRenderedPageBreak/>
        <w:t>Prace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wykońc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eniowe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Normalne</w:t>
      </w:r>
      <w:r w:rsidRPr="006049FE">
        <w:rPr>
          <w:b/>
          <w:bCs/>
          <w:spacing w:val="-1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wykońc</w:t>
      </w:r>
      <w:r w:rsidRPr="006049FE">
        <w:rPr>
          <w:b/>
          <w:bCs/>
          <w:spacing w:val="-2"/>
          <w:sz w:val="22"/>
          <w:szCs w:val="22"/>
        </w:rPr>
        <w:t>zeni</w:t>
      </w:r>
      <w:r w:rsidRPr="006049FE">
        <w:rPr>
          <w:b/>
          <w:bCs/>
          <w:sz w:val="22"/>
          <w:szCs w:val="22"/>
        </w:rPr>
        <w:t>e</w:t>
      </w:r>
      <w:r w:rsidRPr="006049FE">
        <w:rPr>
          <w:b/>
          <w:bCs/>
          <w:spacing w:val="-1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ścian: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Nat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mias</w:t>
      </w:r>
      <w:r w:rsidRPr="006049FE">
        <w:rPr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ęci</w:t>
      </w:r>
      <w:r w:rsidRPr="006049FE">
        <w:rPr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desk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uzu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łn</w:t>
      </w:r>
      <w:r w:rsidRPr="006049FE">
        <w:rPr>
          <w:sz w:val="22"/>
          <w:szCs w:val="22"/>
        </w:rPr>
        <w:t>ić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brak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sk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nierówn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zch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wstawk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ma</w:t>
      </w:r>
      <w:r w:rsidRPr="006049FE">
        <w:rPr>
          <w:spacing w:val="-6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6"/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pie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6"/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>gna</w:t>
      </w:r>
      <w:r w:rsidRPr="006049FE">
        <w:rPr>
          <w:spacing w:val="-7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>i</w:t>
      </w:r>
      <w:r w:rsidRPr="006049FE">
        <w:rPr>
          <w:sz w:val="22"/>
          <w:szCs w:val="22"/>
        </w:rPr>
        <w:t>.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ce</w:t>
      </w:r>
      <w:r w:rsidRPr="006049FE">
        <w:rPr>
          <w:spacing w:val="-6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wn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ierz</w:t>
      </w:r>
      <w:r w:rsidRPr="006049FE">
        <w:rPr>
          <w:spacing w:val="-7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cian</w:t>
      </w:r>
      <w:r w:rsidRPr="006049FE">
        <w:rPr>
          <w:sz w:val="22"/>
          <w:szCs w:val="22"/>
        </w:rPr>
        <w:t>y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6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ype</w:t>
      </w:r>
      <w:r w:rsidRPr="006049FE">
        <w:rPr>
          <w:spacing w:val="-6"/>
          <w:sz w:val="22"/>
          <w:szCs w:val="22"/>
        </w:rPr>
        <w:t>łn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ws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ys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ki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ślad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desk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adk</w:t>
      </w:r>
      <w:r w:rsidRPr="006049FE">
        <w:rPr>
          <w:sz w:val="22"/>
          <w:szCs w:val="22"/>
        </w:rPr>
        <w:t>ie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</w:t>
      </w:r>
      <w:r w:rsidRPr="006049FE">
        <w:rPr>
          <w:sz w:val="22"/>
          <w:szCs w:val="22"/>
        </w:rPr>
        <w:t>końc</w:t>
      </w:r>
      <w:r w:rsidRPr="006049FE">
        <w:rPr>
          <w:spacing w:val="-2"/>
          <w:sz w:val="22"/>
          <w:szCs w:val="22"/>
        </w:rPr>
        <w:t>zeni</w:t>
      </w:r>
      <w:r w:rsidRPr="006049FE">
        <w:rPr>
          <w:sz w:val="22"/>
          <w:szCs w:val="22"/>
        </w:rPr>
        <w:t>a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er</w:t>
      </w:r>
      <w:r w:rsidRPr="006049FE">
        <w:rPr>
          <w:spacing w:val="-2"/>
          <w:sz w:val="22"/>
          <w:szCs w:val="22"/>
        </w:rPr>
        <w:t>zchni: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Nat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h</w:t>
      </w:r>
      <w:r w:rsidRPr="006049FE">
        <w:rPr>
          <w:spacing w:val="-5"/>
          <w:sz w:val="22"/>
          <w:szCs w:val="22"/>
        </w:rPr>
        <w:t>mias</w:t>
      </w:r>
      <w:r w:rsidRPr="006049FE">
        <w:rPr>
          <w:sz w:val="22"/>
          <w:szCs w:val="22"/>
        </w:rPr>
        <w:t>t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sun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>ci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desk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aprawi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wierzch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al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przetrze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red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ziarnist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ie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karborundo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zaprawą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urarską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drobn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piaskie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Kontynuow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tarcie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aż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usunięcia</w:t>
      </w:r>
      <w:r w:rsidRPr="006049FE">
        <w:rPr>
          <w:spacing w:val="-7"/>
          <w:sz w:val="22"/>
          <w:szCs w:val="22"/>
        </w:rPr>
        <w:t xml:space="preserve"> </w:t>
      </w:r>
      <w:proofErr w:type="spellStart"/>
      <w:r w:rsidRPr="006049FE">
        <w:rPr>
          <w:spacing w:val="-3"/>
          <w:sz w:val="22"/>
          <w:szCs w:val="22"/>
        </w:rPr>
        <w:t>nieregulam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proofErr w:type="spellEnd"/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5"/>
          <w:sz w:val="22"/>
          <w:szCs w:val="22"/>
        </w:rPr>
        <w:t>ed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oli</w:t>
      </w:r>
      <w:r w:rsidRPr="006049FE">
        <w:rPr>
          <w:spacing w:val="-3"/>
          <w:sz w:val="22"/>
          <w:szCs w:val="22"/>
        </w:rPr>
        <w:t>te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rz</w:t>
      </w:r>
      <w:r w:rsidRPr="006049FE">
        <w:rPr>
          <w:spacing w:val="-5"/>
          <w:sz w:val="22"/>
          <w:szCs w:val="22"/>
        </w:rPr>
        <w:t>ch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Przetrzeć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drobnoziarnistym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kamieniem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karborundo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aż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skania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gładkiej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ierzchni.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schn</w:t>
      </w:r>
      <w:r w:rsidRPr="006049FE">
        <w:rPr>
          <w:spacing w:val="-2"/>
          <w:sz w:val="22"/>
          <w:szCs w:val="22"/>
        </w:rPr>
        <w:t>ięciu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unię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rzu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rzetrz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an</w:t>
      </w:r>
      <w:r w:rsidRPr="006049FE">
        <w:rPr>
          <w:spacing w:val="-2"/>
          <w:sz w:val="22"/>
          <w:szCs w:val="22"/>
        </w:rPr>
        <w:t>in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jut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wierzch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betonu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</w:t>
      </w:r>
      <w:r w:rsidRPr="006049FE">
        <w:rPr>
          <w:sz w:val="22"/>
          <w:szCs w:val="22"/>
        </w:rPr>
        <w:t>na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wykończona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sposób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gwarantuj</w:t>
      </w:r>
      <w:r w:rsidRPr="006049FE">
        <w:rPr>
          <w:spacing w:val="-2"/>
          <w:sz w:val="22"/>
          <w:szCs w:val="22"/>
        </w:rPr>
        <w:t>ąc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skani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gładkiej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nada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malowania.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ygład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anie</w:t>
      </w:r>
      <w:r w:rsidRPr="006049FE">
        <w:rPr>
          <w:spacing w:val="-27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Packą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drewnianą,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kielnią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drewnianą,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itp.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ń</w:t>
      </w:r>
      <w:r w:rsidRPr="006049FE">
        <w:rPr>
          <w:spacing w:val="-3"/>
          <w:sz w:val="22"/>
          <w:szCs w:val="22"/>
        </w:rPr>
        <w:t>cz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ot</w:t>
      </w:r>
      <w:r w:rsidRPr="006049FE">
        <w:rPr>
          <w:spacing w:val="-5"/>
          <w:sz w:val="22"/>
          <w:szCs w:val="22"/>
        </w:rPr>
        <w:t>k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otrz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ma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wierzch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zp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li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gow</w:t>
      </w:r>
      <w:r w:rsidRPr="006049FE">
        <w:rPr>
          <w:spacing w:val="-5"/>
          <w:sz w:val="22"/>
          <w:szCs w:val="22"/>
        </w:rPr>
        <w:t>ej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jąc</w:t>
      </w:r>
      <w:r w:rsidRPr="006049FE">
        <w:rPr>
          <w:sz w:val="22"/>
          <w:szCs w:val="22"/>
        </w:rPr>
        <w:t>e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kra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ń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ik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stal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Wykończen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płyt</w:t>
      </w:r>
      <w:r w:rsidRPr="006049FE">
        <w:rPr>
          <w:b/>
          <w:bCs/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i</w:t>
      </w:r>
      <w:r w:rsidRPr="006049FE">
        <w:rPr>
          <w:b/>
          <w:bCs/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podłóg: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Pł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g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ma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ładni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ęszc</w:t>
      </w:r>
      <w:r w:rsidRPr="006049FE">
        <w:rPr>
          <w:spacing w:val="-5"/>
          <w:sz w:val="22"/>
          <w:szCs w:val="22"/>
        </w:rPr>
        <w:t>zo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wi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an</w:t>
      </w:r>
      <w:r w:rsidRPr="006049FE">
        <w:rPr>
          <w:spacing w:val="-3"/>
          <w:sz w:val="22"/>
          <w:szCs w:val="22"/>
        </w:rPr>
        <w:t>ia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ń</w:t>
      </w:r>
      <w:r w:rsidRPr="006049FE">
        <w:rPr>
          <w:spacing w:val="-3"/>
          <w:sz w:val="22"/>
          <w:szCs w:val="22"/>
        </w:rPr>
        <w:t>cz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nie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osi</w:t>
      </w:r>
      <w:r w:rsidRPr="006049FE">
        <w:rPr>
          <w:spacing w:val="-5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g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ię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odpo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dnieg</w:t>
      </w:r>
      <w:r w:rsidRPr="006049FE">
        <w:rPr>
          <w:sz w:val="22"/>
          <w:szCs w:val="22"/>
        </w:rPr>
        <w:t>o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rów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,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powinn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konan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ca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wit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rozpr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eni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usu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ci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miaru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wod</w:t>
      </w:r>
      <w:r w:rsidRPr="006049FE">
        <w:rPr>
          <w:sz w:val="22"/>
          <w:szCs w:val="22"/>
        </w:rPr>
        <w:t>y.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le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eto</w:t>
      </w:r>
      <w:r w:rsidRPr="006049FE">
        <w:rPr>
          <w:sz w:val="22"/>
          <w:szCs w:val="22"/>
        </w:rPr>
        <w:t>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jdu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ąc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stani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plast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czn</w:t>
      </w:r>
      <w:r w:rsidRPr="006049FE">
        <w:rPr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rów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powierzch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owinno</w:t>
      </w:r>
      <w:r w:rsidRPr="006049FE">
        <w:rPr>
          <w:spacing w:val="-4"/>
          <w:w w:val="9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ta</w:t>
      </w:r>
      <w:r w:rsidRPr="006049FE">
        <w:rPr>
          <w:sz w:val="22"/>
          <w:szCs w:val="22"/>
        </w:rPr>
        <w:t>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ra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zo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rze</w:t>
      </w:r>
      <w:r w:rsidRPr="006049FE">
        <w:rPr>
          <w:sz w:val="22"/>
          <w:szCs w:val="22"/>
        </w:rPr>
        <w:t>z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metrowej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kładnicy.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padku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erdzenia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jakichkolwiek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zagłębień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chmiast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świeżo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zarobion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nem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rów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ć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ponownie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podd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prac</w:t>
      </w:r>
      <w:r w:rsidRPr="006049FE">
        <w:rPr>
          <w:sz w:val="22"/>
          <w:szCs w:val="22"/>
        </w:rPr>
        <w:t>om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oń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iow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Ochrona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po</w:t>
      </w:r>
      <w:r w:rsidRPr="006049FE">
        <w:rPr>
          <w:b/>
          <w:bCs/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wykońc</w:t>
      </w:r>
      <w:r w:rsidRPr="006049FE">
        <w:rPr>
          <w:spacing w:val="-2"/>
          <w:sz w:val="22"/>
          <w:szCs w:val="22"/>
        </w:rPr>
        <w:t>zeni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wych.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konani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</w:t>
      </w:r>
      <w:r w:rsidRPr="006049FE">
        <w:rPr>
          <w:sz w:val="22"/>
          <w:szCs w:val="22"/>
        </w:rPr>
        <w:t>c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koń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eni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in</w:t>
      </w:r>
      <w:r w:rsidRPr="006049FE">
        <w:rPr>
          <w:sz w:val="22"/>
          <w:szCs w:val="22"/>
        </w:rPr>
        <w:t>ny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chroni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cz</w:t>
      </w:r>
      <w:r w:rsidRPr="006049FE">
        <w:rPr>
          <w:spacing w:val="-3"/>
          <w:sz w:val="22"/>
          <w:szCs w:val="22"/>
        </w:rPr>
        <w:t>en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f</w:t>
      </w:r>
      <w:r w:rsidRPr="006049FE">
        <w:rPr>
          <w:spacing w:val="-3"/>
          <w:sz w:val="22"/>
          <w:szCs w:val="22"/>
        </w:rPr>
        <w:t>iz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czn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padk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je</w:t>
      </w:r>
      <w:r w:rsidRPr="006049FE">
        <w:rPr>
          <w:sz w:val="22"/>
          <w:szCs w:val="22"/>
        </w:rPr>
        <w:t>go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ąpie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naprawio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ta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roni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dzi</w:t>
      </w:r>
      <w:r w:rsidRPr="006049FE">
        <w:rPr>
          <w:sz w:val="22"/>
          <w:szCs w:val="22"/>
        </w:rPr>
        <w:t>ał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emi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ali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środk</w:t>
      </w:r>
      <w:r w:rsidRPr="006049FE">
        <w:rPr>
          <w:sz w:val="22"/>
          <w:szCs w:val="22"/>
        </w:rPr>
        <w:t>ów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teri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łó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metalow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rodk</w:t>
      </w:r>
      <w:r w:rsidRPr="006049FE">
        <w:rPr>
          <w:sz w:val="22"/>
          <w:szCs w:val="22"/>
        </w:rPr>
        <w:t>ów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wodu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brudzeni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Dopus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al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odch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łki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dokładności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elementów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3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.</w:t>
      </w:r>
      <w:r w:rsidRPr="006049FE">
        <w:rPr>
          <w:b/>
          <w:bCs/>
          <w:spacing w:val="-1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Ś</w:t>
      </w:r>
      <w:r w:rsidRPr="006049FE">
        <w:rPr>
          <w:b/>
          <w:bCs/>
          <w:spacing w:val="-3"/>
          <w:sz w:val="22"/>
          <w:szCs w:val="22"/>
        </w:rPr>
        <w:t>ci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pacing w:val="-3"/>
          <w:sz w:val="22"/>
          <w:szCs w:val="22"/>
        </w:rPr>
        <w:t>n</w:t>
      </w:r>
      <w:r w:rsidRPr="006049FE">
        <w:rPr>
          <w:b/>
          <w:bCs/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w w:val="115"/>
          <w:sz w:val="22"/>
          <w:szCs w:val="22"/>
        </w:rPr>
        <w:t>Płaskie</w:t>
      </w:r>
      <w:r w:rsidRPr="006049FE">
        <w:rPr>
          <w:spacing w:val="54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powierzchnie</w:t>
      </w:r>
      <w:r w:rsidRPr="006049FE">
        <w:rPr>
          <w:spacing w:val="55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pionowe</w:t>
      </w:r>
      <w:r w:rsidRPr="006049FE">
        <w:rPr>
          <w:spacing w:val="55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i</w:t>
      </w:r>
      <w:r w:rsidRPr="006049FE">
        <w:rPr>
          <w:spacing w:val="55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poziome</w:t>
      </w:r>
      <w:r w:rsidRPr="006049FE">
        <w:rPr>
          <w:spacing w:val="54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ścian</w:t>
      </w:r>
      <w:r w:rsidRPr="006049FE">
        <w:rPr>
          <w:spacing w:val="1"/>
          <w:w w:val="123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powinny</w:t>
      </w:r>
      <w:r w:rsidRPr="006049FE">
        <w:rPr>
          <w:spacing w:val="6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b</w:t>
      </w:r>
      <w:r w:rsidRPr="006049FE">
        <w:rPr>
          <w:spacing w:val="1"/>
          <w:w w:val="115"/>
          <w:sz w:val="22"/>
          <w:szCs w:val="22"/>
        </w:rPr>
        <w:t>y</w:t>
      </w:r>
      <w:r w:rsidRPr="006049FE">
        <w:rPr>
          <w:w w:val="115"/>
          <w:sz w:val="22"/>
          <w:szCs w:val="22"/>
        </w:rPr>
        <w:t>ć</w:t>
      </w:r>
      <w:r w:rsidRPr="006049FE">
        <w:rPr>
          <w:spacing w:val="6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wyrównane</w:t>
      </w:r>
      <w:r w:rsidRPr="006049FE">
        <w:rPr>
          <w:spacing w:val="7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w</w:t>
      </w:r>
      <w:r w:rsidRPr="006049FE">
        <w:rPr>
          <w:spacing w:val="6"/>
          <w:w w:val="115"/>
          <w:sz w:val="22"/>
          <w:szCs w:val="22"/>
        </w:rPr>
        <w:t xml:space="preserve"> </w:t>
      </w:r>
      <w:r w:rsidRPr="006049FE">
        <w:rPr>
          <w:w w:val="115"/>
          <w:sz w:val="22"/>
          <w:szCs w:val="22"/>
        </w:rPr>
        <w:t>ramach</w:t>
      </w:r>
      <w:r w:rsidRPr="006049FE">
        <w:rPr>
          <w:spacing w:val="7"/>
          <w:w w:val="115"/>
          <w:sz w:val="22"/>
          <w:szCs w:val="22"/>
        </w:rPr>
        <w:t xml:space="preserve"> </w:t>
      </w:r>
      <w:r w:rsidRPr="006049FE">
        <w:rPr>
          <w:spacing w:val="-4"/>
          <w:w w:val="115"/>
          <w:sz w:val="22"/>
          <w:szCs w:val="22"/>
        </w:rPr>
        <w:t>okre</w:t>
      </w:r>
      <w:r w:rsidRPr="006049FE">
        <w:rPr>
          <w:spacing w:val="-5"/>
          <w:w w:val="115"/>
          <w:sz w:val="22"/>
          <w:szCs w:val="22"/>
        </w:rPr>
        <w:t>ślon</w:t>
      </w:r>
      <w:r w:rsidRPr="006049FE">
        <w:rPr>
          <w:spacing w:val="-2"/>
          <w:w w:val="115"/>
          <w:sz w:val="22"/>
          <w:szCs w:val="22"/>
        </w:rPr>
        <w:t>y</w:t>
      </w:r>
      <w:r w:rsidRPr="006049FE">
        <w:rPr>
          <w:spacing w:val="-5"/>
          <w:w w:val="115"/>
          <w:sz w:val="22"/>
          <w:szCs w:val="22"/>
        </w:rPr>
        <w:t>c</w:t>
      </w:r>
      <w:r w:rsidRPr="006049FE">
        <w:rPr>
          <w:w w:val="115"/>
          <w:sz w:val="22"/>
          <w:szCs w:val="22"/>
        </w:rPr>
        <w:t>h</w:t>
      </w:r>
      <w:r w:rsidRPr="006049FE">
        <w:rPr>
          <w:spacing w:val="48"/>
          <w:w w:val="115"/>
          <w:sz w:val="22"/>
          <w:szCs w:val="22"/>
        </w:rPr>
        <w:t xml:space="preserve"> </w:t>
      </w:r>
      <w:r w:rsidRPr="006049FE">
        <w:rPr>
          <w:spacing w:val="-5"/>
          <w:w w:val="115"/>
          <w:sz w:val="22"/>
          <w:szCs w:val="22"/>
        </w:rPr>
        <w:t>p</w:t>
      </w:r>
      <w:r w:rsidRPr="006049FE">
        <w:rPr>
          <w:spacing w:val="-3"/>
          <w:w w:val="115"/>
          <w:sz w:val="22"/>
          <w:szCs w:val="22"/>
        </w:rPr>
        <w:t>on</w:t>
      </w:r>
      <w:r w:rsidRPr="006049FE">
        <w:rPr>
          <w:spacing w:val="-5"/>
          <w:w w:val="115"/>
          <w:sz w:val="22"/>
          <w:szCs w:val="22"/>
        </w:rPr>
        <w:t>i</w:t>
      </w:r>
      <w:r w:rsidRPr="006049FE">
        <w:rPr>
          <w:spacing w:val="-4"/>
          <w:w w:val="115"/>
          <w:sz w:val="22"/>
          <w:szCs w:val="22"/>
        </w:rPr>
        <w:t>ż</w:t>
      </w:r>
      <w:r w:rsidRPr="006049FE">
        <w:rPr>
          <w:spacing w:val="-3"/>
          <w:w w:val="115"/>
          <w:sz w:val="22"/>
          <w:szCs w:val="22"/>
        </w:rPr>
        <w:t>ej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5"/>
          <w:w w:val="115"/>
          <w:sz w:val="22"/>
          <w:szCs w:val="22"/>
        </w:rPr>
        <w:t>to</w:t>
      </w:r>
      <w:r w:rsidRPr="006049FE">
        <w:rPr>
          <w:spacing w:val="-4"/>
          <w:w w:val="115"/>
          <w:sz w:val="22"/>
          <w:szCs w:val="22"/>
        </w:rPr>
        <w:t>l</w:t>
      </w:r>
      <w:r w:rsidRPr="006049FE">
        <w:rPr>
          <w:spacing w:val="-5"/>
          <w:w w:val="115"/>
          <w:sz w:val="22"/>
          <w:szCs w:val="22"/>
        </w:rPr>
        <w:t>era</w:t>
      </w:r>
      <w:r w:rsidRPr="006049FE">
        <w:rPr>
          <w:spacing w:val="-3"/>
          <w:w w:val="115"/>
          <w:sz w:val="22"/>
          <w:szCs w:val="22"/>
        </w:rPr>
        <w:t>n</w:t>
      </w:r>
      <w:r w:rsidRPr="006049FE">
        <w:rPr>
          <w:spacing w:val="-4"/>
          <w:w w:val="115"/>
          <w:sz w:val="22"/>
          <w:szCs w:val="22"/>
        </w:rPr>
        <w:t>c</w:t>
      </w:r>
      <w:r w:rsidRPr="006049FE">
        <w:rPr>
          <w:spacing w:val="-5"/>
          <w:w w:val="115"/>
          <w:sz w:val="22"/>
          <w:szCs w:val="22"/>
        </w:rPr>
        <w:t>j</w:t>
      </w:r>
      <w:r w:rsidRPr="006049FE">
        <w:rPr>
          <w:spacing w:val="-4"/>
          <w:w w:val="115"/>
          <w:sz w:val="22"/>
          <w:szCs w:val="22"/>
        </w:rPr>
        <w:t>i</w:t>
      </w:r>
      <w:r w:rsidRPr="006049FE">
        <w:rPr>
          <w:w w:val="115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Wgłębienia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wię</w:t>
      </w:r>
      <w:r w:rsidRPr="006049FE">
        <w:rPr>
          <w:sz w:val="22"/>
          <w:szCs w:val="22"/>
        </w:rPr>
        <w:t>ksze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ż: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2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nieza</w:t>
      </w: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eżnie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kierunku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jeśli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kładnica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położona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najwyższ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punkcie.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5</w:t>
      </w:r>
      <w:r w:rsidRPr="006049FE">
        <w:rPr>
          <w:i/>
          <w:iCs/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od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miejsca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kierunku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eś</w:t>
      </w:r>
      <w:r w:rsidRPr="006049FE">
        <w:rPr>
          <w:sz w:val="22"/>
          <w:szCs w:val="22"/>
        </w:rPr>
        <w:t>li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przykł</w:t>
      </w:r>
      <w:r w:rsidRPr="006049FE">
        <w:rPr>
          <w:spacing w:val="-2"/>
          <w:sz w:val="22"/>
          <w:szCs w:val="22"/>
        </w:rPr>
        <w:t>adnic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ona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jwy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szym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punkcie.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1</w:t>
      </w:r>
      <w:r w:rsidRPr="006049FE">
        <w:rPr>
          <w:sz w:val="22"/>
          <w:szCs w:val="22"/>
        </w:rPr>
        <w:t>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sok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ci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Dopuszczalne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odchył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onej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grubo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ściany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zekraczać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mm.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Wszelki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defekt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aw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i/>
          <w:iCs/>
          <w:sz w:val="22"/>
          <w:szCs w:val="22"/>
        </w:rPr>
        <w:t>z</w:t>
      </w:r>
      <w:r w:rsidRPr="006049FE">
        <w:rPr>
          <w:i/>
          <w:iCs/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zas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określon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punkcie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5.4.8.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6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6"/>
          <w:sz w:val="22"/>
          <w:szCs w:val="22"/>
        </w:rPr>
        <w:t>yty.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Płaski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powi</w:t>
      </w:r>
      <w:r w:rsidRPr="006049FE">
        <w:rPr>
          <w:spacing w:val="-7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rzchni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6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ow</w:t>
      </w:r>
      <w:r w:rsidRPr="006049FE">
        <w:rPr>
          <w:spacing w:val="-6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wiad</w:t>
      </w:r>
      <w:r w:rsidRPr="006049FE">
        <w:rPr>
          <w:spacing w:val="-6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nas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>ęp</w:t>
      </w:r>
      <w:r w:rsidRPr="006049FE">
        <w:rPr>
          <w:spacing w:val="-5"/>
          <w:sz w:val="22"/>
          <w:szCs w:val="22"/>
        </w:rPr>
        <w:t>ują</w:t>
      </w:r>
      <w:r w:rsidRPr="006049FE">
        <w:rPr>
          <w:spacing w:val="-6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aganio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tol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ran</w:t>
      </w:r>
      <w:r w:rsidRPr="006049FE">
        <w:rPr>
          <w:spacing w:val="-6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>i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er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noś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zch</w:t>
      </w:r>
      <w:r w:rsidRPr="006049FE">
        <w:rPr>
          <w:sz w:val="22"/>
          <w:szCs w:val="22"/>
        </w:rPr>
        <w:t>ni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yt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wi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przek</w:t>
      </w:r>
      <w:r w:rsidRPr="006049FE">
        <w:rPr>
          <w:spacing w:val="-2"/>
          <w:sz w:val="22"/>
          <w:szCs w:val="22"/>
        </w:rPr>
        <w:t>ra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za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niezal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miejsc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kierunk</w:t>
      </w:r>
      <w:r w:rsidRPr="006049FE">
        <w:rPr>
          <w:sz w:val="22"/>
          <w:szCs w:val="22"/>
        </w:rPr>
        <w:t>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Spraw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dokonuje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ię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przykładni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3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długości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oną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szym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punkcie.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Wzniesienia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wykoń</w:t>
      </w:r>
      <w:r w:rsidRPr="006049FE">
        <w:rPr>
          <w:spacing w:val="-2"/>
          <w:sz w:val="22"/>
          <w:szCs w:val="22"/>
        </w:rPr>
        <w:t>czone</w:t>
      </w:r>
      <w:r w:rsidRPr="006049FE">
        <w:rPr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pły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zak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es</w:t>
      </w:r>
      <w:r w:rsidRPr="006049FE">
        <w:rPr>
          <w:sz w:val="22"/>
          <w:szCs w:val="22"/>
        </w:rPr>
        <w:t>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</w:t>
      </w:r>
      <w:r w:rsidRPr="006049FE">
        <w:rPr>
          <w:sz w:val="22"/>
          <w:szCs w:val="22"/>
        </w:rPr>
        <w:t>0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tole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ancj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tkiem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płyt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zaprojek</w:t>
      </w:r>
      <w:r w:rsidRPr="006049FE">
        <w:rPr>
          <w:spacing w:val="-7"/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>ow</w:t>
      </w:r>
      <w:r w:rsidRPr="006049FE">
        <w:rPr>
          <w:spacing w:val="-8"/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opis</w:t>
      </w:r>
      <w:r w:rsidRPr="006049FE">
        <w:rPr>
          <w:spacing w:val="-8"/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ja</w:t>
      </w:r>
      <w:r w:rsidRPr="006049FE">
        <w:rPr>
          <w:spacing w:val="-7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7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ając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gwar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ntowa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d</w:t>
      </w:r>
      <w:r w:rsidRPr="006049FE">
        <w:rPr>
          <w:spacing w:val="-7"/>
          <w:sz w:val="22"/>
          <w:szCs w:val="22"/>
        </w:rPr>
        <w:t>pł</w:t>
      </w:r>
      <w:r w:rsidRPr="006049FE">
        <w:rPr>
          <w:spacing w:val="-6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r</w:t>
      </w:r>
      <w:r w:rsidRPr="006049FE">
        <w:rPr>
          <w:spacing w:val="-6"/>
          <w:sz w:val="22"/>
          <w:szCs w:val="22"/>
        </w:rPr>
        <w:t>ynie</w:t>
      </w:r>
      <w:r w:rsidRPr="006049FE">
        <w:rPr>
          <w:sz w:val="22"/>
          <w:szCs w:val="22"/>
        </w:rPr>
        <w:t>n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p</w:t>
      </w:r>
      <w:r w:rsidRPr="006049FE">
        <w:rPr>
          <w:spacing w:val="-6"/>
          <w:sz w:val="22"/>
          <w:szCs w:val="22"/>
        </w:rPr>
        <w:t>od</w:t>
      </w:r>
      <w:r w:rsidRPr="006049FE">
        <w:rPr>
          <w:spacing w:val="-7"/>
          <w:sz w:val="22"/>
          <w:szCs w:val="22"/>
        </w:rPr>
        <w:t>ł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g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l</w:t>
      </w:r>
      <w:r w:rsidRPr="006049FE">
        <w:rPr>
          <w:spacing w:val="-6"/>
          <w:sz w:val="22"/>
          <w:szCs w:val="22"/>
        </w:rPr>
        <w:t>ub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kan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łów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k</w:t>
      </w:r>
      <w:r w:rsidRPr="006049FE">
        <w:rPr>
          <w:spacing w:val="-6"/>
          <w:sz w:val="22"/>
          <w:szCs w:val="22"/>
        </w:rPr>
        <w:t>tó</w:t>
      </w:r>
      <w:r w:rsidRPr="006049FE">
        <w:rPr>
          <w:spacing w:val="-7"/>
          <w:sz w:val="22"/>
          <w:szCs w:val="22"/>
        </w:rPr>
        <w:t>r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powinny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obrze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łni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woj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zadan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pomija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je.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łkowicie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odpowiedzialny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odpowiednie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funkcjonowanie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ukończon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budowli.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Spadki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nale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poprawi</w:t>
      </w:r>
      <w:r w:rsidRPr="006049FE">
        <w:rPr>
          <w:spacing w:val="-2"/>
          <w:sz w:val="22"/>
          <w:szCs w:val="22"/>
        </w:rPr>
        <w:t>ć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konieczne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dla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uzy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ał</w:t>
      </w:r>
      <w:r w:rsidRPr="006049FE">
        <w:rPr>
          <w:spacing w:val="-3"/>
          <w:sz w:val="22"/>
          <w:szCs w:val="22"/>
        </w:rPr>
        <w:t>kow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</w:t>
      </w:r>
      <w:r w:rsidRPr="006049FE">
        <w:rPr>
          <w:spacing w:val="-5"/>
          <w:sz w:val="22"/>
          <w:szCs w:val="22"/>
        </w:rPr>
        <w:t>pł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u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hy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grub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ia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powinn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ksz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ż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</w:t>
      </w:r>
      <w:r w:rsidRPr="006049FE">
        <w:rPr>
          <w:spacing w:val="-5"/>
          <w:sz w:val="22"/>
          <w:szCs w:val="22"/>
        </w:rPr>
        <w:t>win</w:t>
      </w:r>
      <w:r w:rsidRPr="006049FE">
        <w:rPr>
          <w:spacing w:val="-3"/>
          <w:sz w:val="22"/>
          <w:szCs w:val="22"/>
        </w:rPr>
        <w:t>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eł</w:t>
      </w:r>
      <w:r w:rsidRPr="006049FE">
        <w:rPr>
          <w:spacing w:val="-3"/>
          <w:sz w:val="22"/>
          <w:szCs w:val="22"/>
        </w:rPr>
        <w:t>nia</w:t>
      </w:r>
      <w:r w:rsidRPr="006049FE">
        <w:rPr>
          <w:sz w:val="22"/>
          <w:szCs w:val="22"/>
        </w:rPr>
        <w:t>ć</w:t>
      </w:r>
      <w:r w:rsidRPr="006049FE">
        <w:rPr>
          <w:spacing w:val="-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reś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on</w:t>
      </w:r>
      <w:r w:rsidRPr="006049FE">
        <w:rPr>
          <w:sz w:val="22"/>
          <w:szCs w:val="22"/>
        </w:rPr>
        <w:t>e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że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g</w:t>
      </w:r>
      <w:r w:rsidRPr="006049FE">
        <w:rPr>
          <w:spacing w:val="-3"/>
          <w:sz w:val="22"/>
          <w:szCs w:val="22"/>
        </w:rPr>
        <w:t>an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4"/>
          <w:sz w:val="22"/>
          <w:szCs w:val="22"/>
        </w:rPr>
        <w:t>Pie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ęgn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cj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bet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nu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ielę</w:t>
      </w:r>
      <w:r w:rsidRPr="006049FE">
        <w:rPr>
          <w:sz w:val="22"/>
          <w:szCs w:val="22"/>
        </w:rPr>
        <w:t>gnacja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utrzy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sianie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gł</w:t>
      </w:r>
      <w:r w:rsidRPr="006049FE">
        <w:rPr>
          <w:spacing w:val="-2"/>
          <w:sz w:val="22"/>
          <w:szCs w:val="22"/>
        </w:rPr>
        <w:t>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wilgotno</w:t>
      </w:r>
      <w:r w:rsidRPr="006049FE">
        <w:rPr>
          <w:spacing w:val="-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gu: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7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dni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2"/>
          <w:sz w:val="22"/>
          <w:szCs w:val="22"/>
        </w:rPr>
        <w:t>pa</w:t>
      </w:r>
      <w:r w:rsidRPr="006049FE">
        <w:rPr>
          <w:sz w:val="22"/>
          <w:szCs w:val="22"/>
        </w:rPr>
        <w:t>dku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cementu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portlandzkiego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1</w:t>
      </w:r>
      <w:r w:rsidRPr="006049FE">
        <w:rPr>
          <w:sz w:val="22"/>
          <w:szCs w:val="22"/>
        </w:rPr>
        <w:t>4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d</w:t>
      </w:r>
      <w:r w:rsidRPr="006049FE">
        <w:rPr>
          <w:spacing w:val="-7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pr</w:t>
      </w:r>
      <w:r w:rsidRPr="006049FE">
        <w:rPr>
          <w:spacing w:val="-8"/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ypad</w:t>
      </w:r>
      <w:r w:rsidRPr="006049FE">
        <w:rPr>
          <w:spacing w:val="-7"/>
          <w:sz w:val="22"/>
          <w:szCs w:val="22"/>
        </w:rPr>
        <w:t>k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u</w:t>
      </w:r>
      <w:r w:rsidRPr="006049FE">
        <w:rPr>
          <w:spacing w:val="-8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ci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ce</w:t>
      </w:r>
      <w:r w:rsidRPr="006049FE">
        <w:rPr>
          <w:spacing w:val="-8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ent</w:t>
      </w:r>
      <w:r w:rsidRPr="006049FE">
        <w:rPr>
          <w:sz w:val="22"/>
          <w:szCs w:val="22"/>
        </w:rPr>
        <w:t>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>ut</w:t>
      </w:r>
      <w:r w:rsidRPr="006049FE">
        <w:rPr>
          <w:spacing w:val="-7"/>
          <w:sz w:val="22"/>
          <w:szCs w:val="22"/>
        </w:rPr>
        <w:t>ni</w:t>
      </w:r>
      <w:r w:rsidRPr="006049FE">
        <w:rPr>
          <w:spacing w:val="-6"/>
          <w:sz w:val="22"/>
          <w:szCs w:val="22"/>
        </w:rPr>
        <w:t>czeg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ó</w:t>
      </w:r>
      <w:r w:rsidRPr="006049FE">
        <w:rPr>
          <w:sz w:val="22"/>
          <w:szCs w:val="22"/>
        </w:rPr>
        <w:t>r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met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pie</w:t>
      </w:r>
      <w:r w:rsidRPr="006049FE">
        <w:rPr>
          <w:spacing w:val="-7"/>
          <w:sz w:val="22"/>
          <w:szCs w:val="22"/>
        </w:rPr>
        <w:t>l</w:t>
      </w:r>
      <w:r w:rsidRPr="006049FE">
        <w:rPr>
          <w:spacing w:val="-6"/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>gnacji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be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zal</w:t>
      </w:r>
      <w:r w:rsidRPr="006049FE">
        <w:rPr>
          <w:spacing w:val="-5"/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i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zar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>ądzając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6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alizacj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przewidziane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pokr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łokami,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farbą,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teriała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cementow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mi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ykoń</w:t>
      </w:r>
      <w:r w:rsidRPr="006049FE">
        <w:rPr>
          <w:spacing w:val="-2"/>
          <w:sz w:val="22"/>
          <w:szCs w:val="22"/>
        </w:rPr>
        <w:t>czeniow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,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zastosowaniem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specyfików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pi</w:t>
      </w:r>
      <w:r w:rsidRPr="006049FE">
        <w:rPr>
          <w:spacing w:val="-3"/>
          <w:sz w:val="22"/>
          <w:szCs w:val="22"/>
        </w:rPr>
        <w:t>el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gnacji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upewnić</w:t>
      </w:r>
      <w:r w:rsidR="00746A47" w:rsidRPr="006049FE">
        <w:rPr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ię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one</w:t>
      </w:r>
      <w:r w:rsidR="00746A47" w:rsidRPr="006049FE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zgodn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rzewid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wan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pokr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ciem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padk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stą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jakichkolwie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ą</w:t>
      </w:r>
      <w:r w:rsidRPr="006049FE">
        <w:rPr>
          <w:spacing w:val="-3"/>
          <w:sz w:val="22"/>
          <w:szCs w:val="22"/>
        </w:rPr>
        <w:t>tpl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</w:t>
      </w:r>
      <w:r w:rsidR="00746A47"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pie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ęg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acj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t</w:t>
      </w:r>
      <w:r w:rsidRPr="006049FE">
        <w:rPr>
          <w:spacing w:val="-9"/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>lk</w:t>
      </w:r>
      <w:r w:rsidRPr="006049FE">
        <w:rPr>
          <w:sz w:val="22"/>
          <w:szCs w:val="22"/>
        </w:rPr>
        <w:t>o</w:t>
      </w:r>
      <w:r w:rsidRPr="006049FE">
        <w:rPr>
          <w:spacing w:val="-23"/>
          <w:sz w:val="22"/>
          <w:szCs w:val="22"/>
        </w:rPr>
        <w:t xml:space="preserve"> </w:t>
      </w:r>
      <w:r w:rsidRPr="006049FE">
        <w:rPr>
          <w:spacing w:val="-11"/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>d</w:t>
      </w:r>
      <w:r w:rsidRPr="006049FE">
        <w:rPr>
          <w:spacing w:val="-9"/>
          <w:sz w:val="22"/>
          <w:szCs w:val="22"/>
        </w:rPr>
        <w:t>y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ez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podlega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pielęgnacji,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ścian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pozostaw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sc</w:t>
      </w:r>
      <w:r w:rsidRPr="006049FE">
        <w:rPr>
          <w:sz w:val="22"/>
          <w:szCs w:val="22"/>
        </w:rPr>
        <w:t>u,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bCs/>
          <w:sz w:val="22"/>
          <w:szCs w:val="22"/>
        </w:rPr>
        <w:t>w</w:t>
      </w:r>
      <w:r w:rsidRPr="006049FE">
        <w:rPr>
          <w:bCs/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lu</w:t>
      </w:r>
      <w:r w:rsidR="00011DB0"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ej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zen</w:t>
      </w:r>
      <w:r w:rsidRPr="006049FE">
        <w:rPr>
          <w:sz w:val="22"/>
          <w:szCs w:val="22"/>
        </w:rPr>
        <w:t>ia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odp</w:t>
      </w:r>
      <w:r w:rsidRPr="006049FE">
        <w:rPr>
          <w:spacing w:val="-3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u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wo</w:t>
      </w:r>
      <w:r w:rsidRPr="006049FE">
        <w:rPr>
          <w:sz w:val="22"/>
          <w:szCs w:val="22"/>
        </w:rPr>
        <w:t>dy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chani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etonu.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Środek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piel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gnacji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(j</w:t>
      </w:r>
      <w:r w:rsidRPr="006049FE">
        <w:rPr>
          <w:spacing w:val="-2"/>
          <w:sz w:val="22"/>
          <w:szCs w:val="22"/>
        </w:rPr>
        <w:t>eś</w:t>
      </w:r>
      <w:r w:rsidRPr="006049FE">
        <w:rPr>
          <w:sz w:val="22"/>
          <w:szCs w:val="22"/>
        </w:rPr>
        <w:t>li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dopuszczony)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owinien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zaraz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usun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ęciu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deskow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Powierzchnie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eksponowane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yć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as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zane.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trakcie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pł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tach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wieńcach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</w:t>
      </w:r>
      <w:r w:rsidRPr="006049FE">
        <w:rPr>
          <w:spacing w:val="1"/>
          <w:sz w:val="22"/>
          <w:szCs w:val="22"/>
        </w:rPr>
        <w:t>y: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Chronić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erzchnię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krawanie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atami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przyk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cia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wełnian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utrz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wanych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ciągłej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wilgo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ności.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kr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25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warst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okrego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piasku,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ziemi,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trocin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utrzy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wilgotno</w:t>
      </w:r>
      <w:r w:rsidRPr="006049FE">
        <w:rPr>
          <w:spacing w:val="-2"/>
          <w:sz w:val="22"/>
          <w:szCs w:val="22"/>
        </w:rPr>
        <w:t>ści.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Stal</w:t>
      </w:r>
      <w:r w:rsidRPr="006049FE">
        <w:rPr>
          <w:sz w:val="22"/>
          <w:szCs w:val="22"/>
        </w:rPr>
        <w:t>e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ać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eksponowaną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wykoń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płyt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ędzi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klucz</w:t>
      </w:r>
      <w:r w:rsidRPr="006049FE">
        <w:rPr>
          <w:sz w:val="22"/>
          <w:szCs w:val="22"/>
        </w:rPr>
        <w:t>ało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obecno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rodka,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rodek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pie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gnacyj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y.</w:t>
      </w:r>
      <w:r w:rsidRPr="006049FE">
        <w:rPr>
          <w:spacing w:val="-26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Wykonawca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dzie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st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sowan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rodków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usz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zelni</w:t>
      </w:r>
      <w:r w:rsidRPr="006049FE">
        <w:rPr>
          <w:spacing w:val="-2"/>
          <w:sz w:val="22"/>
          <w:szCs w:val="22"/>
        </w:rPr>
        <w:t>aj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któr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dą</w:t>
      </w:r>
      <w:r w:rsidR="00011DB0" w:rsidRPr="006049FE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ne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łoś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przypadku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zastosowania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tod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pozwala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ący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utr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maga</w:t>
      </w:r>
      <w:r w:rsidRPr="006049FE">
        <w:rPr>
          <w:sz w:val="22"/>
          <w:szCs w:val="22"/>
        </w:rPr>
        <w:t>ną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wilgotn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ej</w:t>
      </w:r>
      <w:r w:rsidR="00011DB0"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powierzchni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łyt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Wykonawca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powinien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eś</w:t>
      </w:r>
      <w:r w:rsidRPr="006049FE">
        <w:rPr>
          <w:sz w:val="22"/>
          <w:szCs w:val="22"/>
        </w:rPr>
        <w:t>lić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ta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zat</w:t>
      </w:r>
      <w:r w:rsidRPr="006049FE">
        <w:rPr>
          <w:spacing w:val="-2"/>
          <w:sz w:val="22"/>
          <w:szCs w:val="22"/>
        </w:rPr>
        <w:t>wi</w:t>
      </w:r>
      <w:r w:rsidRPr="006049FE">
        <w:rPr>
          <w:sz w:val="22"/>
          <w:szCs w:val="22"/>
        </w:rPr>
        <w:t>erd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In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yni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Pi</w:t>
      </w:r>
      <w:r w:rsidRPr="006049FE">
        <w:rPr>
          <w:spacing w:val="-2"/>
          <w:sz w:val="22"/>
          <w:szCs w:val="22"/>
        </w:rPr>
        <w:t>elę</w:t>
      </w:r>
      <w:r w:rsidRPr="006049FE">
        <w:rPr>
          <w:sz w:val="22"/>
          <w:szCs w:val="22"/>
        </w:rPr>
        <w:t>gnacja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ochrona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chło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pogodzie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inna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przebieg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WTWO,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7"/>
          <w:sz w:val="22"/>
          <w:szCs w:val="22"/>
          <w:u w:val="single"/>
        </w:rPr>
        <w:t>K</w:t>
      </w:r>
      <w:r w:rsidRPr="006049FE">
        <w:rPr>
          <w:spacing w:val="8"/>
          <w:sz w:val="22"/>
          <w:szCs w:val="22"/>
          <w:u w:val="single"/>
        </w:rPr>
        <w:t>O</w:t>
      </w:r>
      <w:r w:rsidRPr="006049FE">
        <w:rPr>
          <w:spacing w:val="7"/>
          <w:sz w:val="22"/>
          <w:szCs w:val="22"/>
          <w:u w:val="single"/>
        </w:rPr>
        <w:t>NTROL</w:t>
      </w:r>
      <w:r w:rsidRPr="006049FE">
        <w:rPr>
          <w:sz w:val="22"/>
          <w:szCs w:val="22"/>
          <w:u w:val="single"/>
        </w:rPr>
        <w:t>A</w:t>
      </w:r>
      <w:r w:rsidRPr="006049FE">
        <w:rPr>
          <w:spacing w:val="5"/>
          <w:sz w:val="22"/>
          <w:szCs w:val="22"/>
          <w:u w:val="single"/>
        </w:rPr>
        <w:t xml:space="preserve"> </w:t>
      </w:r>
      <w:r w:rsidRPr="006049FE">
        <w:rPr>
          <w:spacing w:val="8"/>
          <w:sz w:val="22"/>
          <w:szCs w:val="22"/>
          <w:u w:val="single"/>
        </w:rPr>
        <w:t>J</w:t>
      </w:r>
      <w:r w:rsidRPr="006049FE">
        <w:rPr>
          <w:spacing w:val="7"/>
          <w:sz w:val="22"/>
          <w:szCs w:val="22"/>
          <w:u w:val="single"/>
        </w:rPr>
        <w:t>AKO</w:t>
      </w:r>
      <w:r w:rsidRPr="006049FE">
        <w:rPr>
          <w:spacing w:val="8"/>
          <w:sz w:val="22"/>
          <w:szCs w:val="22"/>
          <w:u w:val="single"/>
        </w:rPr>
        <w:t>ŚC</w:t>
      </w:r>
      <w:r w:rsidRPr="006049FE">
        <w:rPr>
          <w:sz w:val="22"/>
          <w:szCs w:val="22"/>
          <w:u w:val="single"/>
        </w:rPr>
        <w:t>I</w:t>
      </w:r>
      <w:r w:rsidRPr="006049FE">
        <w:rPr>
          <w:spacing w:val="5"/>
          <w:sz w:val="22"/>
          <w:szCs w:val="22"/>
          <w:u w:val="single"/>
        </w:rPr>
        <w:t xml:space="preserve"> </w:t>
      </w:r>
      <w:r w:rsidRPr="006049FE">
        <w:rPr>
          <w:spacing w:val="8"/>
          <w:sz w:val="22"/>
          <w:szCs w:val="22"/>
          <w:u w:val="single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Ogól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"/>
          <w:sz w:val="22"/>
          <w:szCs w:val="22"/>
        </w:rPr>
        <w:t>zasad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jak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ontroli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oś</w:t>
      </w:r>
      <w:r w:rsidRPr="006049FE">
        <w:rPr>
          <w:sz w:val="22"/>
          <w:szCs w:val="22"/>
        </w:rPr>
        <w:t>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p.6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Kontrola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oś</w:t>
      </w:r>
      <w:r w:rsidRPr="006049FE">
        <w:rPr>
          <w:sz w:val="22"/>
          <w:szCs w:val="22"/>
        </w:rPr>
        <w:t>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sprawdzeniu;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Szalunków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Zbro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en</w:t>
      </w:r>
      <w:r w:rsidRPr="006049FE">
        <w:rPr>
          <w:sz w:val="22"/>
          <w:szCs w:val="22"/>
        </w:rPr>
        <w:t>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Cement</w:t>
      </w:r>
      <w:r w:rsidRPr="006049FE">
        <w:rPr>
          <w:sz w:val="22"/>
          <w:szCs w:val="22"/>
        </w:rPr>
        <w:t>u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krusz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tonu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Receptur</w:t>
      </w:r>
      <w:r w:rsidRPr="006049FE">
        <w:rPr>
          <w:sz w:val="22"/>
          <w:szCs w:val="22"/>
        </w:rPr>
        <w:t>y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Sposobu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przygotowania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jak</w:t>
      </w:r>
      <w:r w:rsidRPr="006049FE">
        <w:rPr>
          <w:spacing w:val="-2"/>
          <w:sz w:val="22"/>
          <w:szCs w:val="22"/>
        </w:rPr>
        <w:t>oś</w:t>
      </w:r>
      <w:r w:rsidRPr="006049FE">
        <w:rPr>
          <w:sz w:val="22"/>
          <w:szCs w:val="22"/>
        </w:rPr>
        <w:t>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wbudowaniem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Sposobu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uło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jego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zawibro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kł</w:t>
      </w:r>
      <w:r w:rsidRPr="006049FE">
        <w:rPr>
          <w:spacing w:val="-5"/>
          <w:sz w:val="22"/>
          <w:szCs w:val="22"/>
        </w:rPr>
        <w:t>adn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a</w:t>
      </w:r>
      <w:r w:rsidRPr="006049FE">
        <w:rPr>
          <w:sz w:val="22"/>
          <w:szCs w:val="22"/>
        </w:rPr>
        <w:t>c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koń</w:t>
      </w:r>
      <w:r w:rsidRPr="006049FE">
        <w:rPr>
          <w:spacing w:val="-3"/>
          <w:sz w:val="22"/>
          <w:szCs w:val="22"/>
        </w:rPr>
        <w:t>cz</w:t>
      </w:r>
      <w:r w:rsidRPr="006049FE">
        <w:rPr>
          <w:spacing w:val="-5"/>
          <w:sz w:val="22"/>
          <w:szCs w:val="22"/>
        </w:rPr>
        <w:t>en</w:t>
      </w:r>
      <w:r w:rsidRPr="006049FE">
        <w:rPr>
          <w:spacing w:val="-3"/>
          <w:sz w:val="22"/>
          <w:szCs w:val="22"/>
        </w:rPr>
        <w:t>io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Pie</w:t>
      </w:r>
      <w:r w:rsidRPr="006049FE">
        <w:rPr>
          <w:spacing w:val="-3"/>
          <w:sz w:val="22"/>
          <w:szCs w:val="22"/>
        </w:rPr>
        <w:t>lęg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acj</w:t>
      </w:r>
      <w:r w:rsidRPr="006049FE">
        <w:rPr>
          <w:sz w:val="22"/>
          <w:szCs w:val="22"/>
        </w:rPr>
        <w:t>i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tonu.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czas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kontroli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szczególna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uwaga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będzie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zw</w:t>
      </w:r>
      <w:r w:rsidRPr="006049FE">
        <w:rPr>
          <w:spacing w:val="1"/>
          <w:sz w:val="22"/>
          <w:szCs w:val="22"/>
        </w:rPr>
        <w:t>r</w:t>
      </w:r>
      <w:r w:rsidRPr="006049FE">
        <w:rPr>
          <w:sz w:val="22"/>
          <w:szCs w:val="22"/>
        </w:rPr>
        <w:t>acana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zgodności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rozbiórko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z</w:t>
      </w:r>
      <w:r w:rsidRPr="006049FE">
        <w:rPr>
          <w:b/>
          <w:bCs/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organizacji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przepisa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BIOZ.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Kontrola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jakości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betonów.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Ins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ekto</w:t>
      </w:r>
      <w:r w:rsidRPr="006049FE">
        <w:rPr>
          <w:sz w:val="22"/>
          <w:szCs w:val="22"/>
        </w:rPr>
        <w:t>r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or</w:t>
      </w:r>
      <w:r w:rsidRPr="006049FE">
        <w:rPr>
          <w:sz w:val="22"/>
          <w:szCs w:val="22"/>
        </w:rPr>
        <w:t>u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winie</w:t>
      </w:r>
      <w:r w:rsidRPr="006049FE">
        <w:rPr>
          <w:sz w:val="22"/>
          <w:szCs w:val="22"/>
        </w:rPr>
        <w:t>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ć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ę</w:t>
      </w:r>
      <w:r w:rsidRPr="006049FE">
        <w:rPr>
          <w:sz w:val="22"/>
          <w:szCs w:val="22"/>
        </w:rPr>
        <w:t>p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praw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ontrol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wsz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stkic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twór</w:t>
      </w:r>
      <w:r w:rsidRPr="006049FE">
        <w:rPr>
          <w:sz w:val="22"/>
          <w:szCs w:val="22"/>
        </w:rPr>
        <w:t>ni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</w:t>
      </w:r>
      <w:r w:rsidRPr="006049FE">
        <w:rPr>
          <w:sz w:val="22"/>
          <w:szCs w:val="22"/>
        </w:rPr>
        <w:t>u,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cement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wni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urz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dz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ń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dostawc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producent</w:t>
      </w:r>
      <w:r w:rsidRPr="006049FE">
        <w:rPr>
          <w:sz w:val="22"/>
          <w:szCs w:val="22"/>
        </w:rPr>
        <w:t>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</w:t>
      </w:r>
      <w:r w:rsidRPr="006049FE">
        <w:rPr>
          <w:spacing w:val="-3"/>
          <w:sz w:val="22"/>
          <w:szCs w:val="22"/>
        </w:rPr>
        <w:t>wcó</w:t>
      </w:r>
      <w:r w:rsidRPr="006049FE">
        <w:rPr>
          <w:sz w:val="22"/>
          <w:szCs w:val="22"/>
        </w:rPr>
        <w:t>w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konawc</w:t>
      </w:r>
      <w:r w:rsidRPr="006049FE">
        <w:rPr>
          <w:sz w:val="22"/>
          <w:szCs w:val="22"/>
        </w:rPr>
        <w:t>ów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starcza</w:t>
      </w:r>
      <w:r w:rsidRPr="006049FE">
        <w:rPr>
          <w:spacing w:val="-2"/>
          <w:sz w:val="22"/>
          <w:szCs w:val="22"/>
        </w:rPr>
        <w:t>ją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ri</w:t>
      </w:r>
      <w:r w:rsidRPr="006049FE">
        <w:rPr>
          <w:spacing w:val="-2"/>
          <w:sz w:val="22"/>
          <w:szCs w:val="22"/>
        </w:rPr>
        <w:t>ał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korz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an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</w:t>
      </w:r>
      <w:r w:rsidRPr="006049FE">
        <w:rPr>
          <w:spacing w:val="-3"/>
          <w:sz w:val="22"/>
          <w:szCs w:val="22"/>
        </w:rPr>
        <w:t>jęt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działe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twórnie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uszą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prowadzić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bi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żącą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entac</w:t>
      </w:r>
      <w:r w:rsidRPr="006049FE">
        <w:rPr>
          <w:spacing w:val="1"/>
          <w:sz w:val="22"/>
          <w:szCs w:val="22"/>
        </w:rPr>
        <w:t>j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frakcji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krusz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wa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granicach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tolerancji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WTWO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rozdzi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7"/>
          <w:sz w:val="22"/>
          <w:szCs w:val="22"/>
          <w:u w:val="single"/>
        </w:rPr>
        <w:t>O</w:t>
      </w:r>
      <w:r w:rsidRPr="006049FE">
        <w:rPr>
          <w:spacing w:val="6"/>
          <w:sz w:val="22"/>
          <w:szCs w:val="22"/>
          <w:u w:val="single"/>
        </w:rPr>
        <w:t>B</w:t>
      </w:r>
      <w:r w:rsidRPr="006049FE">
        <w:rPr>
          <w:spacing w:val="7"/>
          <w:sz w:val="22"/>
          <w:szCs w:val="22"/>
          <w:u w:val="single"/>
        </w:rPr>
        <w:t>MI</w:t>
      </w:r>
      <w:r w:rsidRPr="006049FE">
        <w:rPr>
          <w:spacing w:val="6"/>
          <w:sz w:val="22"/>
          <w:szCs w:val="22"/>
          <w:u w:val="single"/>
        </w:rPr>
        <w:t>A</w:t>
      </w:r>
      <w:r w:rsidRPr="006049FE">
        <w:rPr>
          <w:sz w:val="22"/>
          <w:szCs w:val="22"/>
          <w:u w:val="single"/>
        </w:rPr>
        <w:t xml:space="preserve">R </w:t>
      </w:r>
      <w:r w:rsidRPr="006049FE">
        <w:rPr>
          <w:spacing w:val="6"/>
          <w:sz w:val="22"/>
          <w:szCs w:val="22"/>
          <w:u w:val="single"/>
        </w:rPr>
        <w:t>R</w:t>
      </w:r>
      <w:r w:rsidRPr="006049FE">
        <w:rPr>
          <w:spacing w:val="7"/>
          <w:sz w:val="22"/>
          <w:szCs w:val="22"/>
          <w:u w:val="single"/>
        </w:rPr>
        <w:t>O</w:t>
      </w:r>
      <w:r w:rsidRPr="006049FE">
        <w:rPr>
          <w:spacing w:val="6"/>
          <w:sz w:val="22"/>
          <w:szCs w:val="22"/>
          <w:u w:val="single"/>
        </w:rPr>
        <w:t>B</w:t>
      </w:r>
      <w:r w:rsidRPr="006049FE">
        <w:rPr>
          <w:spacing w:val="7"/>
          <w:sz w:val="22"/>
          <w:szCs w:val="22"/>
          <w:u w:val="single"/>
        </w:rPr>
        <w:t>Ó</w:t>
      </w:r>
      <w:r w:rsidRPr="006049FE">
        <w:rPr>
          <w:sz w:val="22"/>
          <w:szCs w:val="22"/>
          <w:u w:val="single"/>
        </w:rPr>
        <w:t>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asady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Og</w:t>
      </w:r>
      <w:r w:rsidRPr="006049FE">
        <w:rPr>
          <w:spacing w:val="-2"/>
          <w:sz w:val="22"/>
          <w:szCs w:val="22"/>
        </w:rPr>
        <w:t>ó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zasa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dokon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o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miar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 xml:space="preserve"> po</w:t>
      </w:r>
      <w:r w:rsidRPr="006049FE">
        <w:rPr>
          <w:spacing w:val="-2"/>
          <w:sz w:val="22"/>
          <w:szCs w:val="22"/>
        </w:rPr>
        <w:t>d</w:t>
      </w:r>
      <w:r w:rsidRPr="006049FE">
        <w:rPr>
          <w:spacing w:val="-5"/>
          <w:sz w:val="22"/>
          <w:szCs w:val="22"/>
        </w:rPr>
        <w:t>an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Ogól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ec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fi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acj</w:t>
      </w:r>
      <w:r w:rsidRPr="006049FE">
        <w:rPr>
          <w:sz w:val="22"/>
          <w:szCs w:val="22"/>
        </w:rPr>
        <w:t>i</w:t>
      </w:r>
      <w:r w:rsidRPr="006049FE">
        <w:rPr>
          <w:spacing w:val="-5"/>
          <w:sz w:val="22"/>
          <w:szCs w:val="22"/>
        </w:rPr>
        <w:t xml:space="preserve"> Technicz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p7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Podsta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dokon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ar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ś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j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ą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zakre</w:t>
      </w:r>
      <w:r w:rsidRPr="006049FE">
        <w:rPr>
          <w:sz w:val="22"/>
          <w:szCs w:val="22"/>
        </w:rPr>
        <w:t>s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pra</w:t>
      </w:r>
      <w:r w:rsidRPr="006049FE">
        <w:rPr>
          <w:sz w:val="22"/>
          <w:szCs w:val="22"/>
        </w:rPr>
        <w:t>c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wan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amac</w:t>
      </w:r>
      <w:r w:rsidRPr="006049FE">
        <w:rPr>
          <w:sz w:val="22"/>
          <w:szCs w:val="22"/>
        </w:rPr>
        <w:t>h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szczeg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ji,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ączon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dok</w:t>
      </w:r>
      <w:r w:rsidRPr="006049FE">
        <w:rPr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mentacj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przetargowej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ar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Jedno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tk</w:t>
      </w:r>
      <w:r w:rsidRPr="006049FE">
        <w:rPr>
          <w:sz w:val="22"/>
          <w:szCs w:val="22"/>
        </w:rPr>
        <w:t xml:space="preserve">i </w:t>
      </w:r>
      <w:r w:rsidRPr="006049FE">
        <w:rPr>
          <w:spacing w:val="6"/>
          <w:sz w:val="22"/>
          <w:szCs w:val="22"/>
        </w:rPr>
        <w:t>ob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iarowe</w:t>
      </w:r>
      <w:r w:rsidRPr="006049FE">
        <w:rPr>
          <w:spacing w:val="6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Jednostka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obmiarowy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są</w:t>
      </w:r>
      <w:r w:rsidRPr="006049FE">
        <w:rPr>
          <w:sz w:val="22"/>
          <w:szCs w:val="22"/>
        </w:rPr>
        <w:t>: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2</w:t>
      </w:r>
      <w:r w:rsidRPr="006049FE">
        <w:rPr>
          <w:spacing w:val="10"/>
          <w:position w:val="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ki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ł</w:t>
      </w:r>
      <w:r w:rsidRPr="006049FE">
        <w:rPr>
          <w:sz w:val="22"/>
          <w:szCs w:val="22"/>
        </w:rPr>
        <w:t>yt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żel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1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position w:val="10"/>
          <w:sz w:val="22"/>
          <w:szCs w:val="22"/>
        </w:rPr>
        <w:t>2</w:t>
      </w:r>
      <w:r w:rsidRPr="006049FE">
        <w:rPr>
          <w:spacing w:val="15"/>
          <w:position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płyty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posadzki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żelbetowej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wraz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podkładem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b</w:t>
      </w:r>
      <w:r w:rsidRPr="006049FE">
        <w:rPr>
          <w:sz w:val="22"/>
          <w:szCs w:val="22"/>
        </w:rPr>
        <w:t>etonu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B10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  <w:u w:val="single"/>
        </w:rPr>
      </w:pPr>
      <w:r w:rsidRPr="006049FE">
        <w:rPr>
          <w:spacing w:val="6"/>
          <w:sz w:val="22"/>
          <w:szCs w:val="22"/>
          <w:u w:val="single"/>
        </w:rPr>
        <w:t>O</w:t>
      </w:r>
      <w:r w:rsidRPr="006049FE">
        <w:rPr>
          <w:spacing w:val="5"/>
          <w:sz w:val="22"/>
          <w:szCs w:val="22"/>
          <w:u w:val="single"/>
        </w:rPr>
        <w:t>DB</w:t>
      </w:r>
      <w:r w:rsidRPr="006049FE">
        <w:rPr>
          <w:spacing w:val="6"/>
          <w:sz w:val="22"/>
          <w:szCs w:val="22"/>
          <w:u w:val="single"/>
        </w:rPr>
        <w:t>IO</w:t>
      </w:r>
      <w:r w:rsidRPr="006049FE">
        <w:rPr>
          <w:spacing w:val="5"/>
          <w:sz w:val="22"/>
          <w:szCs w:val="22"/>
          <w:u w:val="single"/>
        </w:rPr>
        <w:t>R</w:t>
      </w:r>
      <w:r w:rsidRPr="006049FE">
        <w:rPr>
          <w:sz w:val="22"/>
          <w:szCs w:val="22"/>
          <w:u w:val="single"/>
        </w:rPr>
        <w:t>Y</w:t>
      </w:r>
      <w:r w:rsidRPr="006049FE">
        <w:rPr>
          <w:spacing w:val="6"/>
          <w:sz w:val="22"/>
          <w:szCs w:val="22"/>
          <w:u w:val="single"/>
        </w:rPr>
        <w:t xml:space="preserve"> </w:t>
      </w:r>
      <w:r w:rsidRPr="006049FE">
        <w:rPr>
          <w:spacing w:val="5"/>
          <w:sz w:val="22"/>
          <w:szCs w:val="22"/>
          <w:u w:val="single"/>
        </w:rPr>
        <w:t>R</w:t>
      </w:r>
      <w:r w:rsidRPr="006049FE">
        <w:rPr>
          <w:spacing w:val="6"/>
          <w:sz w:val="22"/>
          <w:szCs w:val="22"/>
          <w:u w:val="single"/>
        </w:rPr>
        <w:t>O</w:t>
      </w:r>
      <w:r w:rsidRPr="006049FE">
        <w:rPr>
          <w:spacing w:val="5"/>
          <w:sz w:val="22"/>
          <w:szCs w:val="22"/>
          <w:u w:val="single"/>
        </w:rPr>
        <w:t>B</w:t>
      </w:r>
      <w:r w:rsidRPr="006049FE">
        <w:rPr>
          <w:spacing w:val="6"/>
          <w:sz w:val="22"/>
          <w:szCs w:val="22"/>
          <w:u w:val="single"/>
        </w:rPr>
        <w:t>Ó</w:t>
      </w:r>
      <w:r w:rsidRPr="006049FE">
        <w:rPr>
          <w:sz w:val="22"/>
          <w:szCs w:val="22"/>
          <w:u w:val="single"/>
        </w:rPr>
        <w:t>T</w:t>
      </w:r>
      <w:r w:rsidRPr="006049FE">
        <w:rPr>
          <w:spacing w:val="6"/>
          <w:sz w:val="22"/>
          <w:szCs w:val="22"/>
          <w:u w:val="single"/>
        </w:rPr>
        <w:t xml:space="preserve"> </w:t>
      </w:r>
      <w:r w:rsidRPr="006049FE">
        <w:rPr>
          <w:sz w:val="22"/>
          <w:szCs w:val="22"/>
          <w:u w:val="single"/>
        </w:rPr>
        <w:t>I</w:t>
      </w:r>
      <w:r w:rsidRPr="006049FE">
        <w:rPr>
          <w:spacing w:val="7"/>
          <w:sz w:val="22"/>
          <w:szCs w:val="22"/>
          <w:u w:val="single"/>
        </w:rPr>
        <w:t xml:space="preserve"> </w:t>
      </w:r>
      <w:r w:rsidRPr="006049FE">
        <w:rPr>
          <w:spacing w:val="5"/>
          <w:sz w:val="22"/>
          <w:szCs w:val="22"/>
          <w:u w:val="single"/>
        </w:rPr>
        <w:t>P</w:t>
      </w:r>
      <w:r w:rsidRPr="006049FE">
        <w:rPr>
          <w:spacing w:val="6"/>
          <w:sz w:val="22"/>
          <w:szCs w:val="22"/>
          <w:u w:val="single"/>
        </w:rPr>
        <w:t>O</w:t>
      </w:r>
      <w:r w:rsidRPr="006049FE">
        <w:rPr>
          <w:spacing w:val="5"/>
          <w:sz w:val="22"/>
          <w:szCs w:val="22"/>
          <w:u w:val="single"/>
        </w:rPr>
        <w:t>DST</w:t>
      </w:r>
      <w:r w:rsidRPr="006049FE">
        <w:rPr>
          <w:spacing w:val="6"/>
          <w:sz w:val="22"/>
          <w:szCs w:val="22"/>
          <w:u w:val="single"/>
        </w:rPr>
        <w:t>A</w:t>
      </w:r>
      <w:r w:rsidRPr="006049FE">
        <w:rPr>
          <w:spacing w:val="5"/>
          <w:sz w:val="22"/>
          <w:szCs w:val="22"/>
          <w:u w:val="single"/>
        </w:rPr>
        <w:t>W</w:t>
      </w:r>
      <w:r w:rsidRPr="006049FE">
        <w:rPr>
          <w:sz w:val="22"/>
          <w:szCs w:val="22"/>
          <w:u w:val="single"/>
        </w:rPr>
        <w:t>Y</w:t>
      </w:r>
      <w:r w:rsidRPr="006049FE">
        <w:rPr>
          <w:spacing w:val="6"/>
          <w:sz w:val="22"/>
          <w:szCs w:val="22"/>
          <w:u w:val="single"/>
        </w:rPr>
        <w:t xml:space="preserve"> </w:t>
      </w:r>
      <w:r w:rsidRPr="006049FE">
        <w:rPr>
          <w:spacing w:val="7"/>
          <w:sz w:val="22"/>
          <w:szCs w:val="22"/>
          <w:u w:val="single"/>
        </w:rPr>
        <w:t>P</w:t>
      </w:r>
      <w:r w:rsidRPr="006049FE">
        <w:rPr>
          <w:spacing w:val="5"/>
          <w:sz w:val="22"/>
          <w:szCs w:val="22"/>
          <w:u w:val="single"/>
        </w:rPr>
        <w:t>Ł</w:t>
      </w:r>
      <w:r w:rsidRPr="006049FE">
        <w:rPr>
          <w:spacing w:val="6"/>
          <w:sz w:val="22"/>
          <w:szCs w:val="22"/>
          <w:u w:val="single"/>
        </w:rPr>
        <w:t>ATN</w:t>
      </w:r>
      <w:r w:rsidRPr="006049FE">
        <w:rPr>
          <w:spacing w:val="7"/>
          <w:sz w:val="22"/>
          <w:szCs w:val="22"/>
          <w:u w:val="single"/>
        </w:rPr>
        <w:t>O</w:t>
      </w:r>
      <w:r w:rsidRPr="006049FE">
        <w:rPr>
          <w:spacing w:val="5"/>
          <w:sz w:val="22"/>
          <w:szCs w:val="22"/>
          <w:u w:val="single"/>
        </w:rPr>
        <w:t>ŚCI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dbiorów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doko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ywania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płatności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Technicznej</w:t>
      </w:r>
      <w:r w:rsidR="00B61431" w:rsidRPr="006049FE">
        <w:rPr>
          <w:spacing w:val="-8"/>
          <w:sz w:val="22"/>
          <w:szCs w:val="22"/>
        </w:rPr>
        <w:t xml:space="preserve">. </w:t>
      </w:r>
      <w:r w:rsidRPr="006049FE">
        <w:rPr>
          <w:sz w:val="22"/>
          <w:szCs w:val="22"/>
        </w:rPr>
        <w:t>Odbiór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sprawdzeniu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wymiarów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wyni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badań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laboratoryjnych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wbudowanej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z w:val="22"/>
          <w:szCs w:val="22"/>
        </w:rPr>
        <w:t>mieszanki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7"/>
          <w:sz w:val="22"/>
          <w:szCs w:val="22"/>
        </w:rPr>
        <w:t>betonowej.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Podsta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płatno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cen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jedn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stk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poszczeg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oz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rt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ce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ion</w:t>
      </w:r>
      <w:r w:rsidRPr="006049FE">
        <w:rPr>
          <w:sz w:val="22"/>
          <w:szCs w:val="22"/>
        </w:rPr>
        <w:t>ym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z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konawc</w:t>
      </w:r>
      <w:r w:rsidRPr="006049FE">
        <w:rPr>
          <w:sz w:val="22"/>
          <w:szCs w:val="22"/>
        </w:rPr>
        <w:t>ę</w:t>
      </w:r>
      <w:r w:rsidRPr="006049FE">
        <w:rPr>
          <w:spacing w:val="-27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robót,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czynno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2"/>
          <w:sz w:val="22"/>
          <w:szCs w:val="22"/>
        </w:rPr>
        <w:t>jęt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</w:t>
      </w:r>
      <w:r w:rsidRPr="006049FE">
        <w:rPr>
          <w:sz w:val="22"/>
          <w:szCs w:val="22"/>
        </w:rPr>
        <w:t>ną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lony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opisie.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Cen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jedn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st</w:t>
      </w: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b</w:t>
      </w:r>
      <w:r w:rsidRPr="006049FE">
        <w:rPr>
          <w:spacing w:val="-5"/>
          <w:sz w:val="22"/>
          <w:szCs w:val="22"/>
        </w:rPr>
        <w:t>ejm</w:t>
      </w:r>
      <w:r w:rsidRPr="006049FE">
        <w:rPr>
          <w:spacing w:val="-2"/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ją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Dostarczenie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niezbędn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materiałów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inn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nników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produkcji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Prz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gotowanie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ontaż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zbrojenia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Wykonanie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rozbiórka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potrzebnych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rusztowań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deskow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Dostarczenie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ułożenie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eszanki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betonowej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zag</w:t>
      </w:r>
      <w:r w:rsidRPr="006049FE">
        <w:rPr>
          <w:spacing w:val="1"/>
          <w:sz w:val="22"/>
          <w:szCs w:val="22"/>
        </w:rPr>
        <w:t>ę</w:t>
      </w:r>
      <w:r w:rsidRPr="006049FE">
        <w:rPr>
          <w:sz w:val="22"/>
          <w:szCs w:val="22"/>
        </w:rPr>
        <w:t>szczeni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pielęgnacją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wsz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stki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mi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dodatko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Pra</w:t>
      </w:r>
      <w:r w:rsidRPr="006049FE">
        <w:rPr>
          <w:sz w:val="22"/>
          <w:szCs w:val="22"/>
        </w:rPr>
        <w:t>ce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oń</w:t>
      </w:r>
      <w:r w:rsidRPr="006049FE">
        <w:rPr>
          <w:spacing w:val="-2"/>
          <w:sz w:val="22"/>
          <w:szCs w:val="22"/>
        </w:rPr>
        <w:t>czenio</w:t>
      </w:r>
      <w:r w:rsidRPr="006049FE">
        <w:rPr>
          <w:sz w:val="22"/>
          <w:szCs w:val="22"/>
        </w:rPr>
        <w:t>we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</w:t>
      </w:r>
      <w:r w:rsidRPr="006049FE">
        <w:rPr>
          <w:sz w:val="22"/>
          <w:szCs w:val="22"/>
        </w:rPr>
        <w:t>az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sz</w:t>
      </w:r>
      <w:r w:rsidRPr="006049FE">
        <w:rPr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zen</w:t>
      </w:r>
      <w:r w:rsidRPr="006049FE">
        <w:rPr>
          <w:sz w:val="22"/>
          <w:szCs w:val="22"/>
        </w:rPr>
        <w:t>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stanow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sk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ac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usun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ęc</w:t>
      </w:r>
      <w:r w:rsidRPr="006049FE">
        <w:rPr>
          <w:sz w:val="22"/>
          <w:szCs w:val="22"/>
        </w:rPr>
        <w:t>ie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>ę</w:t>
      </w:r>
      <w:r w:rsidRPr="006049FE">
        <w:rPr>
          <w:sz w:val="22"/>
          <w:szCs w:val="22"/>
        </w:rPr>
        <w:t>dą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ła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onawcy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mater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rozbi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rkow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plac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ow</w:t>
      </w:r>
      <w:r w:rsidRPr="006049FE">
        <w:rPr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S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D</w:t>
      </w:r>
      <w:r w:rsidRPr="006049FE">
        <w:rPr>
          <w:spacing w:val="5"/>
          <w:sz w:val="22"/>
          <w:szCs w:val="22"/>
        </w:rPr>
        <w:t>OK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Zw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za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rmaty</w:t>
      </w:r>
      <w:r w:rsidRPr="006049FE">
        <w:rPr>
          <w:spacing w:val="6"/>
          <w:sz w:val="22"/>
          <w:szCs w:val="22"/>
        </w:rPr>
        <w:t>w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</w:t>
      </w:r>
      <w:r w:rsidRPr="006049FE">
        <w:rPr>
          <w:spacing w:val="-4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B</w:t>
      </w:r>
      <w:r w:rsidRPr="006049FE">
        <w:rPr>
          <w:spacing w:val="-4"/>
          <w:sz w:val="22"/>
          <w:szCs w:val="22"/>
        </w:rPr>
        <w:t>udow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4"/>
          <w:sz w:val="22"/>
          <w:szCs w:val="22"/>
        </w:rPr>
        <w:t>an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>monta</w:t>
      </w:r>
      <w:r w:rsidRPr="006049FE">
        <w:rPr>
          <w:spacing w:val="-5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B</w:t>
      </w:r>
      <w:r w:rsidRPr="006049FE">
        <w:rPr>
          <w:spacing w:val="-3"/>
          <w:sz w:val="22"/>
          <w:szCs w:val="22"/>
        </w:rPr>
        <w:t>udown</w:t>
      </w:r>
      <w:r w:rsidRPr="006049FE">
        <w:rPr>
          <w:spacing w:val="-5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ogó</w:t>
      </w:r>
      <w:r w:rsidRPr="006049FE">
        <w:rPr>
          <w:spacing w:val="-5"/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n</w:t>
      </w:r>
      <w:r w:rsidRPr="006049FE">
        <w:rPr>
          <w:spacing w:val="-4"/>
          <w:sz w:val="22"/>
          <w:szCs w:val="22"/>
        </w:rPr>
        <w:t>e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Rozd</w:t>
      </w:r>
      <w:r w:rsidRPr="006049FE">
        <w:rPr>
          <w:spacing w:val="-3"/>
          <w:sz w:val="22"/>
          <w:szCs w:val="22"/>
        </w:rPr>
        <w:t>zi</w:t>
      </w:r>
      <w:r w:rsidRPr="006049FE">
        <w:rPr>
          <w:spacing w:val="-4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z w:val="22"/>
          <w:szCs w:val="22"/>
        </w:rPr>
        <w:tab/>
        <w:t>1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War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nki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gó</w:t>
      </w:r>
      <w:r w:rsidRPr="006049FE">
        <w:rPr>
          <w:spacing w:val="-2"/>
          <w:sz w:val="22"/>
          <w:szCs w:val="22"/>
        </w:rPr>
        <w:t>l</w:t>
      </w:r>
      <w:r w:rsidRPr="006049FE">
        <w:rPr>
          <w:sz w:val="22"/>
          <w:szCs w:val="22"/>
        </w:rPr>
        <w:t>ne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y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nan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Rozdzi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z w:val="22"/>
          <w:szCs w:val="22"/>
        </w:rPr>
        <w:tab/>
        <w:t>5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Des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owan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Rozd</w:t>
      </w:r>
      <w:r w:rsidRPr="006049FE">
        <w:rPr>
          <w:spacing w:val="-3"/>
          <w:sz w:val="22"/>
          <w:szCs w:val="22"/>
        </w:rPr>
        <w:t>zi</w:t>
      </w:r>
      <w:r w:rsidRPr="006049FE">
        <w:rPr>
          <w:spacing w:val="-4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z w:val="22"/>
          <w:szCs w:val="22"/>
        </w:rPr>
        <w:tab/>
        <w:t>6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ob</w:t>
      </w:r>
      <w:r w:rsidRPr="006049FE">
        <w:rPr>
          <w:spacing w:val="-4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B</w:t>
      </w:r>
      <w:r w:rsidRPr="006049FE">
        <w:rPr>
          <w:spacing w:val="-4"/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>ono</w:t>
      </w:r>
      <w:r w:rsidRPr="006049FE">
        <w:rPr>
          <w:spacing w:val="-4"/>
          <w:sz w:val="22"/>
          <w:szCs w:val="22"/>
        </w:rPr>
        <w:t>w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Rozd</w:t>
      </w:r>
      <w:r w:rsidRPr="006049FE">
        <w:rPr>
          <w:spacing w:val="-3"/>
          <w:sz w:val="22"/>
          <w:szCs w:val="22"/>
        </w:rPr>
        <w:t>zi</w:t>
      </w:r>
      <w:r w:rsidRPr="006049FE">
        <w:rPr>
          <w:spacing w:val="-4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z w:val="22"/>
          <w:szCs w:val="22"/>
        </w:rPr>
        <w:tab/>
        <w:t>7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Zbrojenia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4"/>
          <w:sz w:val="22"/>
          <w:szCs w:val="22"/>
        </w:rPr>
        <w:t>Rozd</w:t>
      </w:r>
      <w:r w:rsidRPr="006049FE">
        <w:rPr>
          <w:spacing w:val="-3"/>
          <w:sz w:val="22"/>
          <w:szCs w:val="22"/>
        </w:rPr>
        <w:t>zi</w:t>
      </w:r>
      <w:r w:rsidRPr="006049FE">
        <w:rPr>
          <w:spacing w:val="-4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z w:val="22"/>
          <w:szCs w:val="22"/>
        </w:rPr>
        <w:tab/>
        <w:t>8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Konstrukcj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drewniane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Rozdzi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z w:val="22"/>
          <w:szCs w:val="22"/>
        </w:rPr>
        <w:tab/>
      </w:r>
      <w:r w:rsidRPr="006049FE">
        <w:rPr>
          <w:spacing w:val="-3"/>
          <w:sz w:val="22"/>
          <w:szCs w:val="22"/>
        </w:rPr>
        <w:t>1</w:t>
      </w:r>
      <w:r w:rsidRPr="006049FE">
        <w:rPr>
          <w:sz w:val="22"/>
          <w:szCs w:val="22"/>
        </w:rPr>
        <w:t>2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Betonow</w:t>
      </w:r>
      <w:r w:rsidRPr="006049FE">
        <w:rPr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ele</w:t>
      </w:r>
      <w:r w:rsidRPr="006049FE">
        <w:rPr>
          <w:spacing w:val="-4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prefabrykowane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Zalec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normy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ją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zastosowani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wszystki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-2"/>
          <w:sz w:val="22"/>
          <w:szCs w:val="22"/>
        </w:rPr>
        <w:t>zw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ąza</w:t>
      </w:r>
      <w:r w:rsidRPr="006049FE">
        <w:rPr>
          <w:sz w:val="22"/>
          <w:szCs w:val="22"/>
        </w:rPr>
        <w:t>ne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ym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em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ls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(PN</w:t>
      </w:r>
      <w:r w:rsidRPr="006049FE">
        <w:rPr>
          <w:sz w:val="22"/>
          <w:szCs w:val="22"/>
        </w:rPr>
        <w:t>)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bra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żo</w:t>
      </w:r>
      <w:r w:rsidRPr="006049FE">
        <w:rPr>
          <w:sz w:val="22"/>
          <w:szCs w:val="22"/>
        </w:rPr>
        <w:t>we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)</w:t>
      </w:r>
      <w:r w:rsidRPr="006049FE">
        <w:rPr>
          <w:position w:val="-3"/>
          <w:sz w:val="22"/>
          <w:szCs w:val="22"/>
        </w:rPr>
        <w:t>;</w:t>
      </w:r>
      <w:r w:rsidRPr="006049FE">
        <w:rPr>
          <w:spacing w:val="15"/>
          <w:position w:val="-3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w</w:t>
      </w:r>
      <w:r w:rsidRPr="006049FE">
        <w:rPr>
          <w:b/>
          <w:bCs/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tym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-2"/>
          <w:sz w:val="22"/>
          <w:szCs w:val="22"/>
        </w:rPr>
        <w:t>szczególności: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PN-63</w:t>
      </w:r>
      <w:r w:rsidRPr="006049FE">
        <w:rPr>
          <w:spacing w:val="-3"/>
          <w:sz w:val="22"/>
          <w:szCs w:val="22"/>
        </w:rPr>
        <w:t>/B</w:t>
      </w:r>
      <w:r w:rsidRPr="006049FE">
        <w:rPr>
          <w:spacing w:val="-2"/>
          <w:sz w:val="22"/>
          <w:szCs w:val="22"/>
        </w:rPr>
        <w:t>-06</w:t>
      </w:r>
      <w:r w:rsidRPr="006049FE">
        <w:rPr>
          <w:spacing w:val="-3"/>
          <w:sz w:val="22"/>
          <w:szCs w:val="22"/>
        </w:rPr>
        <w:t>25</w:t>
      </w:r>
      <w:r w:rsidRPr="006049FE">
        <w:rPr>
          <w:sz w:val="22"/>
          <w:szCs w:val="22"/>
        </w:rPr>
        <w:t xml:space="preserve">1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obo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betonow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 xml:space="preserve">żelbetowe </w:t>
      </w:r>
      <w:r w:rsidRPr="006049FE">
        <w:rPr>
          <w:spacing w:val="-2"/>
          <w:sz w:val="22"/>
          <w:szCs w:val="22"/>
        </w:rPr>
        <w:t>PN-88</w:t>
      </w:r>
      <w:r w:rsidRPr="006049FE">
        <w:rPr>
          <w:spacing w:val="-3"/>
          <w:sz w:val="22"/>
          <w:szCs w:val="22"/>
        </w:rPr>
        <w:t>/B</w:t>
      </w:r>
      <w:r w:rsidRPr="006049FE">
        <w:rPr>
          <w:spacing w:val="-2"/>
          <w:sz w:val="22"/>
          <w:szCs w:val="22"/>
        </w:rPr>
        <w:t>-06</w:t>
      </w:r>
      <w:r w:rsidRPr="006049FE">
        <w:rPr>
          <w:spacing w:val="-3"/>
          <w:sz w:val="22"/>
          <w:szCs w:val="22"/>
        </w:rPr>
        <w:t>25</w:t>
      </w:r>
      <w:r w:rsidRPr="006049FE">
        <w:rPr>
          <w:sz w:val="22"/>
          <w:szCs w:val="22"/>
        </w:rPr>
        <w:t xml:space="preserve">0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zwyk</w:t>
      </w:r>
      <w:r w:rsidRPr="006049FE">
        <w:rPr>
          <w:spacing w:val="-3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PN</w:t>
      </w:r>
      <w:r w:rsidRPr="006049FE">
        <w:rPr>
          <w:spacing w:val="-7"/>
          <w:sz w:val="22"/>
          <w:szCs w:val="22"/>
        </w:rPr>
        <w:t>-9</w:t>
      </w:r>
      <w:r w:rsidRPr="006049FE">
        <w:rPr>
          <w:spacing w:val="-6"/>
          <w:sz w:val="22"/>
          <w:szCs w:val="22"/>
        </w:rPr>
        <w:t>0</w:t>
      </w:r>
      <w:r w:rsidRPr="006049FE">
        <w:rPr>
          <w:spacing w:val="-7"/>
          <w:sz w:val="22"/>
          <w:szCs w:val="22"/>
        </w:rPr>
        <w:t>/B-</w:t>
      </w:r>
      <w:r w:rsidRPr="006049FE">
        <w:rPr>
          <w:spacing w:val="-6"/>
          <w:sz w:val="22"/>
          <w:szCs w:val="22"/>
        </w:rPr>
        <w:t>0</w:t>
      </w:r>
      <w:r w:rsidRPr="006049FE">
        <w:rPr>
          <w:spacing w:val="-7"/>
          <w:sz w:val="22"/>
          <w:szCs w:val="22"/>
        </w:rPr>
        <w:t>62</w:t>
      </w:r>
      <w:r w:rsidRPr="006049FE">
        <w:rPr>
          <w:spacing w:val="-6"/>
          <w:sz w:val="22"/>
          <w:szCs w:val="22"/>
        </w:rPr>
        <w:t>4</w:t>
      </w:r>
      <w:r w:rsidRPr="006049FE">
        <w:rPr>
          <w:spacing w:val="-7"/>
          <w:sz w:val="22"/>
          <w:szCs w:val="22"/>
        </w:rPr>
        <w:t>0</w:t>
      </w:r>
      <w:r w:rsidRPr="006049FE">
        <w:rPr>
          <w:spacing w:val="-6"/>
          <w:sz w:val="22"/>
          <w:szCs w:val="22"/>
        </w:rPr>
        <w:t>-</w:t>
      </w:r>
      <w:r w:rsidRPr="006049FE">
        <w:rPr>
          <w:spacing w:val="-7"/>
          <w:sz w:val="22"/>
          <w:szCs w:val="22"/>
        </w:rPr>
        <w:t>4</w:t>
      </w:r>
      <w:r w:rsidRPr="006049FE">
        <w:rPr>
          <w:sz w:val="22"/>
          <w:szCs w:val="22"/>
        </w:rPr>
        <w:t>4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</w:t>
      </w:r>
      <w:r w:rsidRPr="006049FE">
        <w:rPr>
          <w:spacing w:val="-4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iesz</w:t>
      </w:r>
      <w:r w:rsidRPr="006049FE">
        <w:rPr>
          <w:sz w:val="22"/>
          <w:szCs w:val="22"/>
        </w:rPr>
        <w:t>ki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betonu PN-79/B</w:t>
      </w:r>
      <w:r w:rsidRPr="006049FE">
        <w:rPr>
          <w:spacing w:val="-2"/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>06</w:t>
      </w:r>
      <w:r w:rsidRPr="006049FE">
        <w:rPr>
          <w:spacing w:val="-4"/>
          <w:sz w:val="22"/>
          <w:szCs w:val="22"/>
        </w:rPr>
        <w:t>71</w:t>
      </w:r>
      <w:r w:rsidRPr="006049FE">
        <w:rPr>
          <w:sz w:val="22"/>
          <w:szCs w:val="22"/>
        </w:rPr>
        <w:t xml:space="preserve">1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Krusz</w:t>
      </w:r>
      <w:r w:rsidRPr="006049FE">
        <w:rPr>
          <w:spacing w:val="-4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eral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</w:t>
      </w:r>
      <w:r w:rsidRPr="006049FE">
        <w:rPr>
          <w:spacing w:val="-2"/>
          <w:sz w:val="22"/>
          <w:szCs w:val="22"/>
        </w:rPr>
        <w:t>8</w:t>
      </w:r>
      <w:r w:rsidRPr="006049FE">
        <w:rPr>
          <w:sz w:val="22"/>
          <w:szCs w:val="22"/>
        </w:rPr>
        <w:t>1</w:t>
      </w:r>
      <w:r w:rsidRPr="006049FE">
        <w:rPr>
          <w:spacing w:val="-2"/>
          <w:sz w:val="22"/>
          <w:szCs w:val="22"/>
        </w:rPr>
        <w:t>/B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>3</w:t>
      </w:r>
      <w:r w:rsidRPr="006049FE">
        <w:rPr>
          <w:sz w:val="22"/>
          <w:szCs w:val="22"/>
        </w:rPr>
        <w:t>0</w:t>
      </w:r>
      <w:r w:rsidRPr="006049FE">
        <w:rPr>
          <w:spacing w:val="-2"/>
          <w:sz w:val="22"/>
          <w:szCs w:val="22"/>
        </w:rPr>
        <w:t>00</w:t>
      </w:r>
      <w:r w:rsidRPr="006049FE">
        <w:rPr>
          <w:sz w:val="22"/>
          <w:szCs w:val="22"/>
        </w:rPr>
        <w:t xml:space="preserve">3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nt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urar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ki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15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</w:t>
      </w:r>
      <w:r w:rsidRPr="006049FE">
        <w:rPr>
          <w:spacing w:val="-2"/>
          <w:sz w:val="22"/>
          <w:szCs w:val="22"/>
        </w:rPr>
        <w:t>9</w:t>
      </w:r>
      <w:r w:rsidRPr="006049FE">
        <w:rPr>
          <w:sz w:val="22"/>
          <w:szCs w:val="22"/>
        </w:rPr>
        <w:t>0</w:t>
      </w:r>
      <w:r w:rsidRPr="006049FE">
        <w:rPr>
          <w:spacing w:val="-2"/>
          <w:sz w:val="22"/>
          <w:szCs w:val="22"/>
        </w:rPr>
        <w:t>/B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>3</w:t>
      </w:r>
      <w:r w:rsidRPr="006049FE">
        <w:rPr>
          <w:sz w:val="22"/>
          <w:szCs w:val="22"/>
        </w:rPr>
        <w:t>0</w:t>
      </w:r>
      <w:r w:rsidRPr="006049FE">
        <w:rPr>
          <w:spacing w:val="-2"/>
          <w:sz w:val="22"/>
          <w:szCs w:val="22"/>
        </w:rPr>
        <w:t>01</w:t>
      </w:r>
      <w:r w:rsidRPr="006049FE">
        <w:rPr>
          <w:sz w:val="22"/>
          <w:szCs w:val="22"/>
        </w:rPr>
        <w:t>0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 xml:space="preserve"> Ce</w:t>
      </w:r>
      <w:r w:rsidRPr="006049FE">
        <w:rPr>
          <w:spacing w:val="-4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por</w:t>
      </w:r>
      <w:r w:rsidRPr="006049FE">
        <w:rPr>
          <w:spacing w:val="-2"/>
          <w:sz w:val="22"/>
          <w:szCs w:val="22"/>
        </w:rPr>
        <w:t>tla</w:t>
      </w:r>
      <w:r w:rsidRPr="006049FE">
        <w:rPr>
          <w:sz w:val="22"/>
          <w:szCs w:val="22"/>
        </w:rPr>
        <w:t>ndzki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PN-I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2"/>
          <w:sz w:val="22"/>
          <w:szCs w:val="22"/>
        </w:rPr>
        <w:t>9</w:t>
      </w:r>
      <w:r w:rsidRPr="006049FE">
        <w:rPr>
          <w:sz w:val="22"/>
          <w:szCs w:val="22"/>
        </w:rPr>
        <w:t>35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 xml:space="preserve">1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al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owa.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ęt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gł</w:t>
      </w:r>
      <w:r w:rsidRPr="006049FE">
        <w:rPr>
          <w:sz w:val="22"/>
          <w:szCs w:val="22"/>
        </w:rPr>
        <w:t>adk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e. PN-I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-2"/>
          <w:sz w:val="22"/>
          <w:szCs w:val="22"/>
        </w:rPr>
        <w:t>9</w:t>
      </w:r>
      <w:r w:rsidRPr="006049FE">
        <w:rPr>
          <w:sz w:val="22"/>
          <w:szCs w:val="22"/>
        </w:rPr>
        <w:t>35</w:t>
      </w:r>
      <w:r w:rsidRPr="006049FE">
        <w:rPr>
          <w:spacing w:val="-2"/>
          <w:sz w:val="22"/>
          <w:szCs w:val="22"/>
        </w:rPr>
        <w:t>-</w:t>
      </w:r>
      <w:r w:rsidRPr="006049FE">
        <w:rPr>
          <w:sz w:val="22"/>
          <w:szCs w:val="22"/>
        </w:rPr>
        <w:t xml:space="preserve">2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ta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zbroj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owa.</w:t>
      </w:r>
      <w:r w:rsidRPr="006049FE">
        <w:rPr>
          <w:spacing w:val="-3"/>
          <w:sz w:val="22"/>
          <w:szCs w:val="22"/>
        </w:rPr>
        <w:t xml:space="preserve"> 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ęt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ebr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 xml:space="preserve">. </w:t>
      </w:r>
      <w:r w:rsidRPr="006049FE">
        <w:rPr>
          <w:spacing w:val="-3"/>
          <w:sz w:val="22"/>
          <w:szCs w:val="22"/>
        </w:rPr>
        <w:t>PN-IS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3</w:t>
      </w:r>
      <w:r w:rsidRPr="006049FE">
        <w:rPr>
          <w:spacing w:val="-3"/>
          <w:sz w:val="22"/>
          <w:szCs w:val="22"/>
        </w:rPr>
        <w:t>443</w:t>
      </w:r>
      <w:r w:rsidRPr="006049FE">
        <w:rPr>
          <w:spacing w:val="-4"/>
          <w:sz w:val="22"/>
          <w:szCs w:val="22"/>
        </w:rPr>
        <w:t>-</w:t>
      </w:r>
      <w:r w:rsidRPr="006049FE">
        <w:rPr>
          <w:sz w:val="22"/>
          <w:szCs w:val="22"/>
        </w:rPr>
        <w:t xml:space="preserve">8 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Tolerancj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bu</w:t>
      </w:r>
      <w:r w:rsidRPr="006049FE">
        <w:rPr>
          <w:spacing w:val="-4"/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ownictwie.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>zan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ys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eg</w:t>
      </w:r>
      <w:r w:rsidRPr="006049FE">
        <w:rPr>
          <w:spacing w:val="3"/>
          <w:sz w:val="22"/>
          <w:szCs w:val="22"/>
        </w:rPr>
        <w:t>ó</w:t>
      </w:r>
      <w:r w:rsidRPr="006049FE">
        <w:rPr>
          <w:sz w:val="22"/>
          <w:szCs w:val="22"/>
        </w:rPr>
        <w:t>l</w:t>
      </w:r>
      <w:r w:rsidRPr="006049FE">
        <w:rPr>
          <w:spacing w:val="1"/>
          <w:sz w:val="22"/>
          <w:szCs w:val="22"/>
        </w:rPr>
        <w:t>nio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in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Inn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prac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konan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em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be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onow</w:t>
      </w:r>
      <w:r w:rsidRPr="006049FE">
        <w:rPr>
          <w:spacing w:val="-2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ż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lbetowyc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został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zawart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nastę</w:t>
      </w:r>
      <w:r w:rsidRPr="006049FE">
        <w:rPr>
          <w:sz w:val="22"/>
          <w:szCs w:val="22"/>
        </w:rPr>
        <w:t>pują</w:t>
      </w:r>
      <w:r w:rsidRPr="006049FE">
        <w:rPr>
          <w:spacing w:val="-2"/>
          <w:sz w:val="22"/>
          <w:szCs w:val="22"/>
        </w:rPr>
        <w:t>cyc</w:t>
      </w:r>
      <w:r w:rsidRPr="006049FE">
        <w:rPr>
          <w:sz w:val="22"/>
          <w:szCs w:val="22"/>
        </w:rPr>
        <w:t>h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 xml:space="preserve">SST: </w:t>
      </w:r>
      <w:r w:rsidRPr="006049FE">
        <w:rPr>
          <w:sz w:val="22"/>
          <w:szCs w:val="22"/>
        </w:rPr>
        <w:t xml:space="preserve">451-1 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Prace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prz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go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45</w:t>
      </w:r>
      <w:r w:rsidRPr="006049FE">
        <w:rPr>
          <w:sz w:val="22"/>
          <w:szCs w:val="22"/>
        </w:rPr>
        <w:t>1</w:t>
      </w:r>
      <w:r w:rsidRPr="006049FE">
        <w:rPr>
          <w:spacing w:val="-4"/>
          <w:sz w:val="22"/>
          <w:szCs w:val="22"/>
        </w:rPr>
        <w:t xml:space="preserve"> -</w:t>
      </w:r>
      <w:r w:rsidRPr="006049FE">
        <w:rPr>
          <w:sz w:val="22"/>
          <w:szCs w:val="22"/>
        </w:rPr>
        <w:t xml:space="preserve">2  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obo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452-1 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je g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otechniczne i funda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enty spe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 xml:space="preserve">jalne 452-3 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 xml:space="preserve">je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etalowe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 xml:space="preserve">452-4 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 xml:space="preserve">je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urow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Lekk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przegrod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dow</w:t>
      </w:r>
      <w:r w:rsidRPr="006049FE">
        <w:rPr>
          <w:spacing w:val="-3"/>
          <w:sz w:val="22"/>
          <w:szCs w:val="22"/>
        </w:rPr>
        <w:t>la</w:t>
      </w:r>
      <w:r w:rsidRPr="006049FE">
        <w:rPr>
          <w:spacing w:val="-2"/>
          <w:sz w:val="22"/>
          <w:szCs w:val="22"/>
        </w:rPr>
        <w:t>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Ściany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Strop</w:t>
      </w:r>
      <w:r w:rsidRPr="006049FE">
        <w:rPr>
          <w:spacing w:val="-2"/>
          <w:sz w:val="22"/>
          <w:szCs w:val="22"/>
        </w:rPr>
        <w:t>y</w:t>
      </w:r>
      <w:r w:rsidRPr="006049FE">
        <w:rPr>
          <w:sz w:val="22"/>
          <w:szCs w:val="22"/>
        </w:rPr>
        <w:t>, s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 xml:space="preserve">hody, balkony tarasy 453-1 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Instalacje wodociągowe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453-2</w:t>
      </w:r>
      <w:r w:rsidRPr="006049FE">
        <w:rPr>
          <w:sz w:val="22"/>
          <w:szCs w:val="22"/>
        </w:rPr>
        <w:tab/>
        <w:t xml:space="preserve">Instalacje kanalizacyjne 454-2 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Posadzki i podłogi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40" w:right="1020" w:bottom="900" w:left="1360" w:header="0" w:footer="719" w:gutter="0"/>
          <w:cols w:space="708"/>
          <w:noEndnote/>
        </w:sect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b/>
          <w:spacing w:val="-2"/>
          <w:sz w:val="22"/>
          <w:szCs w:val="22"/>
        </w:rPr>
        <w:lastRenderedPageBreak/>
        <w:t>S</w:t>
      </w:r>
      <w:r w:rsidRPr="006049FE">
        <w:rPr>
          <w:b/>
          <w:sz w:val="22"/>
          <w:szCs w:val="22"/>
        </w:rPr>
        <w:t>T</w:t>
      </w:r>
      <w:r w:rsidRPr="006049FE">
        <w:rPr>
          <w:b/>
          <w:spacing w:val="-7"/>
          <w:sz w:val="22"/>
          <w:szCs w:val="22"/>
        </w:rPr>
        <w:t xml:space="preserve"> </w:t>
      </w:r>
      <w:r w:rsidRPr="006049FE">
        <w:rPr>
          <w:b/>
          <w:spacing w:val="-2"/>
          <w:sz w:val="22"/>
          <w:szCs w:val="22"/>
        </w:rPr>
        <w:t>7.00</w:t>
      </w:r>
      <w:r w:rsidRPr="006049FE">
        <w:rPr>
          <w:b/>
          <w:sz w:val="22"/>
          <w:szCs w:val="22"/>
        </w:rPr>
        <w:tab/>
      </w:r>
      <w:r w:rsidRPr="006049FE">
        <w:rPr>
          <w:b/>
          <w:spacing w:val="-2"/>
          <w:sz w:val="22"/>
          <w:szCs w:val="22"/>
        </w:rPr>
        <w:t>OGRODZENIA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-2"/>
          <w:sz w:val="22"/>
          <w:szCs w:val="22"/>
        </w:rPr>
        <w:t>GRUP</w:t>
      </w:r>
      <w:r w:rsidRPr="006049FE">
        <w:rPr>
          <w:b/>
          <w:bCs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ab/>
      </w:r>
      <w:r w:rsidRPr="006049FE">
        <w:rPr>
          <w:b/>
          <w:bCs/>
          <w:spacing w:val="-2"/>
          <w:sz w:val="22"/>
          <w:szCs w:val="22"/>
        </w:rPr>
        <w:t>CP</w:t>
      </w:r>
      <w:r w:rsidRPr="006049FE">
        <w:rPr>
          <w:b/>
          <w:bCs/>
          <w:sz w:val="22"/>
          <w:szCs w:val="22"/>
        </w:rPr>
        <w:t>V</w:t>
      </w:r>
      <w:r w:rsidRPr="006049FE">
        <w:rPr>
          <w:b/>
          <w:bCs/>
          <w:spacing w:val="-14"/>
          <w:sz w:val="22"/>
          <w:szCs w:val="22"/>
        </w:rPr>
        <w:t xml:space="preserve"> </w:t>
      </w:r>
      <w:r w:rsidRPr="006049FE">
        <w:rPr>
          <w:b/>
          <w:bCs/>
          <w:spacing w:val="-2"/>
          <w:sz w:val="22"/>
          <w:szCs w:val="22"/>
        </w:rPr>
        <w:t>4</w:t>
      </w:r>
      <w:r w:rsidRPr="006049FE">
        <w:rPr>
          <w:b/>
          <w:bCs/>
          <w:sz w:val="22"/>
          <w:szCs w:val="22"/>
        </w:rPr>
        <w:t>53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Przedmiot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kres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</w:t>
      </w:r>
      <w:r w:rsidRPr="006049FE">
        <w:rPr>
          <w:spacing w:val="-4"/>
          <w:sz w:val="22"/>
          <w:szCs w:val="22"/>
        </w:rPr>
        <w:t>w</w:t>
      </w:r>
      <w:r w:rsidRPr="006049FE">
        <w:rPr>
          <w:sz w:val="22"/>
          <w:szCs w:val="22"/>
        </w:rPr>
        <w:t>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  <w:u w:val="single"/>
        </w:rPr>
        <w:t>WSTĘP</w:t>
      </w:r>
    </w:p>
    <w:p w:rsidR="00781B7B" w:rsidRDefault="00CA3637" w:rsidP="00781B7B">
      <w:pPr>
        <w:pStyle w:val="Bezodstpw"/>
        <w:rPr>
          <w:b/>
          <w:bCs/>
          <w:spacing w:val="18"/>
          <w:sz w:val="22"/>
          <w:szCs w:val="22"/>
        </w:rPr>
      </w:pP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zedm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ote</w:t>
      </w:r>
      <w:r w:rsidRPr="006049FE">
        <w:rPr>
          <w:sz w:val="22"/>
          <w:szCs w:val="22"/>
        </w:rPr>
        <w:t>m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niejsze</w:t>
      </w:r>
      <w:r w:rsidRPr="006049FE">
        <w:rPr>
          <w:sz w:val="22"/>
          <w:szCs w:val="22"/>
        </w:rPr>
        <w:t>j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szczegó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ow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ecyfikacj</w:t>
      </w:r>
      <w:r w:rsidRPr="006049FE">
        <w:rPr>
          <w:sz w:val="22"/>
          <w:szCs w:val="22"/>
        </w:rPr>
        <w:t>i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tec</w:t>
      </w:r>
      <w:r w:rsidRPr="006049FE">
        <w:rPr>
          <w:spacing w:val="1"/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>nicz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m</w:t>
      </w:r>
      <w:r w:rsidRPr="006049FE">
        <w:rPr>
          <w:spacing w:val="8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dotycz</w:t>
      </w:r>
      <w:r w:rsidRPr="006049FE">
        <w:rPr>
          <w:spacing w:val="7"/>
          <w:sz w:val="22"/>
          <w:szCs w:val="22"/>
        </w:rPr>
        <w:t>ące</w:t>
      </w:r>
      <w:r w:rsidRPr="006049FE">
        <w:rPr>
          <w:spacing w:val="7"/>
          <w:w w:val="9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wykonani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ogr</w:t>
      </w:r>
      <w:r w:rsidRPr="006049FE">
        <w:rPr>
          <w:spacing w:val="7"/>
          <w:sz w:val="22"/>
          <w:szCs w:val="22"/>
        </w:rPr>
        <w:t>o</w:t>
      </w:r>
      <w:r w:rsidRPr="006049FE">
        <w:rPr>
          <w:spacing w:val="8"/>
          <w:sz w:val="22"/>
          <w:szCs w:val="22"/>
        </w:rPr>
        <w:t>dzeni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teren</w:t>
      </w:r>
      <w:r w:rsidRPr="006049FE">
        <w:rPr>
          <w:sz w:val="22"/>
          <w:szCs w:val="22"/>
        </w:rPr>
        <w:t>u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ra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ac</w:t>
      </w:r>
      <w:r w:rsidRPr="006049FE">
        <w:rPr>
          <w:sz w:val="22"/>
          <w:szCs w:val="22"/>
        </w:rPr>
        <w:t>h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b/>
          <w:sz w:val="22"/>
          <w:szCs w:val="22"/>
        </w:rPr>
        <w:t xml:space="preserve">w ramach realizacji </w:t>
      </w:r>
      <w:r w:rsidR="00460E31" w:rsidRPr="006049FE">
        <w:rPr>
          <w:b/>
          <w:bCs/>
          <w:spacing w:val="11"/>
          <w:sz w:val="22"/>
          <w:szCs w:val="22"/>
        </w:rPr>
        <w:t>budow</w:t>
      </w:r>
      <w:r w:rsidR="00460E31" w:rsidRPr="006049FE">
        <w:rPr>
          <w:b/>
          <w:bCs/>
          <w:sz w:val="22"/>
          <w:szCs w:val="22"/>
        </w:rPr>
        <w:t>y</w:t>
      </w:r>
      <w:r w:rsidR="00460E31" w:rsidRPr="006049FE">
        <w:rPr>
          <w:b/>
          <w:bCs/>
          <w:spacing w:val="18"/>
          <w:sz w:val="22"/>
          <w:szCs w:val="22"/>
        </w:rPr>
        <w:t xml:space="preserve"> boiska wielofunkcyjnego przy </w:t>
      </w:r>
      <w:r w:rsidR="00460E31">
        <w:rPr>
          <w:b/>
          <w:bCs/>
          <w:spacing w:val="18"/>
          <w:sz w:val="22"/>
          <w:szCs w:val="22"/>
        </w:rPr>
        <w:t>szkole podstawowej w Zbrudzewie</w:t>
      </w:r>
      <w:r w:rsidR="00460E31" w:rsidRPr="006049FE">
        <w:rPr>
          <w:b/>
          <w:bCs/>
          <w:spacing w:val="18"/>
          <w:sz w:val="22"/>
          <w:szCs w:val="22"/>
        </w:rPr>
        <w:t>.</w:t>
      </w:r>
    </w:p>
    <w:p w:rsidR="00460E31" w:rsidRPr="006049FE" w:rsidRDefault="00460E31" w:rsidP="00781B7B">
      <w:pPr>
        <w:pStyle w:val="Bezodstpw"/>
        <w:rPr>
          <w:b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sz w:val="22"/>
          <w:szCs w:val="22"/>
          <w:u w:val="thick"/>
        </w:rPr>
        <w:t>Z</w:t>
      </w:r>
      <w:r w:rsidRPr="006049FE">
        <w:rPr>
          <w:sz w:val="22"/>
          <w:szCs w:val="22"/>
          <w:u w:val="thick"/>
        </w:rPr>
        <w:t>akres</w:t>
      </w:r>
      <w:r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stoso</w:t>
      </w:r>
      <w:r w:rsidRPr="006049FE">
        <w:rPr>
          <w:spacing w:val="-2"/>
          <w:sz w:val="22"/>
          <w:szCs w:val="22"/>
          <w:u w:val="thick"/>
        </w:rPr>
        <w:t>w</w:t>
      </w:r>
      <w:r w:rsidRPr="006049FE">
        <w:rPr>
          <w:sz w:val="22"/>
          <w:szCs w:val="22"/>
          <w:u w:val="thick"/>
        </w:rPr>
        <w:t>ania</w:t>
      </w:r>
      <w:r w:rsidRPr="006049FE">
        <w:rPr>
          <w:spacing w:val="-2"/>
          <w:sz w:val="22"/>
          <w:szCs w:val="22"/>
          <w:u w:val="thick"/>
        </w:rPr>
        <w:t xml:space="preserve"> </w:t>
      </w:r>
      <w:r w:rsidRPr="006049FE">
        <w:rPr>
          <w:sz w:val="22"/>
          <w:szCs w:val="22"/>
          <w:u w:val="thick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Szczegóło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specyfikacja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techniczna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stosowana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p</w:t>
      </w:r>
      <w:r w:rsidRPr="006049FE">
        <w:rPr>
          <w:spacing w:val="16"/>
          <w:sz w:val="22"/>
          <w:szCs w:val="22"/>
        </w:rPr>
        <w:t>r</w:t>
      </w:r>
      <w:r w:rsidRPr="006049FE">
        <w:rPr>
          <w:spacing w:val="15"/>
          <w:sz w:val="22"/>
          <w:szCs w:val="22"/>
        </w:rPr>
        <w:t>ze</w:t>
      </w:r>
      <w:r w:rsidRPr="006049FE">
        <w:rPr>
          <w:spacing w:val="16"/>
          <w:sz w:val="22"/>
          <w:szCs w:val="22"/>
        </w:rPr>
        <w:t>t</w:t>
      </w:r>
      <w:r w:rsidRPr="006049FE">
        <w:rPr>
          <w:spacing w:val="15"/>
          <w:sz w:val="22"/>
          <w:szCs w:val="22"/>
        </w:rPr>
        <w:t>a</w:t>
      </w:r>
      <w:r w:rsidRPr="006049FE">
        <w:rPr>
          <w:spacing w:val="16"/>
          <w:sz w:val="22"/>
          <w:szCs w:val="22"/>
        </w:rPr>
        <w:t>r</w:t>
      </w:r>
      <w:r w:rsidRPr="006049FE">
        <w:rPr>
          <w:spacing w:val="15"/>
          <w:sz w:val="22"/>
          <w:szCs w:val="22"/>
        </w:rPr>
        <w:t>go</w:t>
      </w:r>
      <w:r w:rsidRPr="006049FE">
        <w:rPr>
          <w:spacing w:val="16"/>
          <w:sz w:val="22"/>
          <w:szCs w:val="22"/>
        </w:rPr>
        <w:t>w</w:t>
      </w:r>
      <w:r w:rsidRPr="006049FE">
        <w:rPr>
          <w:sz w:val="22"/>
          <w:szCs w:val="22"/>
        </w:rPr>
        <w:t>y  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kontraktow</w:t>
      </w:r>
      <w:r w:rsidRPr="006049FE">
        <w:rPr>
          <w:sz w:val="22"/>
          <w:szCs w:val="22"/>
        </w:rPr>
        <w:t>y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prz</w:t>
      </w:r>
      <w:r w:rsidRPr="006049FE">
        <w:rPr>
          <w:sz w:val="22"/>
          <w:szCs w:val="22"/>
        </w:rPr>
        <w:t>y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zlecani</w:t>
      </w:r>
      <w:r w:rsidRPr="006049FE">
        <w:rPr>
          <w:sz w:val="22"/>
          <w:szCs w:val="22"/>
        </w:rPr>
        <w:t>u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5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r</w:t>
      </w:r>
      <w:r w:rsidRPr="006049FE">
        <w:rPr>
          <w:spacing w:val="17"/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>alizacj</w:t>
      </w:r>
      <w:r w:rsidRPr="006049FE">
        <w:rPr>
          <w:sz w:val="22"/>
          <w:szCs w:val="22"/>
        </w:rPr>
        <w:t>i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15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ienion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z w:val="22"/>
          <w:szCs w:val="22"/>
        </w:rPr>
        <w:t>kt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1.1.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3"/>
          <w:sz w:val="22"/>
          <w:szCs w:val="22"/>
          <w:u w:val="single"/>
        </w:rPr>
        <w:t>Z</w:t>
      </w:r>
      <w:r w:rsidRPr="006049FE">
        <w:rPr>
          <w:bCs/>
          <w:spacing w:val="-2"/>
          <w:sz w:val="22"/>
          <w:szCs w:val="22"/>
          <w:u w:val="single"/>
        </w:rPr>
        <w:t>a</w:t>
      </w:r>
      <w:r w:rsidRPr="006049FE">
        <w:rPr>
          <w:bCs/>
          <w:sz w:val="22"/>
          <w:szCs w:val="22"/>
          <w:u w:val="single"/>
        </w:rPr>
        <w:t>kres</w:t>
      </w:r>
      <w:r w:rsidRPr="006049FE">
        <w:rPr>
          <w:bCs/>
          <w:spacing w:val="-5"/>
          <w:sz w:val="22"/>
          <w:szCs w:val="22"/>
          <w:u w:val="single"/>
        </w:rPr>
        <w:t xml:space="preserve"> </w:t>
      </w:r>
      <w:r w:rsidRPr="006049FE">
        <w:rPr>
          <w:bCs/>
          <w:sz w:val="22"/>
          <w:szCs w:val="22"/>
          <w:u w:val="single"/>
        </w:rPr>
        <w:t>rob</w:t>
      </w:r>
      <w:r w:rsidRPr="006049FE">
        <w:rPr>
          <w:bCs/>
          <w:spacing w:val="-2"/>
          <w:sz w:val="22"/>
          <w:szCs w:val="22"/>
          <w:u w:val="single"/>
        </w:rPr>
        <w:t>ó</w:t>
      </w:r>
      <w:r w:rsidRPr="006049FE">
        <w:rPr>
          <w:bCs/>
          <w:sz w:val="22"/>
          <w:szCs w:val="22"/>
          <w:u w:val="single"/>
        </w:rPr>
        <w:t>t</w:t>
      </w:r>
      <w:r w:rsidRPr="006049FE">
        <w:rPr>
          <w:bCs/>
          <w:spacing w:val="-4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ob</w:t>
      </w:r>
      <w:r w:rsidRPr="006049FE">
        <w:rPr>
          <w:bCs/>
          <w:sz w:val="22"/>
          <w:szCs w:val="22"/>
          <w:u w:val="single"/>
        </w:rPr>
        <w:t>ję</w:t>
      </w:r>
      <w:r w:rsidRPr="006049FE">
        <w:rPr>
          <w:bCs/>
          <w:spacing w:val="-2"/>
          <w:sz w:val="22"/>
          <w:szCs w:val="22"/>
          <w:u w:val="single"/>
        </w:rPr>
        <w:t>tych 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Roboty</w:t>
      </w:r>
      <w:r w:rsidRPr="006049FE">
        <w:rPr>
          <w:sz w:val="22"/>
          <w:szCs w:val="22"/>
        </w:rPr>
        <w:t>,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któryc</w:t>
      </w:r>
      <w:r w:rsidRPr="006049FE">
        <w:rPr>
          <w:sz w:val="22"/>
          <w:szCs w:val="22"/>
        </w:rPr>
        <w:t>h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dotycz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specyfikacja</w:t>
      </w:r>
      <w:r w:rsidRPr="006049FE">
        <w:rPr>
          <w:sz w:val="22"/>
          <w:szCs w:val="22"/>
        </w:rPr>
        <w:t xml:space="preserve">, </w:t>
      </w:r>
      <w:r w:rsidRPr="006049FE">
        <w:rPr>
          <w:spacing w:val="1"/>
          <w:sz w:val="22"/>
          <w:szCs w:val="22"/>
        </w:rPr>
        <w:t>obej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u</w:t>
      </w:r>
      <w:r w:rsidRPr="006049FE">
        <w:rPr>
          <w:sz w:val="22"/>
          <w:szCs w:val="22"/>
        </w:rPr>
        <w:t>ją</w:t>
      </w:r>
      <w:r w:rsidRPr="006049FE">
        <w:rPr>
          <w:spacing w:val="1"/>
          <w:sz w:val="22"/>
          <w:szCs w:val="22"/>
        </w:rPr>
        <w:t xml:space="preserve"> wszystki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czynn</w:t>
      </w:r>
      <w:r w:rsidRPr="006049FE">
        <w:rPr>
          <w:sz w:val="22"/>
          <w:szCs w:val="22"/>
        </w:rPr>
        <w:t>oś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1"/>
          <w:sz w:val="22"/>
          <w:szCs w:val="22"/>
        </w:rPr>
        <w:t>um</w:t>
      </w:r>
      <w:r w:rsidRPr="006049FE">
        <w:rPr>
          <w:spacing w:val="2"/>
          <w:sz w:val="22"/>
          <w:szCs w:val="22"/>
        </w:rPr>
        <w:t>oż</w:t>
      </w:r>
      <w:r w:rsidRPr="006049FE">
        <w:rPr>
          <w:spacing w:val="1"/>
          <w:sz w:val="22"/>
          <w:szCs w:val="22"/>
        </w:rPr>
        <w:t>liwia</w:t>
      </w:r>
      <w:r w:rsidRPr="006049FE">
        <w:rPr>
          <w:spacing w:val="2"/>
          <w:sz w:val="22"/>
          <w:szCs w:val="22"/>
        </w:rPr>
        <w:t>ją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ają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l</w:t>
      </w:r>
      <w:r w:rsidRPr="006049FE">
        <w:rPr>
          <w:sz w:val="22"/>
          <w:szCs w:val="22"/>
        </w:rPr>
        <w:t>u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og</w:t>
      </w:r>
      <w:r w:rsidRPr="006049FE">
        <w:rPr>
          <w:spacing w:val="2"/>
          <w:sz w:val="22"/>
          <w:szCs w:val="22"/>
        </w:rPr>
        <w:t>r</w:t>
      </w:r>
      <w:r w:rsidRPr="006049FE">
        <w:rPr>
          <w:spacing w:val="1"/>
          <w:sz w:val="22"/>
          <w:szCs w:val="22"/>
        </w:rPr>
        <w:t>od</w:t>
      </w:r>
      <w:r w:rsidRPr="006049FE">
        <w:rPr>
          <w:spacing w:val="2"/>
          <w:sz w:val="22"/>
          <w:szCs w:val="22"/>
        </w:rPr>
        <w:t>ze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słony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/ekranu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6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łkochwytu</w:t>
      </w:r>
      <w:proofErr w:type="spellEnd"/>
      <w:r w:rsidRPr="006049FE">
        <w:rPr>
          <w:sz w:val="22"/>
          <w:szCs w:val="22"/>
        </w:rPr>
        <w:t>/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ogrodzenia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konstrukcji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kszt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łtowników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siatki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stalowej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2"/>
          <w:sz w:val="22"/>
          <w:szCs w:val="22"/>
          <w:u w:val="single"/>
        </w:rPr>
        <w:t>Ok</w:t>
      </w:r>
      <w:r w:rsidRPr="006049FE">
        <w:rPr>
          <w:bCs/>
          <w:spacing w:val="-3"/>
          <w:sz w:val="22"/>
          <w:szCs w:val="22"/>
          <w:u w:val="single"/>
        </w:rPr>
        <w:t>reślenia</w:t>
      </w:r>
      <w:r w:rsidRPr="006049FE">
        <w:rPr>
          <w:bCs/>
          <w:spacing w:val="-11"/>
          <w:sz w:val="22"/>
          <w:szCs w:val="22"/>
          <w:u w:val="single"/>
        </w:rPr>
        <w:t xml:space="preserve"> </w:t>
      </w:r>
      <w:r w:rsidRPr="006049FE">
        <w:rPr>
          <w:bCs/>
          <w:spacing w:val="-3"/>
          <w:sz w:val="22"/>
          <w:szCs w:val="22"/>
          <w:u w:val="single"/>
        </w:rPr>
        <w:t>podst</w:t>
      </w:r>
      <w:r w:rsidRPr="006049FE">
        <w:rPr>
          <w:bCs/>
          <w:spacing w:val="-2"/>
          <w:sz w:val="22"/>
          <w:szCs w:val="22"/>
          <w:u w:val="single"/>
        </w:rPr>
        <w:t>a</w:t>
      </w:r>
      <w:r w:rsidRPr="006049FE">
        <w:rPr>
          <w:bCs/>
          <w:spacing w:val="-3"/>
          <w:sz w:val="22"/>
          <w:szCs w:val="22"/>
          <w:u w:val="single"/>
        </w:rPr>
        <w:t>w</w:t>
      </w:r>
      <w:r w:rsidRPr="006049FE">
        <w:rPr>
          <w:bCs/>
          <w:spacing w:val="-2"/>
          <w:sz w:val="22"/>
          <w:szCs w:val="22"/>
          <w:u w:val="single"/>
        </w:rPr>
        <w:t>o</w:t>
      </w:r>
      <w:r w:rsidRPr="006049FE">
        <w:rPr>
          <w:bCs/>
          <w:spacing w:val="-3"/>
          <w:sz w:val="22"/>
          <w:szCs w:val="22"/>
          <w:u w:val="single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Okre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leni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podan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nin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ejsze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zgodne</w:t>
      </w:r>
      <w:r w:rsidRPr="006049FE">
        <w:rPr>
          <w:sz w:val="22"/>
          <w:szCs w:val="22"/>
        </w:rPr>
        <w:t>"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obow</w:t>
      </w:r>
      <w:r w:rsidRPr="006049FE">
        <w:rPr>
          <w:sz w:val="22"/>
          <w:szCs w:val="22"/>
        </w:rPr>
        <w:t>ią</w:t>
      </w:r>
      <w:r w:rsidRPr="006049FE">
        <w:rPr>
          <w:spacing w:val="-2"/>
          <w:sz w:val="22"/>
          <w:szCs w:val="22"/>
        </w:rPr>
        <w:t>zu</w:t>
      </w:r>
      <w:r w:rsidRPr="006049FE">
        <w:rPr>
          <w:sz w:val="22"/>
          <w:szCs w:val="22"/>
        </w:rPr>
        <w:t>jąc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odpo</w:t>
      </w:r>
      <w:r w:rsidRPr="006049FE">
        <w:rPr>
          <w:spacing w:val="-5"/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>iedni</w:t>
      </w:r>
      <w:r w:rsidRPr="006049FE">
        <w:rPr>
          <w:spacing w:val="-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nor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2"/>
          <w:sz w:val="22"/>
          <w:szCs w:val="22"/>
          <w:u w:val="single"/>
        </w:rPr>
        <w:t>O</w:t>
      </w:r>
      <w:r w:rsidRPr="006049FE">
        <w:rPr>
          <w:bCs/>
          <w:spacing w:val="-3"/>
          <w:sz w:val="22"/>
          <w:szCs w:val="22"/>
          <w:u w:val="single"/>
        </w:rPr>
        <w:t>gó</w:t>
      </w:r>
      <w:r w:rsidRPr="006049FE">
        <w:rPr>
          <w:bCs/>
          <w:spacing w:val="-2"/>
          <w:sz w:val="22"/>
          <w:szCs w:val="22"/>
          <w:u w:val="single"/>
        </w:rPr>
        <w:t>l</w:t>
      </w:r>
      <w:r w:rsidRPr="006049FE">
        <w:rPr>
          <w:bCs/>
          <w:spacing w:val="-3"/>
          <w:sz w:val="22"/>
          <w:szCs w:val="22"/>
          <w:u w:val="single"/>
        </w:rPr>
        <w:t>n</w:t>
      </w:r>
      <w:r w:rsidRPr="006049FE">
        <w:rPr>
          <w:bCs/>
          <w:sz w:val="22"/>
          <w:szCs w:val="22"/>
          <w:u w:val="single"/>
        </w:rPr>
        <w:t>e</w:t>
      </w:r>
      <w:r w:rsidRPr="006049FE">
        <w:rPr>
          <w:bCs/>
          <w:spacing w:val="-9"/>
          <w:sz w:val="22"/>
          <w:szCs w:val="22"/>
          <w:u w:val="single"/>
        </w:rPr>
        <w:t xml:space="preserve"> </w:t>
      </w:r>
      <w:r w:rsidRPr="006049FE">
        <w:rPr>
          <w:bCs/>
          <w:spacing w:val="-3"/>
          <w:sz w:val="22"/>
          <w:szCs w:val="22"/>
          <w:u w:val="single"/>
        </w:rPr>
        <w:t>w</w:t>
      </w:r>
      <w:r w:rsidRPr="006049FE">
        <w:rPr>
          <w:bCs/>
          <w:sz w:val="22"/>
          <w:szCs w:val="22"/>
          <w:u w:val="single"/>
        </w:rPr>
        <w:t>y</w:t>
      </w:r>
      <w:r w:rsidRPr="006049FE">
        <w:rPr>
          <w:bCs/>
          <w:spacing w:val="-2"/>
          <w:sz w:val="22"/>
          <w:szCs w:val="22"/>
          <w:u w:val="single"/>
        </w:rPr>
        <w:t>m</w:t>
      </w:r>
      <w:r w:rsidRPr="006049FE">
        <w:rPr>
          <w:bCs/>
          <w:spacing w:val="-3"/>
          <w:sz w:val="22"/>
          <w:szCs w:val="22"/>
          <w:u w:val="single"/>
        </w:rPr>
        <w:t>agan</w:t>
      </w:r>
      <w:r w:rsidRPr="006049FE">
        <w:rPr>
          <w:bCs/>
          <w:sz w:val="22"/>
          <w:szCs w:val="22"/>
          <w:u w:val="single"/>
        </w:rPr>
        <w:t>ia</w:t>
      </w:r>
      <w:r w:rsidRPr="006049FE">
        <w:rPr>
          <w:bCs/>
          <w:spacing w:val="-9"/>
          <w:sz w:val="22"/>
          <w:szCs w:val="22"/>
          <w:u w:val="single"/>
        </w:rPr>
        <w:t xml:space="preserve"> </w:t>
      </w:r>
      <w:r w:rsidRPr="006049FE">
        <w:rPr>
          <w:bCs/>
          <w:spacing w:val="-4"/>
          <w:sz w:val="22"/>
          <w:szCs w:val="22"/>
          <w:u w:val="single"/>
        </w:rPr>
        <w:t>d</w:t>
      </w:r>
      <w:r w:rsidRPr="006049FE">
        <w:rPr>
          <w:bCs/>
          <w:spacing w:val="-2"/>
          <w:sz w:val="22"/>
          <w:szCs w:val="22"/>
          <w:u w:val="single"/>
        </w:rPr>
        <w:t>ot</w:t>
      </w:r>
      <w:r w:rsidRPr="006049FE">
        <w:rPr>
          <w:bCs/>
          <w:spacing w:val="-3"/>
          <w:sz w:val="22"/>
          <w:szCs w:val="22"/>
          <w:u w:val="single"/>
        </w:rPr>
        <w:t>y</w:t>
      </w:r>
      <w:r w:rsidRPr="006049FE">
        <w:rPr>
          <w:bCs/>
          <w:sz w:val="22"/>
          <w:szCs w:val="22"/>
          <w:u w:val="single"/>
        </w:rPr>
        <w:t>c</w:t>
      </w:r>
      <w:r w:rsidRPr="006049FE">
        <w:rPr>
          <w:bCs/>
          <w:spacing w:val="-5"/>
          <w:sz w:val="22"/>
          <w:szCs w:val="22"/>
          <w:u w:val="single"/>
        </w:rPr>
        <w:t>z</w:t>
      </w:r>
      <w:r w:rsidRPr="006049FE">
        <w:rPr>
          <w:bCs/>
          <w:spacing w:val="-3"/>
          <w:sz w:val="22"/>
          <w:szCs w:val="22"/>
          <w:u w:val="single"/>
        </w:rPr>
        <w:t>ą</w:t>
      </w:r>
      <w:r w:rsidRPr="006049FE">
        <w:rPr>
          <w:bCs/>
          <w:spacing w:val="-2"/>
          <w:sz w:val="22"/>
          <w:szCs w:val="22"/>
          <w:u w:val="single"/>
        </w:rPr>
        <w:t>ce</w:t>
      </w:r>
      <w:r w:rsidRPr="006049FE">
        <w:rPr>
          <w:bCs/>
          <w:spacing w:val="-7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Wykonaw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jes</w:t>
      </w:r>
      <w:r w:rsidRPr="006049FE">
        <w:rPr>
          <w:sz w:val="22"/>
          <w:szCs w:val="22"/>
        </w:rPr>
        <w:t>t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odpowied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aln</w:t>
      </w:r>
      <w:r w:rsidRPr="006049FE">
        <w:rPr>
          <w:sz w:val="22"/>
          <w:szCs w:val="22"/>
        </w:rPr>
        <w:t>y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jakoś</w:t>
      </w:r>
      <w:r w:rsidRPr="006049FE">
        <w:rPr>
          <w:sz w:val="22"/>
          <w:szCs w:val="22"/>
        </w:rPr>
        <w:t>ć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wykon</w:t>
      </w:r>
      <w:r w:rsidRPr="006049FE">
        <w:rPr>
          <w:spacing w:val="5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z</w:t>
      </w:r>
      <w:r w:rsidRPr="006049FE">
        <w:rPr>
          <w:sz w:val="22"/>
          <w:szCs w:val="22"/>
        </w:rPr>
        <w:t xml:space="preserve">a  </w:t>
      </w:r>
      <w:r w:rsidRPr="006049FE">
        <w:rPr>
          <w:spacing w:val="12"/>
          <w:sz w:val="22"/>
          <w:szCs w:val="22"/>
        </w:rPr>
        <w:t>zgodnoś</w:t>
      </w:r>
      <w:r w:rsidRPr="006049FE">
        <w:rPr>
          <w:sz w:val="22"/>
          <w:szCs w:val="22"/>
        </w:rPr>
        <w:t>ć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2"/>
          <w:sz w:val="22"/>
          <w:szCs w:val="22"/>
        </w:rPr>
        <w:t>doku</w:t>
      </w:r>
      <w:r w:rsidRPr="006049FE">
        <w:rPr>
          <w:spacing w:val="10"/>
          <w:sz w:val="22"/>
          <w:szCs w:val="22"/>
        </w:rPr>
        <w:t>m</w:t>
      </w:r>
      <w:r w:rsidRPr="006049FE">
        <w:rPr>
          <w:spacing w:val="12"/>
          <w:sz w:val="22"/>
          <w:szCs w:val="22"/>
        </w:rPr>
        <w:t>entacj</w:t>
      </w:r>
      <w:r w:rsidRPr="006049FE">
        <w:rPr>
          <w:sz w:val="22"/>
          <w:szCs w:val="22"/>
        </w:rPr>
        <w:t>ą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projektow</w:t>
      </w:r>
      <w:r w:rsidRPr="006049FE">
        <w:rPr>
          <w:spacing w:val="12"/>
          <w:sz w:val="22"/>
          <w:szCs w:val="22"/>
        </w:rPr>
        <w:t>ą</w:t>
      </w:r>
      <w:r w:rsidRPr="006049FE">
        <w:rPr>
          <w:sz w:val="22"/>
          <w:szCs w:val="22"/>
        </w:rPr>
        <w:t>,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</w:t>
      </w:r>
      <w:r w:rsidRPr="006049FE">
        <w:rPr>
          <w:spacing w:val="12"/>
          <w:sz w:val="22"/>
          <w:szCs w:val="22"/>
        </w:rPr>
        <w:t>lece</w:t>
      </w:r>
      <w:r w:rsidRPr="006049FE">
        <w:rPr>
          <w:spacing w:val="10"/>
          <w:sz w:val="22"/>
          <w:szCs w:val="22"/>
        </w:rPr>
        <w:t>n</w:t>
      </w:r>
      <w:r w:rsidRPr="006049FE">
        <w:rPr>
          <w:spacing w:val="12"/>
          <w:sz w:val="22"/>
          <w:szCs w:val="22"/>
        </w:rPr>
        <w:t>ia</w:t>
      </w:r>
      <w:r w:rsidRPr="006049FE">
        <w:rPr>
          <w:spacing w:val="11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inspektora</w:t>
      </w:r>
      <w:r w:rsidRPr="006049FE">
        <w:rPr>
          <w:sz w:val="22"/>
          <w:szCs w:val="22"/>
        </w:rPr>
        <w:t>.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Ogrodzeni</w:t>
      </w:r>
      <w:r w:rsidRPr="006049FE">
        <w:rPr>
          <w:sz w:val="22"/>
          <w:szCs w:val="22"/>
        </w:rPr>
        <w:t>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powinn</w:t>
      </w:r>
      <w:r w:rsidRPr="006049FE">
        <w:rPr>
          <w:sz w:val="22"/>
          <w:szCs w:val="22"/>
        </w:rPr>
        <w:t>o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</w:t>
      </w:r>
      <w:r w:rsidRPr="006049FE">
        <w:rPr>
          <w:spacing w:val="-4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nia</w:t>
      </w:r>
      <w:r w:rsidRPr="006049FE">
        <w:rPr>
          <w:sz w:val="22"/>
          <w:szCs w:val="22"/>
        </w:rPr>
        <w:t>ć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bezpiecze</w:t>
      </w:r>
      <w:r w:rsidRPr="006049FE">
        <w:rPr>
          <w:spacing w:val="-2"/>
          <w:sz w:val="22"/>
          <w:szCs w:val="22"/>
        </w:rPr>
        <w:t>ń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konst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ukcj</w:t>
      </w:r>
      <w:r w:rsidRPr="006049FE">
        <w:rPr>
          <w:sz w:val="22"/>
          <w:szCs w:val="22"/>
        </w:rPr>
        <w:t>i</w:t>
      </w:r>
      <w:r w:rsidRPr="006049FE">
        <w:rPr>
          <w:spacing w:val="5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żytkowania.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Ponadto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ogrodzenie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wykonane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ojek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or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>z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pr</w:t>
      </w:r>
      <w:r w:rsidRPr="006049FE">
        <w:rPr>
          <w:spacing w:val="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nien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ła</w:t>
      </w:r>
      <w:r w:rsidRPr="006049FE">
        <w:rPr>
          <w:spacing w:val="2"/>
          <w:sz w:val="22"/>
          <w:szCs w:val="22"/>
        </w:rPr>
        <w:t>śc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wy</w:t>
      </w:r>
      <w:r w:rsidRPr="006049FE">
        <w:rPr>
          <w:sz w:val="22"/>
          <w:szCs w:val="22"/>
        </w:rPr>
        <w:t>m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zakres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4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wymaga</w:t>
      </w:r>
      <w:r w:rsidRPr="006049FE">
        <w:rPr>
          <w:sz w:val="22"/>
          <w:szCs w:val="22"/>
        </w:rPr>
        <w:t>ń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przepisu</w:t>
      </w:r>
      <w:r w:rsidRPr="006049FE">
        <w:rPr>
          <w:spacing w:val="14"/>
          <w:w w:val="99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technicznego-budo</w:t>
      </w:r>
      <w:r w:rsidRPr="006049FE">
        <w:rPr>
          <w:spacing w:val="13"/>
          <w:sz w:val="22"/>
          <w:szCs w:val="22"/>
        </w:rPr>
        <w:t>w</w:t>
      </w:r>
      <w:r w:rsidRPr="006049FE">
        <w:rPr>
          <w:spacing w:val="14"/>
          <w:sz w:val="22"/>
          <w:szCs w:val="22"/>
        </w:rPr>
        <w:t>laneg</w:t>
      </w:r>
      <w:r w:rsidRPr="006049FE">
        <w:rPr>
          <w:sz w:val="22"/>
          <w:szCs w:val="22"/>
        </w:rPr>
        <w:t>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wydaneg</w:t>
      </w:r>
      <w:r w:rsidRPr="006049FE">
        <w:rPr>
          <w:sz w:val="22"/>
          <w:szCs w:val="22"/>
        </w:rPr>
        <w:t>o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drodz</w:t>
      </w:r>
      <w:r w:rsidRPr="006049FE">
        <w:rPr>
          <w:sz w:val="22"/>
          <w:szCs w:val="22"/>
        </w:rPr>
        <w:t>e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roz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orządzenia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-zgodnie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art.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z w:val="22"/>
          <w:szCs w:val="22"/>
        </w:rPr>
        <w:t>7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ust.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2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ustawy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Prawo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Ponadto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ogrodzenie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powinno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być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wykonane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sposób </w:t>
      </w:r>
      <w:r w:rsidRPr="006049FE">
        <w:rPr>
          <w:spacing w:val="1"/>
          <w:sz w:val="22"/>
          <w:szCs w:val="22"/>
        </w:rPr>
        <w:t>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ożliwiający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wni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ic</w:t>
      </w:r>
      <w:r w:rsidRPr="006049FE">
        <w:rPr>
          <w:sz w:val="22"/>
          <w:szCs w:val="22"/>
        </w:rPr>
        <w:t>h</w:t>
      </w:r>
      <w:r w:rsidRPr="006049FE">
        <w:rPr>
          <w:spacing w:val="40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funkc</w:t>
      </w:r>
      <w:r w:rsidRPr="006049FE">
        <w:rPr>
          <w:spacing w:val="10"/>
          <w:sz w:val="22"/>
          <w:szCs w:val="22"/>
        </w:rPr>
        <w:t>j</w:t>
      </w:r>
      <w:r w:rsidRPr="006049FE">
        <w:rPr>
          <w:spacing w:val="8"/>
          <w:sz w:val="22"/>
          <w:szCs w:val="22"/>
        </w:rPr>
        <w:t>onowan</w:t>
      </w:r>
      <w:r w:rsidRPr="006049FE">
        <w:rPr>
          <w:spacing w:val="10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8"/>
          <w:sz w:val="22"/>
          <w:szCs w:val="22"/>
        </w:rPr>
        <w:t>przeznaczenie</w:t>
      </w:r>
      <w:r w:rsidRPr="006049FE">
        <w:rPr>
          <w:sz w:val="22"/>
          <w:szCs w:val="22"/>
        </w:rPr>
        <w:t>m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za</w:t>
      </w:r>
      <w:r w:rsidRPr="006049FE">
        <w:rPr>
          <w:spacing w:val="10"/>
          <w:sz w:val="22"/>
          <w:szCs w:val="22"/>
        </w:rPr>
        <w:t>ł</w:t>
      </w:r>
      <w:r w:rsidRPr="006049FE">
        <w:rPr>
          <w:spacing w:val="9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ż</w:t>
      </w:r>
      <w:r w:rsidRPr="006049FE">
        <w:rPr>
          <w:spacing w:val="9"/>
          <w:sz w:val="22"/>
          <w:szCs w:val="22"/>
        </w:rPr>
        <w:t>eni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przep</w:t>
      </w:r>
      <w:r w:rsidRPr="006049FE">
        <w:rPr>
          <w:spacing w:val="11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só</w:t>
      </w:r>
      <w:r w:rsidRPr="006049FE">
        <w:rPr>
          <w:sz w:val="22"/>
          <w:szCs w:val="22"/>
        </w:rPr>
        <w:t>w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te</w:t>
      </w:r>
      <w:r w:rsidRPr="006049FE">
        <w:rPr>
          <w:spacing w:val="11"/>
          <w:sz w:val="22"/>
          <w:szCs w:val="22"/>
        </w:rPr>
        <w:t>c</w:t>
      </w:r>
      <w:r w:rsidRPr="006049FE">
        <w:rPr>
          <w:spacing w:val="9"/>
          <w:sz w:val="22"/>
          <w:szCs w:val="22"/>
        </w:rPr>
        <w:t>hniczno</w:t>
      </w:r>
      <w:r w:rsidRPr="006049FE">
        <w:rPr>
          <w:spacing w:val="11"/>
          <w:sz w:val="22"/>
          <w:szCs w:val="22"/>
        </w:rPr>
        <w:t>-</w:t>
      </w:r>
      <w:r w:rsidRPr="006049FE">
        <w:rPr>
          <w:spacing w:val="9"/>
          <w:sz w:val="22"/>
          <w:szCs w:val="22"/>
        </w:rPr>
        <w:t>budowl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ny</w:t>
      </w:r>
      <w:r w:rsidRPr="006049FE">
        <w:rPr>
          <w:spacing w:val="11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9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dotyc</w:t>
      </w:r>
      <w:r w:rsidRPr="006049FE">
        <w:rPr>
          <w:spacing w:val="7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ą</w:t>
      </w:r>
      <w:r w:rsidRPr="006049FE">
        <w:rPr>
          <w:spacing w:val="9"/>
          <w:sz w:val="22"/>
          <w:szCs w:val="22"/>
        </w:rPr>
        <w:t>cyc</w:t>
      </w:r>
      <w:r w:rsidRPr="006049FE">
        <w:rPr>
          <w:sz w:val="22"/>
          <w:szCs w:val="22"/>
        </w:rPr>
        <w:t>h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 xml:space="preserve">runków </w:t>
      </w:r>
      <w:r w:rsidRPr="006049FE">
        <w:rPr>
          <w:spacing w:val="1"/>
          <w:sz w:val="22"/>
          <w:szCs w:val="22"/>
        </w:rPr>
        <w:t>technicznych</w:t>
      </w:r>
      <w:r w:rsidRPr="006049FE">
        <w:rPr>
          <w:sz w:val="22"/>
          <w:szCs w:val="22"/>
        </w:rPr>
        <w:t>,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wykonani</w:t>
      </w:r>
      <w:r w:rsidRPr="006049FE">
        <w:rPr>
          <w:sz w:val="22"/>
          <w:szCs w:val="22"/>
        </w:rPr>
        <w:t>a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odbior</w:t>
      </w:r>
      <w:r w:rsidRPr="006049FE">
        <w:rPr>
          <w:sz w:val="22"/>
          <w:szCs w:val="22"/>
        </w:rPr>
        <w:t>u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po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zczególnyc</w:t>
      </w:r>
      <w:r w:rsidRPr="006049FE">
        <w:rPr>
          <w:sz w:val="22"/>
          <w:szCs w:val="22"/>
        </w:rPr>
        <w:t>h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jeg</w:t>
      </w:r>
      <w:r w:rsidRPr="006049FE">
        <w:rPr>
          <w:sz w:val="22"/>
          <w:szCs w:val="22"/>
        </w:rPr>
        <w:t>o</w:t>
      </w:r>
      <w:r w:rsidRPr="006049FE">
        <w:rPr>
          <w:spacing w:val="3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le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tó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,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z w:val="22"/>
          <w:szCs w:val="22"/>
        </w:rPr>
        <w:t>a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ta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że</w:t>
      </w:r>
      <w:r w:rsidRPr="006049FE">
        <w:rPr>
          <w:spacing w:val="3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ada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wiedz</w:t>
      </w:r>
      <w:r w:rsidRPr="006049FE">
        <w:rPr>
          <w:sz w:val="22"/>
          <w:szCs w:val="22"/>
        </w:rPr>
        <w:t>y</w:t>
      </w:r>
      <w:r w:rsidRPr="006049FE">
        <w:rPr>
          <w:spacing w:val="-2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technicznej.</w:t>
      </w:r>
    </w:p>
    <w:p w:rsidR="00B61431" w:rsidRPr="006049FE" w:rsidRDefault="00B61431" w:rsidP="00746A47">
      <w:pPr>
        <w:pStyle w:val="Akapitzlist"/>
        <w:rPr>
          <w:b/>
          <w:bCs/>
          <w:spacing w:val="-3"/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3"/>
          <w:sz w:val="22"/>
          <w:szCs w:val="22"/>
          <w:u w:val="single"/>
        </w:rPr>
        <w:t>MATERIAŁY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z w:val="22"/>
          <w:szCs w:val="22"/>
        </w:rPr>
        <w:t>O</w:t>
      </w:r>
      <w:r w:rsidRPr="006049FE">
        <w:rPr>
          <w:bCs/>
          <w:spacing w:val="-3"/>
          <w:sz w:val="22"/>
          <w:szCs w:val="22"/>
        </w:rPr>
        <w:t>gr</w:t>
      </w:r>
      <w:r w:rsidRPr="006049FE">
        <w:rPr>
          <w:bCs/>
          <w:spacing w:val="-2"/>
          <w:sz w:val="22"/>
          <w:szCs w:val="22"/>
        </w:rPr>
        <w:t>od</w:t>
      </w:r>
      <w:r w:rsidRPr="006049FE">
        <w:rPr>
          <w:bCs/>
          <w:spacing w:val="-5"/>
          <w:sz w:val="22"/>
          <w:szCs w:val="22"/>
        </w:rPr>
        <w:t>z</w:t>
      </w:r>
      <w:r w:rsidRPr="006049FE">
        <w:rPr>
          <w:bCs/>
          <w:sz w:val="22"/>
          <w:szCs w:val="22"/>
        </w:rPr>
        <w:t>e</w:t>
      </w:r>
      <w:r w:rsidRPr="006049FE">
        <w:rPr>
          <w:bCs/>
          <w:spacing w:val="-3"/>
          <w:sz w:val="22"/>
          <w:szCs w:val="22"/>
        </w:rPr>
        <w:t>n</w:t>
      </w:r>
      <w:r w:rsidRPr="006049FE">
        <w:rPr>
          <w:bCs/>
          <w:spacing w:val="-2"/>
          <w:sz w:val="22"/>
          <w:szCs w:val="22"/>
        </w:rPr>
        <w:t>i</w:t>
      </w:r>
      <w:r w:rsidRPr="006049FE">
        <w:rPr>
          <w:bCs/>
          <w:sz w:val="22"/>
          <w:szCs w:val="22"/>
        </w:rPr>
        <w:t>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Ogrodzeni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bois</w:t>
      </w:r>
      <w:r w:rsidRPr="006049FE">
        <w:rPr>
          <w:sz w:val="22"/>
          <w:szCs w:val="22"/>
        </w:rPr>
        <w:t>k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wysok</w:t>
      </w:r>
      <w:r w:rsidRPr="006049FE">
        <w:rPr>
          <w:sz w:val="22"/>
          <w:szCs w:val="22"/>
        </w:rPr>
        <w:t>ości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4m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ekran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/</w:t>
      </w:r>
      <w:r w:rsidRPr="006049FE">
        <w:rPr>
          <w:spacing w:val="-6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pił</w:t>
      </w:r>
      <w:r w:rsidRPr="006049FE">
        <w:rPr>
          <w:spacing w:val="-2"/>
          <w:sz w:val="22"/>
          <w:szCs w:val="22"/>
        </w:rPr>
        <w:t>kochwyt</w:t>
      </w:r>
      <w:r w:rsidRPr="006049FE">
        <w:rPr>
          <w:sz w:val="22"/>
          <w:szCs w:val="22"/>
        </w:rPr>
        <w:t>y</w:t>
      </w:r>
      <w:proofErr w:type="spellEnd"/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/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wysok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6,</w:t>
      </w:r>
      <w:r w:rsidRPr="006049FE">
        <w:rPr>
          <w:sz w:val="22"/>
          <w:szCs w:val="22"/>
        </w:rPr>
        <w:t>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Ogrodzenie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wys.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4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z w:val="22"/>
          <w:szCs w:val="22"/>
        </w:rPr>
        <w:t>paneli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kratowyc</w:t>
      </w:r>
      <w:r w:rsidRPr="006049FE">
        <w:rPr>
          <w:sz w:val="22"/>
          <w:szCs w:val="22"/>
        </w:rPr>
        <w:t>h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rozstaw</w:t>
      </w:r>
      <w:r w:rsidRPr="006049FE">
        <w:rPr>
          <w:sz w:val="22"/>
          <w:szCs w:val="22"/>
        </w:rPr>
        <w:t>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osiowy</w:t>
      </w:r>
      <w:r w:rsidRPr="006049FE">
        <w:rPr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4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rę</w:t>
      </w:r>
      <w:r w:rsidRPr="006049FE">
        <w:rPr>
          <w:spacing w:val="-2"/>
          <w:sz w:val="22"/>
          <w:szCs w:val="22"/>
        </w:rPr>
        <w:t>tó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ocynkow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nych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F</w:t>
      </w:r>
      <w:r w:rsidRPr="006049FE">
        <w:rPr>
          <w:sz w:val="22"/>
          <w:szCs w:val="22"/>
        </w:rPr>
        <w:t>i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76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pokrytyc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natryskow</w:t>
      </w:r>
      <w:r w:rsidRPr="006049FE">
        <w:rPr>
          <w:sz w:val="22"/>
          <w:szCs w:val="22"/>
        </w:rPr>
        <w:t>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ok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poliestro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kolorz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RA</w:t>
      </w:r>
      <w:r w:rsidRPr="006049FE">
        <w:rPr>
          <w:sz w:val="22"/>
          <w:szCs w:val="22"/>
        </w:rPr>
        <w:t>L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podbudowi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betonowej</w:t>
      </w:r>
      <w:r w:rsidRPr="006049FE">
        <w:rPr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(obrz</w:t>
      </w:r>
      <w:r w:rsidRPr="006049FE">
        <w:rPr>
          <w:sz w:val="22"/>
          <w:szCs w:val="22"/>
        </w:rPr>
        <w:t>eża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betonow</w:t>
      </w:r>
      <w:r w:rsidRPr="006049FE">
        <w:rPr>
          <w:sz w:val="22"/>
          <w:szCs w:val="22"/>
        </w:rPr>
        <w:t>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30x</w:t>
      </w:r>
      <w:r w:rsidRPr="006049FE">
        <w:rPr>
          <w:sz w:val="22"/>
          <w:szCs w:val="22"/>
        </w:rPr>
        <w:t>8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awi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betonowe</w:t>
      </w:r>
      <w:r w:rsidRPr="006049FE">
        <w:rPr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15x3</w:t>
      </w:r>
      <w:r w:rsidRPr="006049FE">
        <w:rPr>
          <w:sz w:val="22"/>
          <w:szCs w:val="22"/>
        </w:rPr>
        <w:t>0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cm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B1</w:t>
      </w:r>
      <w:r w:rsidRPr="006049FE">
        <w:rPr>
          <w:sz w:val="22"/>
          <w:szCs w:val="22"/>
        </w:rPr>
        <w:t>5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opor</w:t>
      </w:r>
      <w:r w:rsidRPr="006049FE">
        <w:rPr>
          <w:sz w:val="22"/>
          <w:szCs w:val="22"/>
        </w:rPr>
        <w:t>em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podsyp</w:t>
      </w:r>
      <w:r w:rsidRPr="006049FE">
        <w:rPr>
          <w:sz w:val="22"/>
          <w:szCs w:val="22"/>
        </w:rPr>
        <w:t>ce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-2"/>
          <w:sz w:val="22"/>
          <w:szCs w:val="22"/>
        </w:rPr>
        <w:t>piasku.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łupki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stalowe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profili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stalo</w:t>
      </w:r>
      <w:r w:rsidRPr="006049FE">
        <w:rPr>
          <w:spacing w:val="-2"/>
          <w:sz w:val="22"/>
          <w:szCs w:val="22"/>
        </w:rPr>
        <w:t>wyc</w:t>
      </w:r>
      <w:r w:rsidRPr="006049FE">
        <w:rPr>
          <w:sz w:val="22"/>
          <w:szCs w:val="22"/>
        </w:rPr>
        <w:t>h</w:t>
      </w:r>
      <w:r w:rsidRPr="006049FE">
        <w:rPr>
          <w:spacing w:val="-7"/>
          <w:sz w:val="22"/>
          <w:szCs w:val="22"/>
        </w:rPr>
        <w:t xml:space="preserve"> 76</w:t>
      </w:r>
      <w:r w:rsidRPr="006049FE">
        <w:rPr>
          <w:spacing w:val="-2"/>
          <w:sz w:val="22"/>
          <w:szCs w:val="22"/>
        </w:rPr>
        <w:t>x3,2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dl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ogrodzeni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wys</w:t>
      </w:r>
      <w:r w:rsidRPr="006049FE">
        <w:rPr>
          <w:sz w:val="22"/>
          <w:szCs w:val="22"/>
        </w:rPr>
        <w:t>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4,</w:t>
      </w:r>
      <w:r w:rsidRPr="006049FE">
        <w:rPr>
          <w:sz w:val="22"/>
          <w:szCs w:val="22"/>
        </w:rPr>
        <w:t>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pokrytych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</w:t>
      </w:r>
      <w:r w:rsidRPr="006049FE">
        <w:rPr>
          <w:sz w:val="22"/>
          <w:szCs w:val="22"/>
        </w:rPr>
        <w:t>wł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ką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natrysko</w:t>
      </w:r>
      <w:r w:rsidRPr="006049FE">
        <w:rPr>
          <w:sz w:val="22"/>
          <w:szCs w:val="22"/>
        </w:rPr>
        <w:t>wą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poliestro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kolorz</w:t>
      </w:r>
      <w:r w:rsidRPr="006049FE">
        <w:rPr>
          <w:sz w:val="22"/>
          <w:szCs w:val="22"/>
        </w:rPr>
        <w:t>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RAL.</w:t>
      </w:r>
      <w:r w:rsidRPr="006049FE">
        <w:rPr>
          <w:sz w:val="22"/>
          <w:szCs w:val="22"/>
        </w:rPr>
        <w:t>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Rozsta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sł</w:t>
      </w:r>
      <w:r w:rsidRPr="006049FE">
        <w:rPr>
          <w:spacing w:val="-2"/>
          <w:sz w:val="22"/>
          <w:szCs w:val="22"/>
        </w:rPr>
        <w:t>upkó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3- </w:t>
      </w:r>
      <w:r w:rsidRPr="006049FE">
        <w:rPr>
          <w:spacing w:val="-2"/>
          <w:sz w:val="22"/>
          <w:szCs w:val="22"/>
        </w:rPr>
        <w:t>4,0m.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br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ogrodzenio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syst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ow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profil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stalowyc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wyp</w:t>
      </w:r>
      <w:r w:rsidRPr="006049FE">
        <w:rPr>
          <w:sz w:val="22"/>
          <w:szCs w:val="22"/>
        </w:rPr>
        <w:t>eł</w:t>
      </w:r>
      <w:r w:rsidRPr="006049FE">
        <w:rPr>
          <w:spacing w:val="-2"/>
          <w:sz w:val="22"/>
          <w:szCs w:val="22"/>
        </w:rPr>
        <w:t>nion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panela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kratowy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rętów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Fi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5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mm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4"/>
          <w:sz w:val="22"/>
          <w:szCs w:val="22"/>
        </w:rPr>
        <w:t>m</w:t>
      </w:r>
      <w:r w:rsidRPr="006049FE">
        <w:rPr>
          <w:sz w:val="22"/>
          <w:szCs w:val="22"/>
        </w:rPr>
        <w:t>.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3,00x2,50 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furtki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ystemow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wym</w:t>
      </w:r>
      <w:r w:rsidRPr="006049FE">
        <w:rPr>
          <w:sz w:val="22"/>
          <w:szCs w:val="22"/>
        </w:rPr>
        <w:t>.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1,30x2,00</w:t>
      </w:r>
      <w:r w:rsidRPr="006049FE">
        <w:rPr>
          <w:sz w:val="22"/>
          <w:szCs w:val="22"/>
        </w:rPr>
        <w:t>m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Stopy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sł</w:t>
      </w:r>
      <w:r w:rsidRPr="006049FE">
        <w:rPr>
          <w:spacing w:val="-2"/>
          <w:sz w:val="22"/>
          <w:szCs w:val="22"/>
        </w:rPr>
        <w:t>up</w:t>
      </w:r>
      <w:r w:rsidRPr="006049FE">
        <w:rPr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beton</w:t>
      </w:r>
      <w:r w:rsidRPr="006049FE">
        <w:rPr>
          <w:sz w:val="22"/>
          <w:szCs w:val="22"/>
        </w:rPr>
        <w:t>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C16/20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3"/>
          <w:sz w:val="22"/>
          <w:szCs w:val="22"/>
        </w:rPr>
        <w:t>Sp</w:t>
      </w:r>
      <w:r w:rsidRPr="006049FE">
        <w:rPr>
          <w:bCs/>
          <w:spacing w:val="-2"/>
          <w:sz w:val="22"/>
          <w:szCs w:val="22"/>
        </w:rPr>
        <w:t>r</w:t>
      </w:r>
      <w:r w:rsidRPr="006049FE">
        <w:rPr>
          <w:bCs/>
          <w:spacing w:val="-5"/>
          <w:sz w:val="22"/>
          <w:szCs w:val="22"/>
        </w:rPr>
        <w:t>z</w:t>
      </w:r>
      <w:r w:rsidRPr="006049FE">
        <w:rPr>
          <w:bCs/>
          <w:spacing w:val="-2"/>
          <w:sz w:val="22"/>
          <w:szCs w:val="22"/>
        </w:rPr>
        <w:t>ę</w:t>
      </w:r>
      <w:r w:rsidRPr="006049FE">
        <w:rPr>
          <w:bCs/>
          <w:sz w:val="22"/>
          <w:szCs w:val="22"/>
        </w:rPr>
        <w:t>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gan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odn</w:t>
      </w:r>
      <w:r w:rsidRPr="006049FE">
        <w:rPr>
          <w:spacing w:val="-3"/>
          <w:sz w:val="22"/>
          <w:szCs w:val="22"/>
        </w:rPr>
        <w:t>oś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sp</w:t>
      </w:r>
      <w:r w:rsidRPr="006049FE">
        <w:rPr>
          <w:spacing w:val="-2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zęt</w:t>
      </w:r>
      <w:r w:rsidRPr="006049FE">
        <w:rPr>
          <w:sz w:val="22"/>
          <w:szCs w:val="22"/>
        </w:rPr>
        <w:t>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zawar</w:t>
      </w:r>
      <w:r w:rsidRPr="006049FE">
        <w:rPr>
          <w:spacing w:val="-2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5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ogó</w:t>
      </w:r>
      <w:r w:rsidRPr="006049FE">
        <w:rPr>
          <w:spacing w:val="-2"/>
          <w:sz w:val="22"/>
          <w:szCs w:val="22"/>
        </w:rPr>
        <w:t>l</w:t>
      </w:r>
      <w:r w:rsidRPr="006049FE">
        <w:rPr>
          <w:spacing w:val="-5"/>
          <w:sz w:val="22"/>
          <w:szCs w:val="22"/>
        </w:rPr>
        <w:t>ne</w:t>
      </w:r>
      <w:r w:rsidRPr="006049FE">
        <w:rPr>
          <w:sz w:val="22"/>
          <w:szCs w:val="22"/>
        </w:rPr>
        <w:t>j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sp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cyf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4"/>
          <w:sz w:val="22"/>
          <w:szCs w:val="22"/>
        </w:rPr>
        <w:t>k</w:t>
      </w:r>
      <w:r w:rsidRPr="006049FE">
        <w:rPr>
          <w:spacing w:val="-5"/>
          <w:sz w:val="22"/>
          <w:szCs w:val="22"/>
        </w:rPr>
        <w:t>acji</w:t>
      </w:r>
      <w:r w:rsidRPr="006049FE">
        <w:rPr>
          <w:spacing w:val="-4"/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technicz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>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4"/>
          <w:sz w:val="22"/>
          <w:szCs w:val="22"/>
          <w:u w:val="single"/>
        </w:rPr>
        <w:t>TRANSPORT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Wymagani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odno</w:t>
      </w:r>
      <w:r w:rsidRPr="006049FE">
        <w:rPr>
          <w:sz w:val="22"/>
          <w:szCs w:val="22"/>
        </w:rPr>
        <w:t>śnie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transportu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zawarte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zęści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ogólnej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Specyfikac</w:t>
      </w:r>
      <w:r w:rsidRPr="006049FE">
        <w:rPr>
          <w:spacing w:val="-3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Techn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>cznej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3"/>
          <w:sz w:val="22"/>
          <w:szCs w:val="22"/>
          <w:u w:val="single"/>
        </w:rPr>
        <w:t>WYKONANIE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przys</w:t>
      </w:r>
      <w:r w:rsidRPr="006049FE">
        <w:rPr>
          <w:sz w:val="22"/>
          <w:szCs w:val="22"/>
        </w:rPr>
        <w:t>tąpieniem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ykonawca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dokona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wytyczenia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trwale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oznaczy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terenie.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Uznaje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ę,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że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wykonawca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zapoznał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doku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acją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ogólną.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związku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powyższym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nie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z w:val="22"/>
          <w:szCs w:val="22"/>
        </w:rPr>
        <w:t>ędzie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óg</w:t>
      </w:r>
      <w:r w:rsidRPr="006049FE">
        <w:rPr>
          <w:sz w:val="22"/>
          <w:szCs w:val="22"/>
        </w:rPr>
        <w:t>ł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się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tłu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aczyć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nieznajomością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zakres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robót</w:t>
      </w:r>
      <w:r w:rsidRPr="006049FE">
        <w:rPr>
          <w:sz w:val="22"/>
          <w:szCs w:val="22"/>
        </w:rPr>
        <w:t>.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</w:t>
      </w:r>
      <w:r w:rsidRPr="006049FE">
        <w:rPr>
          <w:sz w:val="22"/>
          <w:szCs w:val="22"/>
        </w:rPr>
        <w:t>zu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</w:t>
      </w:r>
      <w:r w:rsidRPr="006049FE">
        <w:rPr>
          <w:sz w:val="22"/>
          <w:szCs w:val="22"/>
        </w:rPr>
        <w:t>ę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pr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eż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roboty</w:t>
      </w:r>
      <w:r w:rsidRPr="006049FE">
        <w:rPr>
          <w:sz w:val="22"/>
          <w:szCs w:val="22"/>
        </w:rPr>
        <w:t>,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któr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zost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ł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okr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ślon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jasny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kosztorysi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opisowy</w:t>
      </w:r>
      <w:r w:rsidRPr="006049FE">
        <w:rPr>
          <w:spacing w:val="-7"/>
          <w:sz w:val="22"/>
          <w:szCs w:val="22"/>
        </w:rPr>
        <w:t>m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3"/>
          <w:sz w:val="22"/>
          <w:szCs w:val="22"/>
          <w:u w:val="single"/>
        </w:rPr>
        <w:t>KONTROLA JAKOŚCI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Ogó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z w:val="22"/>
          <w:szCs w:val="22"/>
        </w:rPr>
        <w:t>sa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obó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pod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wym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gani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ogóln</w:t>
      </w:r>
      <w:r w:rsidRPr="006049FE">
        <w:rPr>
          <w:sz w:val="22"/>
          <w:szCs w:val="22"/>
        </w:rPr>
        <w:t xml:space="preserve">e. </w:t>
      </w:r>
      <w:r w:rsidRPr="006049FE">
        <w:rPr>
          <w:spacing w:val="-2"/>
          <w:sz w:val="22"/>
          <w:szCs w:val="22"/>
        </w:rPr>
        <w:t>Kontrol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jak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polega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wiz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alnej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ocenie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ko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leksow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ści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wykonany</w:t>
      </w:r>
      <w:r w:rsidRPr="006049FE">
        <w:rPr>
          <w:sz w:val="22"/>
          <w:szCs w:val="22"/>
        </w:rPr>
        <w:t>ch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robót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zgodno</w:t>
      </w:r>
      <w:r w:rsidRPr="006049FE">
        <w:rPr>
          <w:sz w:val="22"/>
          <w:szCs w:val="22"/>
        </w:rPr>
        <w:t>ści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zakresu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wykonanych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specy</w:t>
      </w:r>
      <w:r w:rsidRPr="006049FE">
        <w:rPr>
          <w:spacing w:val="-8"/>
          <w:sz w:val="22"/>
          <w:szCs w:val="22"/>
        </w:rPr>
        <w:t>f</w:t>
      </w:r>
      <w:r w:rsidRPr="006049FE">
        <w:rPr>
          <w:spacing w:val="-6"/>
          <w:sz w:val="22"/>
          <w:szCs w:val="22"/>
        </w:rPr>
        <w:t>ikac</w:t>
      </w:r>
      <w:r w:rsidRPr="006049FE">
        <w:rPr>
          <w:spacing w:val="-7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technicz</w:t>
      </w:r>
      <w:r w:rsidRPr="006049FE">
        <w:rPr>
          <w:spacing w:val="-7"/>
          <w:sz w:val="22"/>
          <w:szCs w:val="22"/>
        </w:rPr>
        <w:t>n</w:t>
      </w:r>
      <w:r w:rsidRPr="006049FE">
        <w:rPr>
          <w:spacing w:val="-6"/>
          <w:sz w:val="22"/>
          <w:szCs w:val="22"/>
        </w:rPr>
        <w:t>ą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7"/>
          <w:sz w:val="22"/>
          <w:szCs w:val="22"/>
          <w:u w:val="single"/>
        </w:rPr>
        <w:t>OBMIAR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Ogó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dotycz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ce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obmiar</w:t>
      </w:r>
      <w:r w:rsidRPr="006049FE">
        <w:rPr>
          <w:sz w:val="22"/>
          <w:szCs w:val="22"/>
        </w:rPr>
        <w:t>u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podan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Wymagani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ogólne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Jednos</w:t>
      </w:r>
      <w:r w:rsidRPr="006049FE">
        <w:rPr>
          <w:sz w:val="22"/>
          <w:szCs w:val="22"/>
        </w:rPr>
        <w:t>tka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ob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iarowymi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ą: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ogrodzeni</w:t>
      </w:r>
      <w:r w:rsidRPr="006049FE">
        <w:rPr>
          <w:sz w:val="22"/>
          <w:szCs w:val="22"/>
        </w:rPr>
        <w:t>e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position w:val="11"/>
          <w:sz w:val="22"/>
          <w:szCs w:val="22"/>
        </w:rPr>
        <w:t>2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B61431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3"/>
          <w:sz w:val="22"/>
          <w:szCs w:val="22"/>
          <w:u w:val="single"/>
        </w:rPr>
        <w:t>ODBIORY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dbió</w:t>
      </w:r>
      <w:r w:rsidRPr="006049FE">
        <w:rPr>
          <w:sz w:val="22"/>
          <w:szCs w:val="22"/>
        </w:rPr>
        <w:t>r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poleg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izualne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oceni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kompleksowo</w:t>
      </w:r>
      <w:r w:rsidRPr="006049FE">
        <w:rPr>
          <w:spacing w:val="-4"/>
          <w:sz w:val="22"/>
          <w:szCs w:val="22"/>
        </w:rPr>
        <w:t>ś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wykon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10"/>
          <w:sz w:val="22"/>
          <w:szCs w:val="22"/>
        </w:rPr>
        <w:t>r</w:t>
      </w:r>
      <w:r w:rsidRPr="006049FE">
        <w:rPr>
          <w:spacing w:val="-9"/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>bó</w:t>
      </w:r>
      <w:r w:rsidRPr="006049FE">
        <w:rPr>
          <w:spacing w:val="-9"/>
          <w:sz w:val="22"/>
          <w:szCs w:val="22"/>
        </w:rPr>
        <w:t>t</w:t>
      </w:r>
      <w:r w:rsidRPr="006049FE">
        <w:rPr>
          <w:sz w:val="22"/>
          <w:szCs w:val="22"/>
        </w:rPr>
        <w:t xml:space="preserve">. </w:t>
      </w:r>
      <w:r w:rsidRPr="006049FE">
        <w:rPr>
          <w:spacing w:val="-5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ustaleni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dotyc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>ą</w:t>
      </w:r>
      <w:r w:rsidRPr="006049FE">
        <w:rPr>
          <w:spacing w:val="-5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po</w:t>
      </w:r>
      <w:r w:rsidRPr="006049FE">
        <w:rPr>
          <w:spacing w:val="-5"/>
          <w:sz w:val="22"/>
          <w:szCs w:val="22"/>
        </w:rPr>
        <w:t>ds</w:t>
      </w:r>
      <w:r w:rsidRPr="006049FE">
        <w:rPr>
          <w:spacing w:val="-3"/>
          <w:sz w:val="22"/>
          <w:szCs w:val="22"/>
        </w:rPr>
        <w:t>t</w:t>
      </w:r>
      <w:r w:rsidRPr="006049FE">
        <w:rPr>
          <w:spacing w:val="-4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p</w:t>
      </w:r>
      <w:r w:rsidRPr="006049FE">
        <w:rPr>
          <w:spacing w:val="-6"/>
          <w:sz w:val="22"/>
          <w:szCs w:val="22"/>
        </w:rPr>
        <w:t>ł</w:t>
      </w:r>
      <w:r w:rsidRPr="006049FE">
        <w:rPr>
          <w:spacing w:val="-5"/>
          <w:sz w:val="22"/>
          <w:szCs w:val="22"/>
        </w:rPr>
        <w:t>atn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>ś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p</w:t>
      </w:r>
      <w:r w:rsidRPr="006049FE">
        <w:rPr>
          <w:spacing w:val="-5"/>
          <w:sz w:val="22"/>
          <w:szCs w:val="22"/>
        </w:rPr>
        <w:t>oda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4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Wym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gani</w:t>
      </w:r>
      <w:r w:rsidRPr="006049FE">
        <w:rPr>
          <w:sz w:val="22"/>
          <w:szCs w:val="22"/>
        </w:rPr>
        <w:t>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ogólne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  <w:u w:val="single"/>
        </w:rPr>
      </w:pPr>
      <w:r w:rsidRPr="006049FE">
        <w:rPr>
          <w:bCs/>
          <w:spacing w:val="-2"/>
          <w:sz w:val="22"/>
          <w:szCs w:val="22"/>
          <w:u w:val="single"/>
        </w:rPr>
        <w:t>P</w:t>
      </w:r>
      <w:r w:rsidRPr="006049FE">
        <w:rPr>
          <w:bCs/>
          <w:sz w:val="22"/>
          <w:szCs w:val="22"/>
          <w:u w:val="single"/>
        </w:rPr>
        <w:t>r</w:t>
      </w:r>
      <w:r w:rsidRPr="006049FE">
        <w:rPr>
          <w:bCs/>
          <w:spacing w:val="-5"/>
          <w:sz w:val="22"/>
          <w:szCs w:val="22"/>
          <w:u w:val="single"/>
        </w:rPr>
        <w:t>z</w:t>
      </w:r>
      <w:r w:rsidRPr="006049FE">
        <w:rPr>
          <w:bCs/>
          <w:sz w:val="22"/>
          <w:szCs w:val="22"/>
          <w:u w:val="single"/>
        </w:rPr>
        <w:t>e</w:t>
      </w:r>
      <w:r w:rsidRPr="006049FE">
        <w:rPr>
          <w:bCs/>
          <w:spacing w:val="-2"/>
          <w:sz w:val="22"/>
          <w:szCs w:val="22"/>
          <w:u w:val="single"/>
        </w:rPr>
        <w:t>pis</w:t>
      </w:r>
      <w:r w:rsidRPr="006049FE">
        <w:rPr>
          <w:bCs/>
          <w:sz w:val="22"/>
          <w:szCs w:val="22"/>
          <w:u w:val="single"/>
        </w:rPr>
        <w:t>y</w:t>
      </w:r>
      <w:r w:rsidRPr="006049FE">
        <w:rPr>
          <w:bCs/>
          <w:spacing w:val="-7"/>
          <w:sz w:val="22"/>
          <w:szCs w:val="22"/>
          <w:u w:val="single"/>
        </w:rPr>
        <w:t xml:space="preserve"> </w:t>
      </w:r>
      <w:r w:rsidRPr="006049FE">
        <w:rPr>
          <w:bCs/>
          <w:sz w:val="22"/>
          <w:szCs w:val="22"/>
          <w:u w:val="single"/>
        </w:rPr>
        <w:t>i</w:t>
      </w:r>
      <w:r w:rsidRPr="006049FE">
        <w:rPr>
          <w:bCs/>
          <w:spacing w:val="-5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norm</w:t>
      </w:r>
      <w:r w:rsidRPr="006049FE">
        <w:rPr>
          <w:bCs/>
          <w:sz w:val="22"/>
          <w:szCs w:val="22"/>
          <w:u w:val="single"/>
        </w:rPr>
        <w:t>y</w:t>
      </w:r>
      <w:r w:rsidRPr="006049FE">
        <w:rPr>
          <w:bCs/>
          <w:spacing w:val="-7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do</w:t>
      </w:r>
      <w:r w:rsidRPr="006049FE">
        <w:rPr>
          <w:bCs/>
          <w:sz w:val="22"/>
          <w:szCs w:val="22"/>
          <w:u w:val="single"/>
        </w:rPr>
        <w:t>t</w:t>
      </w:r>
      <w:r w:rsidRPr="006049FE">
        <w:rPr>
          <w:bCs/>
          <w:spacing w:val="-2"/>
          <w:sz w:val="22"/>
          <w:szCs w:val="22"/>
          <w:u w:val="single"/>
        </w:rPr>
        <w:t>y</w:t>
      </w:r>
      <w:r w:rsidRPr="006049FE">
        <w:rPr>
          <w:bCs/>
          <w:sz w:val="22"/>
          <w:szCs w:val="22"/>
          <w:u w:val="single"/>
        </w:rPr>
        <w:t>c</w:t>
      </w:r>
      <w:r w:rsidRPr="006049FE">
        <w:rPr>
          <w:bCs/>
          <w:spacing w:val="-5"/>
          <w:sz w:val="22"/>
          <w:szCs w:val="22"/>
          <w:u w:val="single"/>
        </w:rPr>
        <w:t>z</w:t>
      </w:r>
      <w:r w:rsidRPr="006049FE">
        <w:rPr>
          <w:bCs/>
          <w:spacing w:val="-2"/>
          <w:sz w:val="22"/>
          <w:szCs w:val="22"/>
          <w:u w:val="single"/>
        </w:rPr>
        <w:t>ąc</w:t>
      </w:r>
      <w:r w:rsidRPr="006049FE">
        <w:rPr>
          <w:bCs/>
          <w:sz w:val="22"/>
          <w:szCs w:val="22"/>
          <w:u w:val="single"/>
        </w:rPr>
        <w:t>e</w:t>
      </w:r>
      <w:r w:rsidRPr="006049FE">
        <w:rPr>
          <w:bCs/>
          <w:spacing w:val="-6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pr</w:t>
      </w:r>
      <w:r w:rsidRPr="006049FE">
        <w:rPr>
          <w:bCs/>
          <w:sz w:val="22"/>
          <w:szCs w:val="22"/>
          <w:u w:val="single"/>
        </w:rPr>
        <w:t>o</w:t>
      </w:r>
      <w:r w:rsidRPr="006049FE">
        <w:rPr>
          <w:bCs/>
          <w:spacing w:val="-2"/>
          <w:sz w:val="22"/>
          <w:szCs w:val="22"/>
          <w:u w:val="single"/>
        </w:rPr>
        <w:t>wadzeni</w:t>
      </w:r>
      <w:r w:rsidRPr="006049FE">
        <w:rPr>
          <w:bCs/>
          <w:sz w:val="22"/>
          <w:szCs w:val="22"/>
          <w:u w:val="single"/>
        </w:rPr>
        <w:t>a</w:t>
      </w:r>
      <w:r w:rsidRPr="006049FE">
        <w:rPr>
          <w:bCs/>
          <w:spacing w:val="-6"/>
          <w:sz w:val="22"/>
          <w:szCs w:val="22"/>
          <w:u w:val="single"/>
        </w:rPr>
        <w:t xml:space="preserve"> </w:t>
      </w:r>
      <w:r w:rsidRPr="006049FE">
        <w:rPr>
          <w:bCs/>
          <w:spacing w:val="-2"/>
          <w:sz w:val="22"/>
          <w:szCs w:val="22"/>
          <w:u w:val="single"/>
        </w:rPr>
        <w:t>bud</w:t>
      </w:r>
      <w:r w:rsidRPr="006049FE">
        <w:rPr>
          <w:bCs/>
          <w:sz w:val="22"/>
          <w:szCs w:val="22"/>
          <w:u w:val="single"/>
        </w:rPr>
        <w:t>o</w:t>
      </w:r>
      <w:r w:rsidRPr="006049FE">
        <w:rPr>
          <w:bCs/>
          <w:spacing w:val="-2"/>
          <w:sz w:val="22"/>
          <w:szCs w:val="22"/>
          <w:u w:val="single"/>
        </w:rPr>
        <w:t>wy.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PN-B-06050;1999</w:t>
      </w:r>
      <w:r w:rsidRPr="006049FE">
        <w:rPr>
          <w:sz w:val="22"/>
          <w:szCs w:val="22"/>
        </w:rPr>
        <w:tab/>
        <w:t>Geotechnika.</w:t>
      </w:r>
      <w:r w:rsidR="005F1C4F">
        <w:rPr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>oboty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zie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ne.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ymagania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PN-74</w:t>
      </w:r>
      <w:r w:rsidRPr="006049FE">
        <w:rPr>
          <w:sz w:val="22"/>
          <w:szCs w:val="22"/>
        </w:rPr>
        <w:t>/</w:t>
      </w:r>
      <w:r w:rsidRPr="006049FE">
        <w:rPr>
          <w:spacing w:val="-2"/>
          <w:sz w:val="22"/>
          <w:szCs w:val="22"/>
        </w:rPr>
        <w:t>B-0445</w:t>
      </w:r>
      <w:r w:rsidRPr="006049FE">
        <w:rPr>
          <w:sz w:val="22"/>
          <w:szCs w:val="22"/>
        </w:rPr>
        <w:t>2</w:t>
      </w:r>
      <w:r w:rsidRPr="006049FE">
        <w:rPr>
          <w:sz w:val="22"/>
          <w:szCs w:val="22"/>
        </w:rPr>
        <w:tab/>
      </w:r>
      <w:r w:rsidRPr="006049FE">
        <w:rPr>
          <w:sz w:val="22"/>
          <w:szCs w:val="22"/>
        </w:rPr>
        <w:tab/>
      </w:r>
      <w:r w:rsidRPr="006049FE">
        <w:rPr>
          <w:spacing w:val="-2"/>
          <w:sz w:val="22"/>
          <w:szCs w:val="22"/>
        </w:rPr>
        <w:t>Grunt</w:t>
      </w:r>
      <w:r w:rsidRPr="006049FE">
        <w:rPr>
          <w:sz w:val="22"/>
          <w:szCs w:val="22"/>
        </w:rPr>
        <w:t>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budowlane</w:t>
      </w:r>
      <w:r w:rsidRPr="006049FE">
        <w:rPr>
          <w:sz w:val="22"/>
          <w:szCs w:val="22"/>
        </w:rPr>
        <w:t>.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Badani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polowe.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PN</w:t>
      </w:r>
      <w:r w:rsidRPr="006049FE">
        <w:rPr>
          <w:sz w:val="22"/>
          <w:szCs w:val="22"/>
        </w:rPr>
        <w:t>-</w:t>
      </w:r>
      <w:r w:rsidRPr="006049FE">
        <w:rPr>
          <w:spacing w:val="-3"/>
          <w:sz w:val="22"/>
          <w:szCs w:val="22"/>
        </w:rPr>
        <w:t>88</w:t>
      </w:r>
      <w:r w:rsidRPr="006049FE">
        <w:rPr>
          <w:sz w:val="22"/>
          <w:szCs w:val="22"/>
        </w:rPr>
        <w:t>/</w:t>
      </w:r>
      <w:r w:rsidRPr="006049FE">
        <w:rPr>
          <w:spacing w:val="-3"/>
          <w:sz w:val="22"/>
          <w:szCs w:val="22"/>
        </w:rPr>
        <w:t>B-0625</w:t>
      </w:r>
      <w:r w:rsidRPr="006049FE">
        <w:rPr>
          <w:sz w:val="22"/>
          <w:szCs w:val="22"/>
        </w:rPr>
        <w:t>0</w:t>
      </w:r>
      <w:r w:rsidRPr="006049FE">
        <w:rPr>
          <w:sz w:val="22"/>
          <w:szCs w:val="22"/>
        </w:rPr>
        <w:tab/>
      </w:r>
      <w:r w:rsidRPr="006049FE">
        <w:rPr>
          <w:spacing w:val="-3"/>
          <w:sz w:val="22"/>
          <w:szCs w:val="22"/>
        </w:rPr>
        <w:t>Be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n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wy</w:t>
      </w:r>
      <w:r w:rsidRPr="006049FE">
        <w:rPr>
          <w:spacing w:val="-5"/>
          <w:sz w:val="22"/>
          <w:szCs w:val="22"/>
        </w:rPr>
        <w:t>k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y.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PN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IS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12944-</w:t>
      </w:r>
      <w:r w:rsidRPr="006049FE">
        <w:rPr>
          <w:sz w:val="22"/>
          <w:szCs w:val="22"/>
        </w:rPr>
        <w:t>4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Farb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kiery</w:t>
      </w:r>
      <w:r w:rsidRPr="006049FE">
        <w:rPr>
          <w:sz w:val="22"/>
          <w:szCs w:val="22"/>
        </w:rPr>
        <w:t>.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Ochron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oz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konstrukcj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alowy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pomo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ą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ochronnyc</w:t>
      </w:r>
      <w:r w:rsidRPr="006049FE">
        <w:rPr>
          <w:sz w:val="22"/>
          <w:szCs w:val="22"/>
        </w:rPr>
        <w:t>h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syst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mó</w:t>
      </w:r>
      <w:r w:rsidRPr="006049FE">
        <w:rPr>
          <w:sz w:val="22"/>
          <w:szCs w:val="22"/>
        </w:rPr>
        <w:t>w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malarskich.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PN</w:t>
      </w:r>
      <w:r w:rsidRPr="006049FE">
        <w:rPr>
          <w:sz w:val="22"/>
          <w:szCs w:val="22"/>
        </w:rPr>
        <w:t>-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729</w:t>
      </w:r>
      <w:r w:rsidRPr="006049FE">
        <w:rPr>
          <w:sz w:val="22"/>
          <w:szCs w:val="22"/>
        </w:rPr>
        <w:t>-2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Spawa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nic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wo</w:t>
      </w:r>
      <w:r w:rsidRPr="006049FE">
        <w:rPr>
          <w:sz w:val="22"/>
          <w:szCs w:val="22"/>
        </w:rPr>
        <w:t>.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Spaw</w:t>
      </w:r>
      <w:r w:rsidRPr="006049FE">
        <w:rPr>
          <w:sz w:val="22"/>
          <w:szCs w:val="22"/>
        </w:rPr>
        <w:t>a</w:t>
      </w:r>
      <w:r w:rsidR="005F1C4F">
        <w:rPr>
          <w:spacing w:val="-5"/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etali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eł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wymag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do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yc</w:t>
      </w:r>
      <w:r w:rsidRPr="006049FE">
        <w:rPr>
          <w:spacing w:val="-2"/>
          <w:sz w:val="22"/>
          <w:szCs w:val="22"/>
        </w:rPr>
        <w:t>zą</w:t>
      </w:r>
      <w:r w:rsidRPr="006049FE">
        <w:rPr>
          <w:sz w:val="22"/>
          <w:szCs w:val="22"/>
        </w:rPr>
        <w:t>ce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jako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spawa</w:t>
      </w:r>
      <w:r w:rsidRPr="006049FE">
        <w:rPr>
          <w:sz w:val="22"/>
          <w:szCs w:val="22"/>
        </w:rPr>
        <w:t>l</w:t>
      </w:r>
      <w:r w:rsidRPr="006049FE">
        <w:rPr>
          <w:spacing w:val="-3"/>
          <w:sz w:val="22"/>
          <w:szCs w:val="22"/>
        </w:rPr>
        <w:t>nictw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60" w:right="1020" w:bottom="900" w:left="940" w:header="0" w:footer="719" w:gutter="0"/>
          <w:cols w:space="708" w:equalWidth="0">
            <w:col w:w="9945"/>
          </w:cols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pacing w:val="1"/>
          <w:sz w:val="22"/>
          <w:szCs w:val="22"/>
        </w:rPr>
        <w:lastRenderedPageBreak/>
        <w:t>S</w:t>
      </w:r>
      <w:r w:rsidRPr="006049FE">
        <w:rPr>
          <w:b/>
          <w:bCs/>
          <w:sz w:val="22"/>
          <w:szCs w:val="22"/>
        </w:rPr>
        <w:t>T</w:t>
      </w:r>
      <w:r w:rsidRPr="006049FE">
        <w:rPr>
          <w:b/>
          <w:bCs/>
          <w:spacing w:val="-1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 xml:space="preserve">8.00 </w:t>
      </w:r>
      <w:r w:rsidRPr="006049FE">
        <w:rPr>
          <w:b/>
          <w:bCs/>
          <w:spacing w:val="-14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ELEMENTY</w:t>
      </w:r>
      <w:r w:rsidRPr="006049FE">
        <w:rPr>
          <w:b/>
          <w:bCs/>
          <w:spacing w:val="-16"/>
          <w:sz w:val="22"/>
          <w:szCs w:val="22"/>
        </w:rPr>
        <w:t xml:space="preserve"> </w:t>
      </w:r>
      <w:r w:rsidRPr="006049FE">
        <w:rPr>
          <w:b/>
          <w:bCs/>
          <w:spacing w:val="1"/>
          <w:sz w:val="22"/>
          <w:szCs w:val="22"/>
        </w:rPr>
        <w:t>M</w:t>
      </w:r>
      <w:r w:rsidRPr="006049FE">
        <w:rPr>
          <w:b/>
          <w:bCs/>
          <w:spacing w:val="2"/>
          <w:sz w:val="22"/>
          <w:szCs w:val="22"/>
        </w:rPr>
        <w:t>A</w:t>
      </w:r>
      <w:r w:rsidRPr="006049FE">
        <w:rPr>
          <w:b/>
          <w:bCs/>
          <w:sz w:val="22"/>
          <w:szCs w:val="22"/>
        </w:rPr>
        <w:t>ŁEJ</w:t>
      </w:r>
      <w:r w:rsidRPr="006049FE">
        <w:rPr>
          <w:b/>
          <w:bCs/>
          <w:spacing w:val="-15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ARCH</w:t>
      </w:r>
      <w:r w:rsidRPr="006049FE">
        <w:rPr>
          <w:b/>
          <w:bCs/>
          <w:spacing w:val="1"/>
          <w:sz w:val="22"/>
          <w:szCs w:val="22"/>
        </w:rPr>
        <w:t>I</w:t>
      </w:r>
      <w:r w:rsidRPr="006049FE">
        <w:rPr>
          <w:b/>
          <w:bCs/>
          <w:sz w:val="22"/>
          <w:szCs w:val="22"/>
        </w:rPr>
        <w:t>TEKTURY</w:t>
      </w:r>
      <w:r w:rsidRPr="006049FE">
        <w:rPr>
          <w:b/>
          <w:bCs/>
          <w:w w:val="9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SPR</w:t>
      </w:r>
      <w:r w:rsidRPr="006049FE">
        <w:rPr>
          <w:b/>
          <w:bCs/>
          <w:spacing w:val="1"/>
          <w:sz w:val="22"/>
          <w:szCs w:val="22"/>
        </w:rPr>
        <w:t>Z</w:t>
      </w:r>
      <w:r w:rsidRPr="006049FE">
        <w:rPr>
          <w:b/>
          <w:bCs/>
          <w:sz w:val="22"/>
          <w:szCs w:val="22"/>
        </w:rPr>
        <w:t>ĘT</w:t>
      </w:r>
      <w:r w:rsidRPr="006049FE">
        <w:rPr>
          <w:b/>
          <w:bCs/>
          <w:spacing w:val="-29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SPORTOWY</w:t>
      </w:r>
    </w:p>
    <w:p w:rsidR="00011DB0" w:rsidRPr="006049FE" w:rsidRDefault="00011DB0" w:rsidP="00746A47">
      <w:pPr>
        <w:pStyle w:val="Akapitzlist"/>
        <w:rPr>
          <w:b/>
          <w:bCs/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</w:rPr>
        <w:t>GRUPA</w:t>
      </w:r>
      <w:r w:rsidRPr="006049FE">
        <w:rPr>
          <w:b/>
          <w:bCs/>
          <w:spacing w:val="5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CPV</w:t>
      </w:r>
      <w:r w:rsidRPr="006049FE">
        <w:rPr>
          <w:b/>
          <w:bCs/>
          <w:spacing w:val="-6"/>
          <w:sz w:val="22"/>
          <w:szCs w:val="22"/>
        </w:rPr>
        <w:t xml:space="preserve"> </w:t>
      </w:r>
      <w:r w:rsidRPr="006049FE">
        <w:rPr>
          <w:b/>
          <w:bCs/>
          <w:sz w:val="22"/>
          <w:szCs w:val="22"/>
        </w:rPr>
        <w:t>454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Cs/>
          <w:spacing w:val="-3"/>
          <w:sz w:val="22"/>
          <w:szCs w:val="22"/>
          <w:u w:val="thick"/>
        </w:rPr>
        <w:t>W</w:t>
      </w:r>
      <w:r w:rsidRPr="006049FE">
        <w:rPr>
          <w:bCs/>
          <w:sz w:val="22"/>
          <w:szCs w:val="22"/>
          <w:u w:val="thick"/>
        </w:rPr>
        <w:t>S</w:t>
      </w:r>
      <w:r w:rsidRPr="006049FE">
        <w:rPr>
          <w:bCs/>
          <w:spacing w:val="-2"/>
          <w:sz w:val="22"/>
          <w:szCs w:val="22"/>
          <w:u w:val="thick"/>
        </w:rPr>
        <w:t>TĘ</w:t>
      </w:r>
      <w:r w:rsidRPr="006049FE">
        <w:rPr>
          <w:bCs/>
          <w:sz w:val="22"/>
          <w:szCs w:val="22"/>
          <w:u w:val="thick"/>
        </w:rPr>
        <w:t>P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4"/>
          <w:sz w:val="22"/>
          <w:szCs w:val="22"/>
        </w:rPr>
        <w:t>Pr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mi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>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</w:t>
      </w:r>
      <w:r w:rsidRPr="006049FE">
        <w:rPr>
          <w:sz w:val="22"/>
          <w:szCs w:val="22"/>
        </w:rPr>
        <w:t>T</w:t>
      </w:r>
    </w:p>
    <w:p w:rsidR="00CA3637" w:rsidRPr="006049FE" w:rsidRDefault="00CA3637" w:rsidP="00781B7B">
      <w:pPr>
        <w:pStyle w:val="Bezodstpw"/>
        <w:rPr>
          <w:b/>
          <w:sz w:val="22"/>
          <w:szCs w:val="22"/>
        </w:rPr>
      </w:pPr>
      <w:r w:rsidRPr="006049FE">
        <w:rPr>
          <w:sz w:val="22"/>
          <w:szCs w:val="22"/>
        </w:rPr>
        <w:t>Prze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iotem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niniejszej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szczegółowej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spec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fikacji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chnicznej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(ST)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są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ania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cz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konania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od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r</w:t>
      </w:r>
      <w:r w:rsidRPr="006049FE">
        <w:rPr>
          <w:sz w:val="22"/>
          <w:szCs w:val="22"/>
        </w:rPr>
        <w:t>u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zwi</w:t>
      </w:r>
      <w:r w:rsidRPr="006049FE">
        <w:rPr>
          <w:spacing w:val="3"/>
          <w:sz w:val="22"/>
          <w:szCs w:val="22"/>
        </w:rPr>
        <w:t>ąz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ko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an</w:t>
      </w:r>
      <w:r w:rsidRPr="006049FE">
        <w:rPr>
          <w:spacing w:val="3"/>
          <w:sz w:val="22"/>
          <w:szCs w:val="22"/>
        </w:rPr>
        <w:t>ie</w:t>
      </w:r>
      <w:r w:rsidRPr="006049FE">
        <w:rPr>
          <w:sz w:val="22"/>
          <w:szCs w:val="22"/>
        </w:rPr>
        <w:t>m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ta</w:t>
      </w:r>
      <w:r w:rsidRPr="006049FE">
        <w:rPr>
          <w:spacing w:val="1"/>
          <w:sz w:val="22"/>
          <w:szCs w:val="22"/>
        </w:rPr>
        <w:t>w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onta</w:t>
      </w:r>
      <w:r w:rsidRPr="006049FE">
        <w:rPr>
          <w:spacing w:val="2"/>
          <w:sz w:val="22"/>
          <w:szCs w:val="22"/>
        </w:rPr>
        <w:t>że</w:t>
      </w:r>
      <w:r w:rsidRPr="006049FE">
        <w:rPr>
          <w:sz w:val="22"/>
          <w:szCs w:val="22"/>
        </w:rPr>
        <w:t>m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aże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ądze</w:t>
      </w:r>
      <w:r w:rsidRPr="006049FE">
        <w:rPr>
          <w:sz w:val="22"/>
          <w:szCs w:val="22"/>
        </w:rPr>
        <w:t>ń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sporto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ma</w:t>
      </w:r>
      <w:r w:rsidRPr="006049FE">
        <w:rPr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1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architektury </w:t>
      </w:r>
      <w:r w:rsidRPr="006049FE">
        <w:rPr>
          <w:b/>
          <w:sz w:val="22"/>
          <w:szCs w:val="22"/>
        </w:rPr>
        <w:t xml:space="preserve">w ramach realizacji </w:t>
      </w:r>
      <w:r w:rsidR="00460E31" w:rsidRPr="006049FE">
        <w:rPr>
          <w:b/>
          <w:bCs/>
          <w:spacing w:val="11"/>
          <w:sz w:val="22"/>
          <w:szCs w:val="22"/>
        </w:rPr>
        <w:t>budow</w:t>
      </w:r>
      <w:r w:rsidR="00460E31" w:rsidRPr="006049FE">
        <w:rPr>
          <w:b/>
          <w:bCs/>
          <w:sz w:val="22"/>
          <w:szCs w:val="22"/>
        </w:rPr>
        <w:t>y</w:t>
      </w:r>
      <w:r w:rsidR="00460E31" w:rsidRPr="006049FE">
        <w:rPr>
          <w:b/>
          <w:bCs/>
          <w:spacing w:val="18"/>
          <w:sz w:val="22"/>
          <w:szCs w:val="22"/>
        </w:rPr>
        <w:t xml:space="preserve"> boiska wielofunkcyjnego przy </w:t>
      </w:r>
      <w:r w:rsidR="00460E31">
        <w:rPr>
          <w:b/>
          <w:bCs/>
          <w:spacing w:val="18"/>
          <w:sz w:val="22"/>
          <w:szCs w:val="22"/>
        </w:rPr>
        <w:t>szkole podstawowej w Zbrudzewie</w:t>
      </w:r>
      <w:r w:rsidR="00460E31" w:rsidRPr="006049FE">
        <w:rPr>
          <w:b/>
          <w:bCs/>
          <w:spacing w:val="18"/>
          <w:sz w:val="22"/>
          <w:szCs w:val="22"/>
        </w:rPr>
        <w:t>.</w:t>
      </w:r>
      <w:bookmarkStart w:id="93" w:name="_GoBack"/>
      <w:bookmarkEnd w:id="93"/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akre</w:t>
      </w:r>
      <w:r w:rsidRPr="006049FE">
        <w:rPr>
          <w:sz w:val="22"/>
          <w:szCs w:val="22"/>
        </w:rPr>
        <w:t>s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stosowani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Sz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zeg</w:t>
      </w:r>
      <w:r w:rsidRPr="006049FE">
        <w:rPr>
          <w:spacing w:val="5"/>
          <w:sz w:val="22"/>
          <w:szCs w:val="22"/>
        </w:rPr>
        <w:t>ół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spec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fikac</w:t>
      </w:r>
      <w:r w:rsidRPr="006049FE">
        <w:rPr>
          <w:spacing w:val="6"/>
          <w:sz w:val="22"/>
          <w:szCs w:val="22"/>
        </w:rPr>
        <w:t>j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techn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czn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(ST)</w:t>
      </w:r>
      <w:r w:rsidRPr="006049FE">
        <w:rPr>
          <w:sz w:val="22"/>
          <w:szCs w:val="22"/>
        </w:rPr>
        <w:t>,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bę</w:t>
      </w:r>
      <w:r w:rsidRPr="006049FE">
        <w:rPr>
          <w:spacing w:val="5"/>
          <w:sz w:val="22"/>
          <w:szCs w:val="22"/>
        </w:rPr>
        <w:t>dą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uzupe</w:t>
      </w:r>
      <w:r w:rsidRPr="006049FE">
        <w:rPr>
          <w:spacing w:val="5"/>
          <w:sz w:val="22"/>
          <w:szCs w:val="22"/>
        </w:rPr>
        <w:t>łnienie</w:t>
      </w:r>
      <w:r w:rsidRPr="006049FE">
        <w:rPr>
          <w:sz w:val="22"/>
          <w:szCs w:val="22"/>
        </w:rPr>
        <w:t>m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ogól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fi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tech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icz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, </w:t>
      </w:r>
      <w:r w:rsidRPr="006049FE">
        <w:rPr>
          <w:spacing w:val="3"/>
          <w:sz w:val="22"/>
          <w:szCs w:val="22"/>
        </w:rPr>
        <w:t>stan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>dokume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 xml:space="preserve">t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rzetarg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>y i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ontrakt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prz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>zlecani</w:t>
      </w:r>
      <w:r w:rsidRPr="006049FE">
        <w:rPr>
          <w:sz w:val="22"/>
          <w:szCs w:val="22"/>
        </w:rPr>
        <w:t>u 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re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liz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okr</w:t>
      </w:r>
      <w:r w:rsidRPr="006049FE">
        <w:rPr>
          <w:spacing w:val="-2"/>
          <w:sz w:val="22"/>
          <w:szCs w:val="22"/>
        </w:rPr>
        <w:t>eś</w:t>
      </w:r>
      <w:r w:rsidRPr="006049FE">
        <w:rPr>
          <w:sz w:val="22"/>
          <w:szCs w:val="22"/>
        </w:rPr>
        <w:t>lonych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pkt.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1.1.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8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ak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e</w:t>
      </w:r>
      <w:r w:rsidRPr="006049FE">
        <w:rPr>
          <w:sz w:val="22"/>
          <w:szCs w:val="22"/>
        </w:rPr>
        <w:t>s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b</w:t>
      </w:r>
      <w:r w:rsidRPr="006049FE">
        <w:rPr>
          <w:spacing w:val="10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</w:t>
      </w:r>
      <w:r w:rsidRPr="006049FE">
        <w:rPr>
          <w:spacing w:val="11"/>
          <w:sz w:val="22"/>
          <w:szCs w:val="22"/>
        </w:rPr>
        <w:t>j</w:t>
      </w:r>
      <w:r w:rsidRPr="006049FE">
        <w:rPr>
          <w:spacing w:val="9"/>
          <w:sz w:val="22"/>
          <w:szCs w:val="22"/>
        </w:rPr>
        <w:t>ęt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ST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stal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art</w:t>
      </w:r>
      <w:r w:rsidRPr="006049FE">
        <w:rPr>
          <w:sz w:val="22"/>
          <w:szCs w:val="22"/>
        </w:rPr>
        <w:t>e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nini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4"/>
          <w:sz w:val="22"/>
          <w:szCs w:val="22"/>
        </w:rPr>
        <w:t>j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yfika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doty</w:t>
      </w:r>
      <w:r w:rsidRPr="006049FE">
        <w:rPr>
          <w:spacing w:val="3"/>
          <w:sz w:val="22"/>
          <w:szCs w:val="22"/>
        </w:rPr>
        <w:t>cz</w:t>
      </w:r>
      <w:r w:rsidRPr="006049FE">
        <w:rPr>
          <w:sz w:val="22"/>
          <w:szCs w:val="22"/>
        </w:rPr>
        <w:t>ą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zasa</w:t>
      </w:r>
      <w:r w:rsidRPr="006049FE">
        <w:rPr>
          <w:sz w:val="22"/>
          <w:szCs w:val="22"/>
        </w:rPr>
        <w:t>d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zeni</w:t>
      </w:r>
      <w:r w:rsidRPr="006049FE">
        <w:rPr>
          <w:sz w:val="22"/>
          <w:szCs w:val="22"/>
        </w:rPr>
        <w:t>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bó</w:t>
      </w:r>
      <w:r w:rsidRPr="006049FE">
        <w:rPr>
          <w:sz w:val="22"/>
          <w:szCs w:val="22"/>
        </w:rPr>
        <w:t>t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zw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ązan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dostawą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montażem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el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mentów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posażenia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urządzeń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sporto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kr</w:t>
      </w:r>
      <w:r w:rsidRPr="006049FE">
        <w:rPr>
          <w:spacing w:val="10"/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>śleni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podstaw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we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ow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śl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pod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ta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zgo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ob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wi</w:t>
      </w:r>
      <w:r w:rsidRPr="006049FE">
        <w:rPr>
          <w:spacing w:val="2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zującymi</w:t>
      </w:r>
      <w:r w:rsidRPr="006049FE">
        <w:rPr>
          <w:sz w:val="22"/>
          <w:szCs w:val="22"/>
        </w:rPr>
        <w:t>,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owied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pol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ki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ami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definicjami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„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1.4.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tyc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ól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ząc</w:t>
      </w:r>
      <w:r w:rsidRPr="006049FE">
        <w:rPr>
          <w:sz w:val="22"/>
          <w:szCs w:val="22"/>
        </w:rPr>
        <w:t>e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rob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pod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>0</w:t>
      </w:r>
      <w:r w:rsidRPr="006049FE">
        <w:rPr>
          <w:sz w:val="22"/>
          <w:szCs w:val="22"/>
        </w:rPr>
        <w:t>0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„W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ogólne</w:t>
      </w:r>
      <w:r w:rsidRPr="006049FE">
        <w:rPr>
          <w:sz w:val="22"/>
          <w:szCs w:val="22"/>
        </w:rPr>
        <w:t>"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pk</w:t>
      </w:r>
      <w:r w:rsidRPr="006049FE">
        <w:rPr>
          <w:sz w:val="22"/>
          <w:szCs w:val="22"/>
        </w:rPr>
        <w:t>t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5.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konawca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odpowiedzialny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oraz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za</w:t>
      </w:r>
      <w:r w:rsidRPr="006049FE">
        <w:rPr>
          <w:spacing w:val="2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odn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ść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6"/>
          <w:sz w:val="22"/>
          <w:szCs w:val="22"/>
        </w:rPr>
        <w:t>ku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entacj</w:t>
      </w:r>
      <w:r w:rsidRPr="006049FE">
        <w:rPr>
          <w:sz w:val="22"/>
          <w:szCs w:val="22"/>
        </w:rPr>
        <w:t>ą</w:t>
      </w:r>
      <w:r w:rsidRPr="006049FE">
        <w:rPr>
          <w:spacing w:val="3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projekto</w:t>
      </w:r>
      <w:r w:rsidRPr="006049FE">
        <w:rPr>
          <w:spacing w:val="5"/>
          <w:sz w:val="22"/>
          <w:szCs w:val="22"/>
        </w:rPr>
        <w:t>wą</w:t>
      </w:r>
      <w:r w:rsidRPr="006049FE">
        <w:rPr>
          <w:sz w:val="22"/>
          <w:szCs w:val="22"/>
        </w:rPr>
        <w:t>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niniejsz</w:t>
      </w:r>
      <w:r w:rsidRPr="006049FE">
        <w:rPr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spe</w:t>
      </w:r>
      <w:r w:rsidRPr="006049FE">
        <w:rPr>
          <w:spacing w:val="5"/>
          <w:sz w:val="22"/>
          <w:szCs w:val="22"/>
        </w:rPr>
        <w:t>c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fikacj</w:t>
      </w:r>
      <w:r w:rsidRPr="006049FE">
        <w:rPr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poleceni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I</w:t>
      </w:r>
      <w:r w:rsidRPr="006049FE">
        <w:rPr>
          <w:spacing w:val="6"/>
          <w:sz w:val="22"/>
          <w:szCs w:val="22"/>
        </w:rPr>
        <w:t>nspektor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/Kierownik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5"/>
          <w:sz w:val="22"/>
          <w:szCs w:val="22"/>
        </w:rPr>
        <w:t>oj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5"/>
          <w:sz w:val="22"/>
          <w:szCs w:val="22"/>
        </w:rPr>
        <w:t>kt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8"/>
          <w:sz w:val="22"/>
          <w:szCs w:val="22"/>
          <w:u w:val="thick"/>
        </w:rPr>
        <w:t>MATERI</w:t>
      </w:r>
      <w:r w:rsidRPr="006049FE">
        <w:rPr>
          <w:spacing w:val="7"/>
          <w:sz w:val="22"/>
          <w:szCs w:val="22"/>
          <w:u w:val="thick"/>
        </w:rPr>
        <w:t>A</w:t>
      </w:r>
      <w:r w:rsidRPr="006049FE">
        <w:rPr>
          <w:spacing w:val="8"/>
          <w:sz w:val="22"/>
          <w:szCs w:val="22"/>
          <w:u w:val="thick"/>
        </w:rPr>
        <w:t>Ł</w:t>
      </w:r>
      <w:r w:rsidRPr="006049FE">
        <w:rPr>
          <w:sz w:val="22"/>
          <w:szCs w:val="22"/>
          <w:u w:val="thick"/>
        </w:rPr>
        <w:t>Y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>y</w:t>
      </w:r>
      <w:r w:rsidRPr="006049FE">
        <w:rPr>
          <w:spacing w:val="10"/>
          <w:sz w:val="22"/>
          <w:szCs w:val="22"/>
        </w:rPr>
        <w:t>m</w:t>
      </w:r>
      <w:r w:rsidRPr="006049FE">
        <w:rPr>
          <w:spacing w:val="11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dotyc</w:t>
      </w:r>
      <w:r w:rsidRPr="006049FE">
        <w:rPr>
          <w:spacing w:val="8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9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ma</w:t>
      </w:r>
      <w:r w:rsidRPr="006049FE">
        <w:rPr>
          <w:spacing w:val="12"/>
          <w:sz w:val="22"/>
          <w:szCs w:val="22"/>
        </w:rPr>
        <w:t>t</w:t>
      </w:r>
      <w:r w:rsidRPr="006049FE">
        <w:rPr>
          <w:spacing w:val="10"/>
          <w:sz w:val="22"/>
          <w:szCs w:val="22"/>
        </w:rPr>
        <w:t>eri</w:t>
      </w:r>
      <w:r w:rsidRPr="006049FE">
        <w:rPr>
          <w:spacing w:val="11"/>
          <w:sz w:val="22"/>
          <w:szCs w:val="22"/>
        </w:rPr>
        <w:t>ałów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magani</w:t>
      </w:r>
      <w:r w:rsidRPr="006049FE">
        <w:rPr>
          <w:sz w:val="22"/>
          <w:szCs w:val="22"/>
        </w:rPr>
        <w:t>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zą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łów,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ich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pozyskiwania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składowania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3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24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2.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Elementy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z w:val="22"/>
          <w:szCs w:val="22"/>
        </w:rPr>
        <w:t>wyposa</w:t>
      </w:r>
      <w:r w:rsidRPr="006049FE">
        <w:rPr>
          <w:spacing w:val="-2"/>
          <w:sz w:val="22"/>
          <w:szCs w:val="22"/>
        </w:rPr>
        <w:t>ż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</w:t>
      </w:r>
      <w:r w:rsidRPr="006049FE">
        <w:rPr>
          <w:sz w:val="22"/>
          <w:szCs w:val="22"/>
        </w:rPr>
        <w:t>ia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IŁ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A</w:t>
      </w:r>
      <w:r w:rsidRPr="006049FE">
        <w:rPr>
          <w:spacing w:val="-1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ŻNA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Bramk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pi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no</w:t>
      </w:r>
      <w:r w:rsidRPr="006049FE">
        <w:rPr>
          <w:spacing w:val="-3"/>
          <w:sz w:val="22"/>
          <w:szCs w:val="22"/>
        </w:rPr>
        <w:t>ż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PROFESJONALN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.</w:t>
      </w:r>
      <w:r w:rsidRPr="006049FE">
        <w:rPr>
          <w:spacing w:val="-2"/>
          <w:sz w:val="22"/>
          <w:szCs w:val="22"/>
        </w:rPr>
        <w:t>3,0x2,</w:t>
      </w:r>
      <w:r w:rsidRPr="006049FE">
        <w:rPr>
          <w:sz w:val="22"/>
          <w:szCs w:val="22"/>
        </w:rPr>
        <w:t>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profi</w:t>
      </w:r>
      <w:r w:rsidRPr="006049FE">
        <w:rPr>
          <w:sz w:val="22"/>
          <w:szCs w:val="22"/>
        </w:rPr>
        <w:t>l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.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100/1</w:t>
      </w:r>
      <w:r w:rsidRPr="006049FE">
        <w:rPr>
          <w:sz w:val="22"/>
          <w:szCs w:val="22"/>
        </w:rPr>
        <w:t>20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mm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wzm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cnion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owaln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norm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FIF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sł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pk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d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ąg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siatk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cowa</w:t>
      </w:r>
      <w:r w:rsidRPr="006049FE">
        <w:rPr>
          <w:sz w:val="22"/>
          <w:szCs w:val="22"/>
        </w:rPr>
        <w:t>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lejac</w:t>
      </w:r>
      <w:r w:rsidRPr="006049FE">
        <w:rPr>
          <w:sz w:val="22"/>
          <w:szCs w:val="22"/>
        </w:rPr>
        <w:t>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acz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teflonow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zawieszani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sia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siat</w:t>
      </w:r>
      <w:r w:rsidRPr="006049FE">
        <w:rPr>
          <w:sz w:val="22"/>
          <w:szCs w:val="22"/>
        </w:rPr>
        <w:t>ka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bram</w:t>
      </w:r>
      <w:r w:rsidRPr="006049FE">
        <w:rPr>
          <w:sz w:val="22"/>
          <w:szCs w:val="22"/>
        </w:rPr>
        <w:t>kę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poliprop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lenowa.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S</w:t>
      </w:r>
      <w:r w:rsidRPr="006049FE">
        <w:rPr>
          <w:spacing w:val="-5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YKÓW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Stoja</w:t>
      </w:r>
      <w:r w:rsidRPr="006049FE">
        <w:rPr>
          <w:sz w:val="22"/>
          <w:szCs w:val="22"/>
        </w:rPr>
        <w:t>k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stru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jedn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ł</w:t>
      </w:r>
      <w:r w:rsidRPr="006049FE">
        <w:rPr>
          <w:spacing w:val="-3"/>
          <w:sz w:val="22"/>
          <w:szCs w:val="22"/>
        </w:rPr>
        <w:t>up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stalowe</w:t>
      </w:r>
      <w:r w:rsidRPr="006049FE">
        <w:rPr>
          <w:sz w:val="22"/>
          <w:szCs w:val="22"/>
        </w:rPr>
        <w:t>j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nkowan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ogni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towa</w:t>
      </w:r>
      <w:r w:rsidRPr="006049FE">
        <w:rPr>
          <w:sz w:val="22"/>
          <w:szCs w:val="22"/>
        </w:rPr>
        <w:t>ny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tulejac</w:t>
      </w:r>
      <w:r w:rsidRPr="006049FE">
        <w:rPr>
          <w:sz w:val="22"/>
          <w:szCs w:val="22"/>
        </w:rPr>
        <w:t>h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gu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16</w:t>
      </w:r>
      <w:r w:rsidRPr="006049FE">
        <w:rPr>
          <w:sz w:val="22"/>
          <w:szCs w:val="22"/>
        </w:rPr>
        <w:t>7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kosz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tablic</w:t>
      </w:r>
      <w:r w:rsidRPr="006049FE">
        <w:rPr>
          <w:sz w:val="22"/>
          <w:szCs w:val="22"/>
        </w:rPr>
        <w:t>ą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la</w:t>
      </w:r>
      <w:r w:rsidRPr="006049FE">
        <w:rPr>
          <w:spacing w:val="-3"/>
          <w:sz w:val="22"/>
          <w:szCs w:val="22"/>
        </w:rPr>
        <w:t>mi</w:t>
      </w:r>
      <w:r w:rsidRPr="006049FE">
        <w:rPr>
          <w:spacing w:val="-2"/>
          <w:sz w:val="22"/>
          <w:szCs w:val="22"/>
        </w:rPr>
        <w:t>no</w:t>
      </w:r>
      <w:r w:rsidRPr="006049FE">
        <w:rPr>
          <w:spacing w:val="-3"/>
          <w:sz w:val="22"/>
          <w:szCs w:val="22"/>
        </w:rPr>
        <w:t>wa</w:t>
      </w:r>
      <w:r w:rsidRPr="006049FE">
        <w:rPr>
          <w:sz w:val="22"/>
          <w:szCs w:val="22"/>
        </w:rPr>
        <w:t>ną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180x10</w:t>
      </w:r>
      <w:r w:rsidRPr="006049FE">
        <w:rPr>
          <w:sz w:val="22"/>
          <w:szCs w:val="22"/>
        </w:rPr>
        <w:t>5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ęc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mocnio</w:t>
      </w:r>
      <w:r w:rsidRPr="006049FE">
        <w:rPr>
          <w:sz w:val="22"/>
          <w:szCs w:val="22"/>
        </w:rPr>
        <w:t>na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cha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z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em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regu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cji</w:t>
      </w:r>
      <w:r w:rsidRPr="006049FE">
        <w:rPr>
          <w:spacing w:val="-3"/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sok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zk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obr</w:t>
      </w:r>
      <w:r w:rsidRPr="006049FE">
        <w:rPr>
          <w:sz w:val="22"/>
          <w:szCs w:val="22"/>
        </w:rPr>
        <w:t>ę</w:t>
      </w:r>
      <w:r w:rsidRPr="006049FE">
        <w:rPr>
          <w:spacing w:val="-3"/>
          <w:sz w:val="22"/>
          <w:szCs w:val="22"/>
        </w:rPr>
        <w:t>cz</w:t>
      </w:r>
      <w:r w:rsidRPr="006049FE">
        <w:rPr>
          <w:sz w:val="22"/>
          <w:szCs w:val="22"/>
        </w:rPr>
        <w:t>y,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ru</w:t>
      </w:r>
      <w:r w:rsidRPr="006049FE">
        <w:rPr>
          <w:sz w:val="22"/>
          <w:szCs w:val="22"/>
        </w:rPr>
        <w:t>by,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tule</w:t>
      </w:r>
      <w:r w:rsidRPr="006049FE">
        <w:rPr>
          <w:sz w:val="22"/>
          <w:szCs w:val="22"/>
        </w:rPr>
        <w:t>je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mon</w:t>
      </w:r>
      <w:r w:rsidRPr="006049FE">
        <w:rPr>
          <w:sz w:val="22"/>
          <w:szCs w:val="22"/>
        </w:rPr>
        <w:t>t</w:t>
      </w:r>
      <w:r w:rsidRPr="006049FE">
        <w:rPr>
          <w:spacing w:val="-3"/>
          <w:sz w:val="22"/>
          <w:szCs w:val="22"/>
        </w:rPr>
        <w:t>aż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pokr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wami.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2"/>
          <w:sz w:val="22"/>
          <w:szCs w:val="22"/>
        </w:rPr>
        <w:t>SIATKÓWKA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łupk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wielofunkcyjne </w:t>
      </w:r>
      <w:r w:rsidRPr="006049FE">
        <w:rPr>
          <w:spacing w:val="-2"/>
          <w:sz w:val="22"/>
          <w:szCs w:val="22"/>
        </w:rPr>
        <w:t>AL</w:t>
      </w:r>
      <w:r w:rsidRPr="006049FE">
        <w:rPr>
          <w:sz w:val="22"/>
          <w:szCs w:val="22"/>
        </w:rPr>
        <w:t>.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owaln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80x1</w:t>
      </w:r>
      <w:r w:rsidRPr="006049FE">
        <w:rPr>
          <w:sz w:val="22"/>
          <w:szCs w:val="22"/>
        </w:rPr>
        <w:t>20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m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ofesjona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ne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montowa</w:t>
      </w:r>
      <w:r w:rsidRPr="006049FE">
        <w:rPr>
          <w:sz w:val="22"/>
          <w:szCs w:val="22"/>
        </w:rPr>
        <w:t>ne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</w:t>
      </w:r>
      <w:r w:rsidRPr="006049FE">
        <w:rPr>
          <w:sz w:val="22"/>
          <w:szCs w:val="22"/>
        </w:rPr>
        <w:t>u</w:t>
      </w:r>
      <w:r w:rsidRPr="006049FE">
        <w:rPr>
          <w:spacing w:val="-3"/>
          <w:sz w:val="22"/>
          <w:szCs w:val="22"/>
        </w:rPr>
        <w:t>lejac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ś</w:t>
      </w:r>
      <w:r w:rsidRPr="006049FE">
        <w:rPr>
          <w:spacing w:val="-3"/>
          <w:sz w:val="22"/>
          <w:szCs w:val="22"/>
        </w:rPr>
        <w:t>lep</w:t>
      </w:r>
      <w:r w:rsidRPr="006049FE">
        <w:rPr>
          <w:sz w:val="22"/>
          <w:szCs w:val="22"/>
        </w:rPr>
        <w:t>k</w:t>
      </w:r>
      <w:r w:rsidRPr="006049FE">
        <w:rPr>
          <w:spacing w:val="-3"/>
          <w:sz w:val="22"/>
          <w:szCs w:val="22"/>
        </w:rPr>
        <w:t>am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3"/>
          <w:sz w:val="22"/>
          <w:szCs w:val="22"/>
        </w:rPr>
        <w:t>an</w:t>
      </w:r>
      <w:r w:rsidRPr="006049FE">
        <w:rPr>
          <w:spacing w:val="-2"/>
          <w:sz w:val="22"/>
          <w:szCs w:val="22"/>
        </w:rPr>
        <w:t>iz</w:t>
      </w:r>
      <w:r w:rsidRPr="006049FE">
        <w:rPr>
          <w:sz w:val="22"/>
          <w:szCs w:val="22"/>
        </w:rPr>
        <w:t>m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n</w:t>
      </w:r>
      <w:r w:rsidRPr="006049FE">
        <w:rPr>
          <w:spacing w:val="-3"/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ci</w:t>
      </w:r>
      <w:r w:rsidRPr="006049FE">
        <w:rPr>
          <w:spacing w:val="-3"/>
          <w:sz w:val="22"/>
          <w:szCs w:val="22"/>
        </w:rPr>
        <w:t>ąg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regulac</w:t>
      </w:r>
      <w:r w:rsidRPr="006049FE">
        <w:rPr>
          <w:sz w:val="22"/>
          <w:szCs w:val="22"/>
        </w:rPr>
        <w:t>ją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sokośc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moc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siatk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–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siatk</w:t>
      </w:r>
      <w:r w:rsidRPr="006049FE">
        <w:rPr>
          <w:sz w:val="22"/>
          <w:szCs w:val="22"/>
        </w:rPr>
        <w:t>ó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ka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teni</w:t>
      </w:r>
      <w:r w:rsidRPr="006049FE">
        <w:rPr>
          <w:sz w:val="22"/>
          <w:szCs w:val="22"/>
        </w:rPr>
        <w:t>s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siat</w:t>
      </w:r>
      <w:r w:rsidRPr="006049FE">
        <w:rPr>
          <w:sz w:val="22"/>
          <w:szCs w:val="22"/>
        </w:rPr>
        <w:t>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c</w:t>
      </w:r>
      <w:r w:rsidRPr="006049FE">
        <w:rPr>
          <w:spacing w:val="-2"/>
          <w:sz w:val="22"/>
          <w:szCs w:val="22"/>
        </w:rPr>
        <w:t>ałosezonow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antenkam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ś</w:t>
      </w:r>
      <w:r w:rsidRPr="006049FE">
        <w:rPr>
          <w:spacing w:val="-2"/>
          <w:sz w:val="22"/>
          <w:szCs w:val="22"/>
        </w:rPr>
        <w:t>rub</w:t>
      </w:r>
      <w:r w:rsidRPr="006049FE">
        <w:rPr>
          <w:sz w:val="22"/>
          <w:szCs w:val="22"/>
        </w:rPr>
        <w:t>y,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tulej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pokr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wami</w:t>
      </w:r>
      <w:r w:rsidRPr="006049FE">
        <w:rPr>
          <w:sz w:val="22"/>
          <w:szCs w:val="22"/>
        </w:rPr>
        <w:t>,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stan</w:t>
      </w:r>
      <w:r w:rsidRPr="006049FE">
        <w:rPr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isk</w:t>
      </w:r>
      <w:r w:rsidRPr="006049FE">
        <w:rPr>
          <w:sz w:val="22"/>
          <w:szCs w:val="22"/>
        </w:rPr>
        <w:t>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dziowskie.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  <w:sectPr w:rsidR="00CA3637" w:rsidRPr="006049FE">
          <w:pgSz w:w="11905" w:h="16840"/>
          <w:pgMar w:top="1380" w:right="1020" w:bottom="900" w:left="1360" w:header="0" w:footer="719" w:gutter="0"/>
          <w:cols w:space="708" w:equalWidth="0">
            <w:col w:w="9525"/>
          </w:cols>
          <w:noEndnote/>
        </w:sect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talowe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le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enty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łąc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ą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tu</w:t>
      </w:r>
      <w:r w:rsidRPr="006049FE">
        <w:rPr>
          <w:sz w:val="22"/>
          <w:szCs w:val="22"/>
        </w:rPr>
        <w:t>l</w:t>
      </w:r>
      <w:r w:rsidRPr="006049FE">
        <w:rPr>
          <w:spacing w:val="-2"/>
          <w:sz w:val="22"/>
          <w:szCs w:val="22"/>
        </w:rPr>
        <w:t>ej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kryw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ws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stk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montowan</w:t>
      </w:r>
      <w:r w:rsidRPr="006049FE">
        <w:rPr>
          <w:sz w:val="22"/>
          <w:szCs w:val="22"/>
        </w:rPr>
        <w:t>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ur</w:t>
      </w:r>
      <w:r w:rsidRPr="006049FE">
        <w:rPr>
          <w:spacing w:val="-3"/>
          <w:sz w:val="22"/>
          <w:szCs w:val="22"/>
        </w:rPr>
        <w:t>z</w:t>
      </w:r>
      <w:r w:rsidRPr="006049FE">
        <w:rPr>
          <w:sz w:val="22"/>
          <w:szCs w:val="22"/>
        </w:rPr>
        <w:t>ąd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ń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ortowyc</w:t>
      </w:r>
      <w:r w:rsidRPr="006049FE">
        <w:rPr>
          <w:sz w:val="22"/>
          <w:szCs w:val="22"/>
        </w:rPr>
        <w:t>h</w:t>
      </w:r>
      <w:r w:rsidRPr="006049FE">
        <w:rPr>
          <w:spacing w:val="-14"/>
          <w:sz w:val="22"/>
          <w:szCs w:val="22"/>
        </w:rPr>
        <w:t xml:space="preserve"> wykonać wg wskazań producenta</w:t>
      </w:r>
      <w:r w:rsidRPr="006049FE">
        <w:rPr>
          <w:spacing w:val="-2"/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Monta</w:t>
      </w:r>
      <w:r w:rsidRPr="006049FE">
        <w:rPr>
          <w:sz w:val="22"/>
          <w:szCs w:val="22"/>
        </w:rPr>
        <w:t xml:space="preserve">ż 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zą</w:t>
      </w:r>
      <w:r w:rsidRPr="006049FE">
        <w:rPr>
          <w:spacing w:val="3"/>
          <w:sz w:val="22"/>
          <w:szCs w:val="22"/>
        </w:rPr>
        <w:t>dze</w:t>
      </w:r>
      <w:r w:rsidRPr="006049FE">
        <w:rPr>
          <w:sz w:val="22"/>
          <w:szCs w:val="22"/>
        </w:rPr>
        <w:t>ń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ęt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le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zgod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 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strukcjam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oducentó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regulami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em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PZL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opracowan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podstawi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ze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is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3"/>
          <w:sz w:val="22"/>
          <w:szCs w:val="22"/>
        </w:rPr>
        <w:t>LAAF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rz</w:t>
      </w:r>
      <w:r w:rsidRPr="006049FE">
        <w:rPr>
          <w:spacing w:val="3"/>
          <w:sz w:val="22"/>
          <w:szCs w:val="22"/>
        </w:rPr>
        <w:t>ąd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 xml:space="preserve">a i </w:t>
      </w:r>
      <w:r w:rsidRPr="006049FE">
        <w:rPr>
          <w:spacing w:val="3"/>
          <w:sz w:val="22"/>
          <w:szCs w:val="22"/>
        </w:rPr>
        <w:t>sp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</w:t>
      </w:r>
      <w:r w:rsidRPr="006049FE">
        <w:rPr>
          <w:sz w:val="22"/>
          <w:szCs w:val="22"/>
        </w:rPr>
        <w:t xml:space="preserve">t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posiadać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rt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fik</w:t>
      </w:r>
      <w:r w:rsidRPr="006049FE">
        <w:rPr>
          <w:spacing w:val="4"/>
          <w:sz w:val="22"/>
          <w:szCs w:val="22"/>
        </w:rPr>
        <w:t>a</w:t>
      </w:r>
      <w:r w:rsidRPr="006049FE">
        <w:rPr>
          <w:sz w:val="22"/>
          <w:szCs w:val="22"/>
        </w:rPr>
        <w:t xml:space="preserve">t </w:t>
      </w:r>
      <w:r w:rsidRPr="006049FE">
        <w:rPr>
          <w:spacing w:val="3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k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zp</w:t>
      </w:r>
      <w:r w:rsidRPr="006049FE">
        <w:rPr>
          <w:spacing w:val="4"/>
          <w:sz w:val="22"/>
          <w:szCs w:val="22"/>
        </w:rPr>
        <w:t>ie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ń</w:t>
      </w:r>
      <w:r w:rsidRPr="006049FE">
        <w:rPr>
          <w:spacing w:val="4"/>
          <w:sz w:val="22"/>
          <w:szCs w:val="22"/>
        </w:rPr>
        <w:t>stw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„B</w:t>
      </w:r>
      <w:r w:rsidRPr="006049FE">
        <w:rPr>
          <w:sz w:val="22"/>
          <w:szCs w:val="22"/>
        </w:rPr>
        <w:t>’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zpor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zenie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MSWi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199</w:t>
      </w:r>
      <w:r w:rsidRPr="006049FE">
        <w:rPr>
          <w:sz w:val="22"/>
          <w:szCs w:val="22"/>
        </w:rPr>
        <w:t xml:space="preserve">8 </w:t>
      </w:r>
      <w:r w:rsidRPr="006049FE">
        <w:rPr>
          <w:spacing w:val="4"/>
          <w:sz w:val="22"/>
          <w:szCs w:val="22"/>
        </w:rPr>
        <w:t>r</w:t>
      </w:r>
      <w:r w:rsidRPr="006049FE">
        <w:rPr>
          <w:sz w:val="22"/>
          <w:szCs w:val="22"/>
        </w:rPr>
        <w:t xml:space="preserve">. </w:t>
      </w:r>
      <w:r w:rsidRPr="006049FE">
        <w:rPr>
          <w:spacing w:val="4"/>
          <w:sz w:val="22"/>
          <w:szCs w:val="22"/>
        </w:rPr>
        <w:t>(Dz.U.99/9</w:t>
      </w:r>
      <w:r w:rsidRPr="006049FE">
        <w:rPr>
          <w:spacing w:val="5"/>
          <w:sz w:val="22"/>
          <w:szCs w:val="22"/>
        </w:rPr>
        <w:t>8</w:t>
      </w:r>
      <w:r w:rsidRPr="006049FE">
        <w:rPr>
          <w:sz w:val="22"/>
          <w:szCs w:val="22"/>
        </w:rPr>
        <w:t>)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Cert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f</w:t>
      </w:r>
      <w:r w:rsidRPr="006049FE">
        <w:rPr>
          <w:spacing w:val="4"/>
          <w:sz w:val="22"/>
          <w:szCs w:val="22"/>
        </w:rPr>
        <w:t>ikat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lu</w:t>
      </w:r>
      <w:r w:rsidRPr="006049FE">
        <w:rPr>
          <w:sz w:val="22"/>
          <w:szCs w:val="22"/>
        </w:rPr>
        <w:t>b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atest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4"/>
          <w:sz w:val="22"/>
          <w:szCs w:val="22"/>
        </w:rPr>
        <w:t>deklaracj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zgodno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Pol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k</w:t>
      </w:r>
      <w:r w:rsidRPr="006049FE">
        <w:rPr>
          <w:sz w:val="22"/>
          <w:szCs w:val="22"/>
        </w:rPr>
        <w:t>ą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No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m</w:t>
      </w:r>
      <w:r w:rsidRPr="006049FE">
        <w:rPr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 xml:space="preserve"> lu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robat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technicz</w:t>
      </w:r>
      <w:r w:rsidRPr="006049FE">
        <w:rPr>
          <w:spacing w:val="6"/>
          <w:sz w:val="22"/>
          <w:szCs w:val="22"/>
        </w:rPr>
        <w:t>n</w:t>
      </w:r>
      <w:r w:rsidRPr="006049FE">
        <w:rPr>
          <w:sz w:val="22"/>
          <w:szCs w:val="22"/>
        </w:rPr>
        <w:t>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Znajd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ę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kazi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robów</w:t>
      </w:r>
      <w:r w:rsidRPr="006049FE">
        <w:rPr>
          <w:sz w:val="22"/>
          <w:szCs w:val="22"/>
        </w:rPr>
        <w:t>,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któr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w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zporz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ze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MSWi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199</w:t>
      </w:r>
      <w:r w:rsidRPr="006049FE">
        <w:rPr>
          <w:spacing w:val="5"/>
          <w:sz w:val="22"/>
          <w:szCs w:val="22"/>
        </w:rPr>
        <w:t>8</w:t>
      </w:r>
      <w:r w:rsidRPr="006049FE">
        <w:rPr>
          <w:spacing w:val="3"/>
          <w:sz w:val="22"/>
          <w:szCs w:val="22"/>
        </w:rPr>
        <w:t>r.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(Dz.U.98/99.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Roboty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nal</w:t>
      </w:r>
      <w:r w:rsidRPr="006049FE">
        <w:rPr>
          <w:spacing w:val="-2"/>
          <w:sz w:val="22"/>
          <w:szCs w:val="22"/>
        </w:rPr>
        <w:t>eż</w:t>
      </w:r>
      <w:r w:rsidRPr="006049FE">
        <w:rPr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ykon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ma</w:t>
      </w:r>
      <w:r w:rsidRPr="006049FE">
        <w:rPr>
          <w:sz w:val="22"/>
          <w:szCs w:val="22"/>
        </w:rPr>
        <w:t>t</w:t>
      </w:r>
      <w:r w:rsidRPr="006049FE">
        <w:rPr>
          <w:spacing w:val="-2"/>
          <w:sz w:val="22"/>
          <w:szCs w:val="22"/>
        </w:rPr>
        <w:t>er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2"/>
          <w:sz w:val="22"/>
          <w:szCs w:val="22"/>
        </w:rPr>
        <w:t>siada</w:t>
      </w:r>
      <w:r w:rsidRPr="006049FE">
        <w:rPr>
          <w:sz w:val="22"/>
          <w:szCs w:val="22"/>
        </w:rPr>
        <w:t>jących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atesty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certyfikaty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lub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dek</w:t>
      </w:r>
      <w:r w:rsidRPr="006049FE">
        <w:rPr>
          <w:spacing w:val="-3"/>
          <w:sz w:val="22"/>
          <w:szCs w:val="22"/>
        </w:rPr>
        <w:t>l</w:t>
      </w:r>
      <w:r w:rsidRPr="006049FE">
        <w:rPr>
          <w:sz w:val="22"/>
          <w:szCs w:val="22"/>
        </w:rPr>
        <w:t>aracje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</w:t>
      </w:r>
      <w:r w:rsidRPr="006049FE">
        <w:rPr>
          <w:spacing w:val="-3"/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nadzorem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osoby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uprawnionej.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5"/>
          <w:sz w:val="22"/>
          <w:szCs w:val="22"/>
          <w:u w:val="thick"/>
        </w:rPr>
        <w:t>SPR</w:t>
      </w:r>
      <w:r w:rsidRPr="006049FE">
        <w:rPr>
          <w:spacing w:val="-6"/>
          <w:sz w:val="22"/>
          <w:szCs w:val="22"/>
          <w:u w:val="thick"/>
        </w:rPr>
        <w:t>Z</w:t>
      </w:r>
      <w:r w:rsidRPr="006049FE">
        <w:rPr>
          <w:spacing w:val="-5"/>
          <w:sz w:val="22"/>
          <w:szCs w:val="22"/>
          <w:u w:val="thick"/>
        </w:rPr>
        <w:t>Ę</w:t>
      </w:r>
      <w:r w:rsidRPr="006049FE">
        <w:rPr>
          <w:sz w:val="22"/>
          <w:szCs w:val="22"/>
          <w:u w:val="thick"/>
        </w:rPr>
        <w:t>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7"/>
          <w:sz w:val="22"/>
          <w:szCs w:val="22"/>
        </w:rPr>
        <w:t>3.1</w:t>
      </w:r>
      <w:r w:rsidRPr="006049FE">
        <w:rPr>
          <w:sz w:val="22"/>
          <w:szCs w:val="22"/>
        </w:rPr>
        <w:t xml:space="preserve">,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wymagania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doty</w:t>
      </w:r>
      <w:r w:rsidRPr="006049FE">
        <w:rPr>
          <w:spacing w:val="-2"/>
          <w:sz w:val="22"/>
          <w:szCs w:val="22"/>
        </w:rPr>
        <w:t>cz</w:t>
      </w:r>
      <w:r w:rsidRPr="006049FE">
        <w:rPr>
          <w:sz w:val="22"/>
          <w:szCs w:val="22"/>
        </w:rPr>
        <w:t>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czące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sprzętu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pk</w:t>
      </w:r>
      <w:r w:rsidRPr="006049FE">
        <w:rPr>
          <w:spacing w:val="-7"/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>3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"/>
          <w:sz w:val="22"/>
          <w:szCs w:val="22"/>
        </w:rPr>
        <w:t>3.</w:t>
      </w:r>
      <w:r w:rsidRPr="006049FE">
        <w:rPr>
          <w:sz w:val="22"/>
          <w:szCs w:val="22"/>
        </w:rPr>
        <w:t xml:space="preserve">2.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Spr</w:t>
      </w:r>
      <w:r w:rsidRPr="006049FE">
        <w:rPr>
          <w:spacing w:val="10"/>
          <w:sz w:val="22"/>
          <w:szCs w:val="22"/>
        </w:rPr>
        <w:t>zę</w:t>
      </w:r>
      <w:r w:rsidRPr="006049FE">
        <w:rPr>
          <w:sz w:val="22"/>
          <w:szCs w:val="22"/>
        </w:rPr>
        <w:t>t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wykonawc</w:t>
      </w:r>
      <w:r w:rsidRPr="006049FE">
        <w:rPr>
          <w:spacing w:val="9"/>
          <w:sz w:val="22"/>
          <w:szCs w:val="22"/>
        </w:rPr>
        <w:t>z</w:t>
      </w:r>
      <w:r w:rsidRPr="006049FE">
        <w:rPr>
          <w:sz w:val="22"/>
          <w:szCs w:val="22"/>
        </w:rPr>
        <w:t>o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m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nt</w:t>
      </w:r>
      <w:r w:rsidRPr="006049FE">
        <w:rPr>
          <w:spacing w:val="14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ż</w:t>
      </w:r>
      <w:r w:rsidRPr="006049FE">
        <w:rPr>
          <w:spacing w:val="11"/>
          <w:sz w:val="22"/>
          <w:szCs w:val="22"/>
        </w:rPr>
        <w:t>owych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konani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zw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ązan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nanie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3"/>
          <w:sz w:val="22"/>
          <w:szCs w:val="22"/>
        </w:rPr>
        <w:t xml:space="preserve"> mo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ta</w:t>
      </w:r>
      <w:r w:rsidRPr="006049FE">
        <w:rPr>
          <w:spacing w:val="3"/>
          <w:sz w:val="22"/>
          <w:szCs w:val="22"/>
        </w:rPr>
        <w:t>ż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 xml:space="preserve">m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ele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entó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ma</w:t>
      </w:r>
      <w:r w:rsidRPr="006049FE">
        <w:rPr>
          <w:spacing w:val="3"/>
          <w:sz w:val="22"/>
          <w:szCs w:val="22"/>
        </w:rPr>
        <w:t>ł</w:t>
      </w:r>
      <w:r w:rsidRPr="006049FE">
        <w:rPr>
          <w:spacing w:val="2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architekt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3"/>
          <w:sz w:val="22"/>
          <w:szCs w:val="22"/>
        </w:rPr>
        <w:t>ry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 xml:space="preserve">e </w:t>
      </w:r>
      <w:r w:rsidRPr="006049FE">
        <w:rPr>
          <w:spacing w:val="3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korz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ę</w:t>
      </w:r>
      <w:r w:rsidRPr="006049FE">
        <w:rPr>
          <w:sz w:val="22"/>
          <w:szCs w:val="22"/>
        </w:rPr>
        <w:t xml:space="preserve">t </w:t>
      </w:r>
      <w:r w:rsidRPr="006049FE">
        <w:rPr>
          <w:spacing w:val="4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an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ż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lu</w:t>
      </w:r>
      <w:r w:rsidRPr="006049FE">
        <w:rPr>
          <w:sz w:val="22"/>
          <w:szCs w:val="22"/>
        </w:rPr>
        <w:t xml:space="preserve">b 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nn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zaa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3"/>
          <w:sz w:val="22"/>
          <w:szCs w:val="22"/>
        </w:rPr>
        <w:t>ep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owan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Inspektora/Kierownika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projektu: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s</w:t>
      </w:r>
      <w:r w:rsidRPr="006049FE">
        <w:rPr>
          <w:spacing w:val="-2"/>
          <w:sz w:val="22"/>
          <w:szCs w:val="22"/>
        </w:rPr>
        <w:t>p</w:t>
      </w:r>
      <w:r w:rsidRPr="006049FE">
        <w:rPr>
          <w:sz w:val="22"/>
          <w:szCs w:val="22"/>
        </w:rPr>
        <w:t>ycharko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adowar</w:t>
      </w:r>
      <w:r w:rsidRPr="006049FE">
        <w:rPr>
          <w:sz w:val="22"/>
          <w:szCs w:val="22"/>
        </w:rPr>
        <w:t>k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samochody</w:t>
      </w:r>
      <w:r w:rsidRPr="006049FE">
        <w:rPr>
          <w:spacing w:val="-2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</w:t>
      </w:r>
      <w:r w:rsidRPr="006049FE">
        <w:rPr>
          <w:sz w:val="22"/>
          <w:szCs w:val="22"/>
        </w:rPr>
        <w:t>ostawcze,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sprzęt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ntażu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zale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>any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przez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el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men</w:t>
      </w:r>
      <w:r w:rsidRPr="006049FE">
        <w:rPr>
          <w:spacing w:val="1"/>
          <w:sz w:val="22"/>
          <w:szCs w:val="22"/>
        </w:rPr>
        <w:t>t</w:t>
      </w:r>
      <w:r w:rsidRPr="006049FE">
        <w:rPr>
          <w:sz w:val="22"/>
          <w:szCs w:val="22"/>
        </w:rPr>
        <w:t>ów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goto</w:t>
      </w:r>
      <w:r w:rsidRPr="006049FE">
        <w:rPr>
          <w:spacing w:val="-2"/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ię</w:t>
      </w:r>
      <w:r w:rsidRPr="006049FE">
        <w:rPr>
          <w:sz w:val="22"/>
          <w:szCs w:val="22"/>
        </w:rPr>
        <w:t>kszość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zw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ązanych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ont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posa</w:t>
      </w:r>
      <w:r w:rsidRPr="006049FE">
        <w:rPr>
          <w:sz w:val="22"/>
          <w:szCs w:val="22"/>
        </w:rPr>
        <w:t>ż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zą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sport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element</w:t>
      </w:r>
      <w:r w:rsidRPr="006049FE">
        <w:rPr>
          <w:sz w:val="22"/>
          <w:szCs w:val="22"/>
        </w:rPr>
        <w:t>ów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pacing w:val="-3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ej</w:t>
      </w:r>
      <w:r w:rsidRPr="006049FE">
        <w:rPr>
          <w:spacing w:val="-2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architektury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>ych</w:t>
      </w:r>
      <w:r w:rsidRPr="006049FE">
        <w:rPr>
          <w:spacing w:val="-1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dzi</w:t>
      </w:r>
      <w:r w:rsidRPr="006049FE">
        <w:rPr>
          <w:sz w:val="22"/>
          <w:szCs w:val="22"/>
        </w:rPr>
        <w:t>e</w:t>
      </w:r>
      <w:r w:rsidRPr="006049FE">
        <w:rPr>
          <w:spacing w:val="-15"/>
          <w:sz w:val="22"/>
          <w:szCs w:val="22"/>
        </w:rPr>
        <w:t xml:space="preserve"> </w:t>
      </w:r>
      <w:r w:rsidRPr="006049FE">
        <w:rPr>
          <w:sz w:val="22"/>
          <w:szCs w:val="22"/>
        </w:rPr>
        <w:t>r</w:t>
      </w:r>
      <w:r w:rsidRPr="006049FE">
        <w:rPr>
          <w:spacing w:val="-3"/>
          <w:sz w:val="22"/>
          <w:szCs w:val="22"/>
        </w:rPr>
        <w:t>ę</w:t>
      </w:r>
      <w:r w:rsidRPr="006049FE">
        <w:rPr>
          <w:spacing w:val="-2"/>
          <w:sz w:val="22"/>
          <w:szCs w:val="22"/>
        </w:rPr>
        <w:t>c</w:t>
      </w:r>
      <w:r w:rsidRPr="006049FE">
        <w:rPr>
          <w:spacing w:val="-3"/>
          <w:sz w:val="22"/>
          <w:szCs w:val="22"/>
        </w:rPr>
        <w:t>z</w:t>
      </w:r>
      <w:r w:rsidRPr="006049FE">
        <w:rPr>
          <w:spacing w:val="-2"/>
          <w:sz w:val="22"/>
          <w:szCs w:val="22"/>
        </w:rPr>
        <w:t>ni</w:t>
      </w:r>
      <w:r w:rsidRPr="006049FE">
        <w:rPr>
          <w:spacing w:val="-3"/>
          <w:sz w:val="22"/>
          <w:szCs w:val="22"/>
        </w:rPr>
        <w:t>e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3"/>
          <w:sz w:val="22"/>
          <w:szCs w:val="22"/>
          <w:u w:val="thick"/>
        </w:rPr>
        <w:t>TRANSPORT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w</w:t>
      </w:r>
      <w:r w:rsidRPr="006049FE">
        <w:rPr>
          <w:spacing w:val="11"/>
          <w:sz w:val="22"/>
          <w:szCs w:val="22"/>
        </w:rPr>
        <w:t>y</w:t>
      </w:r>
      <w:r w:rsidRPr="006049FE">
        <w:rPr>
          <w:spacing w:val="8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10"/>
          <w:sz w:val="22"/>
          <w:szCs w:val="22"/>
        </w:rPr>
        <w:t>d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tyc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0"/>
          <w:sz w:val="22"/>
          <w:szCs w:val="22"/>
        </w:rPr>
        <w:t>ą</w:t>
      </w:r>
      <w:r w:rsidRPr="006049FE">
        <w:rPr>
          <w:spacing w:val="11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tr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nsp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tu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6"/>
          <w:sz w:val="22"/>
          <w:szCs w:val="22"/>
        </w:rPr>
        <w:t>Ogó</w:t>
      </w:r>
      <w:r w:rsidRPr="006049FE">
        <w:rPr>
          <w:spacing w:val="-7"/>
          <w:sz w:val="22"/>
          <w:szCs w:val="22"/>
        </w:rPr>
        <w:t>l</w:t>
      </w:r>
      <w:r w:rsidRPr="006049FE">
        <w:rPr>
          <w:spacing w:val="-6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>cani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d</w:t>
      </w:r>
      <w:r w:rsidRPr="006049FE">
        <w:rPr>
          <w:spacing w:val="-7"/>
          <w:sz w:val="22"/>
          <w:szCs w:val="22"/>
        </w:rPr>
        <w:t>ot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6"/>
          <w:sz w:val="22"/>
          <w:szCs w:val="22"/>
        </w:rPr>
        <w:t>c</w:t>
      </w:r>
      <w:r w:rsidRPr="006049FE">
        <w:rPr>
          <w:spacing w:val="-7"/>
          <w:sz w:val="22"/>
          <w:szCs w:val="22"/>
        </w:rPr>
        <w:t>z</w:t>
      </w:r>
      <w:r w:rsidRPr="006049FE">
        <w:rPr>
          <w:spacing w:val="-8"/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transp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rt</w:t>
      </w:r>
      <w:r w:rsidRPr="006049FE">
        <w:rPr>
          <w:sz w:val="22"/>
          <w:szCs w:val="22"/>
        </w:rPr>
        <w:t>u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dan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35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0.</w:t>
      </w:r>
      <w:r w:rsidRPr="006049FE">
        <w:rPr>
          <w:spacing w:val="-7"/>
          <w:sz w:val="22"/>
          <w:szCs w:val="22"/>
        </w:rPr>
        <w:t>0</w:t>
      </w:r>
      <w:r w:rsidRPr="006049FE">
        <w:rPr>
          <w:sz w:val="22"/>
          <w:szCs w:val="22"/>
        </w:rPr>
        <w:t>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8"/>
          <w:sz w:val="22"/>
          <w:szCs w:val="22"/>
        </w:rPr>
        <w:t>„</w:t>
      </w:r>
      <w:r w:rsidRPr="006049FE">
        <w:rPr>
          <w:spacing w:val="-7"/>
          <w:sz w:val="22"/>
          <w:szCs w:val="22"/>
        </w:rPr>
        <w:t>W</w:t>
      </w:r>
      <w:r w:rsidRPr="006049FE">
        <w:rPr>
          <w:spacing w:val="-5"/>
          <w:sz w:val="22"/>
          <w:szCs w:val="22"/>
        </w:rPr>
        <w:t>y</w:t>
      </w:r>
      <w:r w:rsidRPr="006049FE">
        <w:rPr>
          <w:spacing w:val="-8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g</w:t>
      </w:r>
      <w:r w:rsidRPr="006049FE">
        <w:rPr>
          <w:spacing w:val="-6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7"/>
          <w:sz w:val="22"/>
          <w:szCs w:val="22"/>
        </w:rPr>
        <w:t>o</w:t>
      </w:r>
      <w:r w:rsidRPr="006049FE">
        <w:rPr>
          <w:spacing w:val="-6"/>
          <w:sz w:val="22"/>
          <w:szCs w:val="22"/>
        </w:rPr>
        <w:t>gó</w:t>
      </w:r>
      <w:r w:rsidRPr="006049FE">
        <w:rPr>
          <w:spacing w:val="-7"/>
          <w:sz w:val="22"/>
          <w:szCs w:val="22"/>
        </w:rPr>
        <w:t>l</w:t>
      </w:r>
      <w:r w:rsidRPr="006049FE">
        <w:rPr>
          <w:spacing w:val="-6"/>
          <w:sz w:val="22"/>
          <w:szCs w:val="22"/>
        </w:rPr>
        <w:t>ne</w:t>
      </w:r>
      <w:r w:rsidRPr="006049FE">
        <w:rPr>
          <w:sz w:val="22"/>
          <w:szCs w:val="22"/>
        </w:rPr>
        <w:t>'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p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7"/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>4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</w:rPr>
        <w:t>T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0"/>
          <w:sz w:val="22"/>
          <w:szCs w:val="22"/>
        </w:rPr>
        <w:t>anspor</w:t>
      </w:r>
      <w:r w:rsidRPr="006049FE">
        <w:rPr>
          <w:sz w:val="22"/>
          <w:szCs w:val="22"/>
        </w:rPr>
        <w:t>t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>le</w:t>
      </w:r>
      <w:r w:rsidRPr="006049FE">
        <w:rPr>
          <w:spacing w:val="9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entó</w:t>
      </w:r>
      <w:r w:rsidRPr="006049FE">
        <w:rPr>
          <w:sz w:val="22"/>
          <w:szCs w:val="22"/>
        </w:rPr>
        <w:t>w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m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>ł</w:t>
      </w:r>
      <w:r w:rsidRPr="006049FE">
        <w:rPr>
          <w:spacing w:val="9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8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>r</w:t>
      </w:r>
      <w:r w:rsidRPr="006049FE">
        <w:rPr>
          <w:spacing w:val="9"/>
          <w:sz w:val="22"/>
          <w:szCs w:val="22"/>
        </w:rPr>
        <w:t>c</w:t>
      </w:r>
      <w:r w:rsidRPr="006049FE">
        <w:rPr>
          <w:spacing w:val="11"/>
          <w:sz w:val="22"/>
          <w:szCs w:val="22"/>
        </w:rPr>
        <w:t>h</w:t>
      </w:r>
      <w:r w:rsidRPr="006049FE">
        <w:rPr>
          <w:spacing w:val="10"/>
          <w:sz w:val="22"/>
          <w:szCs w:val="22"/>
        </w:rPr>
        <w:t>i</w:t>
      </w:r>
      <w:r w:rsidRPr="006049FE">
        <w:rPr>
          <w:spacing w:val="9"/>
          <w:sz w:val="22"/>
          <w:szCs w:val="22"/>
        </w:rPr>
        <w:t>te</w:t>
      </w:r>
      <w:r w:rsidRPr="006049FE">
        <w:rPr>
          <w:spacing w:val="11"/>
          <w:sz w:val="22"/>
          <w:szCs w:val="22"/>
        </w:rPr>
        <w:t>k</w:t>
      </w:r>
      <w:r w:rsidRPr="006049FE">
        <w:rPr>
          <w:spacing w:val="9"/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>u</w:t>
      </w:r>
      <w:r w:rsidRPr="006049FE">
        <w:rPr>
          <w:spacing w:val="9"/>
          <w:sz w:val="22"/>
          <w:szCs w:val="22"/>
        </w:rPr>
        <w:t>ry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Ele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ent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 xml:space="preserve"> m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3"/>
          <w:sz w:val="22"/>
          <w:szCs w:val="22"/>
        </w:rPr>
        <w:t xml:space="preserve"> a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>ch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te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tur</w:t>
      </w:r>
      <w:r w:rsidRPr="006049FE">
        <w:rPr>
          <w:sz w:val="22"/>
          <w:szCs w:val="22"/>
        </w:rPr>
        <w:t xml:space="preserve">y </w:t>
      </w:r>
      <w:r w:rsidRPr="006049FE">
        <w:rPr>
          <w:spacing w:val="3"/>
          <w:sz w:val="22"/>
          <w:szCs w:val="22"/>
        </w:rPr>
        <w:t xml:space="preserve"> na</w:t>
      </w:r>
      <w:r w:rsidRPr="006049FE">
        <w:rPr>
          <w:spacing w:val="5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ż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 xml:space="preserve"> przewozi</w:t>
      </w:r>
      <w:r w:rsidRPr="006049FE">
        <w:rPr>
          <w:sz w:val="22"/>
          <w:szCs w:val="22"/>
        </w:rPr>
        <w:t>ć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sposó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 xml:space="preserve"> za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ezpiecza</w:t>
      </w:r>
      <w:r w:rsidRPr="006049FE">
        <w:rPr>
          <w:spacing w:val="4"/>
          <w:sz w:val="22"/>
          <w:szCs w:val="22"/>
        </w:rPr>
        <w:t>ją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przed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uszko</w:t>
      </w:r>
      <w:r w:rsidRPr="006049FE">
        <w:rPr>
          <w:sz w:val="22"/>
          <w:szCs w:val="22"/>
        </w:rPr>
        <w:t>d</w:t>
      </w:r>
      <w:r w:rsidRPr="006049FE">
        <w:rPr>
          <w:spacing w:val="-2"/>
          <w:sz w:val="22"/>
          <w:szCs w:val="22"/>
        </w:rPr>
        <w:t>zeniem.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3"/>
          <w:sz w:val="22"/>
          <w:szCs w:val="22"/>
          <w:u w:val="thick"/>
        </w:rPr>
        <w:t>WYKONANIE</w:t>
      </w:r>
      <w:r w:rsidRPr="006049FE">
        <w:rPr>
          <w:spacing w:val="-17"/>
          <w:sz w:val="22"/>
          <w:szCs w:val="22"/>
          <w:u w:val="thick"/>
        </w:rPr>
        <w:t xml:space="preserve"> </w:t>
      </w:r>
      <w:r w:rsidRPr="006049FE">
        <w:rPr>
          <w:spacing w:val="13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Ogól</w:t>
      </w:r>
      <w:r w:rsidRPr="006049FE">
        <w:rPr>
          <w:spacing w:val="1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sad</w:t>
      </w:r>
      <w:r w:rsidRPr="006049FE">
        <w:rPr>
          <w:sz w:val="22"/>
          <w:szCs w:val="22"/>
        </w:rPr>
        <w:t>y</w:t>
      </w:r>
      <w:r w:rsidRPr="006049FE">
        <w:rPr>
          <w:spacing w:val="9"/>
          <w:sz w:val="22"/>
          <w:szCs w:val="22"/>
        </w:rPr>
        <w:t xml:space="preserve"> wyk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na</w:t>
      </w:r>
      <w:r w:rsidRPr="006049FE">
        <w:rPr>
          <w:spacing w:val="9"/>
          <w:sz w:val="22"/>
          <w:szCs w:val="22"/>
        </w:rPr>
        <w:t>ni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zasad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wykonani</w:t>
      </w:r>
      <w:r w:rsidRPr="006049FE">
        <w:rPr>
          <w:sz w:val="22"/>
          <w:szCs w:val="22"/>
        </w:rPr>
        <w:t>a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podan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0.0</w:t>
      </w:r>
      <w:r w:rsidRPr="006049FE">
        <w:rPr>
          <w:sz w:val="22"/>
          <w:szCs w:val="22"/>
        </w:rPr>
        <w:t>0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„W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5"/>
          <w:sz w:val="22"/>
          <w:szCs w:val="22"/>
        </w:rPr>
        <w:t>agani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ogólne</w:t>
      </w:r>
      <w:r w:rsidRPr="006049FE">
        <w:rPr>
          <w:sz w:val="22"/>
          <w:szCs w:val="22"/>
        </w:rPr>
        <w:t>"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pk</w:t>
      </w:r>
      <w:r w:rsidRPr="006049FE">
        <w:rPr>
          <w:sz w:val="22"/>
          <w:szCs w:val="22"/>
        </w:rPr>
        <w:t>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5.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Wykonani</w:t>
      </w:r>
      <w:r w:rsidRPr="006049FE">
        <w:rPr>
          <w:sz w:val="22"/>
          <w:szCs w:val="22"/>
        </w:rPr>
        <w:t>e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mont</w:t>
      </w:r>
      <w:r w:rsidRPr="006049FE">
        <w:rPr>
          <w:spacing w:val="12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Wyposażenie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boisk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urządzenia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należy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ontować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zgodnie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instrukcja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mont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żu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producentów</w:t>
      </w:r>
      <w:r w:rsidRPr="006049FE">
        <w:rPr>
          <w:spacing w:val="1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posażenia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sportowego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9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godni</w:t>
      </w:r>
      <w:r w:rsidRPr="006049FE">
        <w:rPr>
          <w:sz w:val="22"/>
          <w:szCs w:val="22"/>
        </w:rPr>
        <w:t>e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regulami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PZL</w:t>
      </w:r>
      <w:r w:rsidRPr="006049FE">
        <w:rPr>
          <w:sz w:val="22"/>
          <w:szCs w:val="22"/>
        </w:rPr>
        <w:t>A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opracowan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6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podstawie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przepisó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LAAF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</w:t>
      </w:r>
      <w:r w:rsidRPr="006049FE">
        <w:rPr>
          <w:sz w:val="22"/>
          <w:szCs w:val="22"/>
        </w:rPr>
        <w:t>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posiada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cyc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atest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certyfikat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deklaracj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zgodno</w:t>
      </w:r>
      <w:r w:rsidRPr="006049FE">
        <w:rPr>
          <w:sz w:val="22"/>
          <w:szCs w:val="22"/>
        </w:rPr>
        <w:t>ści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nadzor</w:t>
      </w:r>
      <w:r w:rsidRPr="006049FE">
        <w:rPr>
          <w:sz w:val="22"/>
          <w:szCs w:val="22"/>
        </w:rPr>
        <w:t>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osob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awnionej.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b/>
          <w:bCs/>
          <w:sz w:val="22"/>
          <w:szCs w:val="22"/>
          <w:u w:val="thick"/>
        </w:rPr>
        <w:t>U</w:t>
      </w:r>
      <w:r w:rsidRPr="006049FE">
        <w:rPr>
          <w:b/>
          <w:bCs/>
          <w:spacing w:val="-4"/>
          <w:sz w:val="22"/>
          <w:szCs w:val="22"/>
          <w:u w:val="thick"/>
        </w:rPr>
        <w:t>w</w:t>
      </w:r>
      <w:r w:rsidRPr="006049FE">
        <w:rPr>
          <w:b/>
          <w:bCs/>
          <w:sz w:val="22"/>
          <w:szCs w:val="22"/>
          <w:u w:val="thick"/>
        </w:rPr>
        <w:t>agi: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przys</w:t>
      </w:r>
      <w:r w:rsidRPr="006049FE">
        <w:rPr>
          <w:sz w:val="22"/>
          <w:szCs w:val="22"/>
        </w:rPr>
        <w:t>tąpieniem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wykonania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W</w:t>
      </w:r>
      <w:r w:rsidRPr="006049FE">
        <w:rPr>
          <w:sz w:val="22"/>
          <w:szCs w:val="22"/>
        </w:rPr>
        <w:t>ykona</w:t>
      </w:r>
      <w:r w:rsidRPr="006049FE">
        <w:rPr>
          <w:spacing w:val="-4"/>
          <w:sz w:val="22"/>
          <w:szCs w:val="22"/>
        </w:rPr>
        <w:t>w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dokon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wytyczeni</w:t>
      </w:r>
      <w:r w:rsidRPr="006049FE">
        <w:rPr>
          <w:sz w:val="22"/>
          <w:szCs w:val="22"/>
        </w:rPr>
        <w:t>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bois</w:t>
      </w:r>
      <w:r w:rsidRPr="006049FE">
        <w:rPr>
          <w:sz w:val="22"/>
          <w:szCs w:val="22"/>
        </w:rPr>
        <w:t>k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ur</w:t>
      </w:r>
      <w:r w:rsidRPr="006049FE">
        <w:rPr>
          <w:sz w:val="22"/>
          <w:szCs w:val="22"/>
        </w:rPr>
        <w:t>zą</w:t>
      </w:r>
      <w:r w:rsidRPr="006049FE">
        <w:rPr>
          <w:spacing w:val="-2"/>
          <w:sz w:val="22"/>
          <w:szCs w:val="22"/>
        </w:rPr>
        <w:t>dz</w:t>
      </w:r>
      <w:r w:rsidRPr="006049FE">
        <w:rPr>
          <w:sz w:val="22"/>
          <w:szCs w:val="22"/>
        </w:rPr>
        <w:t>eń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trwal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oznacz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j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terenie.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Podczas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wszelkich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prac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zwią</w:t>
      </w:r>
      <w:r w:rsidRPr="006049FE">
        <w:rPr>
          <w:spacing w:val="-2"/>
          <w:sz w:val="22"/>
          <w:szCs w:val="22"/>
        </w:rPr>
        <w:t>zanyc</w:t>
      </w:r>
      <w:r w:rsidRPr="006049FE">
        <w:rPr>
          <w:sz w:val="22"/>
          <w:szCs w:val="22"/>
        </w:rPr>
        <w:t>h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projektowan</w:t>
      </w:r>
      <w:r w:rsidRPr="006049FE">
        <w:rPr>
          <w:sz w:val="22"/>
          <w:szCs w:val="22"/>
        </w:rPr>
        <w:t>ą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</w:t>
      </w:r>
      <w:r w:rsidRPr="006049FE">
        <w:rPr>
          <w:sz w:val="22"/>
          <w:szCs w:val="22"/>
        </w:rPr>
        <w:t>ą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uprawnion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kierowni</w:t>
      </w:r>
      <w:r w:rsidRPr="006049FE">
        <w:rPr>
          <w:sz w:val="22"/>
          <w:szCs w:val="22"/>
        </w:rPr>
        <w:t>k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budowy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powinie</w:t>
      </w:r>
      <w:r w:rsidRPr="006049FE">
        <w:rPr>
          <w:sz w:val="22"/>
          <w:szCs w:val="22"/>
        </w:rPr>
        <w:t>n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pewn</w:t>
      </w:r>
      <w:r w:rsidRPr="006049FE">
        <w:rPr>
          <w:sz w:val="22"/>
          <w:szCs w:val="22"/>
        </w:rPr>
        <w:t>ić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warunki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bezpiecze</w:t>
      </w:r>
      <w:r w:rsidRPr="006049FE">
        <w:rPr>
          <w:spacing w:val="-2"/>
          <w:sz w:val="22"/>
          <w:szCs w:val="22"/>
        </w:rPr>
        <w:t>ństw</w:t>
      </w:r>
      <w:r w:rsidRPr="006049FE">
        <w:rPr>
          <w:sz w:val="22"/>
          <w:szCs w:val="22"/>
        </w:rPr>
        <w:t>a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,zgodni</w:t>
      </w:r>
      <w:r w:rsidRPr="006049FE">
        <w:rPr>
          <w:sz w:val="22"/>
          <w:szCs w:val="22"/>
        </w:rPr>
        <w:t>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obow</w:t>
      </w:r>
      <w:r w:rsidRPr="006049FE">
        <w:rPr>
          <w:sz w:val="22"/>
          <w:szCs w:val="22"/>
        </w:rPr>
        <w:t>ią</w:t>
      </w:r>
      <w:r w:rsidRPr="006049FE">
        <w:rPr>
          <w:spacing w:val="-2"/>
          <w:sz w:val="22"/>
          <w:szCs w:val="22"/>
        </w:rPr>
        <w:t>zu</w:t>
      </w:r>
      <w:r w:rsidRPr="006049FE">
        <w:rPr>
          <w:sz w:val="22"/>
          <w:szCs w:val="22"/>
        </w:rPr>
        <w:t>jący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przepisa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2"/>
          <w:sz w:val="22"/>
          <w:szCs w:val="22"/>
        </w:rPr>
        <w:t>Robot</w:t>
      </w:r>
      <w:r w:rsidRPr="006049FE">
        <w:rPr>
          <w:sz w:val="22"/>
          <w:szCs w:val="22"/>
        </w:rPr>
        <w:t>y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nal</w:t>
      </w:r>
      <w:r w:rsidRPr="006049FE">
        <w:rPr>
          <w:sz w:val="22"/>
          <w:szCs w:val="22"/>
        </w:rPr>
        <w:t>eży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wykon</w:t>
      </w:r>
      <w:r w:rsidRPr="006049FE">
        <w:rPr>
          <w:sz w:val="22"/>
          <w:szCs w:val="22"/>
        </w:rPr>
        <w:t>ać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</w:t>
      </w:r>
      <w:r w:rsidRPr="006049FE">
        <w:rPr>
          <w:spacing w:val="-2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posiada</w:t>
      </w:r>
      <w:r w:rsidRPr="006049FE">
        <w:rPr>
          <w:sz w:val="22"/>
          <w:szCs w:val="22"/>
        </w:rPr>
        <w:t>ją</w:t>
      </w:r>
      <w:r w:rsidRPr="006049FE">
        <w:rPr>
          <w:spacing w:val="-2"/>
          <w:sz w:val="22"/>
          <w:szCs w:val="22"/>
        </w:rPr>
        <w:t>cyc</w:t>
      </w:r>
      <w:r w:rsidRPr="006049FE">
        <w:rPr>
          <w:sz w:val="22"/>
          <w:szCs w:val="22"/>
        </w:rPr>
        <w:t>h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atest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certyfikat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deklaracj</w:t>
      </w:r>
      <w:r w:rsidRPr="006049FE">
        <w:rPr>
          <w:sz w:val="22"/>
          <w:szCs w:val="22"/>
        </w:rPr>
        <w:t>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zgodno</w:t>
      </w:r>
      <w:r w:rsidRPr="006049FE">
        <w:rPr>
          <w:sz w:val="22"/>
          <w:szCs w:val="22"/>
        </w:rPr>
        <w:t>ści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po</w:t>
      </w:r>
      <w:r w:rsidRPr="006049FE">
        <w:rPr>
          <w:sz w:val="22"/>
          <w:szCs w:val="22"/>
        </w:rPr>
        <w:t>d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nadzor</w:t>
      </w:r>
      <w:r w:rsidRPr="006049FE">
        <w:rPr>
          <w:sz w:val="22"/>
          <w:szCs w:val="22"/>
        </w:rPr>
        <w:t>em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osob</w:t>
      </w:r>
      <w:r w:rsidRPr="006049FE">
        <w:rPr>
          <w:sz w:val="22"/>
          <w:szCs w:val="22"/>
        </w:rPr>
        <w:t>y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up</w:t>
      </w:r>
      <w:r w:rsidRPr="006049FE">
        <w:rPr>
          <w:sz w:val="22"/>
          <w:szCs w:val="22"/>
        </w:rPr>
        <w:t>r</w:t>
      </w:r>
      <w:r w:rsidRPr="006049FE">
        <w:rPr>
          <w:spacing w:val="-2"/>
          <w:sz w:val="22"/>
          <w:szCs w:val="22"/>
        </w:rPr>
        <w:t>awnionej.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Cs/>
          <w:spacing w:val="12"/>
          <w:sz w:val="22"/>
          <w:szCs w:val="22"/>
          <w:u w:val="thick"/>
        </w:rPr>
      </w:pPr>
      <w:r w:rsidRPr="006049FE">
        <w:rPr>
          <w:bCs/>
          <w:spacing w:val="12"/>
          <w:sz w:val="22"/>
          <w:szCs w:val="22"/>
          <w:u w:val="thick"/>
        </w:rPr>
        <w:t>KONTROLA</w:t>
      </w:r>
      <w:r w:rsidRPr="006049FE">
        <w:rPr>
          <w:bCs/>
          <w:spacing w:val="-10"/>
          <w:sz w:val="22"/>
          <w:szCs w:val="22"/>
          <w:u w:val="thick"/>
        </w:rPr>
        <w:t xml:space="preserve"> </w:t>
      </w:r>
      <w:r w:rsidRPr="006049FE">
        <w:rPr>
          <w:bCs/>
          <w:spacing w:val="12"/>
          <w:sz w:val="22"/>
          <w:szCs w:val="22"/>
          <w:u w:val="thick"/>
        </w:rPr>
        <w:t>JAKOŚCI</w:t>
      </w:r>
      <w:r w:rsidRPr="006049FE">
        <w:rPr>
          <w:bCs/>
          <w:spacing w:val="-8"/>
          <w:sz w:val="22"/>
          <w:szCs w:val="22"/>
          <w:u w:val="thick"/>
        </w:rPr>
        <w:t xml:space="preserve"> </w:t>
      </w:r>
      <w:r w:rsidRPr="006049FE">
        <w:rPr>
          <w:bCs/>
          <w:spacing w:val="12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Ogól</w:t>
      </w:r>
      <w:r w:rsidRPr="006049FE">
        <w:rPr>
          <w:spacing w:val="11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sad</w:t>
      </w:r>
      <w:r w:rsidRPr="006049FE">
        <w:rPr>
          <w:sz w:val="22"/>
          <w:szCs w:val="22"/>
        </w:rPr>
        <w:t>y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kontro</w:t>
      </w:r>
      <w:r w:rsidRPr="006049FE">
        <w:rPr>
          <w:spacing w:val="11"/>
          <w:sz w:val="22"/>
          <w:szCs w:val="22"/>
        </w:rPr>
        <w:t>l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jak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ś</w:t>
      </w:r>
      <w:r w:rsidRPr="006049FE">
        <w:rPr>
          <w:spacing w:val="10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5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zasad</w:t>
      </w:r>
      <w:r w:rsidRPr="006049FE">
        <w:rPr>
          <w:sz w:val="22"/>
          <w:szCs w:val="22"/>
        </w:rPr>
        <w:t>y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kontrol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5"/>
          <w:sz w:val="22"/>
          <w:szCs w:val="22"/>
        </w:rPr>
        <w:t>j</w:t>
      </w:r>
      <w:r w:rsidRPr="006049FE">
        <w:rPr>
          <w:spacing w:val="-7"/>
          <w:sz w:val="22"/>
          <w:szCs w:val="22"/>
        </w:rPr>
        <w:t>a</w:t>
      </w:r>
      <w:r w:rsidRPr="006049FE">
        <w:rPr>
          <w:spacing w:val="-5"/>
          <w:sz w:val="22"/>
          <w:szCs w:val="22"/>
        </w:rPr>
        <w:t>k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5"/>
          <w:sz w:val="22"/>
          <w:szCs w:val="22"/>
        </w:rPr>
        <w:t>ś</w:t>
      </w:r>
      <w:r w:rsidRPr="006049FE">
        <w:rPr>
          <w:spacing w:val="-6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rob</w:t>
      </w:r>
      <w:r w:rsidRPr="006049FE">
        <w:rPr>
          <w:spacing w:val="-3"/>
          <w:sz w:val="22"/>
          <w:szCs w:val="22"/>
        </w:rPr>
        <w:t>ó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poda</w:t>
      </w:r>
      <w:r w:rsidRPr="006049FE">
        <w:rPr>
          <w:spacing w:val="-3"/>
          <w:sz w:val="22"/>
          <w:szCs w:val="22"/>
        </w:rPr>
        <w:t>n</w:t>
      </w:r>
      <w:r w:rsidRPr="006049FE">
        <w:rPr>
          <w:sz w:val="22"/>
          <w:szCs w:val="22"/>
        </w:rPr>
        <w:t>o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S</w:t>
      </w:r>
      <w:r w:rsidRPr="006049FE">
        <w:rPr>
          <w:sz w:val="22"/>
          <w:szCs w:val="22"/>
        </w:rPr>
        <w:t>T</w:t>
      </w:r>
      <w:r w:rsidRPr="006049FE">
        <w:rPr>
          <w:spacing w:val="3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0</w:t>
      </w:r>
      <w:r w:rsidRPr="006049FE">
        <w:rPr>
          <w:spacing w:val="-6"/>
          <w:sz w:val="22"/>
          <w:szCs w:val="22"/>
        </w:rPr>
        <w:t>.0</w:t>
      </w:r>
      <w:r w:rsidRPr="006049FE">
        <w:rPr>
          <w:sz w:val="22"/>
          <w:szCs w:val="22"/>
        </w:rPr>
        <w:t>0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„W</w:t>
      </w:r>
      <w:r w:rsidRPr="006049FE">
        <w:rPr>
          <w:spacing w:val="-2"/>
          <w:sz w:val="22"/>
          <w:szCs w:val="22"/>
        </w:rPr>
        <w:t>y</w:t>
      </w:r>
      <w:r w:rsidRPr="006049FE">
        <w:rPr>
          <w:spacing w:val="-7"/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>g</w:t>
      </w:r>
      <w:r w:rsidRPr="006049FE">
        <w:rPr>
          <w:spacing w:val="-6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o</w:t>
      </w:r>
      <w:r w:rsidRPr="006049FE">
        <w:rPr>
          <w:spacing w:val="-3"/>
          <w:sz w:val="22"/>
          <w:szCs w:val="22"/>
        </w:rPr>
        <w:t>g</w:t>
      </w:r>
      <w:r w:rsidRPr="006049FE">
        <w:rPr>
          <w:spacing w:val="-6"/>
          <w:sz w:val="22"/>
          <w:szCs w:val="22"/>
        </w:rPr>
        <w:t>ól</w:t>
      </w:r>
      <w:r w:rsidRPr="006049FE">
        <w:rPr>
          <w:spacing w:val="-3"/>
          <w:sz w:val="22"/>
          <w:szCs w:val="22"/>
        </w:rPr>
        <w:t>n</w:t>
      </w:r>
      <w:r w:rsidRPr="006049FE">
        <w:rPr>
          <w:spacing w:val="-5"/>
          <w:sz w:val="22"/>
          <w:szCs w:val="22"/>
        </w:rPr>
        <w:t>e</w:t>
      </w:r>
      <w:r w:rsidRPr="006049FE">
        <w:rPr>
          <w:sz w:val="22"/>
          <w:szCs w:val="22"/>
        </w:rPr>
        <w:t>"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6"/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k</w:t>
      </w:r>
      <w:r w:rsidRPr="006049FE">
        <w:rPr>
          <w:sz w:val="22"/>
          <w:szCs w:val="22"/>
        </w:rPr>
        <w:t>t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6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9"/>
          <w:sz w:val="22"/>
          <w:szCs w:val="22"/>
        </w:rPr>
        <w:t>K</w:t>
      </w:r>
      <w:r w:rsidRPr="006049FE">
        <w:rPr>
          <w:spacing w:val="10"/>
          <w:sz w:val="22"/>
          <w:szCs w:val="22"/>
        </w:rPr>
        <w:t>o</w:t>
      </w:r>
      <w:r w:rsidRPr="006049FE">
        <w:rPr>
          <w:spacing w:val="11"/>
          <w:sz w:val="22"/>
          <w:szCs w:val="22"/>
        </w:rPr>
        <w:t>n</w:t>
      </w:r>
      <w:r w:rsidRPr="006049FE">
        <w:rPr>
          <w:spacing w:val="9"/>
          <w:sz w:val="22"/>
          <w:szCs w:val="22"/>
        </w:rPr>
        <w:t>tr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j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k</w:t>
      </w:r>
      <w:r w:rsidRPr="006049FE">
        <w:rPr>
          <w:spacing w:val="10"/>
          <w:sz w:val="22"/>
          <w:szCs w:val="22"/>
        </w:rPr>
        <w:t>oś</w:t>
      </w:r>
      <w:r w:rsidRPr="006049FE">
        <w:rPr>
          <w:spacing w:val="9"/>
          <w:sz w:val="22"/>
          <w:szCs w:val="22"/>
        </w:rPr>
        <w:t>c</w:t>
      </w:r>
      <w:r w:rsidRPr="006049FE">
        <w:rPr>
          <w:sz w:val="22"/>
          <w:szCs w:val="22"/>
        </w:rPr>
        <w:t>i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wykon</w:t>
      </w:r>
      <w:r w:rsidRPr="006049FE">
        <w:rPr>
          <w:spacing w:val="11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wcz</w:t>
      </w:r>
      <w:r w:rsidRPr="006049FE">
        <w:rPr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-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9"/>
          <w:sz w:val="22"/>
          <w:szCs w:val="22"/>
        </w:rPr>
        <w:t>mont</w:t>
      </w:r>
      <w:r w:rsidRPr="006049FE">
        <w:rPr>
          <w:spacing w:val="10"/>
          <w:sz w:val="22"/>
          <w:szCs w:val="22"/>
        </w:rPr>
        <w:t>a</w:t>
      </w:r>
      <w:r w:rsidRPr="006049FE">
        <w:rPr>
          <w:spacing w:val="9"/>
          <w:sz w:val="22"/>
          <w:szCs w:val="22"/>
        </w:rPr>
        <w:t>ż</w:t>
      </w:r>
      <w:r w:rsidRPr="006049FE">
        <w:rPr>
          <w:spacing w:val="11"/>
          <w:sz w:val="22"/>
          <w:szCs w:val="22"/>
        </w:rPr>
        <w:t>o</w:t>
      </w:r>
      <w:r w:rsidRPr="006049FE">
        <w:rPr>
          <w:spacing w:val="9"/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>yc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lastRenderedPageBreak/>
        <w:t>Kontroli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jako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podlegaj</w:t>
      </w:r>
      <w:r w:rsidRPr="006049FE">
        <w:rPr>
          <w:spacing w:val="-2"/>
          <w:sz w:val="22"/>
          <w:szCs w:val="22"/>
        </w:rPr>
        <w:t>ą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-11"/>
          <w:sz w:val="22"/>
          <w:szCs w:val="22"/>
        </w:rPr>
        <w:t xml:space="preserve"> </w:t>
      </w:r>
      <w:r w:rsidRPr="006049FE">
        <w:rPr>
          <w:sz w:val="22"/>
          <w:szCs w:val="22"/>
        </w:rPr>
        <w:t>jakość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uż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ateriał</w:t>
      </w:r>
      <w:r w:rsidRPr="006049FE">
        <w:rPr>
          <w:spacing w:val="1"/>
          <w:sz w:val="22"/>
          <w:szCs w:val="22"/>
        </w:rPr>
        <w:t>ó</w:t>
      </w:r>
      <w:r w:rsidRPr="006049FE">
        <w:rPr>
          <w:sz w:val="22"/>
          <w:szCs w:val="22"/>
        </w:rPr>
        <w:t>w,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zgodno</w:t>
      </w:r>
      <w:r w:rsidRPr="006049FE">
        <w:rPr>
          <w:spacing w:val="5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4"/>
          <w:sz w:val="22"/>
          <w:szCs w:val="22"/>
        </w:rPr>
        <w:t xml:space="preserve"> w</w:t>
      </w:r>
      <w:r w:rsidRPr="006049FE">
        <w:rPr>
          <w:spacing w:val="6"/>
          <w:sz w:val="22"/>
          <w:szCs w:val="22"/>
        </w:rPr>
        <w:t>ykonani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ro</w:t>
      </w:r>
      <w:r w:rsidRPr="006049FE">
        <w:rPr>
          <w:spacing w:val="5"/>
          <w:sz w:val="22"/>
          <w:szCs w:val="22"/>
        </w:rPr>
        <w:t>bó</w:t>
      </w:r>
      <w:r w:rsidRPr="006049FE">
        <w:rPr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doku</w:t>
      </w:r>
      <w:r w:rsidRPr="006049FE">
        <w:rPr>
          <w:spacing w:val="4"/>
          <w:sz w:val="22"/>
          <w:szCs w:val="22"/>
        </w:rPr>
        <w:t>m</w:t>
      </w:r>
      <w:r w:rsidRPr="006049FE">
        <w:rPr>
          <w:spacing w:val="6"/>
          <w:sz w:val="22"/>
          <w:szCs w:val="22"/>
        </w:rPr>
        <w:t>entacj</w:t>
      </w:r>
      <w:r w:rsidRPr="006049FE">
        <w:rPr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projekto</w:t>
      </w:r>
      <w:r w:rsidRPr="006049FE">
        <w:rPr>
          <w:spacing w:val="5"/>
          <w:sz w:val="22"/>
          <w:szCs w:val="22"/>
        </w:rPr>
        <w:t>w</w:t>
      </w:r>
      <w:r w:rsidRPr="006049FE">
        <w:rPr>
          <w:sz w:val="22"/>
          <w:szCs w:val="22"/>
        </w:rPr>
        <w:t>ą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ora</w:t>
      </w:r>
      <w:r w:rsidRPr="006049FE">
        <w:rPr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poleceni</w:t>
      </w:r>
      <w:r w:rsidRPr="006049FE">
        <w:rPr>
          <w:spacing w:val="7"/>
          <w:sz w:val="22"/>
          <w:szCs w:val="22"/>
        </w:rPr>
        <w:t>a</w:t>
      </w:r>
      <w:r w:rsidRPr="006049FE">
        <w:rPr>
          <w:spacing w:val="6"/>
          <w:sz w:val="22"/>
          <w:szCs w:val="22"/>
        </w:rPr>
        <w:t>m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Inspektora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/Kierownika</w:t>
      </w:r>
      <w:r w:rsidRPr="006049FE">
        <w:rPr>
          <w:spacing w:val="-20"/>
          <w:sz w:val="22"/>
          <w:szCs w:val="22"/>
        </w:rPr>
        <w:t xml:space="preserve"> </w:t>
      </w:r>
      <w:r w:rsidRPr="006049FE">
        <w:rPr>
          <w:sz w:val="22"/>
          <w:szCs w:val="22"/>
        </w:rPr>
        <w:t>projektu/.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13"/>
          <w:sz w:val="22"/>
          <w:szCs w:val="22"/>
          <w:u w:val="thick"/>
        </w:rPr>
      </w:pPr>
      <w:r w:rsidRPr="006049FE">
        <w:rPr>
          <w:spacing w:val="13"/>
          <w:sz w:val="22"/>
          <w:szCs w:val="22"/>
          <w:u w:val="thick"/>
        </w:rPr>
        <w:t>OBMIAR</w:t>
      </w:r>
      <w:r w:rsidRPr="006049FE">
        <w:rPr>
          <w:spacing w:val="-11"/>
          <w:sz w:val="22"/>
          <w:szCs w:val="22"/>
          <w:u w:val="thick"/>
        </w:rPr>
        <w:t xml:space="preserve"> </w:t>
      </w:r>
      <w:r w:rsidRPr="006049FE">
        <w:rPr>
          <w:spacing w:val="13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Ogóln</w:t>
      </w:r>
      <w:r w:rsidRPr="006049FE">
        <w:rPr>
          <w:sz w:val="22"/>
          <w:szCs w:val="22"/>
        </w:rPr>
        <w:t>e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zasad</w:t>
      </w:r>
      <w:r w:rsidRPr="006049FE">
        <w:rPr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obmiar</w:t>
      </w:r>
      <w:r w:rsidRPr="006049FE">
        <w:rPr>
          <w:sz w:val="22"/>
          <w:szCs w:val="22"/>
        </w:rPr>
        <w:t>u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zasady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iaru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„</w:t>
      </w:r>
      <w:r w:rsidRPr="006049FE">
        <w:rPr>
          <w:sz w:val="22"/>
          <w:szCs w:val="22"/>
        </w:rPr>
        <w:t>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7.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Jednostk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ob</w:t>
      </w:r>
      <w:r w:rsidRPr="006049FE">
        <w:rPr>
          <w:spacing w:val="10"/>
          <w:sz w:val="22"/>
          <w:szCs w:val="22"/>
        </w:rPr>
        <w:t>mi</w:t>
      </w:r>
      <w:r w:rsidRPr="006049FE">
        <w:rPr>
          <w:spacing w:val="11"/>
          <w:sz w:val="22"/>
          <w:szCs w:val="22"/>
        </w:rPr>
        <w:t>ar</w:t>
      </w:r>
      <w:r w:rsidRPr="006049FE">
        <w:rPr>
          <w:spacing w:val="12"/>
          <w:sz w:val="22"/>
          <w:szCs w:val="22"/>
        </w:rPr>
        <w:t>o</w:t>
      </w:r>
      <w:r w:rsidRPr="006049FE">
        <w:rPr>
          <w:spacing w:val="10"/>
          <w:sz w:val="22"/>
          <w:szCs w:val="22"/>
        </w:rPr>
        <w:t>w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Jednos</w:t>
      </w:r>
      <w:r w:rsidRPr="006049FE">
        <w:rPr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ą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obm</w:t>
      </w:r>
      <w:r w:rsidRPr="006049FE">
        <w:rPr>
          <w:spacing w:val="1"/>
          <w:sz w:val="22"/>
          <w:szCs w:val="22"/>
        </w:rPr>
        <w:t>iarow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związa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y</w:t>
      </w:r>
      <w:r w:rsidRPr="006049FE">
        <w:rPr>
          <w:sz w:val="22"/>
          <w:szCs w:val="22"/>
        </w:rPr>
        <w:t>ch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yk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nan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ont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że</w:t>
      </w:r>
      <w:r w:rsidRPr="006049FE">
        <w:rPr>
          <w:sz w:val="22"/>
          <w:szCs w:val="22"/>
        </w:rPr>
        <w:t>m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ele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>entó</w:t>
      </w:r>
      <w:r w:rsidRPr="006049FE">
        <w:rPr>
          <w:sz w:val="22"/>
          <w:szCs w:val="22"/>
        </w:rPr>
        <w:t>w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ma</w:t>
      </w:r>
      <w:r w:rsidRPr="006049FE">
        <w:rPr>
          <w:spacing w:val="1"/>
          <w:sz w:val="22"/>
          <w:szCs w:val="22"/>
        </w:rPr>
        <w:t>łej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architektury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jest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1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szt.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(sztuka)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1</w:t>
      </w:r>
      <w:r w:rsidRPr="006049FE">
        <w:rPr>
          <w:spacing w:val="-4"/>
          <w:sz w:val="22"/>
          <w:szCs w:val="22"/>
        </w:rPr>
        <w:t xml:space="preserve"> </w:t>
      </w:r>
      <w:proofErr w:type="spellStart"/>
      <w:r w:rsidRPr="006049FE">
        <w:rPr>
          <w:sz w:val="22"/>
          <w:szCs w:val="22"/>
        </w:rPr>
        <w:t>kpl</w:t>
      </w:r>
      <w:proofErr w:type="spellEnd"/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(ko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plet)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z w:val="22"/>
          <w:szCs w:val="22"/>
        </w:rPr>
        <w:t>para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15"/>
          <w:sz w:val="22"/>
          <w:szCs w:val="22"/>
          <w:u w:val="thick"/>
        </w:rPr>
      </w:pPr>
      <w:r w:rsidRPr="006049FE">
        <w:rPr>
          <w:spacing w:val="15"/>
          <w:sz w:val="22"/>
          <w:szCs w:val="22"/>
          <w:u w:val="thick"/>
        </w:rPr>
        <w:t>ODBIÓR</w:t>
      </w:r>
      <w:r w:rsidRPr="006049FE">
        <w:rPr>
          <w:spacing w:val="-8"/>
          <w:sz w:val="22"/>
          <w:szCs w:val="22"/>
          <w:u w:val="thick"/>
        </w:rPr>
        <w:t xml:space="preserve"> </w:t>
      </w:r>
      <w:r w:rsidRPr="006049FE">
        <w:rPr>
          <w:spacing w:val="15"/>
          <w:sz w:val="22"/>
          <w:szCs w:val="22"/>
          <w:u w:val="thick"/>
        </w:rPr>
        <w:t>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zasa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y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odbioru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obót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44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„</w:t>
      </w:r>
      <w:r w:rsidRPr="006049FE">
        <w:rPr>
          <w:sz w:val="22"/>
          <w:szCs w:val="22"/>
        </w:rPr>
        <w:t>Wymagania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ogólne"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8.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pacing w:val="10"/>
          <w:sz w:val="22"/>
          <w:szCs w:val="22"/>
          <w:u w:val="thick"/>
        </w:rPr>
      </w:pPr>
      <w:r w:rsidRPr="006049FE">
        <w:rPr>
          <w:spacing w:val="10"/>
          <w:sz w:val="22"/>
          <w:szCs w:val="22"/>
          <w:u w:val="thick"/>
        </w:rPr>
        <w:t>P</w:t>
      </w:r>
      <w:r w:rsidRPr="006049FE">
        <w:rPr>
          <w:spacing w:val="11"/>
          <w:sz w:val="22"/>
          <w:szCs w:val="22"/>
          <w:u w:val="thick"/>
        </w:rPr>
        <w:t>O</w:t>
      </w:r>
      <w:r w:rsidRPr="006049FE">
        <w:rPr>
          <w:spacing w:val="10"/>
          <w:sz w:val="22"/>
          <w:szCs w:val="22"/>
          <w:u w:val="thick"/>
        </w:rPr>
        <w:t>D</w:t>
      </w:r>
      <w:r w:rsidRPr="006049FE">
        <w:rPr>
          <w:spacing w:val="12"/>
          <w:sz w:val="22"/>
          <w:szCs w:val="22"/>
          <w:u w:val="thick"/>
        </w:rPr>
        <w:t>S</w:t>
      </w:r>
      <w:r w:rsidRPr="006049FE">
        <w:rPr>
          <w:spacing w:val="10"/>
          <w:sz w:val="22"/>
          <w:szCs w:val="22"/>
          <w:u w:val="thick"/>
        </w:rPr>
        <w:t>T</w:t>
      </w:r>
      <w:r w:rsidRPr="006049FE">
        <w:rPr>
          <w:spacing w:val="11"/>
          <w:sz w:val="22"/>
          <w:szCs w:val="22"/>
          <w:u w:val="thick"/>
        </w:rPr>
        <w:t>A</w:t>
      </w:r>
      <w:r w:rsidRPr="006049FE">
        <w:rPr>
          <w:spacing w:val="10"/>
          <w:sz w:val="22"/>
          <w:szCs w:val="22"/>
          <w:u w:val="thick"/>
        </w:rPr>
        <w:t>W</w:t>
      </w:r>
      <w:r w:rsidRPr="006049FE">
        <w:rPr>
          <w:sz w:val="22"/>
          <w:szCs w:val="22"/>
          <w:u w:val="thick"/>
        </w:rPr>
        <w:t>A</w:t>
      </w:r>
      <w:r w:rsidRPr="006049FE">
        <w:rPr>
          <w:spacing w:val="-12"/>
          <w:sz w:val="22"/>
          <w:szCs w:val="22"/>
          <w:u w:val="thick"/>
        </w:rPr>
        <w:t xml:space="preserve"> </w:t>
      </w:r>
      <w:r w:rsidRPr="006049FE">
        <w:rPr>
          <w:spacing w:val="12"/>
          <w:sz w:val="22"/>
          <w:szCs w:val="22"/>
          <w:u w:val="thick"/>
        </w:rPr>
        <w:t>P</w:t>
      </w:r>
      <w:r w:rsidRPr="006049FE">
        <w:rPr>
          <w:spacing w:val="11"/>
          <w:sz w:val="22"/>
          <w:szCs w:val="22"/>
          <w:u w:val="thick"/>
        </w:rPr>
        <w:t>ŁATN</w:t>
      </w:r>
      <w:r w:rsidRPr="006049FE">
        <w:rPr>
          <w:spacing w:val="10"/>
          <w:sz w:val="22"/>
          <w:szCs w:val="22"/>
          <w:u w:val="thick"/>
        </w:rPr>
        <w:t>O</w:t>
      </w:r>
      <w:r w:rsidRPr="006049FE">
        <w:rPr>
          <w:spacing w:val="12"/>
          <w:sz w:val="22"/>
          <w:szCs w:val="22"/>
          <w:u w:val="thick"/>
        </w:rPr>
        <w:t>Ś</w:t>
      </w:r>
      <w:r w:rsidRPr="006049FE">
        <w:rPr>
          <w:spacing w:val="10"/>
          <w:sz w:val="22"/>
          <w:szCs w:val="22"/>
          <w:u w:val="thick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4"/>
          <w:sz w:val="22"/>
          <w:szCs w:val="22"/>
        </w:rPr>
        <w:t>Og</w:t>
      </w:r>
      <w:r w:rsidRPr="006049FE">
        <w:rPr>
          <w:spacing w:val="13"/>
          <w:sz w:val="22"/>
          <w:szCs w:val="22"/>
        </w:rPr>
        <w:t>ó</w:t>
      </w:r>
      <w:r w:rsidRPr="006049FE">
        <w:rPr>
          <w:spacing w:val="14"/>
          <w:sz w:val="22"/>
          <w:szCs w:val="22"/>
        </w:rPr>
        <w:t>ln</w:t>
      </w:r>
      <w:r w:rsidRPr="006049FE">
        <w:rPr>
          <w:sz w:val="22"/>
          <w:szCs w:val="22"/>
        </w:rPr>
        <w:t>e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u</w:t>
      </w:r>
      <w:r w:rsidRPr="006049FE">
        <w:rPr>
          <w:spacing w:val="12"/>
          <w:sz w:val="22"/>
          <w:szCs w:val="22"/>
        </w:rPr>
        <w:t>s</w:t>
      </w:r>
      <w:r w:rsidRPr="006049FE">
        <w:rPr>
          <w:spacing w:val="14"/>
          <w:sz w:val="22"/>
          <w:szCs w:val="22"/>
        </w:rPr>
        <w:t>t</w:t>
      </w:r>
      <w:r w:rsidRPr="006049FE">
        <w:rPr>
          <w:spacing w:val="13"/>
          <w:sz w:val="22"/>
          <w:szCs w:val="22"/>
        </w:rPr>
        <w:t>a</w:t>
      </w:r>
      <w:r w:rsidRPr="006049FE">
        <w:rPr>
          <w:spacing w:val="14"/>
          <w:sz w:val="22"/>
          <w:szCs w:val="22"/>
        </w:rPr>
        <w:t>leni</w:t>
      </w:r>
      <w:r w:rsidRPr="006049FE">
        <w:rPr>
          <w:sz w:val="22"/>
          <w:szCs w:val="22"/>
        </w:rPr>
        <w:t>a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spacing w:val="14"/>
          <w:sz w:val="22"/>
          <w:szCs w:val="22"/>
        </w:rPr>
        <w:t>d</w:t>
      </w:r>
      <w:r w:rsidRPr="006049FE">
        <w:rPr>
          <w:spacing w:val="13"/>
          <w:sz w:val="22"/>
          <w:szCs w:val="22"/>
        </w:rPr>
        <w:t>ot</w:t>
      </w:r>
      <w:r w:rsidRPr="006049FE">
        <w:rPr>
          <w:spacing w:val="16"/>
          <w:sz w:val="22"/>
          <w:szCs w:val="22"/>
        </w:rPr>
        <w:t>y</w:t>
      </w:r>
      <w:r w:rsidRPr="006049FE">
        <w:rPr>
          <w:spacing w:val="13"/>
          <w:sz w:val="22"/>
          <w:szCs w:val="22"/>
        </w:rPr>
        <w:t>c</w:t>
      </w:r>
      <w:r w:rsidRPr="006049FE">
        <w:rPr>
          <w:spacing w:val="12"/>
          <w:sz w:val="22"/>
          <w:szCs w:val="22"/>
        </w:rPr>
        <w:t>z</w:t>
      </w:r>
      <w:r w:rsidRPr="006049FE">
        <w:rPr>
          <w:spacing w:val="14"/>
          <w:sz w:val="22"/>
          <w:szCs w:val="22"/>
        </w:rPr>
        <w:t>ąc</w:t>
      </w:r>
      <w:r w:rsidRPr="006049FE">
        <w:rPr>
          <w:sz w:val="22"/>
          <w:szCs w:val="22"/>
        </w:rPr>
        <w:t>e</w:t>
      </w:r>
      <w:r w:rsidRPr="006049FE">
        <w:rPr>
          <w:spacing w:val="17"/>
          <w:sz w:val="22"/>
          <w:szCs w:val="22"/>
        </w:rPr>
        <w:t xml:space="preserve"> </w:t>
      </w:r>
      <w:r w:rsidRPr="006049FE">
        <w:rPr>
          <w:bCs/>
          <w:spacing w:val="14"/>
          <w:sz w:val="22"/>
          <w:szCs w:val="22"/>
        </w:rPr>
        <w:t>pods</w:t>
      </w:r>
      <w:r w:rsidRPr="006049FE">
        <w:rPr>
          <w:bCs/>
          <w:spacing w:val="13"/>
          <w:sz w:val="22"/>
          <w:szCs w:val="22"/>
        </w:rPr>
        <w:t>ta</w:t>
      </w:r>
      <w:r w:rsidRPr="006049FE">
        <w:rPr>
          <w:bCs/>
          <w:spacing w:val="14"/>
          <w:sz w:val="22"/>
          <w:szCs w:val="22"/>
        </w:rPr>
        <w:t>w</w:t>
      </w:r>
      <w:r w:rsidRPr="006049FE">
        <w:rPr>
          <w:bCs/>
          <w:sz w:val="22"/>
          <w:szCs w:val="22"/>
        </w:rPr>
        <w:t>y</w:t>
      </w:r>
      <w:r w:rsidRPr="006049FE">
        <w:rPr>
          <w:bCs/>
          <w:spacing w:val="19"/>
          <w:sz w:val="22"/>
          <w:szCs w:val="22"/>
        </w:rPr>
        <w:t xml:space="preserve"> </w:t>
      </w:r>
      <w:r w:rsidRPr="006049FE">
        <w:rPr>
          <w:bCs/>
          <w:spacing w:val="13"/>
          <w:sz w:val="22"/>
          <w:szCs w:val="22"/>
        </w:rPr>
        <w:t>pł</w:t>
      </w:r>
      <w:r w:rsidRPr="006049FE">
        <w:rPr>
          <w:bCs/>
          <w:spacing w:val="14"/>
          <w:sz w:val="22"/>
          <w:szCs w:val="22"/>
        </w:rPr>
        <w:t>at</w:t>
      </w:r>
      <w:r w:rsidRPr="006049FE">
        <w:rPr>
          <w:bCs/>
          <w:spacing w:val="13"/>
          <w:sz w:val="22"/>
          <w:szCs w:val="22"/>
        </w:rPr>
        <w:t>n</w:t>
      </w:r>
      <w:r w:rsidRPr="006049FE">
        <w:rPr>
          <w:bCs/>
          <w:spacing w:val="15"/>
          <w:sz w:val="22"/>
          <w:szCs w:val="22"/>
        </w:rPr>
        <w:t>o</w:t>
      </w:r>
      <w:r w:rsidRPr="006049FE">
        <w:rPr>
          <w:bCs/>
          <w:spacing w:val="12"/>
          <w:sz w:val="22"/>
          <w:szCs w:val="22"/>
        </w:rPr>
        <w:t>ś</w:t>
      </w:r>
      <w:r w:rsidRPr="006049FE">
        <w:rPr>
          <w:bCs/>
          <w:spacing w:val="14"/>
          <w:sz w:val="22"/>
          <w:szCs w:val="22"/>
        </w:rPr>
        <w:t>ci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Ogólne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ustalenia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doty</w:t>
      </w:r>
      <w:r w:rsidRPr="006049FE">
        <w:rPr>
          <w:spacing w:val="-2"/>
          <w:sz w:val="22"/>
          <w:szCs w:val="22"/>
        </w:rPr>
        <w:t>czą</w:t>
      </w:r>
      <w:r w:rsidRPr="006049FE">
        <w:rPr>
          <w:sz w:val="22"/>
          <w:szCs w:val="22"/>
        </w:rPr>
        <w:t>ce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podstawy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płatno</w:t>
      </w:r>
      <w:r w:rsidRPr="006049FE">
        <w:rPr>
          <w:spacing w:val="-2"/>
          <w:sz w:val="22"/>
          <w:szCs w:val="22"/>
        </w:rPr>
        <w:t>ś</w:t>
      </w:r>
      <w:r w:rsidRPr="006049FE">
        <w:rPr>
          <w:sz w:val="22"/>
          <w:szCs w:val="22"/>
        </w:rPr>
        <w:t>ci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podano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ST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0.00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„Wy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agania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</w:t>
      </w:r>
      <w:r w:rsidRPr="006049FE">
        <w:rPr>
          <w:sz w:val="22"/>
          <w:szCs w:val="22"/>
        </w:rPr>
        <w:t>gólne"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pkt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9.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1"/>
          <w:sz w:val="22"/>
          <w:szCs w:val="22"/>
        </w:rPr>
        <w:t>Cen</w:t>
      </w:r>
      <w:r w:rsidRPr="006049FE">
        <w:rPr>
          <w:sz w:val="22"/>
          <w:szCs w:val="22"/>
        </w:rPr>
        <w:t>a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1"/>
          <w:sz w:val="22"/>
          <w:szCs w:val="22"/>
        </w:rPr>
        <w:t>wykonani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robót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-3"/>
          <w:sz w:val="22"/>
          <w:szCs w:val="22"/>
        </w:rPr>
        <w:t>Ce</w:t>
      </w:r>
      <w:r w:rsidRPr="006049FE">
        <w:rPr>
          <w:sz w:val="22"/>
          <w:szCs w:val="22"/>
        </w:rPr>
        <w:t>na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3"/>
          <w:sz w:val="22"/>
          <w:szCs w:val="22"/>
        </w:rPr>
        <w:t>konani</w:t>
      </w:r>
      <w:r w:rsidRPr="006049FE">
        <w:rPr>
          <w:sz w:val="22"/>
          <w:szCs w:val="22"/>
        </w:rPr>
        <w:t>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robó</w:t>
      </w:r>
      <w:r w:rsidRPr="006049FE">
        <w:rPr>
          <w:sz w:val="22"/>
          <w:szCs w:val="22"/>
        </w:rPr>
        <w:t>t</w:t>
      </w:r>
      <w:r w:rsidRPr="006049FE">
        <w:rPr>
          <w:spacing w:val="-14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o</w:t>
      </w:r>
      <w:r w:rsidRPr="006049FE">
        <w:rPr>
          <w:sz w:val="22"/>
          <w:szCs w:val="22"/>
        </w:rPr>
        <w:t>b</w:t>
      </w:r>
      <w:r w:rsidRPr="006049FE">
        <w:rPr>
          <w:spacing w:val="-3"/>
          <w:sz w:val="22"/>
          <w:szCs w:val="22"/>
        </w:rPr>
        <w:t>ejmuje: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37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2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po</w:t>
      </w:r>
      <w:r w:rsidRPr="006049FE">
        <w:rPr>
          <w:spacing w:val="-3"/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>iar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we,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zakup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transport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m</w:t>
      </w:r>
      <w:r w:rsidRPr="006049FE">
        <w:rPr>
          <w:sz w:val="22"/>
          <w:szCs w:val="22"/>
        </w:rPr>
        <w:t>ateri</w:t>
      </w:r>
      <w:r w:rsidRPr="006049FE">
        <w:rPr>
          <w:spacing w:val="-2"/>
          <w:sz w:val="22"/>
          <w:szCs w:val="22"/>
        </w:rPr>
        <w:t>a</w:t>
      </w:r>
      <w:r w:rsidRPr="006049FE">
        <w:rPr>
          <w:sz w:val="22"/>
          <w:szCs w:val="22"/>
        </w:rPr>
        <w:t>łów</w:t>
      </w:r>
      <w:r w:rsidRPr="006049FE">
        <w:rPr>
          <w:spacing w:val="-10"/>
          <w:sz w:val="22"/>
          <w:szCs w:val="22"/>
        </w:rPr>
        <w:t xml:space="preserve"> </w:t>
      </w:r>
      <w:r w:rsidRPr="006049FE">
        <w:rPr>
          <w:sz w:val="22"/>
          <w:szCs w:val="22"/>
        </w:rPr>
        <w:t>przewid</w:t>
      </w:r>
      <w:r w:rsidRPr="006049FE">
        <w:rPr>
          <w:spacing w:val="-2"/>
          <w:sz w:val="22"/>
          <w:szCs w:val="22"/>
        </w:rPr>
        <w:t>z</w:t>
      </w:r>
      <w:r w:rsidRPr="006049FE">
        <w:rPr>
          <w:sz w:val="22"/>
          <w:szCs w:val="22"/>
        </w:rPr>
        <w:t>ianych</w:t>
      </w:r>
      <w:r w:rsidRPr="006049FE">
        <w:rPr>
          <w:spacing w:val="-8"/>
          <w:sz w:val="22"/>
          <w:szCs w:val="22"/>
        </w:rPr>
        <w:t xml:space="preserve"> </w:t>
      </w:r>
      <w:r w:rsidRPr="006049FE">
        <w:rPr>
          <w:sz w:val="22"/>
          <w:szCs w:val="22"/>
        </w:rPr>
        <w:t>do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-3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onania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7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"/>
          <w:sz w:val="22"/>
          <w:szCs w:val="22"/>
        </w:rPr>
        <w:t>y</w:t>
      </w:r>
      <w:r w:rsidRPr="006049FE">
        <w:rPr>
          <w:sz w:val="22"/>
          <w:szCs w:val="22"/>
        </w:rPr>
        <w:t>konanie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ont</w:t>
      </w:r>
      <w:r w:rsidRPr="006049FE">
        <w:rPr>
          <w:spacing w:val="2"/>
          <w:sz w:val="22"/>
          <w:szCs w:val="22"/>
        </w:rPr>
        <w:t>a</w:t>
      </w:r>
      <w:r w:rsidRPr="006049FE">
        <w:rPr>
          <w:sz w:val="22"/>
          <w:szCs w:val="22"/>
        </w:rPr>
        <w:t>ż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urzą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zeń,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-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przeprowadzenie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pomiarów</w:t>
      </w:r>
      <w:r w:rsidRPr="006049FE">
        <w:rPr>
          <w:spacing w:val="-17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onanie</w:t>
      </w:r>
      <w:r w:rsidRPr="006049FE">
        <w:rPr>
          <w:spacing w:val="-13"/>
          <w:sz w:val="22"/>
          <w:szCs w:val="22"/>
        </w:rPr>
        <w:t xml:space="preserve"> </w:t>
      </w:r>
      <w:r w:rsidRPr="006049FE">
        <w:rPr>
          <w:sz w:val="22"/>
          <w:szCs w:val="22"/>
        </w:rPr>
        <w:t>inwentaryzacji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powykonawczej,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uporządko</w:t>
      </w:r>
      <w:r w:rsidRPr="006049FE">
        <w:rPr>
          <w:spacing w:val="-2"/>
          <w:sz w:val="22"/>
          <w:szCs w:val="22"/>
        </w:rPr>
        <w:t>w</w:t>
      </w:r>
      <w:r w:rsidRPr="006049FE">
        <w:rPr>
          <w:sz w:val="22"/>
          <w:szCs w:val="22"/>
        </w:rPr>
        <w:t>anie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iejsc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prowadzenia</w:t>
      </w:r>
      <w:r w:rsidRPr="006049FE">
        <w:rPr>
          <w:spacing w:val="-12"/>
          <w:sz w:val="22"/>
          <w:szCs w:val="22"/>
        </w:rPr>
        <w:t xml:space="preserve"> </w:t>
      </w:r>
      <w:r w:rsidRPr="006049FE">
        <w:rPr>
          <w:sz w:val="22"/>
          <w:szCs w:val="22"/>
        </w:rPr>
        <w:t>robót.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10"/>
          <w:sz w:val="22"/>
          <w:szCs w:val="22"/>
          <w:u w:val="thick"/>
        </w:rPr>
        <w:t>PRZEPISY</w:t>
      </w:r>
      <w:r w:rsidRPr="006049FE">
        <w:rPr>
          <w:spacing w:val="-21"/>
          <w:sz w:val="22"/>
          <w:szCs w:val="22"/>
          <w:u w:val="thick"/>
        </w:rPr>
        <w:t xml:space="preserve"> </w:t>
      </w:r>
      <w:r w:rsidRPr="006049FE">
        <w:rPr>
          <w:spacing w:val="10"/>
          <w:sz w:val="22"/>
          <w:szCs w:val="22"/>
          <w:u w:val="thick"/>
        </w:rPr>
        <w:t>ZW</w:t>
      </w:r>
      <w:r w:rsidRPr="006049FE">
        <w:rPr>
          <w:spacing w:val="11"/>
          <w:sz w:val="22"/>
          <w:szCs w:val="22"/>
          <w:u w:val="thick"/>
        </w:rPr>
        <w:t>I</w:t>
      </w:r>
      <w:r w:rsidRPr="006049FE">
        <w:rPr>
          <w:spacing w:val="10"/>
          <w:sz w:val="22"/>
          <w:szCs w:val="22"/>
          <w:u w:val="thick"/>
        </w:rPr>
        <w:t>ĄZANE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posa</w:t>
      </w:r>
      <w:r w:rsidRPr="006049FE">
        <w:rPr>
          <w:spacing w:val="4"/>
          <w:sz w:val="22"/>
          <w:szCs w:val="22"/>
        </w:rPr>
        <w:t>żeni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bois</w:t>
      </w:r>
      <w:r w:rsidRPr="006049FE">
        <w:rPr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>ur</w:t>
      </w:r>
      <w:r w:rsidRPr="006049FE">
        <w:rPr>
          <w:spacing w:val="3"/>
          <w:sz w:val="22"/>
          <w:szCs w:val="22"/>
        </w:rPr>
        <w:t>zą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en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a 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ę</w:t>
      </w:r>
      <w:r w:rsidRPr="006049FE">
        <w:rPr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zgodni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regulami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m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PZL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oprac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wan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po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stawie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przepisó</w:t>
      </w:r>
      <w:r w:rsidRPr="006049FE">
        <w:rPr>
          <w:sz w:val="22"/>
          <w:szCs w:val="22"/>
        </w:rPr>
        <w:t>w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LAAF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t</w:t>
      </w:r>
      <w:r w:rsidRPr="006049FE">
        <w:rPr>
          <w:spacing w:val="3"/>
          <w:sz w:val="22"/>
          <w:szCs w:val="22"/>
        </w:rPr>
        <w:t>est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PZPS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No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F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V</w:t>
      </w:r>
      <w:r w:rsidRPr="006049FE">
        <w:rPr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Nor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ILT</w:t>
      </w:r>
      <w:r w:rsidRPr="006049FE">
        <w:rPr>
          <w:sz w:val="22"/>
          <w:szCs w:val="22"/>
        </w:rPr>
        <w:t>F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No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 xml:space="preserve">y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F</w:t>
      </w:r>
      <w:r w:rsidRPr="006049FE">
        <w:rPr>
          <w:spacing w:val="4"/>
          <w:sz w:val="22"/>
          <w:szCs w:val="22"/>
        </w:rPr>
        <w:t>IB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Certyfikat</w:t>
      </w:r>
      <w:r w:rsidRPr="006049FE">
        <w:rPr>
          <w:sz w:val="22"/>
          <w:szCs w:val="22"/>
        </w:rPr>
        <w:t xml:space="preserve">y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ez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iec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ń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tw</w:t>
      </w:r>
      <w:r w:rsidRPr="006049FE">
        <w:rPr>
          <w:sz w:val="22"/>
          <w:szCs w:val="22"/>
        </w:rPr>
        <w:t xml:space="preserve">a i 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: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PN-E</w:t>
      </w:r>
      <w:r w:rsidRPr="006049FE">
        <w:rPr>
          <w:sz w:val="22"/>
          <w:szCs w:val="22"/>
        </w:rPr>
        <w:t>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1176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fr-LU"/>
        </w:rPr>
      </w:pPr>
      <w:r w:rsidRPr="006049FE">
        <w:rPr>
          <w:spacing w:val="4"/>
          <w:sz w:val="22"/>
          <w:szCs w:val="22"/>
          <w:lang w:val="fr-LU"/>
        </w:rPr>
        <w:t>DI</w:t>
      </w:r>
      <w:r w:rsidRPr="006049FE">
        <w:rPr>
          <w:sz w:val="22"/>
          <w:szCs w:val="22"/>
          <w:lang w:val="fr-LU"/>
        </w:rPr>
        <w:t>N</w:t>
      </w:r>
      <w:r w:rsidRPr="006049FE">
        <w:rPr>
          <w:spacing w:val="1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E</w:t>
      </w:r>
      <w:r w:rsidRPr="006049FE">
        <w:rPr>
          <w:sz w:val="22"/>
          <w:szCs w:val="22"/>
          <w:lang w:val="fr-LU"/>
        </w:rPr>
        <w:t>N</w:t>
      </w:r>
      <w:r w:rsidRPr="006049FE">
        <w:rPr>
          <w:spacing w:val="1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11</w:t>
      </w:r>
      <w:r w:rsidRPr="006049FE">
        <w:rPr>
          <w:spacing w:val="5"/>
          <w:sz w:val="22"/>
          <w:szCs w:val="22"/>
          <w:lang w:val="fr-LU"/>
        </w:rPr>
        <w:t>7</w:t>
      </w:r>
      <w:r w:rsidRPr="006049FE">
        <w:rPr>
          <w:sz w:val="22"/>
          <w:szCs w:val="22"/>
          <w:lang w:val="fr-LU"/>
        </w:rPr>
        <w:t>6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fr-LU"/>
        </w:rPr>
      </w:pPr>
      <w:r w:rsidRPr="006049FE">
        <w:rPr>
          <w:spacing w:val="4"/>
          <w:sz w:val="22"/>
          <w:szCs w:val="22"/>
          <w:lang w:val="fr-LU"/>
        </w:rPr>
        <w:t>PN-E</w:t>
      </w:r>
      <w:r w:rsidRPr="006049FE">
        <w:rPr>
          <w:sz w:val="22"/>
          <w:szCs w:val="22"/>
          <w:lang w:val="fr-LU"/>
        </w:rPr>
        <w:t>N</w:t>
      </w:r>
      <w:r w:rsidRPr="006049FE">
        <w:rPr>
          <w:spacing w:val="-3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748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fr-LU"/>
        </w:rPr>
      </w:pPr>
      <w:r w:rsidRPr="006049FE">
        <w:rPr>
          <w:spacing w:val="4"/>
          <w:sz w:val="22"/>
          <w:szCs w:val="22"/>
          <w:lang w:val="fr-LU"/>
        </w:rPr>
        <w:t>PN-E</w:t>
      </w:r>
      <w:r w:rsidRPr="006049FE">
        <w:rPr>
          <w:sz w:val="22"/>
          <w:szCs w:val="22"/>
          <w:lang w:val="fr-LU"/>
        </w:rPr>
        <w:t>N</w:t>
      </w:r>
      <w:r w:rsidRPr="006049FE">
        <w:rPr>
          <w:spacing w:val="-3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749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fr-LU"/>
        </w:rPr>
      </w:pPr>
      <w:r w:rsidRPr="006049FE">
        <w:rPr>
          <w:spacing w:val="4"/>
          <w:sz w:val="22"/>
          <w:szCs w:val="22"/>
          <w:lang w:val="fr-LU"/>
        </w:rPr>
        <w:t>PN-E</w:t>
      </w:r>
      <w:r w:rsidRPr="006049FE">
        <w:rPr>
          <w:sz w:val="22"/>
          <w:szCs w:val="22"/>
          <w:lang w:val="fr-LU"/>
        </w:rPr>
        <w:t>N</w:t>
      </w:r>
      <w:r w:rsidRPr="006049FE">
        <w:rPr>
          <w:spacing w:val="-4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1270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fr-LU"/>
        </w:rPr>
      </w:pPr>
      <w:r w:rsidRPr="006049FE">
        <w:rPr>
          <w:spacing w:val="4"/>
          <w:sz w:val="22"/>
          <w:szCs w:val="22"/>
          <w:lang w:val="fr-LU"/>
        </w:rPr>
        <w:t>PN-E</w:t>
      </w:r>
      <w:r w:rsidRPr="006049FE">
        <w:rPr>
          <w:sz w:val="22"/>
          <w:szCs w:val="22"/>
          <w:lang w:val="fr-LU"/>
        </w:rPr>
        <w:t>N</w:t>
      </w:r>
      <w:r w:rsidRPr="006049FE">
        <w:rPr>
          <w:spacing w:val="-4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1809</w:t>
      </w:r>
    </w:p>
    <w:p w:rsidR="00CA3637" w:rsidRPr="006049FE" w:rsidRDefault="00CA3637" w:rsidP="00746A47">
      <w:pPr>
        <w:pStyle w:val="Akapitzlist"/>
        <w:rPr>
          <w:sz w:val="22"/>
          <w:szCs w:val="22"/>
          <w:lang w:val="fr-LU"/>
        </w:rPr>
      </w:pPr>
      <w:r w:rsidRPr="006049FE">
        <w:rPr>
          <w:spacing w:val="3"/>
          <w:sz w:val="22"/>
          <w:szCs w:val="22"/>
          <w:lang w:val="fr-LU"/>
        </w:rPr>
        <w:t>C</w:t>
      </w:r>
      <w:r w:rsidRPr="006049FE">
        <w:rPr>
          <w:spacing w:val="4"/>
          <w:sz w:val="22"/>
          <w:szCs w:val="22"/>
          <w:lang w:val="fr-LU"/>
        </w:rPr>
        <w:t>e</w:t>
      </w:r>
      <w:r w:rsidRPr="006049FE">
        <w:rPr>
          <w:spacing w:val="3"/>
          <w:sz w:val="22"/>
          <w:szCs w:val="22"/>
          <w:lang w:val="fr-LU"/>
        </w:rPr>
        <w:t>rt</w:t>
      </w:r>
      <w:r w:rsidRPr="006049FE">
        <w:rPr>
          <w:spacing w:val="4"/>
          <w:sz w:val="22"/>
          <w:szCs w:val="22"/>
          <w:lang w:val="fr-LU"/>
        </w:rPr>
        <w:t>y</w:t>
      </w:r>
      <w:r w:rsidRPr="006049FE">
        <w:rPr>
          <w:spacing w:val="3"/>
          <w:sz w:val="22"/>
          <w:szCs w:val="22"/>
          <w:lang w:val="fr-LU"/>
        </w:rPr>
        <w:t>fi</w:t>
      </w:r>
      <w:r w:rsidRPr="006049FE">
        <w:rPr>
          <w:spacing w:val="4"/>
          <w:sz w:val="22"/>
          <w:szCs w:val="22"/>
          <w:lang w:val="fr-LU"/>
        </w:rPr>
        <w:t>ka</w:t>
      </w:r>
      <w:r w:rsidRPr="006049FE">
        <w:rPr>
          <w:spacing w:val="3"/>
          <w:sz w:val="22"/>
          <w:szCs w:val="22"/>
          <w:lang w:val="fr-LU"/>
        </w:rPr>
        <w:t>t</w:t>
      </w:r>
      <w:r w:rsidRPr="006049FE">
        <w:rPr>
          <w:sz w:val="22"/>
          <w:szCs w:val="22"/>
          <w:lang w:val="fr-LU"/>
        </w:rPr>
        <w:t>y</w:t>
      </w:r>
      <w:r w:rsidRPr="006049FE">
        <w:rPr>
          <w:spacing w:val="1"/>
          <w:sz w:val="22"/>
          <w:szCs w:val="22"/>
          <w:lang w:val="fr-LU"/>
        </w:rPr>
        <w:t xml:space="preserve"> </w:t>
      </w:r>
      <w:r w:rsidRPr="006049FE">
        <w:rPr>
          <w:sz w:val="22"/>
          <w:szCs w:val="22"/>
          <w:lang w:val="fr-LU"/>
        </w:rPr>
        <w:t xml:space="preserve">i </w:t>
      </w:r>
      <w:r w:rsidRPr="006049FE">
        <w:rPr>
          <w:spacing w:val="3"/>
          <w:sz w:val="22"/>
          <w:szCs w:val="22"/>
          <w:lang w:val="fr-LU"/>
        </w:rPr>
        <w:t>A</w:t>
      </w:r>
      <w:r w:rsidRPr="006049FE">
        <w:rPr>
          <w:spacing w:val="4"/>
          <w:sz w:val="22"/>
          <w:szCs w:val="22"/>
          <w:lang w:val="fr-LU"/>
        </w:rPr>
        <w:t>te</w:t>
      </w:r>
      <w:r w:rsidRPr="006049FE">
        <w:rPr>
          <w:spacing w:val="3"/>
          <w:sz w:val="22"/>
          <w:szCs w:val="22"/>
          <w:lang w:val="fr-LU"/>
        </w:rPr>
        <w:t>s</w:t>
      </w:r>
      <w:r w:rsidRPr="006049FE">
        <w:rPr>
          <w:sz w:val="22"/>
          <w:szCs w:val="22"/>
          <w:lang w:val="fr-LU"/>
        </w:rPr>
        <w:t>t</w:t>
      </w:r>
      <w:r w:rsidRPr="006049FE">
        <w:rPr>
          <w:spacing w:val="1"/>
          <w:sz w:val="22"/>
          <w:szCs w:val="22"/>
          <w:lang w:val="fr-LU"/>
        </w:rPr>
        <w:t xml:space="preserve"> </w:t>
      </w:r>
      <w:r w:rsidRPr="006049FE">
        <w:rPr>
          <w:spacing w:val="4"/>
          <w:sz w:val="22"/>
          <w:szCs w:val="22"/>
          <w:lang w:val="fr-LU"/>
        </w:rPr>
        <w:t>TUV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i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inne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właściwe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nor</w:t>
      </w:r>
      <w:r w:rsidRPr="006049FE">
        <w:rPr>
          <w:spacing w:val="-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PN-E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IS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12944-</w:t>
      </w:r>
      <w:r w:rsidRPr="006049FE">
        <w:rPr>
          <w:sz w:val="22"/>
          <w:szCs w:val="22"/>
        </w:rPr>
        <w:t xml:space="preserve">5 </w:t>
      </w:r>
      <w:r w:rsidRPr="006049FE">
        <w:rPr>
          <w:spacing w:val="5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Farb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lakier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Ochro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kor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5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onstru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stal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>ronn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stem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>malarskic</w:t>
      </w:r>
      <w:r w:rsidRPr="006049FE">
        <w:rPr>
          <w:sz w:val="22"/>
          <w:szCs w:val="22"/>
        </w:rPr>
        <w:t>h 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ęś</w:t>
      </w:r>
      <w:r w:rsidRPr="006049FE">
        <w:rPr>
          <w:sz w:val="22"/>
          <w:szCs w:val="22"/>
        </w:rPr>
        <w:t xml:space="preserve">ć </w:t>
      </w:r>
      <w:r w:rsidRPr="006049FE">
        <w:rPr>
          <w:spacing w:val="4"/>
          <w:sz w:val="22"/>
          <w:szCs w:val="22"/>
        </w:rPr>
        <w:t>5</w:t>
      </w:r>
      <w:r w:rsidRPr="006049FE">
        <w:rPr>
          <w:sz w:val="22"/>
          <w:szCs w:val="22"/>
        </w:rPr>
        <w:t xml:space="preserve">: </w:t>
      </w:r>
      <w:r w:rsidRPr="006049FE">
        <w:rPr>
          <w:spacing w:val="4"/>
          <w:sz w:val="22"/>
          <w:szCs w:val="22"/>
        </w:rPr>
        <w:t>Ochron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ste</w:t>
      </w:r>
      <w:r w:rsidRPr="006049FE">
        <w:rPr>
          <w:spacing w:val="2"/>
          <w:sz w:val="22"/>
          <w:szCs w:val="22"/>
        </w:rPr>
        <w:t>m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malarskie.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PN-E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IS</w:t>
      </w:r>
      <w:r w:rsidRPr="006049FE">
        <w:rPr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12944-</w:t>
      </w:r>
      <w:r w:rsidRPr="006049FE">
        <w:rPr>
          <w:sz w:val="22"/>
          <w:szCs w:val="22"/>
        </w:rPr>
        <w:t xml:space="preserve">7  </w:t>
      </w:r>
      <w:r w:rsidRPr="006049FE">
        <w:rPr>
          <w:spacing w:val="4"/>
          <w:sz w:val="22"/>
          <w:szCs w:val="22"/>
        </w:rPr>
        <w:t>Farb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lak</w:t>
      </w:r>
      <w:r w:rsidRPr="006049FE">
        <w:rPr>
          <w:spacing w:val="5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er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Oc</w:t>
      </w:r>
      <w:r w:rsidRPr="006049FE">
        <w:rPr>
          <w:spacing w:val="5"/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on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prze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kor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j</w:t>
      </w:r>
      <w:r w:rsidRPr="006049FE">
        <w:rPr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onstru</w:t>
      </w:r>
      <w:r w:rsidRPr="006049FE">
        <w:rPr>
          <w:spacing w:val="5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cj</w:t>
      </w:r>
      <w:r w:rsidRPr="006049FE">
        <w:rPr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stal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za</w:t>
      </w:r>
      <w:r w:rsidRPr="006049FE">
        <w:rPr>
          <w:spacing w:val="4"/>
          <w:w w:val="9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ą 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5"/>
          <w:sz w:val="22"/>
          <w:szCs w:val="22"/>
        </w:rPr>
        <w:t>h</w:t>
      </w:r>
      <w:r w:rsidRPr="006049FE">
        <w:rPr>
          <w:spacing w:val="4"/>
          <w:sz w:val="22"/>
          <w:szCs w:val="22"/>
        </w:rPr>
        <w:t>ronn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 xml:space="preserve">h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stem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malarskic</w:t>
      </w:r>
      <w:r w:rsidRPr="006049FE">
        <w:rPr>
          <w:sz w:val="22"/>
          <w:szCs w:val="22"/>
        </w:rPr>
        <w:t>h 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ęś</w:t>
      </w:r>
      <w:r w:rsidRPr="006049FE">
        <w:rPr>
          <w:sz w:val="22"/>
          <w:szCs w:val="22"/>
        </w:rPr>
        <w:t>ć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7</w:t>
      </w:r>
      <w:r w:rsidRPr="006049FE">
        <w:rPr>
          <w:sz w:val="22"/>
          <w:szCs w:val="22"/>
        </w:rPr>
        <w:t xml:space="preserve">: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 xml:space="preserve">r </w:t>
      </w:r>
      <w:r w:rsidRPr="006049FE">
        <w:rPr>
          <w:spacing w:val="4"/>
          <w:sz w:val="22"/>
          <w:szCs w:val="22"/>
        </w:rPr>
        <w:t>prac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alars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ic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PN-E</w:t>
      </w:r>
      <w:r w:rsidRPr="006049FE">
        <w:rPr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IS</w:t>
      </w:r>
      <w:r w:rsidRPr="006049FE">
        <w:rPr>
          <w:sz w:val="22"/>
          <w:szCs w:val="22"/>
        </w:rPr>
        <w:t>O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2810:200</w:t>
      </w:r>
      <w:r w:rsidRPr="006049FE">
        <w:rPr>
          <w:sz w:val="22"/>
          <w:szCs w:val="22"/>
        </w:rPr>
        <w:t>5</w:t>
      </w:r>
      <w:r w:rsidRPr="006049FE">
        <w:rPr>
          <w:spacing w:val="3"/>
          <w:sz w:val="22"/>
          <w:szCs w:val="22"/>
        </w:rPr>
        <w:t xml:space="preserve"> F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rb</w:t>
      </w:r>
      <w:r w:rsidRPr="006049FE">
        <w:rPr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lakier</w:t>
      </w:r>
      <w:r w:rsidRPr="006049FE">
        <w:rPr>
          <w:spacing w:val="6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Badani</w:t>
      </w:r>
      <w:r w:rsidRPr="006049FE">
        <w:rPr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powło</w:t>
      </w:r>
      <w:r w:rsidRPr="006049FE">
        <w:rPr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naturaln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warunkach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at</w:t>
      </w: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osfe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pacing w:val="1"/>
          <w:sz w:val="22"/>
          <w:szCs w:val="22"/>
        </w:rPr>
        <w:t>zn</w:t>
      </w:r>
      <w:r w:rsidRPr="006049FE">
        <w:rPr>
          <w:spacing w:val="2"/>
          <w:sz w:val="22"/>
          <w:szCs w:val="22"/>
        </w:rPr>
        <w:t>yc</w:t>
      </w:r>
      <w:r w:rsidRPr="006049FE">
        <w:rPr>
          <w:spacing w:val="1"/>
          <w:sz w:val="22"/>
          <w:szCs w:val="22"/>
        </w:rPr>
        <w:t>h</w:t>
      </w:r>
      <w:r w:rsidRPr="006049FE">
        <w:rPr>
          <w:sz w:val="22"/>
          <w:szCs w:val="22"/>
        </w:rPr>
        <w:t>.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Ek</w:t>
      </w:r>
      <w:r w:rsidRPr="006049FE">
        <w:rPr>
          <w:sz w:val="22"/>
          <w:szCs w:val="22"/>
        </w:rPr>
        <w:t>s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ycj</w:t>
      </w:r>
      <w:r w:rsidRPr="006049FE">
        <w:rPr>
          <w:sz w:val="22"/>
          <w:szCs w:val="22"/>
        </w:rPr>
        <w:t>a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oc</w:t>
      </w:r>
      <w:r w:rsidRPr="006049FE">
        <w:rPr>
          <w:spacing w:val="1"/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>na.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PN-E</w:t>
      </w:r>
      <w:r w:rsidRPr="006049FE">
        <w:rPr>
          <w:sz w:val="22"/>
          <w:szCs w:val="22"/>
        </w:rPr>
        <w:t>N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IS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280</w:t>
      </w:r>
      <w:r w:rsidRPr="006049FE">
        <w:rPr>
          <w:sz w:val="22"/>
          <w:szCs w:val="22"/>
        </w:rPr>
        <w:t>8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Farb</w:t>
      </w:r>
      <w:r w:rsidRPr="006049FE">
        <w:rPr>
          <w:sz w:val="22"/>
          <w:szCs w:val="22"/>
        </w:rPr>
        <w:t>y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laki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.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O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czeni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grub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śc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po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ł</w:t>
      </w:r>
      <w:r w:rsidRPr="006049FE">
        <w:rPr>
          <w:spacing w:val="1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1"/>
          <w:sz w:val="22"/>
          <w:szCs w:val="22"/>
        </w:rPr>
        <w:t>i.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PN</w:t>
      </w:r>
      <w:r w:rsidRPr="006049FE">
        <w:rPr>
          <w:spacing w:val="2"/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S</w:t>
      </w:r>
      <w:r w:rsidRPr="006049FE">
        <w:rPr>
          <w:sz w:val="22"/>
          <w:szCs w:val="22"/>
        </w:rPr>
        <w:t xml:space="preserve">O </w:t>
      </w:r>
      <w:r w:rsidRPr="006049FE">
        <w:rPr>
          <w:spacing w:val="2"/>
          <w:sz w:val="22"/>
          <w:szCs w:val="22"/>
        </w:rPr>
        <w:t>36</w:t>
      </w:r>
      <w:r w:rsidRPr="006049FE">
        <w:rPr>
          <w:spacing w:val="4"/>
          <w:sz w:val="22"/>
          <w:szCs w:val="22"/>
        </w:rPr>
        <w:t>6</w:t>
      </w:r>
      <w:r w:rsidRPr="006049FE">
        <w:rPr>
          <w:sz w:val="22"/>
          <w:szCs w:val="22"/>
        </w:rPr>
        <w:t xml:space="preserve">8 </w:t>
      </w:r>
      <w:r w:rsidRPr="006049FE">
        <w:rPr>
          <w:spacing w:val="3"/>
          <w:sz w:val="22"/>
          <w:szCs w:val="22"/>
        </w:rPr>
        <w:t>Fa</w:t>
      </w:r>
      <w:r w:rsidRPr="006049FE">
        <w:rPr>
          <w:spacing w:val="2"/>
          <w:sz w:val="22"/>
          <w:szCs w:val="22"/>
        </w:rPr>
        <w:t>rb</w:t>
      </w:r>
      <w:r w:rsidRPr="006049FE">
        <w:rPr>
          <w:sz w:val="22"/>
          <w:szCs w:val="22"/>
        </w:rPr>
        <w:t xml:space="preserve">y i </w:t>
      </w:r>
      <w:r w:rsidRPr="006049FE">
        <w:rPr>
          <w:spacing w:val="3"/>
          <w:sz w:val="22"/>
          <w:szCs w:val="22"/>
        </w:rPr>
        <w:t>La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er</w:t>
      </w:r>
      <w:r w:rsidRPr="006049FE">
        <w:rPr>
          <w:spacing w:val="4"/>
          <w:sz w:val="22"/>
          <w:szCs w:val="22"/>
        </w:rPr>
        <w:t>y</w:t>
      </w:r>
      <w:r w:rsidRPr="006049FE">
        <w:rPr>
          <w:sz w:val="22"/>
          <w:szCs w:val="22"/>
        </w:rPr>
        <w:t xml:space="preserve">. </w:t>
      </w:r>
      <w:r w:rsidRPr="006049FE">
        <w:rPr>
          <w:spacing w:val="2"/>
          <w:sz w:val="22"/>
          <w:szCs w:val="22"/>
        </w:rPr>
        <w:t>Por</w:t>
      </w:r>
      <w:r w:rsidRPr="006049FE">
        <w:rPr>
          <w:spacing w:val="4"/>
          <w:sz w:val="22"/>
          <w:szCs w:val="22"/>
        </w:rPr>
        <w:t>ó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2"/>
          <w:sz w:val="22"/>
          <w:szCs w:val="22"/>
        </w:rPr>
        <w:t>arw</w:t>
      </w:r>
      <w:r w:rsidRPr="006049FE">
        <w:rPr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f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2"/>
          <w:sz w:val="22"/>
          <w:szCs w:val="22"/>
        </w:rPr>
        <w:t>b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PN-E</w:t>
      </w:r>
      <w:r w:rsidRPr="006049FE">
        <w:rPr>
          <w:sz w:val="22"/>
          <w:szCs w:val="22"/>
        </w:rPr>
        <w:t>N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IS</w:t>
      </w:r>
      <w:r w:rsidRPr="006049FE">
        <w:rPr>
          <w:sz w:val="22"/>
          <w:szCs w:val="22"/>
        </w:rPr>
        <w:t xml:space="preserve">O </w:t>
      </w:r>
      <w:r w:rsidRPr="006049FE">
        <w:rPr>
          <w:spacing w:val="3"/>
          <w:sz w:val="22"/>
          <w:szCs w:val="22"/>
        </w:rPr>
        <w:t>1199</w:t>
      </w:r>
      <w:r w:rsidRPr="006049FE">
        <w:rPr>
          <w:sz w:val="22"/>
          <w:szCs w:val="22"/>
        </w:rPr>
        <w:t>8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Farb</w:t>
      </w:r>
      <w:r w:rsidRPr="006049FE">
        <w:rPr>
          <w:sz w:val="22"/>
          <w:szCs w:val="22"/>
        </w:rPr>
        <w:t xml:space="preserve">y i </w:t>
      </w:r>
      <w:r w:rsidRPr="006049FE">
        <w:rPr>
          <w:spacing w:val="3"/>
          <w:sz w:val="22"/>
          <w:szCs w:val="22"/>
        </w:rPr>
        <w:t>l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kiery</w:t>
      </w:r>
      <w:r w:rsidRPr="006049FE">
        <w:rPr>
          <w:sz w:val="22"/>
          <w:szCs w:val="22"/>
        </w:rPr>
        <w:t>.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Oznaczeni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odporn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ś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wł</w:t>
      </w:r>
      <w:r w:rsidRPr="006049FE">
        <w:rPr>
          <w:spacing w:val="3"/>
          <w:sz w:val="22"/>
          <w:szCs w:val="22"/>
        </w:rPr>
        <w:t>o</w:t>
      </w:r>
      <w:r w:rsidRPr="006049FE">
        <w:rPr>
          <w:sz w:val="22"/>
          <w:szCs w:val="22"/>
        </w:rPr>
        <w:t xml:space="preserve">k 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>szorowani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a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okr</w:t>
      </w:r>
      <w:r w:rsidRPr="006049FE">
        <w:rPr>
          <w:sz w:val="22"/>
          <w:szCs w:val="22"/>
        </w:rPr>
        <w:t>o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od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1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</w:t>
      </w:r>
      <w:r w:rsidRPr="006049FE">
        <w:rPr>
          <w:sz w:val="22"/>
          <w:szCs w:val="22"/>
        </w:rPr>
        <w:t>ć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n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z</w:t>
      </w:r>
      <w:r w:rsidRPr="006049FE">
        <w:rPr>
          <w:spacing w:val="2"/>
          <w:sz w:val="22"/>
          <w:szCs w:val="22"/>
        </w:rPr>
        <w:t>y</w:t>
      </w:r>
      <w:r w:rsidRPr="006049FE">
        <w:rPr>
          <w:sz w:val="22"/>
          <w:szCs w:val="22"/>
        </w:rPr>
        <w:t>s</w:t>
      </w:r>
      <w:r w:rsidRPr="006049FE">
        <w:rPr>
          <w:spacing w:val="2"/>
          <w:sz w:val="22"/>
          <w:szCs w:val="22"/>
        </w:rPr>
        <w:t>zczenie.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PN</w:t>
      </w:r>
      <w:r w:rsidRPr="006049FE">
        <w:rPr>
          <w:spacing w:val="2"/>
          <w:sz w:val="22"/>
          <w:szCs w:val="22"/>
        </w:rPr>
        <w:t>-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 xml:space="preserve">N 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72</w:t>
      </w:r>
      <w:r w:rsidRPr="006049FE">
        <w:rPr>
          <w:spacing w:val="4"/>
          <w:sz w:val="22"/>
          <w:szCs w:val="22"/>
        </w:rPr>
        <w:t>9</w:t>
      </w:r>
      <w:r w:rsidRPr="006049FE">
        <w:rPr>
          <w:spacing w:val="2"/>
          <w:sz w:val="22"/>
          <w:szCs w:val="22"/>
        </w:rPr>
        <w:t>-</w:t>
      </w:r>
      <w:r w:rsidRPr="006049FE">
        <w:rPr>
          <w:sz w:val="22"/>
          <w:szCs w:val="22"/>
        </w:rPr>
        <w:t>3</w:t>
      </w:r>
      <w:r w:rsidRPr="006049FE">
        <w:rPr>
          <w:sz w:val="22"/>
          <w:szCs w:val="22"/>
        </w:rPr>
        <w:tab/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aw</w:t>
      </w:r>
      <w:r w:rsidRPr="006049FE">
        <w:rPr>
          <w:spacing w:val="2"/>
          <w:sz w:val="22"/>
          <w:szCs w:val="22"/>
        </w:rPr>
        <w:t>al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ct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4"/>
          <w:sz w:val="22"/>
          <w:szCs w:val="22"/>
        </w:rPr>
        <w:t>o</w:t>
      </w:r>
      <w:r w:rsidRPr="006049FE">
        <w:rPr>
          <w:sz w:val="22"/>
          <w:szCs w:val="22"/>
        </w:rPr>
        <w:t>.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3"/>
          <w:sz w:val="22"/>
          <w:szCs w:val="22"/>
        </w:rPr>
        <w:t>aw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et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l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.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>rd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z w:val="22"/>
          <w:szCs w:val="22"/>
        </w:rPr>
        <w:t>e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3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g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>ą</w:t>
      </w:r>
      <w:r w:rsidRPr="006049FE">
        <w:rPr>
          <w:spacing w:val="3"/>
          <w:sz w:val="22"/>
          <w:szCs w:val="22"/>
        </w:rPr>
        <w:t>ce</w:t>
      </w:r>
      <w:r w:rsidRPr="006049FE">
        <w:rPr>
          <w:spacing w:val="3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jako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spawalnictwie.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</w:p>
    <w:p w:rsidR="00CA3637" w:rsidRPr="006049FE" w:rsidRDefault="00CA3637" w:rsidP="00746A47">
      <w:pPr>
        <w:pStyle w:val="Akapitzlist"/>
        <w:rPr>
          <w:b/>
          <w:bCs/>
          <w:sz w:val="22"/>
          <w:szCs w:val="22"/>
        </w:rPr>
      </w:pPr>
      <w:r w:rsidRPr="006049FE">
        <w:rPr>
          <w:spacing w:val="-3"/>
          <w:w w:val="125"/>
          <w:sz w:val="22"/>
          <w:szCs w:val="22"/>
        </w:rPr>
        <w:lastRenderedPageBreak/>
        <w:t>Inne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Warun</w:t>
      </w:r>
      <w:r w:rsidRPr="006049FE">
        <w:rPr>
          <w:spacing w:val="5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Techniczn</w:t>
      </w:r>
      <w:r w:rsidRPr="006049FE">
        <w:rPr>
          <w:sz w:val="22"/>
          <w:szCs w:val="22"/>
        </w:rPr>
        <w:t xml:space="preserve">e </w:t>
      </w:r>
      <w:r w:rsidRPr="006049FE">
        <w:rPr>
          <w:spacing w:val="4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konani</w:t>
      </w:r>
      <w:r w:rsidRPr="006049FE">
        <w:rPr>
          <w:sz w:val="22"/>
          <w:szCs w:val="22"/>
        </w:rPr>
        <w:t>a i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Od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4"/>
          <w:sz w:val="22"/>
          <w:szCs w:val="22"/>
        </w:rPr>
        <w:t>or</w:t>
      </w:r>
      <w:r w:rsidRPr="006049FE">
        <w:rPr>
          <w:sz w:val="22"/>
          <w:szCs w:val="22"/>
        </w:rPr>
        <w:t xml:space="preserve">u </w:t>
      </w:r>
      <w:r w:rsidRPr="006049FE">
        <w:rPr>
          <w:spacing w:val="4"/>
          <w:sz w:val="22"/>
          <w:szCs w:val="22"/>
        </w:rPr>
        <w:t>Rob</w:t>
      </w:r>
      <w:r w:rsidRPr="006049FE">
        <w:rPr>
          <w:spacing w:val="5"/>
          <w:sz w:val="22"/>
          <w:szCs w:val="22"/>
        </w:rPr>
        <w:t>ó</w:t>
      </w:r>
      <w:r w:rsidRPr="006049FE">
        <w:rPr>
          <w:sz w:val="22"/>
          <w:szCs w:val="22"/>
        </w:rPr>
        <w:t xml:space="preserve">t </w:t>
      </w:r>
      <w:r w:rsidRPr="006049FE">
        <w:rPr>
          <w:spacing w:val="4"/>
          <w:sz w:val="22"/>
          <w:szCs w:val="22"/>
        </w:rPr>
        <w:t>Budowlan</w:t>
      </w:r>
      <w:r w:rsidRPr="006049FE">
        <w:rPr>
          <w:sz w:val="22"/>
          <w:szCs w:val="22"/>
        </w:rPr>
        <w:t xml:space="preserve">o - </w:t>
      </w:r>
      <w:r w:rsidRPr="006049FE">
        <w:rPr>
          <w:spacing w:val="4"/>
          <w:sz w:val="22"/>
          <w:szCs w:val="22"/>
        </w:rPr>
        <w:t>Monta</w:t>
      </w:r>
      <w:r w:rsidRPr="006049FE">
        <w:rPr>
          <w:spacing w:val="3"/>
          <w:sz w:val="22"/>
          <w:szCs w:val="22"/>
        </w:rPr>
        <w:t>ż</w:t>
      </w:r>
      <w:r w:rsidRPr="006049FE">
        <w:rPr>
          <w:spacing w:val="5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4"/>
          <w:sz w:val="22"/>
          <w:szCs w:val="22"/>
        </w:rPr>
        <w:t>Instrukcj</w:t>
      </w:r>
      <w:r w:rsidRPr="006049FE">
        <w:rPr>
          <w:sz w:val="22"/>
          <w:szCs w:val="22"/>
        </w:rPr>
        <w:t xml:space="preserve">a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IT</w:t>
      </w:r>
      <w:r w:rsidRPr="006049FE">
        <w:rPr>
          <w:sz w:val="22"/>
          <w:szCs w:val="22"/>
        </w:rPr>
        <w:t xml:space="preserve">B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n</w:t>
      </w:r>
      <w:r w:rsidRPr="006049FE">
        <w:rPr>
          <w:sz w:val="22"/>
          <w:szCs w:val="22"/>
        </w:rPr>
        <w:t>r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334/</w:t>
      </w:r>
      <w:r w:rsidRPr="006049FE">
        <w:rPr>
          <w:spacing w:val="5"/>
          <w:sz w:val="22"/>
          <w:szCs w:val="22"/>
        </w:rPr>
        <w:t>9</w:t>
      </w:r>
      <w:r w:rsidRPr="006049FE">
        <w:rPr>
          <w:sz w:val="22"/>
          <w:szCs w:val="22"/>
        </w:rPr>
        <w:t xml:space="preserve">6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Ocieplani</w:t>
      </w:r>
      <w:r w:rsidRPr="006049FE">
        <w:rPr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4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a</w:t>
      </w:r>
      <w:r w:rsidRPr="006049FE">
        <w:rPr>
          <w:sz w:val="22"/>
          <w:szCs w:val="22"/>
        </w:rPr>
        <w:t xml:space="preserve">n  </w:t>
      </w:r>
      <w:r w:rsidRPr="006049FE">
        <w:rPr>
          <w:spacing w:val="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ę</w:t>
      </w:r>
      <w:r w:rsidRPr="006049FE">
        <w:rPr>
          <w:spacing w:val="4"/>
          <w:sz w:val="22"/>
          <w:szCs w:val="22"/>
        </w:rPr>
        <w:t>trzn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 xml:space="preserve">h 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5"/>
          <w:sz w:val="22"/>
          <w:szCs w:val="22"/>
        </w:rPr>
        <w:t>u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4"/>
          <w:sz w:val="22"/>
          <w:szCs w:val="22"/>
        </w:rPr>
        <w:t>nkó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"/>
          <w:sz w:val="22"/>
          <w:szCs w:val="22"/>
        </w:rPr>
        <w:t xml:space="preserve"> meto</w:t>
      </w:r>
      <w:r w:rsidRPr="006049FE">
        <w:rPr>
          <w:spacing w:val="3"/>
          <w:sz w:val="22"/>
          <w:szCs w:val="22"/>
        </w:rPr>
        <w:t>d</w:t>
      </w:r>
      <w:r w:rsidRPr="006049FE">
        <w:rPr>
          <w:sz w:val="22"/>
          <w:szCs w:val="22"/>
        </w:rPr>
        <w:t>ą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l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kką</w:t>
      </w:r>
      <w:r w:rsidRPr="006049FE">
        <w:rPr>
          <w:sz w:val="22"/>
          <w:szCs w:val="22"/>
        </w:rPr>
        <w:t>.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1"/>
          <w:sz w:val="22"/>
          <w:szCs w:val="22"/>
        </w:rPr>
        <w:t>Rozporządz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Mi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istr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I</w:t>
      </w:r>
      <w:r w:rsidRPr="006049FE">
        <w:rPr>
          <w:spacing w:val="1"/>
          <w:sz w:val="22"/>
          <w:szCs w:val="22"/>
        </w:rPr>
        <w:t>nfrastr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>k</w:t>
      </w:r>
      <w:r w:rsidRPr="006049FE">
        <w:rPr>
          <w:sz w:val="22"/>
          <w:szCs w:val="22"/>
        </w:rPr>
        <w:t>tury  z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d</w:t>
      </w:r>
      <w:r w:rsidRPr="006049FE">
        <w:rPr>
          <w:sz w:val="22"/>
          <w:szCs w:val="22"/>
        </w:rPr>
        <w:t>n</w:t>
      </w:r>
      <w:r w:rsidRPr="006049FE">
        <w:rPr>
          <w:spacing w:val="1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z w:val="22"/>
          <w:szCs w:val="22"/>
        </w:rPr>
        <w:t>6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lut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g</w:t>
      </w:r>
      <w:r w:rsidRPr="006049FE">
        <w:rPr>
          <w:sz w:val="22"/>
          <w:szCs w:val="22"/>
        </w:rPr>
        <w:t>o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2</w:t>
      </w:r>
      <w:r w:rsidRPr="006049FE">
        <w:rPr>
          <w:sz w:val="22"/>
          <w:szCs w:val="22"/>
        </w:rPr>
        <w:t>0</w:t>
      </w:r>
      <w:r w:rsidRPr="006049FE">
        <w:rPr>
          <w:spacing w:val="1"/>
          <w:sz w:val="22"/>
          <w:szCs w:val="22"/>
        </w:rPr>
        <w:t>0</w:t>
      </w:r>
      <w:r w:rsidRPr="006049FE">
        <w:rPr>
          <w:sz w:val="22"/>
          <w:szCs w:val="22"/>
        </w:rPr>
        <w:t>3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spr</w:t>
      </w:r>
      <w:r w:rsidRPr="006049FE">
        <w:rPr>
          <w:sz w:val="22"/>
          <w:szCs w:val="22"/>
        </w:rPr>
        <w:t>a</w:t>
      </w:r>
      <w:r w:rsidRPr="006049FE">
        <w:rPr>
          <w:spacing w:val="1"/>
          <w:sz w:val="22"/>
          <w:szCs w:val="22"/>
        </w:rPr>
        <w:t>wie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bezpieczeństwa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higieny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pracy   </w:t>
      </w:r>
      <w:r w:rsidRPr="006049FE">
        <w:rPr>
          <w:spacing w:val="4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podczas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wy</w:t>
      </w:r>
      <w:r w:rsidRPr="006049FE">
        <w:rPr>
          <w:spacing w:val="-2"/>
          <w:sz w:val="22"/>
          <w:szCs w:val="22"/>
        </w:rPr>
        <w:t>k</w:t>
      </w:r>
      <w:r w:rsidRPr="006049FE">
        <w:rPr>
          <w:sz w:val="22"/>
          <w:szCs w:val="22"/>
        </w:rPr>
        <w:t>o</w:t>
      </w:r>
      <w:r w:rsidRPr="006049FE">
        <w:rPr>
          <w:spacing w:val="-2"/>
          <w:sz w:val="22"/>
          <w:szCs w:val="22"/>
        </w:rPr>
        <w:t>n</w:t>
      </w:r>
      <w:r w:rsidRPr="006049FE">
        <w:rPr>
          <w:sz w:val="22"/>
          <w:szCs w:val="22"/>
        </w:rPr>
        <w:t xml:space="preserve">ywania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robót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z w:val="22"/>
          <w:szCs w:val="22"/>
        </w:rPr>
        <w:t>budowlanych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Dz.U.</w:t>
      </w:r>
      <w:r w:rsidRPr="006049FE">
        <w:rPr>
          <w:spacing w:val="6"/>
          <w:sz w:val="22"/>
          <w:szCs w:val="22"/>
        </w:rPr>
        <w:t>2</w:t>
      </w:r>
      <w:r w:rsidRPr="006049FE">
        <w:rPr>
          <w:spacing w:val="5"/>
          <w:sz w:val="22"/>
          <w:szCs w:val="22"/>
        </w:rPr>
        <w:t>003.47.401),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Rozporz</w:t>
      </w:r>
      <w:r w:rsidRPr="006049FE">
        <w:rPr>
          <w:spacing w:val="4"/>
          <w:sz w:val="22"/>
          <w:szCs w:val="22"/>
        </w:rPr>
        <w:t>ą</w:t>
      </w:r>
      <w:r w:rsidRPr="006049FE">
        <w:rPr>
          <w:spacing w:val="5"/>
          <w:sz w:val="22"/>
          <w:szCs w:val="22"/>
        </w:rPr>
        <w:t>dzeni</w:t>
      </w:r>
      <w:r w:rsidRPr="006049FE">
        <w:rPr>
          <w:sz w:val="22"/>
          <w:szCs w:val="22"/>
        </w:rPr>
        <w:t>e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Ministr</w:t>
      </w:r>
      <w:r w:rsidRPr="006049FE">
        <w:rPr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Prac</w:t>
      </w:r>
      <w:r w:rsidRPr="006049FE">
        <w:rPr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Minis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5"/>
          <w:sz w:val="22"/>
          <w:szCs w:val="22"/>
        </w:rPr>
        <w:t>r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Polit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Sp</w:t>
      </w:r>
      <w:r w:rsidRPr="006049FE">
        <w:rPr>
          <w:spacing w:val="6"/>
          <w:sz w:val="22"/>
          <w:szCs w:val="22"/>
        </w:rPr>
        <w:t>o</w:t>
      </w:r>
      <w:r w:rsidRPr="006049FE">
        <w:rPr>
          <w:spacing w:val="5"/>
          <w:sz w:val="22"/>
          <w:szCs w:val="22"/>
        </w:rPr>
        <w:t>ł</w:t>
      </w:r>
      <w:r w:rsidRPr="006049FE">
        <w:rPr>
          <w:spacing w:val="4"/>
          <w:sz w:val="22"/>
          <w:szCs w:val="22"/>
        </w:rPr>
        <w:t>ecz</w:t>
      </w:r>
      <w:r w:rsidRPr="006049FE">
        <w:rPr>
          <w:spacing w:val="6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e</w:t>
      </w:r>
      <w:r w:rsidRPr="006049FE">
        <w:rPr>
          <w:sz w:val="22"/>
          <w:szCs w:val="22"/>
        </w:rPr>
        <w:t>j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2</w:t>
      </w:r>
      <w:r w:rsidRPr="006049FE">
        <w:rPr>
          <w:sz w:val="22"/>
          <w:szCs w:val="22"/>
        </w:rPr>
        <w:t>6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wr</w:t>
      </w:r>
      <w:r w:rsidRPr="006049FE">
        <w:rPr>
          <w:spacing w:val="5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e</w:t>
      </w:r>
      <w:r w:rsidRPr="006049FE">
        <w:rPr>
          <w:spacing w:val="5"/>
          <w:sz w:val="22"/>
          <w:szCs w:val="22"/>
        </w:rPr>
        <w:t>śnia</w:t>
      </w:r>
      <w:r w:rsidRPr="006049FE">
        <w:rPr>
          <w:spacing w:val="5"/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1997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sprawie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przepisów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bezpiecz</w:t>
      </w:r>
      <w:r w:rsidRPr="006049FE">
        <w:rPr>
          <w:spacing w:val="-2"/>
          <w:sz w:val="22"/>
          <w:szCs w:val="22"/>
        </w:rPr>
        <w:t>e</w:t>
      </w:r>
      <w:r w:rsidRPr="006049FE">
        <w:rPr>
          <w:sz w:val="22"/>
          <w:szCs w:val="22"/>
        </w:rPr>
        <w:t xml:space="preserve">ństwa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i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higieny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>p</w:t>
      </w:r>
      <w:r w:rsidRPr="006049FE">
        <w:rPr>
          <w:spacing w:val="-3"/>
          <w:sz w:val="22"/>
          <w:szCs w:val="22"/>
        </w:rPr>
        <w:t>r</w:t>
      </w:r>
      <w:r w:rsidRPr="006049FE">
        <w:rPr>
          <w:sz w:val="22"/>
          <w:szCs w:val="22"/>
        </w:rPr>
        <w:t xml:space="preserve">acy </w:t>
      </w:r>
      <w:r w:rsidRPr="006049FE">
        <w:rPr>
          <w:spacing w:val="46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( </w:t>
      </w:r>
      <w:r w:rsidRPr="006049FE">
        <w:rPr>
          <w:spacing w:val="45"/>
          <w:sz w:val="22"/>
          <w:szCs w:val="22"/>
        </w:rPr>
        <w:t xml:space="preserve"> </w:t>
      </w:r>
      <w:r w:rsidRPr="006049FE">
        <w:rPr>
          <w:sz w:val="22"/>
          <w:szCs w:val="22"/>
        </w:rPr>
        <w:t>tekst.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z w:val="22"/>
          <w:szCs w:val="22"/>
        </w:rPr>
        <w:t>jedn.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13"/>
          <w:sz w:val="22"/>
          <w:szCs w:val="22"/>
        </w:rPr>
        <w:t>Dz.U</w:t>
      </w:r>
      <w:r w:rsidRPr="006049FE">
        <w:rPr>
          <w:spacing w:val="12"/>
          <w:sz w:val="22"/>
          <w:szCs w:val="22"/>
        </w:rPr>
        <w:t>.2</w:t>
      </w:r>
      <w:r w:rsidRPr="006049FE">
        <w:rPr>
          <w:spacing w:val="13"/>
          <w:sz w:val="22"/>
          <w:szCs w:val="22"/>
        </w:rPr>
        <w:t>003.169.165</w:t>
      </w:r>
      <w:r w:rsidRPr="006049FE">
        <w:rPr>
          <w:sz w:val="22"/>
          <w:szCs w:val="22"/>
        </w:rPr>
        <w:t>0</w:t>
      </w:r>
      <w:r w:rsidRPr="006049FE">
        <w:rPr>
          <w:spacing w:val="6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Ro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por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>ą</w:t>
      </w:r>
      <w:r w:rsidRPr="006049FE">
        <w:rPr>
          <w:spacing w:val="2"/>
          <w:sz w:val="22"/>
          <w:szCs w:val="22"/>
        </w:rPr>
        <w:t>dze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in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str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Pr</w:t>
      </w:r>
      <w:r w:rsidRPr="006049FE">
        <w:rPr>
          <w:spacing w:val="2"/>
          <w:sz w:val="22"/>
          <w:szCs w:val="22"/>
        </w:rPr>
        <w:t>ac</w:t>
      </w:r>
      <w:r w:rsidRPr="006049FE">
        <w:rPr>
          <w:sz w:val="22"/>
          <w:szCs w:val="22"/>
        </w:rPr>
        <w:t>y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Mi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str</w:t>
      </w:r>
      <w:r w:rsidRPr="006049FE">
        <w:rPr>
          <w:sz w:val="22"/>
          <w:szCs w:val="22"/>
        </w:rPr>
        <w:t>a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l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k</w:t>
      </w:r>
      <w:r w:rsidRPr="006049FE">
        <w:rPr>
          <w:sz w:val="22"/>
          <w:szCs w:val="22"/>
        </w:rPr>
        <w:t>i</w:t>
      </w:r>
      <w:r w:rsidRPr="006049FE">
        <w:rPr>
          <w:spacing w:val="-2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Sp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łeczne</w:t>
      </w:r>
      <w:r w:rsidRPr="006049FE">
        <w:rPr>
          <w:sz w:val="22"/>
          <w:szCs w:val="22"/>
        </w:rPr>
        <w:t xml:space="preserve">j z </w:t>
      </w:r>
      <w:r w:rsidRPr="006049FE">
        <w:rPr>
          <w:spacing w:val="3"/>
          <w:sz w:val="22"/>
          <w:szCs w:val="22"/>
        </w:rPr>
        <w:t>d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</w:t>
      </w:r>
      <w:r w:rsidRPr="006049FE">
        <w:rPr>
          <w:sz w:val="22"/>
          <w:szCs w:val="22"/>
        </w:rPr>
        <w:t>a</w:t>
      </w:r>
      <w:r w:rsidRPr="006049FE">
        <w:rPr>
          <w:spacing w:val="-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14.03.200</w:t>
      </w:r>
      <w:r w:rsidRPr="006049FE">
        <w:rPr>
          <w:sz w:val="22"/>
          <w:szCs w:val="22"/>
        </w:rPr>
        <w:t>0 w</w:t>
      </w:r>
      <w:r w:rsidRPr="006049FE">
        <w:rPr>
          <w:w w:val="99"/>
          <w:sz w:val="22"/>
          <w:szCs w:val="22"/>
        </w:rPr>
        <w:t xml:space="preserve"> </w:t>
      </w:r>
      <w:r w:rsidR="00B61431" w:rsidRPr="006049FE">
        <w:rPr>
          <w:sz w:val="22"/>
          <w:szCs w:val="22"/>
        </w:rPr>
        <w:t xml:space="preserve">sprawie </w:t>
      </w:r>
      <w:r w:rsidRPr="006049FE">
        <w:rPr>
          <w:sz w:val="22"/>
          <w:szCs w:val="22"/>
        </w:rPr>
        <w:t>bezpieczeństwa</w:t>
      </w:r>
      <w:r w:rsidR="00B61431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Ministra</w:t>
      </w:r>
      <w:r w:rsidR="00B61431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higieny</w:t>
      </w:r>
      <w:r w:rsidR="00B61431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pracy</w:t>
      </w:r>
      <w:r w:rsidR="00B61431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przy</w:t>
      </w:r>
      <w:r w:rsidRPr="006049FE">
        <w:rPr>
          <w:sz w:val="22"/>
          <w:szCs w:val="22"/>
        </w:rPr>
        <w:tab/>
      </w:r>
      <w:r w:rsidR="00B61431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ręcznych</w:t>
      </w:r>
      <w:r w:rsidR="00B61431" w:rsidRPr="006049FE">
        <w:rPr>
          <w:sz w:val="22"/>
          <w:szCs w:val="22"/>
        </w:rPr>
        <w:t xml:space="preserve"> </w:t>
      </w:r>
      <w:r w:rsidRPr="006049FE">
        <w:rPr>
          <w:sz w:val="22"/>
          <w:szCs w:val="22"/>
        </w:rPr>
        <w:t>pracach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transportow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(Dz.U.2000.26.</w:t>
      </w:r>
      <w:r w:rsidRPr="006049FE">
        <w:rPr>
          <w:spacing w:val="4"/>
          <w:sz w:val="22"/>
          <w:szCs w:val="22"/>
        </w:rPr>
        <w:t>3</w:t>
      </w:r>
      <w:r w:rsidRPr="006049FE">
        <w:rPr>
          <w:spacing w:val="5"/>
          <w:sz w:val="22"/>
          <w:szCs w:val="22"/>
        </w:rPr>
        <w:t>1</w:t>
      </w:r>
      <w:r w:rsidRPr="006049FE">
        <w:rPr>
          <w:sz w:val="22"/>
          <w:szCs w:val="22"/>
        </w:rPr>
        <w:t>3</w:t>
      </w:r>
      <w:r w:rsidRPr="006049FE">
        <w:rPr>
          <w:spacing w:val="-6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5"/>
          <w:sz w:val="22"/>
          <w:szCs w:val="22"/>
        </w:rPr>
        <w:t>Ustaw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1</w:t>
      </w:r>
      <w:r w:rsidRPr="006049FE">
        <w:rPr>
          <w:sz w:val="22"/>
          <w:szCs w:val="22"/>
        </w:rPr>
        <w:t>6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kwietni</w:t>
      </w:r>
      <w:r w:rsidRPr="006049FE">
        <w:rPr>
          <w:sz w:val="22"/>
          <w:szCs w:val="22"/>
        </w:rPr>
        <w:t>a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200</w:t>
      </w:r>
      <w:r w:rsidRPr="006049FE">
        <w:rPr>
          <w:sz w:val="22"/>
          <w:szCs w:val="22"/>
        </w:rPr>
        <w:t>4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r</w:t>
      </w:r>
      <w:r w:rsidRPr="006049FE">
        <w:rPr>
          <w:spacing w:val="5"/>
          <w:sz w:val="22"/>
          <w:szCs w:val="22"/>
        </w:rPr>
        <w:t>obac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budowlan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(Dz.U.2004.92.</w:t>
      </w:r>
      <w:r w:rsidRPr="006049FE">
        <w:rPr>
          <w:spacing w:val="4"/>
          <w:sz w:val="22"/>
          <w:szCs w:val="22"/>
        </w:rPr>
        <w:t>8</w:t>
      </w:r>
      <w:r w:rsidRPr="006049FE">
        <w:rPr>
          <w:spacing w:val="5"/>
          <w:sz w:val="22"/>
          <w:szCs w:val="22"/>
        </w:rPr>
        <w:t>81)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Rozpor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ąd</w:t>
      </w:r>
      <w:r w:rsidRPr="006049FE">
        <w:rPr>
          <w:spacing w:val="6"/>
          <w:sz w:val="22"/>
          <w:szCs w:val="22"/>
        </w:rPr>
        <w:t>ze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Mi</w:t>
      </w:r>
      <w:r w:rsidRPr="006049FE">
        <w:rPr>
          <w:spacing w:val="7"/>
          <w:sz w:val="22"/>
          <w:szCs w:val="22"/>
        </w:rPr>
        <w:t>ni</w:t>
      </w:r>
      <w:r w:rsidRPr="006049FE">
        <w:rPr>
          <w:spacing w:val="6"/>
          <w:sz w:val="22"/>
          <w:szCs w:val="22"/>
        </w:rPr>
        <w:t>str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I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frastr</w:t>
      </w:r>
      <w:r w:rsidRPr="006049FE">
        <w:rPr>
          <w:spacing w:val="7"/>
          <w:sz w:val="22"/>
          <w:szCs w:val="22"/>
        </w:rPr>
        <w:t>uk</w:t>
      </w:r>
      <w:r w:rsidRPr="006049FE">
        <w:rPr>
          <w:spacing w:val="6"/>
          <w:sz w:val="22"/>
          <w:szCs w:val="22"/>
        </w:rPr>
        <w:t>t</w:t>
      </w:r>
      <w:r w:rsidRPr="006049FE">
        <w:rPr>
          <w:spacing w:val="7"/>
          <w:sz w:val="22"/>
          <w:szCs w:val="22"/>
        </w:rPr>
        <w:t>u</w:t>
      </w:r>
      <w:r w:rsidRPr="006049FE">
        <w:rPr>
          <w:spacing w:val="6"/>
          <w:sz w:val="22"/>
          <w:szCs w:val="22"/>
        </w:rPr>
        <w:t>r</w:t>
      </w:r>
      <w:r w:rsidRPr="006049FE">
        <w:rPr>
          <w:sz w:val="22"/>
          <w:szCs w:val="22"/>
        </w:rPr>
        <w:t xml:space="preserve">y 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d</w:t>
      </w:r>
      <w:r w:rsidRPr="006049FE">
        <w:rPr>
          <w:spacing w:val="7"/>
          <w:sz w:val="22"/>
          <w:szCs w:val="22"/>
        </w:rPr>
        <w:t>n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1</w:t>
      </w:r>
      <w:r w:rsidRPr="006049FE">
        <w:rPr>
          <w:sz w:val="22"/>
          <w:szCs w:val="22"/>
        </w:rPr>
        <w:t xml:space="preserve">1 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sier</w:t>
      </w:r>
      <w:r w:rsidRPr="006049FE">
        <w:rPr>
          <w:spacing w:val="7"/>
          <w:sz w:val="22"/>
          <w:szCs w:val="22"/>
        </w:rPr>
        <w:t>pni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2</w:t>
      </w:r>
      <w:r w:rsidRPr="006049FE">
        <w:rPr>
          <w:spacing w:val="6"/>
          <w:sz w:val="22"/>
          <w:szCs w:val="22"/>
        </w:rPr>
        <w:t>0</w:t>
      </w:r>
      <w:r w:rsidRPr="006049FE">
        <w:rPr>
          <w:spacing w:val="7"/>
          <w:sz w:val="22"/>
          <w:szCs w:val="22"/>
        </w:rPr>
        <w:t>0</w:t>
      </w:r>
      <w:r w:rsidRPr="006049FE">
        <w:rPr>
          <w:sz w:val="22"/>
          <w:szCs w:val="22"/>
        </w:rPr>
        <w:t xml:space="preserve">4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sprawi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sposobów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6"/>
          <w:sz w:val="22"/>
          <w:szCs w:val="22"/>
        </w:rPr>
        <w:t>deklarowani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zgodno</w:t>
      </w:r>
      <w:r w:rsidRPr="006049FE">
        <w:rPr>
          <w:spacing w:val="5"/>
          <w:sz w:val="22"/>
          <w:szCs w:val="22"/>
        </w:rPr>
        <w:t>ś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w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ro</w:t>
      </w:r>
      <w:r w:rsidRPr="006049FE">
        <w:rPr>
          <w:spacing w:val="5"/>
          <w:sz w:val="22"/>
          <w:szCs w:val="22"/>
        </w:rPr>
        <w:t>b</w:t>
      </w:r>
      <w:r w:rsidRPr="006049FE">
        <w:rPr>
          <w:spacing w:val="6"/>
          <w:sz w:val="22"/>
          <w:szCs w:val="22"/>
        </w:rPr>
        <w:t>ó</w:t>
      </w:r>
      <w:r w:rsidRPr="006049FE">
        <w:rPr>
          <w:sz w:val="22"/>
          <w:szCs w:val="22"/>
        </w:rPr>
        <w:t xml:space="preserve">w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budowla</w:t>
      </w:r>
      <w:r w:rsidRPr="006049FE">
        <w:rPr>
          <w:spacing w:val="5"/>
          <w:sz w:val="22"/>
          <w:szCs w:val="22"/>
        </w:rPr>
        <w:t>n</w:t>
      </w:r>
      <w:r w:rsidRPr="006049FE">
        <w:rPr>
          <w:spacing w:val="7"/>
          <w:sz w:val="22"/>
          <w:szCs w:val="22"/>
        </w:rPr>
        <w:t>y</w:t>
      </w:r>
      <w:r w:rsidRPr="006049FE">
        <w:rPr>
          <w:spacing w:val="6"/>
          <w:sz w:val="22"/>
          <w:szCs w:val="22"/>
        </w:rPr>
        <w:t>c</w:t>
      </w:r>
      <w:r w:rsidRPr="006049FE">
        <w:rPr>
          <w:sz w:val="22"/>
          <w:szCs w:val="22"/>
        </w:rPr>
        <w:t xml:space="preserve">h  </w:t>
      </w:r>
      <w:r w:rsidRPr="006049FE">
        <w:rPr>
          <w:spacing w:val="6"/>
          <w:sz w:val="22"/>
          <w:szCs w:val="22"/>
        </w:rPr>
        <w:t>ora</w:t>
      </w:r>
      <w:r w:rsidRPr="006049FE">
        <w:rPr>
          <w:sz w:val="22"/>
          <w:szCs w:val="22"/>
        </w:rPr>
        <w:t xml:space="preserve">z </w:t>
      </w:r>
      <w:r w:rsidRPr="006049FE">
        <w:rPr>
          <w:spacing w:val="3"/>
          <w:sz w:val="22"/>
          <w:szCs w:val="22"/>
        </w:rPr>
        <w:t xml:space="preserve"> </w:t>
      </w:r>
      <w:r w:rsidRPr="006049FE">
        <w:rPr>
          <w:spacing w:val="6"/>
          <w:sz w:val="22"/>
          <w:szCs w:val="22"/>
        </w:rPr>
        <w:t>sposob</w:t>
      </w:r>
      <w:r w:rsidRPr="006049FE">
        <w:rPr>
          <w:sz w:val="22"/>
          <w:szCs w:val="22"/>
        </w:rPr>
        <w:t xml:space="preserve">u 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z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ani</w:t>
      </w:r>
      <w:r w:rsidRPr="006049FE">
        <w:rPr>
          <w:sz w:val="22"/>
          <w:szCs w:val="22"/>
        </w:rPr>
        <w:t>a</w:t>
      </w:r>
      <w:r w:rsidRPr="006049FE">
        <w:rPr>
          <w:spacing w:val="52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>h</w:t>
      </w:r>
      <w:r w:rsidRPr="006049FE">
        <w:rPr>
          <w:spacing w:val="51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k</w:t>
      </w:r>
      <w:r w:rsidRPr="006049FE">
        <w:rPr>
          <w:spacing w:val="2"/>
          <w:sz w:val="22"/>
          <w:szCs w:val="22"/>
        </w:rPr>
        <w:t>i</w:t>
      </w:r>
      <w:r w:rsidRPr="006049FE">
        <w:rPr>
          <w:spacing w:val="3"/>
          <w:sz w:val="22"/>
          <w:szCs w:val="22"/>
        </w:rPr>
        <w:t>e</w:t>
      </w:r>
      <w:r w:rsidRPr="006049FE">
        <w:rPr>
          <w:sz w:val="22"/>
          <w:szCs w:val="22"/>
        </w:rPr>
        <w:t>m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2"/>
          <w:sz w:val="22"/>
          <w:szCs w:val="22"/>
        </w:rPr>
        <w:t>bu</w:t>
      </w:r>
      <w:r w:rsidRPr="006049FE">
        <w:rPr>
          <w:spacing w:val="4"/>
          <w:sz w:val="22"/>
          <w:szCs w:val="22"/>
        </w:rPr>
        <w:t>do</w:t>
      </w:r>
      <w:r w:rsidRPr="006049FE">
        <w:rPr>
          <w:spacing w:val="2"/>
          <w:sz w:val="22"/>
          <w:szCs w:val="22"/>
        </w:rPr>
        <w:t>wlan</w:t>
      </w:r>
      <w:r w:rsidRPr="006049FE">
        <w:rPr>
          <w:spacing w:val="5"/>
          <w:sz w:val="22"/>
          <w:szCs w:val="22"/>
        </w:rPr>
        <w:t>y</w:t>
      </w:r>
      <w:r w:rsidRPr="006049FE">
        <w:rPr>
          <w:sz w:val="22"/>
          <w:szCs w:val="22"/>
        </w:rPr>
        <w:t>m</w:t>
      </w:r>
      <w:r w:rsidRPr="006049FE">
        <w:rPr>
          <w:spacing w:val="-7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Dz.U.2004.</w:t>
      </w:r>
      <w:r w:rsidRPr="006049FE">
        <w:rPr>
          <w:spacing w:val="4"/>
          <w:sz w:val="22"/>
          <w:szCs w:val="22"/>
        </w:rPr>
        <w:t>1</w:t>
      </w:r>
      <w:r w:rsidRPr="006049FE">
        <w:rPr>
          <w:spacing w:val="2"/>
          <w:sz w:val="22"/>
          <w:szCs w:val="22"/>
        </w:rPr>
        <w:t>98.2</w:t>
      </w:r>
      <w:r w:rsidRPr="006049FE">
        <w:rPr>
          <w:spacing w:val="4"/>
          <w:sz w:val="22"/>
          <w:szCs w:val="22"/>
        </w:rPr>
        <w:t>0</w:t>
      </w:r>
      <w:r w:rsidRPr="006049FE">
        <w:rPr>
          <w:spacing w:val="2"/>
          <w:sz w:val="22"/>
          <w:szCs w:val="22"/>
        </w:rPr>
        <w:t>4</w:t>
      </w:r>
      <w:r w:rsidRPr="006049FE">
        <w:rPr>
          <w:sz w:val="22"/>
          <w:szCs w:val="22"/>
        </w:rPr>
        <w:t>1</w:t>
      </w:r>
      <w:r w:rsidRPr="006049FE">
        <w:rPr>
          <w:spacing w:val="-5"/>
          <w:sz w:val="22"/>
          <w:szCs w:val="22"/>
        </w:rPr>
        <w:t xml:space="preserve"> </w:t>
      </w:r>
      <w:r w:rsidRPr="006049FE">
        <w:rPr>
          <w:sz w:val="22"/>
          <w:szCs w:val="22"/>
        </w:rPr>
        <w:t>)</w:t>
      </w:r>
    </w:p>
    <w:p w:rsidR="00CA3637" w:rsidRPr="006049FE" w:rsidRDefault="00CA3637" w:rsidP="00746A47">
      <w:pPr>
        <w:pStyle w:val="Akapitzlist"/>
        <w:rPr>
          <w:sz w:val="22"/>
          <w:szCs w:val="22"/>
        </w:rPr>
      </w:pPr>
      <w:r w:rsidRPr="006049FE">
        <w:rPr>
          <w:spacing w:val="3"/>
          <w:sz w:val="22"/>
          <w:szCs w:val="22"/>
        </w:rPr>
        <w:t>Ob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ieszcz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ni</w:t>
      </w:r>
      <w:r w:rsidRPr="006049FE">
        <w:rPr>
          <w:sz w:val="22"/>
          <w:szCs w:val="22"/>
        </w:rPr>
        <w:t xml:space="preserve">e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Marsz</w:t>
      </w:r>
      <w:r w:rsidRPr="006049FE">
        <w:rPr>
          <w:spacing w:val="2"/>
          <w:sz w:val="22"/>
          <w:szCs w:val="22"/>
        </w:rPr>
        <w:t>ał</w:t>
      </w:r>
      <w:r w:rsidRPr="006049FE">
        <w:rPr>
          <w:spacing w:val="3"/>
          <w:sz w:val="22"/>
          <w:szCs w:val="22"/>
        </w:rPr>
        <w:t>k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Sejm</w:t>
      </w:r>
      <w:r w:rsidRPr="006049FE">
        <w:rPr>
          <w:sz w:val="22"/>
          <w:szCs w:val="22"/>
        </w:rPr>
        <w:t xml:space="preserve">u </w:t>
      </w:r>
      <w:r w:rsidRPr="006049FE">
        <w:rPr>
          <w:spacing w:val="30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Rzecz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lite</w:t>
      </w:r>
      <w:r w:rsidRPr="006049FE">
        <w:rPr>
          <w:sz w:val="22"/>
          <w:szCs w:val="22"/>
        </w:rPr>
        <w:t xml:space="preserve">j 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z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dn</w:t>
      </w:r>
      <w:r w:rsidRPr="006049FE">
        <w:rPr>
          <w:spacing w:val="2"/>
          <w:sz w:val="22"/>
          <w:szCs w:val="22"/>
        </w:rPr>
        <w:t>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2</w:t>
      </w:r>
      <w:r w:rsidRPr="006049FE">
        <w:rPr>
          <w:sz w:val="22"/>
          <w:szCs w:val="22"/>
        </w:rPr>
        <w:t xml:space="preserve">4 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sierpni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27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20</w:t>
      </w:r>
      <w:r w:rsidRPr="006049FE">
        <w:rPr>
          <w:spacing w:val="4"/>
          <w:sz w:val="22"/>
          <w:szCs w:val="22"/>
        </w:rPr>
        <w:t>0</w:t>
      </w:r>
      <w:r w:rsidRPr="006049FE">
        <w:rPr>
          <w:sz w:val="22"/>
          <w:szCs w:val="22"/>
        </w:rPr>
        <w:t xml:space="preserve">4 </w:t>
      </w:r>
      <w:r w:rsidRPr="006049FE">
        <w:rPr>
          <w:spacing w:val="28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w </w:t>
      </w:r>
      <w:r w:rsidRPr="006049FE">
        <w:rPr>
          <w:spacing w:val="2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</w:t>
      </w:r>
      <w:r w:rsidRPr="006049FE">
        <w:rPr>
          <w:spacing w:val="5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raw</w:t>
      </w:r>
      <w:r w:rsidRPr="006049FE">
        <w:rPr>
          <w:spacing w:val="6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ogłoszeni</w:t>
      </w:r>
      <w:r w:rsidRPr="006049FE">
        <w:rPr>
          <w:sz w:val="22"/>
          <w:szCs w:val="22"/>
        </w:rPr>
        <w:t xml:space="preserve">a </w:t>
      </w:r>
      <w:r w:rsidRPr="006049FE">
        <w:rPr>
          <w:spacing w:val="5"/>
          <w:sz w:val="22"/>
          <w:szCs w:val="22"/>
        </w:rPr>
        <w:t>jednoliteg</w:t>
      </w:r>
      <w:r w:rsidRPr="006049FE">
        <w:rPr>
          <w:sz w:val="22"/>
          <w:szCs w:val="22"/>
        </w:rPr>
        <w:t>o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tekst</w:t>
      </w:r>
      <w:r w:rsidRPr="006049FE">
        <w:rPr>
          <w:sz w:val="22"/>
          <w:szCs w:val="22"/>
        </w:rPr>
        <w:t>u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ust</w:t>
      </w:r>
      <w:r w:rsidRPr="006049FE">
        <w:rPr>
          <w:spacing w:val="4"/>
          <w:sz w:val="22"/>
          <w:szCs w:val="22"/>
        </w:rPr>
        <w:t>a</w:t>
      </w:r>
      <w:r w:rsidRPr="006049FE">
        <w:rPr>
          <w:spacing w:val="5"/>
          <w:sz w:val="22"/>
          <w:szCs w:val="22"/>
        </w:rPr>
        <w:t>w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z w:val="22"/>
          <w:szCs w:val="22"/>
        </w:rPr>
        <w:t xml:space="preserve">o 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6"/>
          <w:sz w:val="22"/>
          <w:szCs w:val="22"/>
        </w:rPr>
        <w:t>y</w:t>
      </w:r>
      <w:r w:rsidRPr="006049FE">
        <w:rPr>
          <w:spacing w:val="5"/>
          <w:sz w:val="22"/>
          <w:szCs w:val="22"/>
        </w:rPr>
        <w:t>ste</w:t>
      </w:r>
      <w:r w:rsidRPr="006049FE">
        <w:rPr>
          <w:spacing w:val="3"/>
          <w:sz w:val="22"/>
          <w:szCs w:val="22"/>
        </w:rPr>
        <w:t>m</w:t>
      </w:r>
      <w:r w:rsidRPr="006049FE">
        <w:rPr>
          <w:spacing w:val="5"/>
          <w:sz w:val="22"/>
          <w:szCs w:val="22"/>
        </w:rPr>
        <w:t>i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ocen</w:t>
      </w:r>
      <w:r w:rsidRPr="006049FE">
        <w:rPr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5"/>
          <w:sz w:val="22"/>
          <w:szCs w:val="22"/>
        </w:rPr>
        <w:t>zgodno</w:t>
      </w:r>
      <w:r w:rsidRPr="006049FE">
        <w:rPr>
          <w:spacing w:val="4"/>
          <w:sz w:val="22"/>
          <w:szCs w:val="22"/>
        </w:rPr>
        <w:t>śc</w:t>
      </w:r>
      <w:r w:rsidRPr="006049FE">
        <w:rPr>
          <w:sz w:val="22"/>
          <w:szCs w:val="22"/>
        </w:rPr>
        <w:t xml:space="preserve">i </w:t>
      </w:r>
      <w:r w:rsidRPr="006049FE">
        <w:rPr>
          <w:spacing w:val="6"/>
          <w:sz w:val="22"/>
          <w:szCs w:val="22"/>
        </w:rPr>
        <w:t>(Dz.U.2004</w:t>
      </w:r>
      <w:r w:rsidRPr="006049FE">
        <w:rPr>
          <w:spacing w:val="5"/>
          <w:sz w:val="22"/>
          <w:szCs w:val="22"/>
        </w:rPr>
        <w:t>.</w:t>
      </w:r>
      <w:r w:rsidRPr="006049FE">
        <w:rPr>
          <w:spacing w:val="6"/>
          <w:sz w:val="22"/>
          <w:szCs w:val="22"/>
        </w:rPr>
        <w:t>204</w:t>
      </w:r>
      <w:r w:rsidRPr="006049FE">
        <w:rPr>
          <w:spacing w:val="5"/>
          <w:sz w:val="22"/>
          <w:szCs w:val="22"/>
        </w:rPr>
        <w:t>.</w:t>
      </w:r>
      <w:r w:rsidRPr="006049FE">
        <w:rPr>
          <w:spacing w:val="6"/>
          <w:sz w:val="22"/>
          <w:szCs w:val="22"/>
        </w:rPr>
        <w:t>20</w:t>
      </w:r>
      <w:r w:rsidRPr="006049FE">
        <w:rPr>
          <w:spacing w:val="5"/>
          <w:sz w:val="22"/>
          <w:szCs w:val="22"/>
        </w:rPr>
        <w:t>8</w:t>
      </w:r>
      <w:r w:rsidRPr="006049FE">
        <w:rPr>
          <w:spacing w:val="6"/>
          <w:sz w:val="22"/>
          <w:szCs w:val="22"/>
        </w:rPr>
        <w:t>7)</w:t>
      </w:r>
    </w:p>
    <w:p w:rsidR="00CE1AD5" w:rsidRPr="006049FE" w:rsidRDefault="00CA3637" w:rsidP="00011DB0">
      <w:pPr>
        <w:pStyle w:val="Akapitzlist"/>
        <w:rPr>
          <w:sz w:val="22"/>
          <w:szCs w:val="22"/>
        </w:rPr>
      </w:pPr>
      <w:r w:rsidRPr="006049FE">
        <w:rPr>
          <w:spacing w:val="7"/>
          <w:sz w:val="22"/>
          <w:szCs w:val="22"/>
        </w:rPr>
        <w:t>Rozpor</w:t>
      </w:r>
      <w:r w:rsidRPr="006049FE">
        <w:rPr>
          <w:spacing w:val="6"/>
          <w:sz w:val="22"/>
          <w:szCs w:val="22"/>
        </w:rPr>
        <w:t>z</w:t>
      </w:r>
      <w:r w:rsidRPr="006049FE">
        <w:rPr>
          <w:spacing w:val="7"/>
          <w:sz w:val="22"/>
          <w:szCs w:val="22"/>
        </w:rPr>
        <w:t>ądz</w:t>
      </w:r>
      <w:r w:rsidRPr="006049FE">
        <w:rPr>
          <w:spacing w:val="5"/>
          <w:sz w:val="22"/>
          <w:szCs w:val="22"/>
        </w:rPr>
        <w:t>e</w:t>
      </w:r>
      <w:r w:rsidRPr="006049FE">
        <w:rPr>
          <w:spacing w:val="7"/>
          <w:sz w:val="22"/>
          <w:szCs w:val="22"/>
        </w:rPr>
        <w:t>ni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Mini</w:t>
      </w:r>
      <w:r w:rsidRPr="006049FE">
        <w:rPr>
          <w:spacing w:val="5"/>
          <w:sz w:val="22"/>
          <w:szCs w:val="22"/>
        </w:rPr>
        <w:t>s</w:t>
      </w:r>
      <w:r w:rsidRPr="006049FE">
        <w:rPr>
          <w:spacing w:val="7"/>
          <w:sz w:val="22"/>
          <w:szCs w:val="22"/>
        </w:rPr>
        <w:t>tr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Infrastruktu</w:t>
      </w:r>
      <w:r w:rsidRPr="006049FE">
        <w:rPr>
          <w:spacing w:val="6"/>
          <w:sz w:val="22"/>
          <w:szCs w:val="22"/>
        </w:rPr>
        <w:t>r</w:t>
      </w:r>
      <w:r w:rsidRPr="006049FE">
        <w:rPr>
          <w:sz w:val="22"/>
          <w:szCs w:val="22"/>
        </w:rPr>
        <w:t>y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z w:val="22"/>
          <w:szCs w:val="22"/>
        </w:rPr>
        <w:t>z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dni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1</w:t>
      </w:r>
      <w:r w:rsidRPr="006049FE">
        <w:rPr>
          <w:sz w:val="22"/>
          <w:szCs w:val="22"/>
        </w:rPr>
        <w:t>1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sierpni</w:t>
      </w:r>
      <w:r w:rsidRPr="006049FE">
        <w:rPr>
          <w:sz w:val="22"/>
          <w:szCs w:val="22"/>
        </w:rPr>
        <w:t>a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200</w:t>
      </w:r>
      <w:r w:rsidRPr="006049FE">
        <w:rPr>
          <w:sz w:val="22"/>
          <w:szCs w:val="22"/>
        </w:rPr>
        <w:t>4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7"/>
          <w:sz w:val="22"/>
          <w:szCs w:val="22"/>
        </w:rPr>
        <w:t>sprawi</w:t>
      </w:r>
      <w:r w:rsidRPr="006049FE">
        <w:rPr>
          <w:sz w:val="22"/>
          <w:szCs w:val="22"/>
        </w:rPr>
        <w:t>e</w:t>
      </w:r>
      <w:r w:rsidRPr="006049FE">
        <w:rPr>
          <w:spacing w:val="10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sy</w:t>
      </w:r>
      <w:r w:rsidRPr="006049FE">
        <w:rPr>
          <w:spacing w:val="2"/>
          <w:sz w:val="22"/>
          <w:szCs w:val="22"/>
        </w:rPr>
        <w:t>s</w:t>
      </w:r>
      <w:r w:rsidRPr="006049FE">
        <w:rPr>
          <w:spacing w:val="3"/>
          <w:sz w:val="22"/>
          <w:szCs w:val="22"/>
        </w:rPr>
        <w:t>te</w:t>
      </w:r>
      <w:r w:rsidRPr="006049FE">
        <w:rPr>
          <w:spacing w:val="2"/>
          <w:sz w:val="22"/>
          <w:szCs w:val="22"/>
        </w:rPr>
        <w:t>m</w:t>
      </w:r>
      <w:r w:rsidRPr="006049FE">
        <w:rPr>
          <w:spacing w:val="4"/>
          <w:sz w:val="22"/>
          <w:szCs w:val="22"/>
        </w:rPr>
        <w:t>ó</w:t>
      </w:r>
      <w:r w:rsidRPr="006049FE">
        <w:rPr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c</w:t>
      </w:r>
      <w:r w:rsidRPr="006049FE">
        <w:rPr>
          <w:spacing w:val="2"/>
          <w:sz w:val="22"/>
          <w:szCs w:val="22"/>
        </w:rPr>
        <w:t>en</w:t>
      </w:r>
      <w:r w:rsidRPr="006049FE">
        <w:rPr>
          <w:sz w:val="22"/>
          <w:szCs w:val="22"/>
        </w:rPr>
        <w:t>y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zgo</w:t>
      </w:r>
      <w:r w:rsidRPr="006049FE">
        <w:rPr>
          <w:spacing w:val="4"/>
          <w:sz w:val="22"/>
          <w:szCs w:val="22"/>
        </w:rPr>
        <w:t>d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2"/>
          <w:sz w:val="22"/>
          <w:szCs w:val="22"/>
        </w:rPr>
        <w:t>ś</w:t>
      </w:r>
      <w:r w:rsidRPr="006049FE">
        <w:rPr>
          <w:spacing w:val="3"/>
          <w:sz w:val="22"/>
          <w:szCs w:val="22"/>
        </w:rPr>
        <w:t>ci</w:t>
      </w:r>
      <w:r w:rsidRPr="006049FE">
        <w:rPr>
          <w:sz w:val="22"/>
          <w:szCs w:val="22"/>
        </w:rPr>
        <w:t>,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2"/>
          <w:sz w:val="22"/>
          <w:szCs w:val="22"/>
        </w:rPr>
        <w:t>w</w:t>
      </w:r>
      <w:r w:rsidRPr="006049FE">
        <w:rPr>
          <w:spacing w:val="5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m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g</w:t>
      </w:r>
      <w:r w:rsidRPr="006049FE">
        <w:rPr>
          <w:spacing w:val="1"/>
          <w:sz w:val="22"/>
          <w:szCs w:val="22"/>
        </w:rPr>
        <w:t>a</w:t>
      </w:r>
      <w:r w:rsidRPr="006049FE">
        <w:rPr>
          <w:sz w:val="22"/>
          <w:szCs w:val="22"/>
        </w:rPr>
        <w:t>ń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z w:val="22"/>
          <w:szCs w:val="22"/>
        </w:rPr>
        <w:t>,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jaki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p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winn</w:t>
      </w:r>
      <w:r w:rsidRPr="006049FE">
        <w:rPr>
          <w:sz w:val="22"/>
          <w:szCs w:val="22"/>
        </w:rPr>
        <w:t>y</w:t>
      </w:r>
      <w:r w:rsidRPr="006049FE">
        <w:rPr>
          <w:spacing w:val="16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s</w:t>
      </w:r>
      <w:r w:rsidRPr="006049FE">
        <w:rPr>
          <w:spacing w:val="4"/>
          <w:sz w:val="22"/>
          <w:szCs w:val="22"/>
        </w:rPr>
        <w:t>p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3"/>
          <w:sz w:val="22"/>
          <w:szCs w:val="22"/>
        </w:rPr>
        <w:t>łnia</w:t>
      </w:r>
      <w:r w:rsidRPr="006049FE">
        <w:rPr>
          <w:sz w:val="22"/>
          <w:szCs w:val="22"/>
        </w:rPr>
        <w:t>ć</w:t>
      </w:r>
      <w:r w:rsidRPr="006049FE">
        <w:rPr>
          <w:spacing w:val="14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2"/>
          <w:sz w:val="22"/>
          <w:szCs w:val="22"/>
        </w:rPr>
        <w:t>ot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f</w:t>
      </w:r>
      <w:r w:rsidRPr="006049FE">
        <w:rPr>
          <w:spacing w:val="3"/>
          <w:sz w:val="22"/>
          <w:szCs w:val="22"/>
        </w:rPr>
        <w:t>i</w:t>
      </w:r>
      <w:r w:rsidRPr="006049FE">
        <w:rPr>
          <w:spacing w:val="2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z w:val="22"/>
          <w:szCs w:val="22"/>
        </w:rPr>
        <w:t>e</w:t>
      </w:r>
      <w:r w:rsidRPr="006049FE">
        <w:rPr>
          <w:spacing w:val="15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jednostk</w:t>
      </w:r>
      <w:r w:rsidRPr="006049FE">
        <w:rPr>
          <w:sz w:val="22"/>
          <w:szCs w:val="22"/>
        </w:rPr>
        <w:t>i</w:t>
      </w:r>
      <w:r w:rsidRPr="006049FE">
        <w:rPr>
          <w:spacing w:val="11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uczestnicząc</w:t>
      </w:r>
      <w:r w:rsidRPr="006049FE">
        <w:rPr>
          <w:sz w:val="22"/>
          <w:szCs w:val="22"/>
        </w:rPr>
        <w:t>e</w:t>
      </w:r>
      <w:r w:rsidRPr="006049FE">
        <w:rPr>
          <w:spacing w:val="13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12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oc</w:t>
      </w:r>
      <w:r w:rsidRPr="006049FE">
        <w:rPr>
          <w:spacing w:val="2"/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nie</w:t>
      </w:r>
      <w:r w:rsidRPr="006049FE">
        <w:rPr>
          <w:spacing w:val="1"/>
          <w:w w:val="9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zgo</w:t>
      </w:r>
      <w:r w:rsidRPr="006049FE">
        <w:rPr>
          <w:sz w:val="22"/>
          <w:szCs w:val="22"/>
        </w:rPr>
        <w:t>d</w:t>
      </w:r>
      <w:r w:rsidRPr="006049FE">
        <w:rPr>
          <w:spacing w:val="1"/>
          <w:sz w:val="22"/>
          <w:szCs w:val="22"/>
        </w:rPr>
        <w:t>no</w:t>
      </w:r>
      <w:r w:rsidRPr="006049FE">
        <w:rPr>
          <w:sz w:val="22"/>
          <w:szCs w:val="22"/>
        </w:rPr>
        <w:t>ś</w:t>
      </w:r>
      <w:r w:rsidRPr="006049FE">
        <w:rPr>
          <w:spacing w:val="1"/>
          <w:sz w:val="22"/>
          <w:szCs w:val="22"/>
        </w:rPr>
        <w:t>c</w:t>
      </w:r>
      <w:r w:rsidRPr="006049FE">
        <w:rPr>
          <w:sz w:val="22"/>
          <w:szCs w:val="22"/>
        </w:rPr>
        <w:t xml:space="preserve">i   </w:t>
      </w:r>
      <w:r w:rsidRPr="006049FE">
        <w:rPr>
          <w:spacing w:val="48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ora</w:t>
      </w:r>
      <w:r w:rsidRPr="006049FE">
        <w:rPr>
          <w:sz w:val="22"/>
          <w:szCs w:val="22"/>
        </w:rPr>
        <w:t xml:space="preserve">z  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sposob</w:t>
      </w:r>
      <w:r w:rsidRPr="006049FE">
        <w:rPr>
          <w:sz w:val="22"/>
          <w:szCs w:val="22"/>
        </w:rPr>
        <w:t xml:space="preserve">u  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1"/>
          <w:sz w:val="22"/>
          <w:szCs w:val="22"/>
        </w:rPr>
        <w:t>oznacz</w:t>
      </w:r>
      <w:r w:rsidRPr="006049FE">
        <w:rPr>
          <w:sz w:val="22"/>
          <w:szCs w:val="22"/>
        </w:rPr>
        <w:t>e</w:t>
      </w:r>
      <w:r w:rsidRPr="006049FE">
        <w:rPr>
          <w:spacing w:val="1"/>
          <w:sz w:val="22"/>
          <w:szCs w:val="22"/>
        </w:rPr>
        <w:t>ni</w:t>
      </w:r>
      <w:r w:rsidRPr="006049FE">
        <w:rPr>
          <w:sz w:val="22"/>
          <w:szCs w:val="22"/>
        </w:rPr>
        <w:t xml:space="preserve">a   </w:t>
      </w:r>
      <w:r w:rsidRPr="006049FE">
        <w:rPr>
          <w:spacing w:val="50"/>
          <w:sz w:val="22"/>
          <w:szCs w:val="22"/>
        </w:rPr>
        <w:t xml:space="preserve"> </w:t>
      </w:r>
      <w:r w:rsidRPr="006049FE">
        <w:rPr>
          <w:sz w:val="22"/>
          <w:szCs w:val="22"/>
        </w:rPr>
        <w:t>w</w:t>
      </w:r>
      <w:r w:rsidRPr="006049FE">
        <w:rPr>
          <w:spacing w:val="3"/>
          <w:sz w:val="22"/>
          <w:szCs w:val="22"/>
        </w:rPr>
        <w:t>y</w:t>
      </w:r>
      <w:r w:rsidRPr="006049FE">
        <w:rPr>
          <w:spacing w:val="1"/>
          <w:sz w:val="22"/>
          <w:szCs w:val="22"/>
        </w:rPr>
        <w:t>robó</w:t>
      </w:r>
      <w:r w:rsidRPr="006049FE">
        <w:rPr>
          <w:sz w:val="22"/>
          <w:szCs w:val="22"/>
        </w:rPr>
        <w:t xml:space="preserve">w   </w:t>
      </w:r>
      <w:r w:rsidRPr="006049FE">
        <w:rPr>
          <w:spacing w:val="49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b</w:t>
      </w:r>
      <w:r w:rsidRPr="006049FE">
        <w:rPr>
          <w:spacing w:val="3"/>
          <w:sz w:val="22"/>
          <w:szCs w:val="22"/>
        </w:rPr>
        <w:t>ud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la</w:t>
      </w:r>
      <w:r w:rsidRPr="006049FE">
        <w:rPr>
          <w:spacing w:val="3"/>
          <w:sz w:val="22"/>
          <w:szCs w:val="22"/>
        </w:rPr>
        <w:t>n</w:t>
      </w:r>
      <w:r w:rsidRPr="006049FE">
        <w:rPr>
          <w:spacing w:val="4"/>
          <w:sz w:val="22"/>
          <w:szCs w:val="22"/>
        </w:rPr>
        <w:t>y</w:t>
      </w:r>
      <w:r w:rsidRPr="006049FE">
        <w:rPr>
          <w:spacing w:val="2"/>
          <w:sz w:val="22"/>
          <w:szCs w:val="22"/>
        </w:rPr>
        <w:t>c</w:t>
      </w:r>
      <w:r w:rsidRPr="006049FE">
        <w:rPr>
          <w:sz w:val="22"/>
          <w:szCs w:val="22"/>
        </w:rPr>
        <w:t xml:space="preserve">h   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zn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3"/>
          <w:sz w:val="22"/>
          <w:szCs w:val="22"/>
        </w:rPr>
        <w:t>k</w:t>
      </w:r>
      <w:r w:rsidRPr="006049FE">
        <w:rPr>
          <w:spacing w:val="4"/>
          <w:sz w:val="22"/>
          <w:szCs w:val="22"/>
        </w:rPr>
        <w:t>o</w:t>
      </w:r>
      <w:r w:rsidRPr="006049FE">
        <w:rPr>
          <w:spacing w:val="3"/>
          <w:sz w:val="22"/>
          <w:szCs w:val="22"/>
        </w:rPr>
        <w:t>w</w:t>
      </w:r>
      <w:r w:rsidRPr="006049FE">
        <w:rPr>
          <w:spacing w:val="2"/>
          <w:sz w:val="22"/>
          <w:szCs w:val="22"/>
        </w:rPr>
        <w:t>a</w:t>
      </w:r>
      <w:r w:rsidRPr="006049FE">
        <w:rPr>
          <w:spacing w:val="4"/>
          <w:sz w:val="22"/>
          <w:szCs w:val="22"/>
        </w:rPr>
        <w:t>n</w:t>
      </w:r>
      <w:r w:rsidRPr="006049FE">
        <w:rPr>
          <w:spacing w:val="3"/>
          <w:sz w:val="22"/>
          <w:szCs w:val="22"/>
        </w:rPr>
        <w:t>ie</w:t>
      </w:r>
      <w:r w:rsidRPr="006049FE">
        <w:rPr>
          <w:sz w:val="22"/>
          <w:szCs w:val="22"/>
        </w:rPr>
        <w:t xml:space="preserve">m   </w:t>
      </w:r>
      <w:r w:rsidRPr="006049FE">
        <w:rPr>
          <w:spacing w:val="53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C</w:t>
      </w:r>
      <w:r w:rsidRPr="006049FE">
        <w:rPr>
          <w:sz w:val="22"/>
          <w:szCs w:val="22"/>
        </w:rPr>
        <w:t>E</w:t>
      </w:r>
      <w:r w:rsidRPr="006049FE">
        <w:rPr>
          <w:w w:val="99"/>
          <w:sz w:val="22"/>
          <w:szCs w:val="22"/>
        </w:rPr>
        <w:t xml:space="preserve"> </w:t>
      </w:r>
      <w:r w:rsidRPr="006049FE">
        <w:rPr>
          <w:sz w:val="22"/>
          <w:szCs w:val="22"/>
        </w:rPr>
        <w:t>(</w:t>
      </w:r>
      <w:r w:rsidRPr="006049FE">
        <w:rPr>
          <w:spacing w:val="-4"/>
          <w:sz w:val="22"/>
          <w:szCs w:val="22"/>
        </w:rPr>
        <w:t xml:space="preserve"> </w:t>
      </w:r>
      <w:r w:rsidRPr="006049FE">
        <w:rPr>
          <w:spacing w:val="3"/>
          <w:sz w:val="22"/>
          <w:szCs w:val="22"/>
        </w:rPr>
        <w:t>Dz.U.</w:t>
      </w:r>
      <w:r w:rsidRPr="006049FE">
        <w:rPr>
          <w:spacing w:val="4"/>
          <w:sz w:val="22"/>
          <w:szCs w:val="22"/>
        </w:rPr>
        <w:t>2</w:t>
      </w:r>
      <w:r w:rsidRPr="006049FE">
        <w:rPr>
          <w:spacing w:val="3"/>
          <w:sz w:val="22"/>
          <w:szCs w:val="22"/>
        </w:rPr>
        <w:t>004.19</w:t>
      </w:r>
      <w:r w:rsidRPr="006049FE">
        <w:rPr>
          <w:spacing w:val="4"/>
          <w:sz w:val="22"/>
          <w:szCs w:val="22"/>
        </w:rPr>
        <w:t>5</w:t>
      </w:r>
      <w:r w:rsidRPr="006049FE">
        <w:rPr>
          <w:spacing w:val="3"/>
          <w:sz w:val="22"/>
          <w:szCs w:val="22"/>
        </w:rPr>
        <w:t>.201</w:t>
      </w:r>
      <w:r w:rsidRPr="006049FE">
        <w:rPr>
          <w:sz w:val="22"/>
          <w:szCs w:val="22"/>
        </w:rPr>
        <w:t>1</w:t>
      </w:r>
      <w:r w:rsidRPr="006049FE">
        <w:rPr>
          <w:spacing w:val="-4"/>
          <w:sz w:val="22"/>
          <w:szCs w:val="22"/>
        </w:rPr>
        <w:t xml:space="preserve"> </w:t>
      </w:r>
      <w:r w:rsidR="00011DB0" w:rsidRPr="006049FE">
        <w:rPr>
          <w:sz w:val="22"/>
          <w:szCs w:val="22"/>
        </w:rPr>
        <w:t>)</w:t>
      </w:r>
    </w:p>
    <w:sectPr w:rsidR="00CE1AD5" w:rsidRPr="006049FE" w:rsidSect="00011DB0">
      <w:footerReference w:type="default" r:id="rId11"/>
      <w:pgSz w:w="11905" w:h="16840"/>
      <w:pgMar w:top="1380" w:right="1020" w:bottom="900" w:left="1360" w:header="0" w:footer="71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5B30" w:rsidRDefault="00A25B30">
      <w:r>
        <w:separator/>
      </w:r>
    </w:p>
  </w:endnote>
  <w:endnote w:type="continuationSeparator" w:id="0">
    <w:p w:rsidR="00A25B30" w:rsidRDefault="00A25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94" w:rsidRDefault="00A25B30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32" o:spid="_x0000_s2051" type="#_x0000_t202" style="position:absolute;margin-left:286.4pt;margin-top:795.05pt;width:4.5pt;height:12.05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" o:allowincell="f" filled="f" stroked="f">
          <v:textbox inset="0,0,0,0">
            <w:txbxContent>
              <w:p w:rsidR="00E67E94" w:rsidRDefault="00E67E94">
                <w:pPr>
                  <w:kinsoku w:val="0"/>
                  <w:overflowPunct w:val="0"/>
                  <w:spacing w:line="225" w:lineRule="exact"/>
                  <w:ind w:left="2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t>.</w:t>
                </w:r>
              </w:p>
            </w:txbxContent>
          </v:textbox>
          <w10:wrap anchorx="page" anchory="page"/>
        </v:shape>
      </w:pict>
    </w:r>
    <w:r>
      <w:rPr>
        <w:noProof/>
      </w:rPr>
      <w:pict>
        <v:shape id="Pole tekstowe 31" o:spid="_x0000_s2050" type="#_x0000_t202" style="position:absolute;margin-left:521.85pt;margin-top:795pt;width:21.65pt;height:12.15pt;z-index:-25165772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" o:allowincell="f" filled="f" stroked="f">
          <v:textbox inset="0,0,0,0">
            <w:txbxContent>
              <w:p w:rsidR="00E67E94" w:rsidRDefault="00363A12">
                <w:pPr>
                  <w:kinsoku w:val="0"/>
                  <w:overflowPunct w:val="0"/>
                  <w:spacing w:line="227" w:lineRule="exact"/>
                  <w:ind w:left="191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fldChar w:fldCharType="begin"/>
                </w:r>
                <w:r w:rsidR="00E67E94">
                  <w:rPr>
                    <w:sz w:val="20"/>
                    <w:szCs w:val="20"/>
                  </w:rPr>
                  <w:instrText xml:space="preserve"> PAGE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460E31">
                  <w:rPr>
                    <w:noProof/>
                    <w:sz w:val="20"/>
                    <w:szCs w:val="20"/>
                  </w:rPr>
                  <w:t>73</w:t>
                </w:r>
                <w:r>
                  <w:rPr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E94" w:rsidRDefault="00A25B30">
    <w:pPr>
      <w:kinsoku w:val="0"/>
      <w:overflowPunct w:val="0"/>
      <w:spacing w:line="200" w:lineRule="exact"/>
      <w:rPr>
        <w:sz w:val="20"/>
        <w:szCs w:val="20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Pole tekstowe 26" o:spid="_x0000_s2049" type="#_x0000_t202" style="position:absolute;margin-left:511.05pt;margin-top:795pt;width:19.05pt;height:12pt;z-index:-25166080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" o:allowincell="f" filled="f" stroked="f">
          <v:textbox inset="0,0,0,0">
            <w:txbxContent>
              <w:p w:rsidR="00E67E94" w:rsidRDefault="00363A12">
                <w:pPr>
                  <w:kinsoku w:val="0"/>
                  <w:overflowPunct w:val="0"/>
                  <w:spacing w:line="225" w:lineRule="exact"/>
                  <w:ind w:left="40"/>
                  <w:rPr>
                    <w:sz w:val="20"/>
                    <w:szCs w:val="20"/>
                  </w:rPr>
                </w:pPr>
                <w:r>
                  <w:rPr>
                    <w:sz w:val="20"/>
                    <w:szCs w:val="20"/>
                  </w:rPr>
                  <w:fldChar w:fldCharType="begin"/>
                </w:r>
                <w:r w:rsidR="00E67E94">
                  <w:rPr>
                    <w:sz w:val="20"/>
                    <w:szCs w:val="20"/>
                  </w:rPr>
                  <w:instrText xml:space="preserve"> PAGE </w:instrText>
                </w:r>
                <w:r>
                  <w:rPr>
                    <w:sz w:val="20"/>
                    <w:szCs w:val="20"/>
                  </w:rPr>
                  <w:fldChar w:fldCharType="separate"/>
                </w:r>
                <w:r w:rsidR="00460E31">
                  <w:rPr>
                    <w:noProof/>
                    <w:sz w:val="20"/>
                    <w:szCs w:val="20"/>
                  </w:rPr>
                  <w:t>76</w:t>
                </w:r>
                <w:r>
                  <w:rPr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5B30" w:rsidRDefault="00A25B30">
      <w:r>
        <w:separator/>
      </w:r>
    </w:p>
  </w:footnote>
  <w:footnote w:type="continuationSeparator" w:id="0">
    <w:p w:rsidR="00A25B30" w:rsidRDefault="00A25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3637"/>
    <w:rsid w:val="00011DB0"/>
    <w:rsid w:val="00066129"/>
    <w:rsid w:val="000F2CB7"/>
    <w:rsid w:val="00136EB4"/>
    <w:rsid w:val="001731DE"/>
    <w:rsid w:val="002B1FB8"/>
    <w:rsid w:val="00363A12"/>
    <w:rsid w:val="003C4B23"/>
    <w:rsid w:val="0042061D"/>
    <w:rsid w:val="00431932"/>
    <w:rsid w:val="00460E31"/>
    <w:rsid w:val="004B29A7"/>
    <w:rsid w:val="00551AB6"/>
    <w:rsid w:val="00571B35"/>
    <w:rsid w:val="005B1B94"/>
    <w:rsid w:val="005F1C4F"/>
    <w:rsid w:val="006049FE"/>
    <w:rsid w:val="0060573C"/>
    <w:rsid w:val="006A11DB"/>
    <w:rsid w:val="006A5987"/>
    <w:rsid w:val="006B0BF9"/>
    <w:rsid w:val="00746A47"/>
    <w:rsid w:val="00781B7B"/>
    <w:rsid w:val="007B1501"/>
    <w:rsid w:val="007C7592"/>
    <w:rsid w:val="007E67AD"/>
    <w:rsid w:val="008775EC"/>
    <w:rsid w:val="009055D2"/>
    <w:rsid w:val="009A13B5"/>
    <w:rsid w:val="00A25B30"/>
    <w:rsid w:val="00A26CEE"/>
    <w:rsid w:val="00A9695A"/>
    <w:rsid w:val="00AE5F0D"/>
    <w:rsid w:val="00B61431"/>
    <w:rsid w:val="00B70C44"/>
    <w:rsid w:val="00BE3AC7"/>
    <w:rsid w:val="00CA3637"/>
    <w:rsid w:val="00CE1AD5"/>
    <w:rsid w:val="00D11360"/>
    <w:rsid w:val="00D1294D"/>
    <w:rsid w:val="00DB6D02"/>
    <w:rsid w:val="00E05798"/>
    <w:rsid w:val="00E14C15"/>
    <w:rsid w:val="00E67E94"/>
    <w:rsid w:val="00E7191C"/>
    <w:rsid w:val="00EE23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CA3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CA3637"/>
    <w:pPr>
      <w:ind w:left="112"/>
    </w:pPr>
    <w:rPr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A3637"/>
    <w:rPr>
      <w:rFonts w:ascii="Times New Roman" w:eastAsia="Times New Roman" w:hAnsi="Times New Roman" w:cs="Times New Roman"/>
      <w:lang w:eastAsia="pl-PL"/>
    </w:rPr>
  </w:style>
  <w:style w:type="paragraph" w:customStyle="1" w:styleId="Nagwek11">
    <w:name w:val="Nagłówek 11"/>
    <w:basedOn w:val="Normalny"/>
    <w:uiPriority w:val="1"/>
    <w:qFormat/>
    <w:rsid w:val="00CA3637"/>
    <w:pPr>
      <w:outlineLvl w:val="0"/>
    </w:pPr>
    <w:rPr>
      <w:b/>
      <w:bCs/>
      <w:sz w:val="32"/>
      <w:szCs w:val="32"/>
    </w:rPr>
  </w:style>
  <w:style w:type="paragraph" w:customStyle="1" w:styleId="Nagwek21">
    <w:name w:val="Nagłówek 21"/>
    <w:basedOn w:val="Normalny"/>
    <w:uiPriority w:val="1"/>
    <w:qFormat/>
    <w:rsid w:val="00CA3637"/>
    <w:pPr>
      <w:ind w:left="131"/>
      <w:outlineLvl w:val="1"/>
    </w:pPr>
    <w:rPr>
      <w:b/>
      <w:bCs/>
      <w:sz w:val="30"/>
      <w:szCs w:val="30"/>
    </w:rPr>
  </w:style>
  <w:style w:type="paragraph" w:customStyle="1" w:styleId="Nagwek31">
    <w:name w:val="Nagłówek 31"/>
    <w:basedOn w:val="Normalny"/>
    <w:uiPriority w:val="1"/>
    <w:qFormat/>
    <w:rsid w:val="00CA3637"/>
    <w:pPr>
      <w:outlineLvl w:val="2"/>
    </w:pPr>
    <w:rPr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CA3637"/>
    <w:pPr>
      <w:ind w:left="536"/>
      <w:outlineLvl w:val="3"/>
    </w:pPr>
    <w:rPr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CA3637"/>
    <w:pPr>
      <w:ind w:left="112"/>
      <w:outlineLvl w:val="4"/>
    </w:pPr>
    <w:rPr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CA3637"/>
    <w:pPr>
      <w:outlineLvl w:val="5"/>
    </w:pPr>
    <w:rPr>
      <w:sz w:val="26"/>
      <w:szCs w:val="26"/>
    </w:rPr>
  </w:style>
  <w:style w:type="paragraph" w:customStyle="1" w:styleId="Nagwek71">
    <w:name w:val="Nagłówek 71"/>
    <w:basedOn w:val="Normalny"/>
    <w:uiPriority w:val="1"/>
    <w:qFormat/>
    <w:rsid w:val="00CA3637"/>
    <w:pPr>
      <w:ind w:left="112"/>
      <w:outlineLvl w:val="6"/>
    </w:pPr>
    <w:rPr>
      <w:b/>
      <w:bCs/>
    </w:rPr>
  </w:style>
  <w:style w:type="paragraph" w:customStyle="1" w:styleId="Nagwek81">
    <w:name w:val="Nagłówek 81"/>
    <w:basedOn w:val="Normalny"/>
    <w:uiPriority w:val="1"/>
    <w:qFormat/>
    <w:rsid w:val="00CA3637"/>
    <w:pPr>
      <w:ind w:left="571"/>
      <w:outlineLvl w:val="7"/>
    </w:pPr>
    <w:rPr>
      <w:b/>
      <w:bCs/>
      <w:sz w:val="22"/>
      <w:szCs w:val="22"/>
    </w:rPr>
  </w:style>
  <w:style w:type="paragraph" w:customStyle="1" w:styleId="Nagwek91">
    <w:name w:val="Nagłówek 91"/>
    <w:basedOn w:val="Normalny"/>
    <w:uiPriority w:val="1"/>
    <w:qFormat/>
    <w:rsid w:val="00CA3637"/>
    <w:pPr>
      <w:ind w:left="502" w:hanging="358"/>
      <w:outlineLvl w:val="8"/>
    </w:pPr>
    <w:rPr>
      <w:b/>
      <w:bCs/>
      <w:i/>
      <w:iCs/>
      <w:sz w:val="22"/>
      <w:szCs w:val="22"/>
      <w:u w:val="single"/>
    </w:rPr>
  </w:style>
  <w:style w:type="paragraph" w:styleId="Akapitzlist">
    <w:name w:val="List Paragraph"/>
    <w:basedOn w:val="Normalny"/>
    <w:uiPriority w:val="1"/>
    <w:qFormat/>
    <w:rsid w:val="00CA3637"/>
  </w:style>
  <w:style w:type="paragraph" w:customStyle="1" w:styleId="TableParagraph">
    <w:name w:val="Table Paragraph"/>
    <w:basedOn w:val="Normalny"/>
    <w:uiPriority w:val="1"/>
    <w:qFormat/>
    <w:rsid w:val="00CA3637"/>
  </w:style>
  <w:style w:type="paragraph" w:styleId="Bezodstpw">
    <w:name w:val="No Spacing"/>
    <w:uiPriority w:val="1"/>
    <w:qFormat/>
    <w:rsid w:val="00CA36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363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3637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9A879C-31EB-4CC1-9E2B-0D5A5B31B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27793</Words>
  <Characters>166764</Characters>
  <Application>Microsoft Office Word</Application>
  <DocSecurity>0</DocSecurity>
  <Lines>1389</Lines>
  <Paragraphs>388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Radosław Binkowski</dc:creator>
  <cp:lastModifiedBy>Radosław Binkowski</cp:lastModifiedBy>
  <cp:revision>16</cp:revision>
  <cp:lastPrinted>2016-12-15T17:33:00Z</cp:lastPrinted>
  <dcterms:created xsi:type="dcterms:W3CDTF">2016-10-28T09:36:00Z</dcterms:created>
  <dcterms:modified xsi:type="dcterms:W3CDTF">2018-01-03T11:35:00Z</dcterms:modified>
</cp:coreProperties>
</file>