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21256C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6736D8" w:rsidRPr="006736D8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6736D8" w:rsidRPr="006736D8">
        <w:rPr>
          <w:rFonts w:ascii="Times New Roman" w:eastAsia="Times New Roman" w:hAnsi="Times New Roman"/>
          <w:b/>
          <w:sz w:val="24"/>
          <w:szCs w:val="20"/>
          <w:lang w:eastAsia="pl-PL"/>
        </w:rPr>
        <w:t>BP.271.40.2018.BS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6736D8" w:rsidRPr="006736D8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6736D8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736D8">
        <w:rPr>
          <w:rFonts w:ascii="Times New Roman" w:eastAsia="Times New Roman" w:hAnsi="Times New Roman"/>
          <w:b/>
          <w:sz w:val="24"/>
          <w:szCs w:val="24"/>
          <w:lang w:eastAsia="pl-PL"/>
        </w:rPr>
        <w:t>Budowa Przyjaznego Ogrodu Życzliwości przy Przedszkolu Nr 5 w Śremie - II przetarg.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D3E" w:rsidRDefault="008B6D3E" w:rsidP="00025386">
      <w:pPr>
        <w:spacing w:after="0" w:line="240" w:lineRule="auto"/>
      </w:pPr>
      <w:r>
        <w:separator/>
      </w:r>
    </w:p>
  </w:endnote>
  <w:endnote w:type="continuationSeparator" w:id="0">
    <w:p w:rsidR="008B6D3E" w:rsidRDefault="008B6D3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6D8" w:rsidRDefault="006736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21256C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1256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1256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6D8" w:rsidRDefault="006736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D3E" w:rsidRDefault="008B6D3E" w:rsidP="00025386">
      <w:pPr>
        <w:spacing w:after="0" w:line="240" w:lineRule="auto"/>
      </w:pPr>
      <w:r>
        <w:separator/>
      </w:r>
    </w:p>
  </w:footnote>
  <w:footnote w:type="continuationSeparator" w:id="0">
    <w:p w:rsidR="008B6D3E" w:rsidRDefault="008B6D3E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6D8" w:rsidRDefault="006736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6D8" w:rsidRDefault="006736D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6D8" w:rsidRDefault="006736D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D3E"/>
    <w:rsid w:val="00025386"/>
    <w:rsid w:val="00101B40"/>
    <w:rsid w:val="001C2314"/>
    <w:rsid w:val="0021256C"/>
    <w:rsid w:val="003C30EF"/>
    <w:rsid w:val="005624D8"/>
    <w:rsid w:val="005A0158"/>
    <w:rsid w:val="006736D8"/>
    <w:rsid w:val="0069796D"/>
    <w:rsid w:val="008B6D3E"/>
    <w:rsid w:val="008E405A"/>
    <w:rsid w:val="008F2498"/>
    <w:rsid w:val="00A56A6F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2018-07-05T07:44:00Z</dcterms:created>
  <dcterms:modified xsi:type="dcterms:W3CDTF">2018-07-05T07:44:00Z</dcterms:modified>
</cp:coreProperties>
</file>