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667565" w:rsidRPr="00667565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67565" w:rsidRPr="00667565">
        <w:rPr>
          <w:rFonts w:ascii="Times New Roman" w:hAnsi="Times New Roman"/>
          <w:b/>
        </w:rPr>
        <w:t>BP.271.47.2018.BS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67565" w:rsidRPr="0066756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67565" w:rsidRPr="0066756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667565" w:rsidRPr="0066756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67565" w:rsidRPr="0066756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667565" w:rsidRPr="0066756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667565" w:rsidRPr="00667565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667565" w:rsidRPr="00667565">
        <w:rPr>
          <w:rFonts w:ascii="Times New Roman" w:hAnsi="Times New Roman"/>
          <w:b/>
        </w:rPr>
        <w:t>Budowa ciągu pieszo-rowerowego ul. Jeziorna w Śremie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667565" w:rsidRPr="0066756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667565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667565" w:rsidRPr="00292198" w:rsidRDefault="00667565" w:rsidP="0066756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667565" w:rsidRPr="00292198" w:rsidRDefault="00292198" w:rsidP="0066756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667565" w:rsidRPr="00292198">
        <w:rPr>
          <w:rFonts w:ascii="Times New Roman" w:hAnsi="Times New Roman"/>
          <w:bCs/>
          <w:iCs/>
        </w:rPr>
        <w:t xml:space="preserve"> </w:t>
      </w:r>
    </w:p>
    <w:p w:rsidR="00667565" w:rsidRPr="00292198" w:rsidRDefault="00292198" w:rsidP="0066756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667565" w:rsidRPr="00292198">
        <w:rPr>
          <w:rFonts w:ascii="Times New Roman" w:hAnsi="Times New Roman"/>
          <w:bCs/>
          <w:iCs/>
        </w:rPr>
        <w:t xml:space="preserve"> </w:t>
      </w:r>
    </w:p>
    <w:p w:rsidR="00667565" w:rsidRDefault="00292198" w:rsidP="0066756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667565">
        <w:rPr>
          <w:rFonts w:ascii="Times New Roman" w:hAnsi="Times New Roman"/>
          <w:bCs/>
          <w:iCs/>
        </w:rPr>
        <w:t xml:space="preserve"> </w:t>
      </w:r>
    </w:p>
    <w:p w:rsidR="00667565" w:rsidRPr="00292198" w:rsidRDefault="00292198" w:rsidP="00667565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667565" w:rsidRPr="00292198">
        <w:rPr>
          <w:rFonts w:ascii="Times New Roman" w:hAnsi="Times New Roman"/>
          <w:bCs/>
          <w:iCs/>
        </w:rPr>
        <w:t xml:space="preserve"> </w:t>
      </w:r>
    </w:p>
    <w:p w:rsidR="00667565" w:rsidRPr="00292198" w:rsidRDefault="00292198" w:rsidP="00667565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667565" w:rsidRPr="00292198">
        <w:rPr>
          <w:rFonts w:ascii="Times New Roman" w:hAnsi="Times New Roman"/>
          <w:bCs/>
          <w:iCs/>
        </w:rPr>
        <w:t xml:space="preserve"> </w:t>
      </w:r>
    </w:p>
    <w:p w:rsidR="00667565" w:rsidRPr="00292198" w:rsidRDefault="00292198" w:rsidP="00667565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667565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2C" w:rsidRDefault="00C8032C" w:rsidP="0038231F">
      <w:pPr>
        <w:spacing w:after="0" w:line="240" w:lineRule="auto"/>
      </w:pPr>
      <w:r>
        <w:separator/>
      </w:r>
    </w:p>
  </w:endnote>
  <w:endnote w:type="continuationSeparator" w:id="0">
    <w:p w:rsidR="00C8032C" w:rsidRDefault="00C803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565" w:rsidRDefault="006675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B102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B102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565" w:rsidRDefault="00667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2C" w:rsidRDefault="00C8032C" w:rsidP="0038231F">
      <w:pPr>
        <w:spacing w:after="0" w:line="240" w:lineRule="auto"/>
      </w:pPr>
      <w:r>
        <w:separator/>
      </w:r>
    </w:p>
  </w:footnote>
  <w:footnote w:type="continuationSeparator" w:id="0">
    <w:p w:rsidR="00C8032C" w:rsidRDefault="00C803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565" w:rsidRDefault="006675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565" w:rsidRDefault="006675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565" w:rsidRDefault="006675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2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2DA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565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032C"/>
    <w:rsid w:val="00C81012"/>
    <w:rsid w:val="00C909B9"/>
    <w:rsid w:val="00CB1023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49983-B941-4AC5-9EF1-73EAB3BD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2018-09-14T09:54:00Z</dcterms:created>
  <dcterms:modified xsi:type="dcterms:W3CDTF">2018-09-14T09:54:00Z</dcterms:modified>
</cp:coreProperties>
</file>