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6B5EB3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8C6E8C" w:rsidRPr="008C6E8C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8C6E8C" w:rsidRPr="008C6E8C">
        <w:rPr>
          <w:b/>
          <w:sz w:val="24"/>
        </w:rPr>
        <w:t>BP.271.48.2918.BS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8C6E8C" w:rsidRPr="008C6E8C">
        <w:rPr>
          <w:b/>
        </w:rPr>
        <w:t>przetarg nieograniczony</w:t>
      </w:r>
      <w:r w:rsidR="00753DC1">
        <w:t xml:space="preserve"> na:</w:t>
      </w:r>
    </w:p>
    <w:p w:rsidR="0000184A" w:rsidRDefault="008C6E8C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8C6E8C">
        <w:rPr>
          <w:b/>
          <w:sz w:val="24"/>
          <w:szCs w:val="24"/>
        </w:rPr>
        <w:t>Budowa dróg gminnych w Nochowie - ul. Wiosenna - etap I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8C6E8C" w:rsidRPr="008C6E8C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8C6E8C" w:rsidRPr="008C6E8C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8C6E8C" w:rsidRPr="008C6E8C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89D" w:rsidRDefault="0067289D">
      <w:r>
        <w:separator/>
      </w:r>
    </w:p>
  </w:endnote>
  <w:endnote w:type="continuationSeparator" w:id="0">
    <w:p w:rsidR="0067289D" w:rsidRDefault="00672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6B5EB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B5EB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B5EB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E8C" w:rsidRDefault="008C6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89D" w:rsidRDefault="0067289D">
      <w:r>
        <w:separator/>
      </w:r>
    </w:p>
  </w:footnote>
  <w:footnote w:type="continuationSeparator" w:id="0">
    <w:p w:rsidR="0067289D" w:rsidRDefault="0067289D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E8C" w:rsidRDefault="008C6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E8C" w:rsidRDefault="008C6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E8C" w:rsidRDefault="008C6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89D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7289D"/>
    <w:rsid w:val="00697D36"/>
    <w:rsid w:val="006B51E7"/>
    <w:rsid w:val="006B5EB3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C6E8C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8FD97-7B3C-4BA4-9CD9-0F9A70A64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2010-01-07T08:39:00Z</cp:lastPrinted>
  <dcterms:created xsi:type="dcterms:W3CDTF">2018-09-14T10:39:00Z</dcterms:created>
  <dcterms:modified xsi:type="dcterms:W3CDTF">2018-09-14T10:39:00Z</dcterms:modified>
</cp:coreProperties>
</file>