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C50E85" w:rsidRPr="00C50E85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C50E85" w:rsidRPr="00C50E85">
        <w:rPr>
          <w:rFonts w:ascii="Times New Roman" w:hAnsi="Times New Roman"/>
          <w:b/>
        </w:rPr>
        <w:t>BP.271.2.2019.BS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50E85" w:rsidRPr="00C50E85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50E85" w:rsidRPr="00C50E85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C50E85" w:rsidRPr="00C50E85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50E85" w:rsidRPr="00C50E85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C50E85" w:rsidRPr="00C50E85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C50E85" w:rsidRPr="00C50E85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C50E85" w:rsidRPr="00C50E85">
        <w:rPr>
          <w:rFonts w:ascii="Times New Roman" w:hAnsi="Times New Roman"/>
          <w:b/>
        </w:rPr>
        <w:t>Odbiór odpadów komunalnych zebranych w sposób selektywny z miejsc gromadzenia odpadów komunalnych obejmujących pojemniki typu "dzwon" oraz pojemniki do odbioru odpadów ulegających biodegradacji w tym odpadów zielonych"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C50E85" w:rsidRPr="00C50E85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5A1" w:rsidRDefault="00DC65A1" w:rsidP="0038231F">
      <w:pPr>
        <w:spacing w:after="0" w:line="240" w:lineRule="auto"/>
      </w:pPr>
      <w:r>
        <w:separator/>
      </w:r>
    </w:p>
  </w:endnote>
  <w:endnote w:type="continuationSeparator" w:id="0">
    <w:p w:rsidR="00DC65A1" w:rsidRDefault="00DC65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E85" w:rsidRDefault="00C50E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A27BD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A27B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E85" w:rsidRDefault="00C50E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5A1" w:rsidRDefault="00DC65A1" w:rsidP="0038231F">
      <w:pPr>
        <w:spacing w:after="0" w:line="240" w:lineRule="auto"/>
      </w:pPr>
      <w:r>
        <w:separator/>
      </w:r>
    </w:p>
  </w:footnote>
  <w:footnote w:type="continuationSeparator" w:id="0">
    <w:p w:rsidR="00DC65A1" w:rsidRDefault="00DC65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E85" w:rsidRDefault="00C50E8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E85" w:rsidRDefault="00C50E8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E85" w:rsidRDefault="00C50E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5A1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0E85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27BD"/>
    <w:rsid w:val="00DA6EC7"/>
    <w:rsid w:val="00DC65A1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960B2-85DA-44B1-AE9B-B48735F79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2019-01-21T10:55:00Z</dcterms:created>
  <dcterms:modified xsi:type="dcterms:W3CDTF">2019-01-21T10:55:00Z</dcterms:modified>
</cp:coreProperties>
</file>