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D3119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152D8" w:rsidRPr="00D152D8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152D8" w:rsidRPr="00D152D8">
        <w:rPr>
          <w:b/>
          <w:sz w:val="24"/>
        </w:rPr>
        <w:t>BP.271.5.2019.BS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152D8" w:rsidRPr="00D152D8">
        <w:rPr>
          <w:b/>
        </w:rPr>
        <w:t>przetarg nieograniczony</w:t>
      </w:r>
      <w:r w:rsidR="00753DC1">
        <w:t xml:space="preserve"> na:</w:t>
      </w:r>
    </w:p>
    <w:p w:rsidR="0000184A" w:rsidRDefault="00D152D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152D8">
        <w:rPr>
          <w:b/>
          <w:sz w:val="24"/>
          <w:szCs w:val="24"/>
        </w:rPr>
        <w:t>Budowa parkingu przy ul. Staszica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152D8" w:rsidRPr="00D152D8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152D8" w:rsidRPr="00D152D8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152D8" w:rsidRPr="00D152D8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F7" w:rsidRDefault="00C72BF7">
      <w:r>
        <w:separator/>
      </w:r>
    </w:p>
  </w:endnote>
  <w:endnote w:type="continuationSeparator" w:id="0">
    <w:p w:rsidR="00C72BF7" w:rsidRDefault="00C7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3119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01C1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01C1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D8" w:rsidRDefault="00D152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F7" w:rsidRDefault="00C72BF7">
      <w:r>
        <w:separator/>
      </w:r>
    </w:p>
  </w:footnote>
  <w:footnote w:type="continuationSeparator" w:id="0">
    <w:p w:rsidR="00C72BF7" w:rsidRDefault="00C72BF7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D8" w:rsidRDefault="00D152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D8" w:rsidRDefault="00D152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D8" w:rsidRDefault="00D15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F7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72BF7"/>
    <w:rsid w:val="00CB6204"/>
    <w:rsid w:val="00CC527A"/>
    <w:rsid w:val="00D01C12"/>
    <w:rsid w:val="00D152D8"/>
    <w:rsid w:val="00D3119B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A505-B7F1-4100-B918-E12389B5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2019-01-31T13:16:00Z</dcterms:created>
  <dcterms:modified xsi:type="dcterms:W3CDTF">2019-01-31T13:16:00Z</dcterms:modified>
</cp:coreProperties>
</file>