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641592" w:rsidRPr="00641592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641592" w:rsidRPr="00641592">
        <w:rPr>
          <w:rFonts w:ascii="Times New Roman" w:hAnsi="Times New Roman"/>
          <w:b/>
        </w:rPr>
        <w:t>BP271.7.2019.BS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1592" w:rsidRPr="0064159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1592" w:rsidRPr="0064159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641592" w:rsidRPr="0064159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1592" w:rsidRPr="0064159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641592" w:rsidRPr="0064159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641592" w:rsidRPr="00641592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641592" w:rsidRPr="00641592">
        <w:rPr>
          <w:rFonts w:ascii="Times New Roman" w:hAnsi="Times New Roman"/>
          <w:b/>
        </w:rPr>
        <w:t>Odbiór odpadów komunalnych zebranych w sposób selektywny z miejsc gromadzenia odpadów komunalnych obejmujących pojemniki typu "dzwon" oraz pojemniki do odbioru odpadów ulegających biodegradacji w tym odpadów zielonych- III przetarg"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641592" w:rsidRPr="0064159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5A3" w:rsidRDefault="008825A3" w:rsidP="0038231F">
      <w:pPr>
        <w:spacing w:after="0" w:line="240" w:lineRule="auto"/>
      </w:pPr>
      <w:r>
        <w:separator/>
      </w:r>
    </w:p>
  </w:endnote>
  <w:endnote w:type="continuationSeparator" w:id="0">
    <w:p w:rsidR="008825A3" w:rsidRDefault="008825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92" w:rsidRDefault="006415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45E6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45E6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92" w:rsidRDefault="006415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5A3" w:rsidRDefault="008825A3" w:rsidP="0038231F">
      <w:pPr>
        <w:spacing w:after="0" w:line="240" w:lineRule="auto"/>
      </w:pPr>
      <w:r>
        <w:separator/>
      </w:r>
    </w:p>
  </w:footnote>
  <w:footnote w:type="continuationSeparator" w:id="0">
    <w:p w:rsidR="008825A3" w:rsidRDefault="008825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92" w:rsidRDefault="006415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92" w:rsidRDefault="0064159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92" w:rsidRDefault="006415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A3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592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25A3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45E63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B7DB1-CFE8-4E1E-9C4F-346DE9E9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2019-02-04T10:17:00Z</dcterms:created>
  <dcterms:modified xsi:type="dcterms:W3CDTF">2019-02-04T10:17:00Z</dcterms:modified>
</cp:coreProperties>
</file>