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B37B13" w:rsidRPr="00B37B13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B37B13" w:rsidRPr="00B37B13">
        <w:rPr>
          <w:rFonts w:ascii="Times New Roman" w:hAnsi="Times New Roman"/>
          <w:b/>
        </w:rPr>
        <w:t>BP.271.12.2019.BS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B37B13" w:rsidRPr="00B37B13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B37B13" w:rsidRPr="00B37B13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B37B13" w:rsidRPr="00B37B13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B37B13" w:rsidRPr="00B37B13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B37B13" w:rsidRPr="00B37B13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B37B13" w:rsidRPr="00B37B13">
        <w:rPr>
          <w:rFonts w:ascii="Times New Roman" w:hAnsi="Times New Roman"/>
        </w:rPr>
        <w:t>(t.j. Dz. U. z  2018 r. poz. 1986)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B37B13" w:rsidRPr="00B37B13">
        <w:rPr>
          <w:rFonts w:ascii="Times New Roman" w:hAnsi="Times New Roman"/>
          <w:b/>
        </w:rPr>
        <w:t>Budowa świetlicy wiejskiej w Zbrudzewie- etap I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B37B13" w:rsidRPr="00B37B13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lastRenderedPageBreak/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lastRenderedPageBreak/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CCA" w:rsidRDefault="00AF3CCA" w:rsidP="0038231F">
      <w:pPr>
        <w:spacing w:after="0" w:line="240" w:lineRule="auto"/>
      </w:pPr>
      <w:r>
        <w:separator/>
      </w:r>
    </w:p>
  </w:endnote>
  <w:endnote w:type="continuationSeparator" w:id="0">
    <w:p w:rsidR="00AF3CCA" w:rsidRDefault="00AF3CC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B13" w:rsidRDefault="00B37B1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76414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76414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B13" w:rsidRDefault="00B37B1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CCA" w:rsidRDefault="00AF3CCA" w:rsidP="0038231F">
      <w:pPr>
        <w:spacing w:after="0" w:line="240" w:lineRule="auto"/>
      </w:pPr>
      <w:r>
        <w:separator/>
      </w:r>
    </w:p>
  </w:footnote>
  <w:footnote w:type="continuationSeparator" w:id="0">
    <w:p w:rsidR="00AF3CCA" w:rsidRDefault="00AF3CC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B13" w:rsidRDefault="00B37B1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B13" w:rsidRDefault="00B37B1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B13" w:rsidRDefault="00B37B1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CCA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76414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AF3CCA"/>
    <w:rsid w:val="00B0088C"/>
    <w:rsid w:val="00B15219"/>
    <w:rsid w:val="00B15FD3"/>
    <w:rsid w:val="00B34079"/>
    <w:rsid w:val="00B37B13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BF2452-E5EE-4AC2-95BB-443D4BC6F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3</Pages>
  <Words>517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2016-07-26T11:32:00Z</cp:lastPrinted>
  <dcterms:created xsi:type="dcterms:W3CDTF">2019-02-19T07:20:00Z</dcterms:created>
  <dcterms:modified xsi:type="dcterms:W3CDTF">2019-02-19T07:20:00Z</dcterms:modified>
</cp:coreProperties>
</file>