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C0B0B" w:rsidRPr="00EC0B0B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C0B0B" w:rsidRPr="00EC0B0B">
        <w:rPr>
          <w:rFonts w:ascii="Times New Roman" w:hAnsi="Times New Roman"/>
          <w:b/>
        </w:rPr>
        <w:t>BP.271.20.2019.BS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C0B0B" w:rsidRPr="00EC0B0B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C0B0B" w:rsidRPr="00EC0B0B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C0B0B" w:rsidRPr="00EC0B0B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C0B0B" w:rsidRPr="00EC0B0B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C0B0B" w:rsidRPr="00EC0B0B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C0B0B" w:rsidRPr="00EC0B0B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C0B0B" w:rsidRPr="00EC0B0B">
        <w:rPr>
          <w:rFonts w:ascii="Times New Roman" w:hAnsi="Times New Roman"/>
          <w:b/>
        </w:rPr>
        <w:t>Budowa siłowni w Mechlinie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C0B0B" w:rsidRPr="00EC0B0B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C2" w:rsidRDefault="006201C2" w:rsidP="0038231F">
      <w:pPr>
        <w:spacing w:after="0" w:line="240" w:lineRule="auto"/>
      </w:pPr>
      <w:r>
        <w:separator/>
      </w:r>
    </w:p>
  </w:endnote>
  <w:endnote w:type="continuationSeparator" w:id="0">
    <w:p w:rsidR="006201C2" w:rsidRDefault="006201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6119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6119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C2" w:rsidRDefault="006201C2" w:rsidP="0038231F">
      <w:pPr>
        <w:spacing w:after="0" w:line="240" w:lineRule="auto"/>
      </w:pPr>
      <w:r>
        <w:separator/>
      </w:r>
    </w:p>
  </w:footnote>
  <w:footnote w:type="continuationSeparator" w:id="0">
    <w:p w:rsidR="006201C2" w:rsidRDefault="006201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C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119E"/>
    <w:rsid w:val="005641F0"/>
    <w:rsid w:val="005C39CA"/>
    <w:rsid w:val="005E176A"/>
    <w:rsid w:val="006201C2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0B0B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114FA-95D9-4724-855E-F4C9F6AE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2019-05-13T11:50:00Z</dcterms:created>
  <dcterms:modified xsi:type="dcterms:W3CDTF">2019-05-13T11:50:00Z</dcterms:modified>
</cp:coreProperties>
</file>