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8304AE" w:rsidRPr="008304AE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8304AE" w:rsidRPr="008304AE">
        <w:rPr>
          <w:rFonts w:ascii="Times New Roman" w:hAnsi="Times New Roman"/>
          <w:b/>
        </w:rPr>
        <w:t>BP.271.22.2019.BS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304AE" w:rsidRPr="008304AE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304AE" w:rsidRPr="008304AE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8304AE" w:rsidRPr="008304AE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304AE" w:rsidRPr="008304AE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8304AE" w:rsidRPr="008304AE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8304AE" w:rsidRPr="008304AE">
        <w:rPr>
          <w:rFonts w:ascii="Times New Roman" w:hAnsi="Times New Roman"/>
        </w:rPr>
        <w:t>(t.j. Dz. U. z  2018 r. poz. 1986)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8304AE" w:rsidRPr="008304AE">
        <w:rPr>
          <w:rFonts w:ascii="Times New Roman" w:hAnsi="Times New Roman"/>
          <w:b/>
        </w:rPr>
        <w:t>Remont lokalu mieszkalnego przy ul. Wielka Rzeźnicka 13/6 w Śremie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8304AE" w:rsidRPr="008304AE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410" w:rsidRDefault="006E3410" w:rsidP="0038231F">
      <w:pPr>
        <w:spacing w:after="0" w:line="240" w:lineRule="auto"/>
      </w:pPr>
      <w:r>
        <w:separator/>
      </w:r>
    </w:p>
  </w:endnote>
  <w:endnote w:type="continuationSeparator" w:id="0">
    <w:p w:rsidR="006E3410" w:rsidRDefault="006E34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4AE" w:rsidRDefault="008304A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92169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92169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4AE" w:rsidRDefault="008304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410" w:rsidRDefault="006E3410" w:rsidP="0038231F">
      <w:pPr>
        <w:spacing w:after="0" w:line="240" w:lineRule="auto"/>
      </w:pPr>
      <w:r>
        <w:separator/>
      </w:r>
    </w:p>
  </w:footnote>
  <w:footnote w:type="continuationSeparator" w:id="0">
    <w:p w:rsidR="006E3410" w:rsidRDefault="006E341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4AE" w:rsidRDefault="008304A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4AE" w:rsidRDefault="008304A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4AE" w:rsidRDefault="008304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410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E3410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4AE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92169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5E723-EB31-496D-87AA-8E353E409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2016-07-26T10:32:00Z</cp:lastPrinted>
  <dcterms:created xsi:type="dcterms:W3CDTF">2019-06-05T12:17:00Z</dcterms:created>
  <dcterms:modified xsi:type="dcterms:W3CDTF">2019-06-05T12:17:00Z</dcterms:modified>
</cp:coreProperties>
</file>