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C3EB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E333FB" w:rsidRPr="00E333FB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333FB" w:rsidRPr="00E333FB">
        <w:rPr>
          <w:rFonts w:ascii="Times New Roman" w:eastAsia="Times New Roman" w:hAnsi="Times New Roman"/>
          <w:b/>
          <w:sz w:val="24"/>
          <w:szCs w:val="20"/>
          <w:lang w:eastAsia="pl-PL"/>
        </w:rPr>
        <w:t>BP.271.34.2019.BS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E333FB" w:rsidRPr="00E333FB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E333FB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333FB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Andrzeja Frycza Modrzewskiego 8/4a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31D" w:rsidRDefault="00AA431D" w:rsidP="00025386">
      <w:pPr>
        <w:spacing w:after="0" w:line="240" w:lineRule="auto"/>
      </w:pPr>
      <w:r>
        <w:separator/>
      </w:r>
    </w:p>
  </w:endnote>
  <w:endnote w:type="continuationSeparator" w:id="0">
    <w:p w:rsidR="00AA431D" w:rsidRDefault="00AA431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3FB" w:rsidRDefault="00E333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C3EB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373F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373F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3FB" w:rsidRDefault="00E333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31D" w:rsidRDefault="00AA431D" w:rsidP="00025386">
      <w:pPr>
        <w:spacing w:after="0" w:line="240" w:lineRule="auto"/>
      </w:pPr>
      <w:r>
        <w:separator/>
      </w:r>
    </w:p>
  </w:footnote>
  <w:footnote w:type="continuationSeparator" w:id="0">
    <w:p w:rsidR="00AA431D" w:rsidRDefault="00AA431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3FB" w:rsidRDefault="00E333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3FB" w:rsidRDefault="00E333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3FB" w:rsidRDefault="00E333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31D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AA431D"/>
    <w:rsid w:val="00AC3EB8"/>
    <w:rsid w:val="00B77707"/>
    <w:rsid w:val="00BE3BCE"/>
    <w:rsid w:val="00D55FC4"/>
    <w:rsid w:val="00DC587A"/>
    <w:rsid w:val="00DE73DD"/>
    <w:rsid w:val="00E27ABB"/>
    <w:rsid w:val="00E333FB"/>
    <w:rsid w:val="00E373F9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2019-09-02T10:24:00Z</dcterms:created>
  <dcterms:modified xsi:type="dcterms:W3CDTF">2019-09-02T10:24:00Z</dcterms:modified>
</cp:coreProperties>
</file>