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5466A1" w:rsidRDefault="00093B6E" w:rsidP="00A36DFD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Budowa </w:t>
      </w:r>
      <w:r w:rsidR="00C37971">
        <w:rPr>
          <w:b/>
          <w:bCs/>
          <w:sz w:val="28"/>
          <w:szCs w:val="28"/>
        </w:rPr>
        <w:t xml:space="preserve">dróg gminnych w Nochowie – etap II – ul. Słoneczna </w:t>
      </w:r>
      <w:bookmarkStart w:id="0" w:name="_GoBack"/>
      <w:bookmarkEnd w:id="0"/>
    </w:p>
    <w:p w:rsidR="00A36DFD" w:rsidRDefault="00A36DFD" w:rsidP="003A3952">
      <w:pPr>
        <w:spacing w:after="120" w:line="276" w:lineRule="auto"/>
        <w:jc w:val="both"/>
        <w:rPr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lastRenderedPageBreak/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 xml:space="preserve">) oświadczamy, że zapoznaliśmy się z istotnymi postanowieniami umowy, które zostały zawarte w Specyfikacji Istotnych Warunków Zamówienia i zobowiązujemy się w przypadku wyboru naszej oferty do zawarcia umowy na </w:t>
      </w:r>
      <w:r w:rsidR="00767873" w:rsidRPr="005466A1">
        <w:rPr>
          <w:sz w:val="28"/>
          <w:szCs w:val="28"/>
        </w:rPr>
        <w:lastRenderedPageBreak/>
        <w:t>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A36DFD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lastRenderedPageBreak/>
        <w:t>E-mail: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………………………………………………..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Nr tel.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………………………………………………..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 xml:space="preserve">Nr </w:t>
      </w:r>
      <w:proofErr w:type="spellStart"/>
      <w:r w:rsidRPr="00A36DFD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93B6E"/>
    <w:rsid w:val="000A0D56"/>
    <w:rsid w:val="000A3F07"/>
    <w:rsid w:val="000E7A00"/>
    <w:rsid w:val="00195017"/>
    <w:rsid w:val="001F31E5"/>
    <w:rsid w:val="00240926"/>
    <w:rsid w:val="0025754B"/>
    <w:rsid w:val="0029785C"/>
    <w:rsid w:val="002A2E78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6DFD"/>
    <w:rsid w:val="00A377BE"/>
    <w:rsid w:val="00B05298"/>
    <w:rsid w:val="00B23AC9"/>
    <w:rsid w:val="00B701F0"/>
    <w:rsid w:val="00BA7D4B"/>
    <w:rsid w:val="00BB14F3"/>
    <w:rsid w:val="00BC3803"/>
    <w:rsid w:val="00C37971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4</Pages>
  <Words>458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10</cp:revision>
  <cp:lastPrinted>2001-01-09T17:10:00Z</cp:lastPrinted>
  <dcterms:created xsi:type="dcterms:W3CDTF">2019-01-31T09:53:00Z</dcterms:created>
  <dcterms:modified xsi:type="dcterms:W3CDTF">2019-10-30T09:23:00Z</dcterms:modified>
</cp:coreProperties>
</file>