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437885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392F46" w:rsidRPr="00392F46">
        <w:rPr>
          <w:b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392F46" w:rsidRPr="00392F46">
        <w:rPr>
          <w:rFonts w:ascii="Times New Roman" w:eastAsia="Times New Roman" w:hAnsi="Times New Roman"/>
          <w:b/>
          <w:sz w:val="24"/>
          <w:szCs w:val="20"/>
          <w:lang w:eastAsia="pl-PL"/>
        </w:rPr>
        <w:t>BP.271.24.2019.BS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392F46" w:rsidRPr="00392F46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392F46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392F46">
        <w:rPr>
          <w:rFonts w:ascii="Times New Roman" w:eastAsia="Times New Roman" w:hAnsi="Times New Roman"/>
          <w:b/>
          <w:sz w:val="24"/>
          <w:szCs w:val="24"/>
          <w:lang w:eastAsia="pl-PL"/>
        </w:rPr>
        <w:t>Odbiór odpadów komunalnych z terenu miasta i wsi gminy Śrem na okres 18 miesięcy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BC1" w:rsidRDefault="00673BC1" w:rsidP="00025386">
      <w:pPr>
        <w:spacing w:after="0" w:line="240" w:lineRule="auto"/>
      </w:pPr>
      <w:r>
        <w:separator/>
      </w:r>
    </w:p>
  </w:endnote>
  <w:endnote w:type="continuationSeparator" w:id="0">
    <w:p w:rsidR="00673BC1" w:rsidRDefault="00673BC1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F46" w:rsidRDefault="00392F4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437885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E25D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E25D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F46" w:rsidRDefault="00392F4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BC1" w:rsidRDefault="00673BC1" w:rsidP="00025386">
      <w:pPr>
        <w:spacing w:after="0" w:line="240" w:lineRule="auto"/>
      </w:pPr>
      <w:r>
        <w:separator/>
      </w:r>
    </w:p>
  </w:footnote>
  <w:footnote w:type="continuationSeparator" w:id="0">
    <w:p w:rsidR="00673BC1" w:rsidRDefault="00673BC1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F46" w:rsidRDefault="00392F4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F46" w:rsidRDefault="00392F4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F46" w:rsidRDefault="00392F4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BC1"/>
    <w:rsid w:val="00025386"/>
    <w:rsid w:val="00101B40"/>
    <w:rsid w:val="001C2314"/>
    <w:rsid w:val="00392F46"/>
    <w:rsid w:val="003C30EF"/>
    <w:rsid w:val="00437885"/>
    <w:rsid w:val="005624D8"/>
    <w:rsid w:val="005A0158"/>
    <w:rsid w:val="00673BC1"/>
    <w:rsid w:val="0069796D"/>
    <w:rsid w:val="007E25D1"/>
    <w:rsid w:val="008E405A"/>
    <w:rsid w:val="008F2498"/>
    <w:rsid w:val="00A56A6F"/>
    <w:rsid w:val="00D55FC4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2019-11-14T08:16:00Z</dcterms:created>
  <dcterms:modified xsi:type="dcterms:W3CDTF">2019-11-14T08:16:00Z</dcterms:modified>
</cp:coreProperties>
</file>