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03C55" w:rsidRPr="00F03C55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03C55" w:rsidRPr="00F03C55">
        <w:rPr>
          <w:rFonts w:ascii="Times New Roman" w:hAnsi="Times New Roman"/>
          <w:b/>
        </w:rPr>
        <w:t>BP.271.5.2020.BS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03C55" w:rsidRPr="00F03C55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03C55" w:rsidRPr="00F03C55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03C55" w:rsidRPr="00F03C55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03C55" w:rsidRPr="00F03C55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03C55" w:rsidRPr="00F03C55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F03C55" w:rsidRPr="00F03C55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F03C55" w:rsidRPr="00F03C55">
        <w:rPr>
          <w:rFonts w:ascii="Times New Roman" w:hAnsi="Times New Roman"/>
          <w:b/>
        </w:rPr>
        <w:t>Modernizacja dróg gruntowych.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F03C55" w:rsidRPr="00F03C55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E07" w:rsidRDefault="00F83E07" w:rsidP="0038231F">
      <w:pPr>
        <w:spacing w:after="0" w:line="240" w:lineRule="auto"/>
      </w:pPr>
      <w:r>
        <w:separator/>
      </w:r>
    </w:p>
  </w:endnote>
  <w:endnote w:type="continuationSeparator" w:id="0">
    <w:p w:rsidR="00F83E07" w:rsidRDefault="00F83E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C55" w:rsidRDefault="00F03C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3E0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3E0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C55" w:rsidRDefault="00F03C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E07" w:rsidRDefault="00F83E07" w:rsidP="0038231F">
      <w:pPr>
        <w:spacing w:after="0" w:line="240" w:lineRule="auto"/>
      </w:pPr>
      <w:r>
        <w:separator/>
      </w:r>
    </w:p>
  </w:footnote>
  <w:footnote w:type="continuationSeparator" w:id="0">
    <w:p w:rsidR="00F83E07" w:rsidRDefault="00F83E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C55" w:rsidRDefault="00F03C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C55" w:rsidRDefault="00F03C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C55" w:rsidRDefault="00F03C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07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3C55"/>
    <w:rsid w:val="00F03E07"/>
    <w:rsid w:val="00F04280"/>
    <w:rsid w:val="00F365F2"/>
    <w:rsid w:val="00F43919"/>
    <w:rsid w:val="00F66810"/>
    <w:rsid w:val="00F8042D"/>
    <w:rsid w:val="00F83E07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A564F-D3E2-422A-8ADC-446C7597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2020-02-05T08:39:00Z</dcterms:created>
  <dcterms:modified xsi:type="dcterms:W3CDTF">2020-02-05T08:39:00Z</dcterms:modified>
</cp:coreProperties>
</file>