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E9116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9641F6" w:rsidRPr="009641F6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9641F6" w:rsidRPr="009641F6">
        <w:rPr>
          <w:b/>
          <w:sz w:val="24"/>
        </w:rPr>
        <w:t>BP.271.6.2020.BS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9641F6" w:rsidRPr="009641F6">
        <w:rPr>
          <w:b/>
        </w:rPr>
        <w:t>przetarg nieograniczony</w:t>
      </w:r>
      <w:r w:rsidR="00753DC1">
        <w:t xml:space="preserve"> na:</w:t>
      </w:r>
    </w:p>
    <w:p w:rsidR="0000184A" w:rsidRDefault="009641F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9641F6">
        <w:rPr>
          <w:b/>
          <w:sz w:val="24"/>
          <w:szCs w:val="24"/>
        </w:rPr>
        <w:t>Modernizacja dróg asfaltowych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9641F6" w:rsidRPr="009641F6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9641F6" w:rsidRPr="009641F6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9641F6" w:rsidRPr="009641F6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451" w:rsidRDefault="00D34451">
      <w:r>
        <w:separator/>
      </w:r>
    </w:p>
  </w:endnote>
  <w:endnote w:type="continuationSeparator" w:id="0">
    <w:p w:rsidR="00D34451" w:rsidRDefault="00D3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E9116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17B3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17B3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1F6" w:rsidRDefault="009641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451" w:rsidRDefault="00D34451">
      <w:r>
        <w:separator/>
      </w:r>
    </w:p>
  </w:footnote>
  <w:footnote w:type="continuationSeparator" w:id="0">
    <w:p w:rsidR="00D34451" w:rsidRDefault="00D34451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1F6" w:rsidRDefault="009641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1F6" w:rsidRDefault="009641F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1F6" w:rsidRDefault="009641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51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641F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34451"/>
    <w:rsid w:val="00D74F94"/>
    <w:rsid w:val="00DD482A"/>
    <w:rsid w:val="00DE0396"/>
    <w:rsid w:val="00DE0405"/>
    <w:rsid w:val="00DE252B"/>
    <w:rsid w:val="00E17B3C"/>
    <w:rsid w:val="00E37A20"/>
    <w:rsid w:val="00E9116B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26F71-70FB-4516-98FE-25DD7E8A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2020-02-05T10:26:00Z</dcterms:created>
  <dcterms:modified xsi:type="dcterms:W3CDTF">2020-02-05T10:26:00Z</dcterms:modified>
</cp:coreProperties>
</file>