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7A745F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9B4622" w:rsidRPr="009B4622">
        <w:rPr>
          <w:b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9B4622" w:rsidRPr="009B4622">
        <w:rPr>
          <w:rFonts w:ascii="Times New Roman" w:eastAsia="Times New Roman" w:hAnsi="Times New Roman"/>
          <w:b/>
          <w:sz w:val="24"/>
          <w:szCs w:val="20"/>
          <w:lang w:eastAsia="pl-PL"/>
        </w:rPr>
        <w:t>BP.271.20.2020.BS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9B4622" w:rsidRPr="009B4622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9B4622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B4622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Ogrodowej 35/9 w Śremie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600" w:rsidRDefault="00684600" w:rsidP="00025386">
      <w:pPr>
        <w:spacing w:after="0" w:line="240" w:lineRule="auto"/>
      </w:pPr>
      <w:r>
        <w:separator/>
      </w:r>
    </w:p>
  </w:endnote>
  <w:endnote w:type="continuationSeparator" w:id="0">
    <w:p w:rsidR="00684600" w:rsidRDefault="0068460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622" w:rsidRDefault="009B46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7A745F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C266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C266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622" w:rsidRDefault="009B46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600" w:rsidRDefault="00684600" w:rsidP="00025386">
      <w:pPr>
        <w:spacing w:after="0" w:line="240" w:lineRule="auto"/>
      </w:pPr>
      <w:r>
        <w:separator/>
      </w:r>
    </w:p>
  </w:footnote>
  <w:footnote w:type="continuationSeparator" w:id="0">
    <w:p w:rsidR="00684600" w:rsidRDefault="00684600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622" w:rsidRDefault="009B46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622" w:rsidRDefault="009B462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622" w:rsidRDefault="009B46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600"/>
    <w:rsid w:val="00025386"/>
    <w:rsid w:val="00101B40"/>
    <w:rsid w:val="001C2314"/>
    <w:rsid w:val="003C30EF"/>
    <w:rsid w:val="005624D8"/>
    <w:rsid w:val="005A0158"/>
    <w:rsid w:val="005C266E"/>
    <w:rsid w:val="00684600"/>
    <w:rsid w:val="0069796D"/>
    <w:rsid w:val="007A745F"/>
    <w:rsid w:val="008E405A"/>
    <w:rsid w:val="008F2498"/>
    <w:rsid w:val="009B4622"/>
    <w:rsid w:val="00A56A6F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2020-07-13T11:19:00Z</dcterms:created>
  <dcterms:modified xsi:type="dcterms:W3CDTF">2020-07-13T11:19:00Z</dcterms:modified>
</cp:coreProperties>
</file>