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1D6689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AF6DC5" w:rsidRPr="00AF6DC5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AF6DC5" w:rsidRPr="00AF6DC5">
        <w:rPr>
          <w:rFonts w:ascii="Times New Roman" w:eastAsia="Times New Roman" w:hAnsi="Times New Roman"/>
          <w:b/>
          <w:sz w:val="24"/>
          <w:szCs w:val="20"/>
          <w:lang w:eastAsia="pl-PL"/>
        </w:rPr>
        <w:t>BP.271.32.2020.BS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AF6DC5" w:rsidRPr="00AF6DC5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AF6DC5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F6DC5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Farnej 2/9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481" w:rsidRDefault="00C34481" w:rsidP="00025386">
      <w:pPr>
        <w:spacing w:after="0" w:line="240" w:lineRule="auto"/>
      </w:pPr>
      <w:r>
        <w:separator/>
      </w:r>
    </w:p>
  </w:endnote>
  <w:endnote w:type="continuationSeparator" w:id="0">
    <w:p w:rsidR="00C34481" w:rsidRDefault="00C3448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C5" w:rsidRDefault="00AF6DC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1D6689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D60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D6039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C5" w:rsidRDefault="00AF6D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481" w:rsidRDefault="00C34481" w:rsidP="00025386">
      <w:pPr>
        <w:spacing w:after="0" w:line="240" w:lineRule="auto"/>
      </w:pPr>
      <w:r>
        <w:separator/>
      </w:r>
    </w:p>
  </w:footnote>
  <w:footnote w:type="continuationSeparator" w:id="0">
    <w:p w:rsidR="00C34481" w:rsidRDefault="00C3448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C5" w:rsidRDefault="00AF6DC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C5" w:rsidRDefault="00AF6DC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DC5" w:rsidRDefault="00AF6D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481"/>
    <w:rsid w:val="00025386"/>
    <w:rsid w:val="000423B9"/>
    <w:rsid w:val="00084786"/>
    <w:rsid w:val="001C2314"/>
    <w:rsid w:val="001D6689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9D6039"/>
    <w:rsid w:val="00A56A6F"/>
    <w:rsid w:val="00AF6DC5"/>
    <w:rsid w:val="00B77707"/>
    <w:rsid w:val="00BE3BCE"/>
    <w:rsid w:val="00C34481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2020-10-05T06:50:00Z</dcterms:created>
  <dcterms:modified xsi:type="dcterms:W3CDTF">2020-10-05T06:50:00Z</dcterms:modified>
</cp:coreProperties>
</file>